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89" w:rsidRPr="007B56CF" w:rsidRDefault="00F71889" w:rsidP="007B56CF">
      <w:pPr>
        <w:spacing w:line="600" w:lineRule="exact"/>
        <w:rPr>
          <w:rFonts w:ascii="黑体" w:eastAsia="黑体" w:hAnsi="黑体" w:cs="黑体"/>
          <w:sz w:val="32"/>
          <w:szCs w:val="32"/>
        </w:rPr>
      </w:pPr>
      <w:r w:rsidRPr="007B56CF">
        <w:rPr>
          <w:rFonts w:ascii="黑体" w:eastAsia="黑体" w:hAnsi="黑体" w:cs="黑体" w:hint="eastAsia"/>
          <w:sz w:val="32"/>
          <w:szCs w:val="32"/>
        </w:rPr>
        <w:t>附件</w:t>
      </w:r>
      <w:r w:rsidRPr="007B56CF">
        <w:rPr>
          <w:rFonts w:ascii="黑体" w:eastAsia="黑体" w:hAnsi="黑体" w:cs="黑体"/>
          <w:sz w:val="32"/>
          <w:szCs w:val="32"/>
        </w:rPr>
        <w:t>5</w:t>
      </w:r>
    </w:p>
    <w:p w:rsidR="00F71889" w:rsidRDefault="00F71889" w:rsidP="007B56CF">
      <w:pPr>
        <w:pStyle w:val="NormalWeb"/>
        <w:spacing w:beforeAutospacing="0" w:afterAutospacing="0"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>2026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年常州市“常宝杯”幼儿足球</w:t>
      </w:r>
    </w:p>
    <w:p w:rsidR="00F71889" w:rsidRDefault="00F71889" w:rsidP="007B56CF">
      <w:pPr>
        <w:pStyle w:val="NormalWeb"/>
        <w:spacing w:beforeAutospacing="0" w:afterAutospacing="0"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嘉年华活动方案</w:t>
      </w:r>
    </w:p>
    <w:p w:rsidR="00F71889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一、主办单位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常州市教育局、常州市体育局。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二、时间和地点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具体时间地点见补充通知。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三、项目设置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（一）夺宝奇兵；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（二）九宫格射门；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（三）采蘑菇。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四、参加单位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全市幼儿园。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五、规模数量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限报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32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支队伍。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六、运动员资格及要求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（一）同一所幼儿园在籍在园幼儿（中班或大班）。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（二）代表队名称由幼儿园自定（采用“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XX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幼儿园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+XX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队”的形式，内容积极向上）。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（三）每个幼儿园限报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支代表队，每支代表队报领队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人，主教练员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人，助理教练员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人，后勤保障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2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人，运动员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8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人（男女不限）。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（四）运动员应统一着装，上衣需印有清晰号码（须与报名表上号码一致，不得出现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0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号）。运动员必须穿长足球袜、碎钉或平底足球鞋，不得佩戴任何饰物、有框眼镜（含运动眼镜）等存在安全隐患的物品。场上队长佩戴袖标。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（五）体检、意外险要求：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1.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各参赛队伍需确保参赛队员身体状况良好，无不适宜参加足球运动的伤病；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2.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各参赛代表队所有人员须自行购买活动期间（含往返路途）人身意外伤害保险（保险内意外医疗部分应包含门诊和住院费用，保额不低于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2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万）。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七、活动办法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（一）夺宝奇兵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1.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场地为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4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米</w:t>
      </w:r>
      <w:r w:rsidRPr="007B56CF">
        <w:rPr>
          <w:rFonts w:ascii="仿宋_GB2312" w:eastAsia="仿宋_GB2312" w:cs="仿宋_GB2312" w:hint="eastAsia"/>
          <w:color w:val="000000"/>
          <w:sz w:val="32"/>
          <w:szCs w:val="32"/>
        </w:rPr>
        <w:t>×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25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米，其中两个球门相距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25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米，中心区域为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1.5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米</w:t>
      </w:r>
      <w:r w:rsidRPr="007B56CF">
        <w:rPr>
          <w:rFonts w:ascii="仿宋_GB2312" w:eastAsia="仿宋_GB2312" w:cs="仿宋_GB2312" w:hint="eastAsia"/>
          <w:color w:val="000000"/>
          <w:sz w:val="32"/>
          <w:szCs w:val="32"/>
        </w:rPr>
        <w:t>×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1.5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米的正方形，射门区域为距离球门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5—7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米处，中心区域和射门区域均用胶带固定进行标识；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根据签位决定上场顺序，每组对阵两支队伍，每支队伍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8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位球员轮流上场，中心区域共放置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16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个足球；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裁判员哨响后，第一名队员从中心区域带球出发，射门后返回中心区域与下一名队员击掌，下一名队员再带球出发，直至最后一名队员射门后停表；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4.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每队总进球数为每位队员射门进球数相加，在射门区域内且第一脚射门射进才有效，总进球数多</w:t>
      </w:r>
      <w:r w:rsidRPr="007B56CF">
        <w:rPr>
          <w:rFonts w:ascii="仿宋_GB2312" w:eastAsia="仿宋_GB2312" w:hAnsi="Calibri" w:cs="仿宋_GB2312" w:hint="eastAsia"/>
          <w:color w:val="000000"/>
          <w:kern w:val="2"/>
          <w:sz w:val="32"/>
          <w:szCs w:val="32"/>
        </w:rPr>
        <w:t>者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名次列前，如总进球数相等，则按总用时进行排名，用时少者名次列前；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5.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第一名的队伍</w:t>
      </w:r>
      <w:r w:rsidRPr="007B56CF">
        <w:rPr>
          <w:rFonts w:ascii="仿宋_GB2312" w:eastAsia="仿宋_GB2312" w:hAnsi="Calibri" w:cs="仿宋_GB2312" w:hint="eastAsia"/>
          <w:color w:val="000000"/>
          <w:kern w:val="2"/>
          <w:sz w:val="32"/>
          <w:szCs w:val="32"/>
        </w:rPr>
        <w:t>计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分，第二名</w:t>
      </w:r>
      <w:r w:rsidRPr="007B56CF">
        <w:rPr>
          <w:rFonts w:ascii="仿宋_GB2312" w:eastAsia="仿宋_GB2312" w:hAnsi="Calibri" w:cs="仿宋_GB2312" w:hint="eastAsia"/>
          <w:color w:val="000000"/>
          <w:kern w:val="2"/>
          <w:sz w:val="32"/>
          <w:szCs w:val="32"/>
        </w:rPr>
        <w:t>计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31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分，第三名队伍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30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分，第四名队伍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29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分，以此类推。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（二）九宫格射门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使用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5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人制球门（宽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米×高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米），射门位置距离球门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6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米；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根据签位决定上场顺序；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每队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8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人，每人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球，根据射门击中对应位置记录分数，若击中两个区域间则以分值高的区域为得分；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4.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根据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8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位队员的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次射门得分数相加得出该队总得分，进行排名。第一名的队伍计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分，第二名计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31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分，第三名队伍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30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分，第四名队伍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28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分，以此类推。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（三）采蘑菇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场地为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20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米×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20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米的正方形区域，中心区域为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米直径的圆形，各队位于出发区域位于正方形的四个角外；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根据签位决定上场顺序，每场比赛同时上场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4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个队伍，每队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8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人，中心区域共放置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64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个蘑菇（如该场队伍不足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4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队，蘑菇数按场上队员数×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放置）；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裁判员发令后，各队同时出发，队员需由指定区域带球出发前往中心区域，每次仅可采一个蘑菇，采到蘑菇后需带球返回出发区域，该队员回到出发区域后，与下一位队员进行击掌，下一位队员方可出发，如果未击掌或未离开比赛区域，则蘑菇数减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；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4.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根据各队采到的蘑菇数量进行排名，第一名的队伍计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分，第二名计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31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分，第三名队伍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30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分，第四名队伍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29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分，以此类推。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八、场地和器材</w:t>
      </w:r>
    </w:p>
    <w:p w:rsidR="00F71889" w:rsidRPr="007B56CF" w:rsidRDefault="00F71889" w:rsidP="00E66C85">
      <w:pPr>
        <w:spacing w:line="58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本次活动在人工草坪足球场上进行，使用世达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3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号足球（具体型号为</w:t>
      </w:r>
      <w:r w:rsidRPr="007B56CF">
        <w:rPr>
          <w:rFonts w:ascii="仿宋_GB2312" w:eastAsia="仿宋_GB2312" w:hAnsi="仿宋_GB2312" w:cs="仿宋_GB2312"/>
          <w:color w:val="000000"/>
          <w:sz w:val="32"/>
          <w:szCs w:val="32"/>
        </w:rPr>
        <w:t>8743</w:t>
      </w:r>
      <w:r w:rsidRPr="007B56C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九、录取名次与奖励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（一）团体总分第一名、第二名、第三名，颁发奖杯、奖牌及个人证书；团体总分第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4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至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16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名为优胜奖，颁发团体牌匾及个人证书；团体总分第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17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至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32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名为优秀奖，颁发团体证书及个人证书。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（二）本次活动设最佳球员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32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名（每队推荐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名）、优秀教练员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8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名、优秀裁判员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6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名，颁发个人证书；优秀组织奖</w:t>
      </w:r>
      <w:r w:rsidRPr="007B56CF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</w:t>
      </w: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队，颁发牌匾。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（三）凡是在本次活动中有违背体育道德精神的恶劣行为、恶意违背赛会相关规定等重大问题的运动员或教练员，不参与任何个人奖项的评选。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十、报名办法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仿宋_GB2312" w:cs="Times New Roman"/>
          <w:color w:val="000000"/>
          <w:kern w:val="2"/>
          <w:sz w:val="32"/>
          <w:szCs w:val="32"/>
        </w:rPr>
      </w:pPr>
      <w:r w:rsidRPr="007B56CF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详见补充通知。</w:t>
      </w:r>
    </w:p>
    <w:p w:rsidR="00F71889" w:rsidRPr="007B56CF" w:rsidRDefault="00F71889" w:rsidP="00E66C85">
      <w:pPr>
        <w:pStyle w:val="NormalWeb"/>
        <w:spacing w:beforeAutospacing="0" w:afterAutospacing="0" w:line="580" w:lineRule="exact"/>
        <w:ind w:firstLineChars="200" w:firstLine="3168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 w:rsidRPr="007B56CF">
        <w:rPr>
          <w:rFonts w:ascii="黑体" w:eastAsia="黑体" w:hAnsi="黑体" w:cs="黑体" w:hint="eastAsia"/>
          <w:color w:val="000000"/>
          <w:sz w:val="32"/>
          <w:szCs w:val="32"/>
        </w:rPr>
        <w:t>十一、本规程最终解释权属赛事组委会，未尽事宜，另行通知。</w:t>
      </w:r>
    </w:p>
    <w:p w:rsidR="00F71889" w:rsidRDefault="00F71889">
      <w:pPr>
        <w:pStyle w:val="NormalWeb"/>
        <w:spacing w:beforeAutospacing="0" w:afterAutospacing="0" w:line="560" w:lineRule="exact"/>
        <w:rPr>
          <w:rFonts w:ascii="仿宋" w:eastAsia="仿宋" w:hAnsi="微软雅黑" w:cs="Times New Roman"/>
          <w:shd w:val="clear" w:color="auto" w:fill="FFFFFF"/>
        </w:rPr>
      </w:pPr>
    </w:p>
    <w:p w:rsidR="00F71889" w:rsidRDefault="00F71889">
      <w:pPr>
        <w:pStyle w:val="NormalWeb"/>
        <w:spacing w:beforeAutospacing="0" w:afterAutospacing="0" w:line="560" w:lineRule="exact"/>
        <w:rPr>
          <w:rFonts w:ascii="仿宋" w:eastAsia="仿宋" w:hAnsi="微软雅黑" w:cs="Times New Roman"/>
          <w:shd w:val="clear" w:color="auto" w:fill="FFFFFF"/>
        </w:rPr>
      </w:pPr>
    </w:p>
    <w:p w:rsidR="00F71889" w:rsidRPr="00E66C85" w:rsidRDefault="00F71889" w:rsidP="00E66C85">
      <w:pPr>
        <w:pStyle w:val="NormalWeb"/>
        <w:spacing w:beforeAutospacing="0" w:afterAutospacing="0"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E66C85">
        <w:rPr>
          <w:rFonts w:ascii="方正小标宋简体" w:eastAsia="方正小标宋简体" w:hAnsi="方正小标宋简体" w:cs="方正小标宋简体"/>
          <w:sz w:val="44"/>
          <w:szCs w:val="44"/>
        </w:rPr>
        <w:t>2026</w:t>
      </w:r>
      <w:r w:rsidRPr="00E66C85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年常州市“常宝杯”幼儿足球嘉年华活动报名表</w:t>
      </w:r>
    </w:p>
    <w:p w:rsidR="00F71889" w:rsidRPr="00E66C85" w:rsidRDefault="00F71889">
      <w:pPr>
        <w:pStyle w:val="NormalWeb"/>
        <w:spacing w:beforeAutospacing="0" w:afterAutospacing="0" w:line="560" w:lineRule="exact"/>
        <w:jc w:val="both"/>
        <w:rPr>
          <w:rFonts w:ascii="仿宋_GB2312" w:eastAsia="仿宋_GB2312" w:hAnsi="方正仿宋_GB2312" w:cs="Times New Roman"/>
        </w:rPr>
      </w:pPr>
      <w:r w:rsidRPr="00E66C85">
        <w:rPr>
          <w:rFonts w:ascii="仿宋_GB2312" w:eastAsia="仿宋_GB2312" w:hAnsi="方正仿宋_GB2312" w:cs="仿宋_GB2312" w:hint="eastAsia"/>
        </w:rPr>
        <w:t>参加单位：</w:t>
      </w:r>
      <w:r w:rsidRPr="00E66C85">
        <w:rPr>
          <w:rFonts w:ascii="仿宋_GB2312" w:eastAsia="仿宋_GB2312" w:hAnsi="方正仿宋_GB2312" w:cs="仿宋_GB2312"/>
        </w:rPr>
        <w:t xml:space="preserve"> </w:t>
      </w:r>
      <w:r w:rsidRPr="00E66C85">
        <w:rPr>
          <w:rFonts w:ascii="仿宋_GB2312" w:eastAsia="仿宋_GB2312" w:hAnsi="方正仿宋_GB2312" w:cs="仿宋_GB2312" w:hint="eastAsia"/>
        </w:rPr>
        <w:t>（印章）</w:t>
      </w:r>
      <w:r w:rsidRPr="00E66C85">
        <w:rPr>
          <w:rFonts w:ascii="仿宋_GB2312" w:eastAsia="仿宋_GB2312" w:hAnsi="方正仿宋_GB2312" w:cs="仿宋_GB2312" w:hint="eastAsia"/>
        </w:rPr>
        <w:t> </w:t>
      </w:r>
      <w:r w:rsidRPr="00E66C85">
        <w:rPr>
          <w:rFonts w:ascii="仿宋_GB2312" w:eastAsia="仿宋_GB2312" w:hAnsi="方正仿宋_GB2312" w:cs="仿宋_GB2312" w:hint="eastAsia"/>
        </w:rPr>
        <w:t> </w:t>
      </w:r>
    </w:p>
    <w:tbl>
      <w:tblPr>
        <w:tblW w:w="5226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32" w:type="dxa"/>
          <w:left w:w="64" w:type="dxa"/>
          <w:bottom w:w="32" w:type="dxa"/>
          <w:right w:w="64" w:type="dxa"/>
        </w:tblCellMar>
        <w:tblLook w:val="00A0"/>
      </w:tblPr>
      <w:tblGrid>
        <w:gridCol w:w="1173"/>
        <w:gridCol w:w="148"/>
        <w:gridCol w:w="1018"/>
        <w:gridCol w:w="756"/>
        <w:gridCol w:w="424"/>
        <w:gridCol w:w="953"/>
        <w:gridCol w:w="203"/>
        <w:gridCol w:w="1189"/>
        <w:gridCol w:w="403"/>
        <w:gridCol w:w="761"/>
        <w:gridCol w:w="546"/>
        <w:gridCol w:w="634"/>
        <w:gridCol w:w="1170"/>
      </w:tblGrid>
      <w:tr w:rsidR="00F71889" w:rsidRPr="00E66C85" w:rsidTr="00E66C85">
        <w:trPr>
          <w:jc w:val="center"/>
        </w:trPr>
        <w:tc>
          <w:tcPr>
            <w:tcW w:w="5000" w:type="pct"/>
            <w:gridSpan w:val="1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领队、教练员信息</w:t>
            </w:r>
          </w:p>
        </w:tc>
      </w:tr>
      <w:tr w:rsidR="00F71889" w:rsidRPr="00E66C85" w:rsidTr="00E66C85">
        <w:trPr>
          <w:jc w:val="center"/>
        </w:trPr>
        <w:tc>
          <w:tcPr>
            <w:tcW w:w="1650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领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队</w:t>
            </w:r>
          </w:p>
        </w:tc>
        <w:tc>
          <w:tcPr>
            <w:tcW w:w="1691" w:type="pct"/>
            <w:gridSpan w:val="5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主教练</w:t>
            </w:r>
          </w:p>
        </w:tc>
        <w:tc>
          <w:tcPr>
            <w:tcW w:w="1659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助理教练</w:t>
            </w:r>
          </w:p>
        </w:tc>
      </w:tr>
      <w:tr w:rsidR="00F71889" w:rsidRPr="00E66C85" w:rsidTr="00E66C85">
        <w:trPr>
          <w:jc w:val="center"/>
        </w:trPr>
        <w:tc>
          <w:tcPr>
            <w:tcW w:w="704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94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4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95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96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704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  <w:r>
              <w:rPr>
                <w:rFonts w:ascii="仿宋_GB2312" w:eastAsia="仿宋_GB2312" w:cs="仿宋_GB2312" w:hint="eastAsia"/>
              </w:rPr>
              <w:t>号</w:t>
            </w:r>
          </w:p>
        </w:tc>
        <w:tc>
          <w:tcPr>
            <w:tcW w:w="94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4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  <w:r>
              <w:rPr>
                <w:rFonts w:ascii="仿宋_GB2312" w:eastAsia="仿宋_GB2312" w:cs="仿宋_GB2312" w:hint="eastAsia"/>
              </w:rPr>
              <w:t>号</w:t>
            </w:r>
          </w:p>
        </w:tc>
        <w:tc>
          <w:tcPr>
            <w:tcW w:w="95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  <w:r>
              <w:rPr>
                <w:rFonts w:ascii="仿宋_GB2312" w:eastAsia="仿宋_GB2312" w:cs="仿宋_GB2312" w:hint="eastAsia"/>
              </w:rPr>
              <w:t>号</w:t>
            </w:r>
          </w:p>
        </w:tc>
        <w:tc>
          <w:tcPr>
            <w:tcW w:w="96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704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电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话</w:t>
            </w:r>
          </w:p>
        </w:tc>
        <w:tc>
          <w:tcPr>
            <w:tcW w:w="94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4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电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话</w:t>
            </w:r>
          </w:p>
        </w:tc>
        <w:tc>
          <w:tcPr>
            <w:tcW w:w="95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电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话</w:t>
            </w:r>
          </w:p>
        </w:tc>
        <w:tc>
          <w:tcPr>
            <w:tcW w:w="96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5000" w:type="pct"/>
            <w:gridSpan w:val="1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运动员信息</w:t>
            </w:r>
          </w:p>
        </w:tc>
      </w:tr>
      <w:tr w:rsidR="00F71889" w:rsidRPr="00E66C85" w:rsidTr="00E66C85">
        <w:trPr>
          <w:trHeight w:val="1984"/>
          <w:jc w:val="center"/>
        </w:trPr>
        <w:tc>
          <w:tcPr>
            <w:tcW w:w="124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  <w:tc>
          <w:tcPr>
            <w:tcW w:w="1245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  <w:tc>
          <w:tcPr>
            <w:tcW w:w="1255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  <w:tc>
          <w:tcPr>
            <w:tcW w:w="1253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124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</w:p>
        </w:tc>
        <w:tc>
          <w:tcPr>
            <w:tcW w:w="1245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</w:p>
        </w:tc>
        <w:tc>
          <w:tcPr>
            <w:tcW w:w="1255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</w:p>
        </w:tc>
        <w:tc>
          <w:tcPr>
            <w:tcW w:w="1253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</w:p>
        </w:tc>
      </w:tr>
      <w:tr w:rsidR="00F71889" w:rsidRPr="00E66C85" w:rsidTr="00E66C85">
        <w:trPr>
          <w:trHeight w:val="540"/>
          <w:jc w:val="center"/>
        </w:trPr>
        <w:tc>
          <w:tcPr>
            <w:tcW w:w="124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45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55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53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trHeight w:val="1984"/>
          <w:jc w:val="center"/>
        </w:trPr>
        <w:tc>
          <w:tcPr>
            <w:tcW w:w="124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  <w:tc>
          <w:tcPr>
            <w:tcW w:w="1245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  <w:tc>
          <w:tcPr>
            <w:tcW w:w="1255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  <w:tc>
          <w:tcPr>
            <w:tcW w:w="1253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 w:rsidP="00E66C85">
            <w:pPr>
              <w:pStyle w:val="NormalWeb"/>
              <w:snapToGrid w:val="0"/>
              <w:spacing w:beforeAutospacing="0" w:after="180" w:afterAutospacing="0"/>
              <w:jc w:val="center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（免冠登记照）</w:t>
            </w: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姓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性</w:t>
            </w:r>
            <w:r w:rsidRPr="00E66C85">
              <w:rPr>
                <w:rFonts w:ascii="仿宋_GB2312" w:eastAsia="仿宋_GB2312" w:cs="仿宋_GB2312"/>
              </w:rPr>
              <w:t xml:space="preserve"> </w:t>
            </w:r>
            <w:r w:rsidRPr="00E66C85">
              <w:rPr>
                <w:rFonts w:ascii="仿宋_GB2312" w:eastAsia="仿宋_GB2312" w:cs="仿宋_GB2312" w:hint="eastAsia"/>
              </w:rPr>
              <w:t> </w:t>
            </w:r>
            <w:r w:rsidRPr="00E66C85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学籍号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625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22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16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21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场上号码</w:t>
            </w:r>
          </w:p>
        </w:tc>
        <w:tc>
          <w:tcPr>
            <w:tcW w:w="624" w:type="pct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71889" w:rsidRPr="00E66C85" w:rsidTr="00E66C85">
        <w:trPr>
          <w:jc w:val="center"/>
        </w:trPr>
        <w:tc>
          <w:tcPr>
            <w:tcW w:w="124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  <w:r>
              <w:rPr>
                <w:rFonts w:ascii="仿宋_GB2312" w:eastAsia="仿宋_GB2312" w:cs="仿宋_GB2312" w:hint="eastAsia"/>
              </w:rPr>
              <w:t>号</w:t>
            </w:r>
          </w:p>
        </w:tc>
        <w:tc>
          <w:tcPr>
            <w:tcW w:w="1245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  <w:r>
              <w:rPr>
                <w:rFonts w:ascii="仿宋_GB2312" w:eastAsia="仿宋_GB2312" w:cs="仿宋_GB2312" w:hint="eastAsia"/>
              </w:rPr>
              <w:t>号</w:t>
            </w:r>
          </w:p>
        </w:tc>
        <w:tc>
          <w:tcPr>
            <w:tcW w:w="1255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  <w:r>
              <w:rPr>
                <w:rFonts w:ascii="仿宋_GB2312" w:eastAsia="仿宋_GB2312" w:cs="仿宋_GB2312" w:hint="eastAsia"/>
              </w:rPr>
              <w:t>号</w:t>
            </w:r>
          </w:p>
        </w:tc>
        <w:tc>
          <w:tcPr>
            <w:tcW w:w="1253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pStyle w:val="NormalWeb"/>
              <w:snapToGrid w:val="0"/>
              <w:spacing w:beforeAutospacing="0" w:after="180" w:afterAutospacing="0"/>
              <w:rPr>
                <w:rFonts w:ascii="仿宋_GB2312" w:eastAsia="仿宋_GB2312" w:cs="Times New Roman"/>
              </w:rPr>
            </w:pPr>
            <w:r w:rsidRPr="00E66C85">
              <w:rPr>
                <w:rFonts w:ascii="仿宋_GB2312" w:eastAsia="仿宋_GB2312" w:cs="仿宋_GB2312" w:hint="eastAsia"/>
              </w:rPr>
              <w:t>身份证</w:t>
            </w:r>
            <w:r>
              <w:rPr>
                <w:rFonts w:ascii="仿宋_GB2312" w:eastAsia="仿宋_GB2312" w:cs="仿宋_GB2312" w:hint="eastAsia"/>
              </w:rPr>
              <w:t>号</w:t>
            </w:r>
          </w:p>
        </w:tc>
      </w:tr>
      <w:tr w:rsidR="00F71889" w:rsidRPr="00E66C85" w:rsidTr="00E66C85">
        <w:trPr>
          <w:trHeight w:val="647"/>
          <w:jc w:val="center"/>
        </w:trPr>
        <w:tc>
          <w:tcPr>
            <w:tcW w:w="1247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45" w:type="pct"/>
            <w:gridSpan w:val="4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55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53" w:type="pct"/>
            <w:gridSpan w:val="3"/>
            <w:tcBorders>
              <w:top w:val="single" w:sz="6" w:space="0" w:color="333300"/>
              <w:left w:val="single" w:sz="6" w:space="0" w:color="333300"/>
              <w:bottom w:val="single" w:sz="6" w:space="0" w:color="333300"/>
              <w:right w:val="single" w:sz="6" w:space="0" w:color="333300"/>
            </w:tcBorders>
            <w:vAlign w:val="center"/>
          </w:tcPr>
          <w:p w:rsidR="00F71889" w:rsidRPr="00E66C85" w:rsidRDefault="00F71889">
            <w:pPr>
              <w:snapToGrid w:val="0"/>
              <w:jc w:val="center"/>
              <w:textAlignment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F71889" w:rsidRDefault="00F71889">
      <w:pPr>
        <w:pStyle w:val="NormalWeb"/>
        <w:shd w:val="clear" w:color="auto" w:fill="FFFFFF"/>
        <w:spacing w:beforeAutospacing="0" w:afterAutospacing="0" w:line="560" w:lineRule="exact"/>
        <w:ind w:firstLine="482"/>
        <w:rPr>
          <w:rFonts w:ascii="仿宋" w:eastAsia="仿宋" w:hAnsi="微软雅黑" w:cs="Times New Roman"/>
        </w:rPr>
        <w:sectPr w:rsidR="00F71889" w:rsidSect="00E66C85">
          <w:footerReference w:type="default" r:id="rId6"/>
          <w:pgSz w:w="11906" w:h="16839" w:code="9"/>
          <w:pgMar w:top="1701" w:right="1531" w:bottom="1701" w:left="1531" w:header="709" w:footer="992" w:gutter="0"/>
          <w:pgNumType w:fmt="numberInDash" w:start="57"/>
          <w:cols w:space="720"/>
        </w:sectPr>
      </w:pPr>
    </w:p>
    <w:p w:rsidR="00F71889" w:rsidRDefault="00F71889" w:rsidP="00E66C85">
      <w:pPr>
        <w:pStyle w:val="NormalWeb"/>
        <w:spacing w:beforeAutospacing="0" w:afterAutospacing="0"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r w:rsidRPr="00E66C85"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2026</w:t>
      </w:r>
      <w:r w:rsidRPr="00E66C8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年常州市“常宝杯”幼儿足球</w:t>
      </w:r>
    </w:p>
    <w:p w:rsidR="00F71889" w:rsidRPr="00E66C85" w:rsidRDefault="00F71889" w:rsidP="00E66C85">
      <w:pPr>
        <w:pStyle w:val="NormalWeb"/>
        <w:spacing w:beforeAutospacing="0" w:afterAutospacing="0"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r w:rsidRPr="00E66C8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嘉年华活动安全责任承诺书</w:t>
      </w:r>
    </w:p>
    <w:p w:rsidR="00F71889" w:rsidRDefault="00F71889">
      <w:pPr>
        <w:pStyle w:val="NormalWeb"/>
        <w:shd w:val="clear" w:color="auto" w:fill="FFFFFF"/>
        <w:spacing w:beforeAutospacing="0" w:afterAutospacing="0" w:line="500" w:lineRule="exact"/>
        <w:ind w:firstLine="482"/>
        <w:rPr>
          <w:rFonts w:ascii="仿宋" w:eastAsia="仿宋" w:hAnsi="微软雅黑" w:cs="Times New Roman"/>
          <w:sz w:val="32"/>
          <w:szCs w:val="32"/>
        </w:rPr>
      </w:pPr>
    </w:p>
    <w:p w:rsidR="00F71889" w:rsidRPr="00E66C85" w:rsidRDefault="00F71889">
      <w:pPr>
        <w:pStyle w:val="NormalWeb"/>
        <w:spacing w:beforeAutospacing="0" w:afterAutospacing="0" w:line="560" w:lineRule="exact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赛事组委会：</w:t>
      </w:r>
    </w:p>
    <w:p w:rsidR="00F71889" w:rsidRPr="00E66C85" w:rsidRDefault="00F71889" w:rsidP="00E66C85">
      <w:pPr>
        <w:pStyle w:val="NormalWeb"/>
        <w:spacing w:beforeAutospacing="0" w:afterAutospacing="0" w:line="56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我自愿参加</w:t>
      </w:r>
      <w:r w:rsidRPr="00E66C85">
        <w:rPr>
          <w:rFonts w:ascii="仿宋_GB2312" w:eastAsia="仿宋_GB2312" w:hAnsi="仿宋_GB2312" w:cs="仿宋_GB2312"/>
          <w:color w:val="000000"/>
          <w:sz w:val="32"/>
          <w:szCs w:val="32"/>
        </w:rPr>
        <w:t>2026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年常州市“常宝</w:t>
      </w:r>
      <w:bookmarkStart w:id="0" w:name="_GoBack"/>
      <w:bookmarkEnd w:id="0"/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杯”幼儿足球嘉年华活动。在此，本人承诺身体状况达到可以参加本次活动的健康标准，如在本次活动中，发生任何意外事故均由本人负责，与组委会无关。活动期间，本人同意组委会拍摄照片，并可用于宣传、网站资料留存等活动。</w:t>
      </w:r>
    </w:p>
    <w:p w:rsidR="00F71889" w:rsidRPr="00E66C85" w:rsidRDefault="00F71889" w:rsidP="00E66C85">
      <w:pPr>
        <w:pStyle w:val="NormalWeb"/>
        <w:spacing w:beforeAutospacing="0" w:afterAutospacing="0" w:line="56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特此声明。</w:t>
      </w:r>
    </w:p>
    <w:p w:rsidR="00F71889" w:rsidRDefault="00F71889" w:rsidP="00123833">
      <w:pPr>
        <w:pStyle w:val="NormalWeb"/>
        <w:spacing w:beforeAutospacing="0" w:afterAutospacing="0" w:line="560" w:lineRule="exact"/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F71889" w:rsidRPr="00E66C85" w:rsidRDefault="00F71889" w:rsidP="00123833">
      <w:pPr>
        <w:pStyle w:val="NormalWeb"/>
        <w:spacing w:beforeAutospacing="0" w:afterAutospacing="0" w:line="560" w:lineRule="exact"/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F71889" w:rsidRPr="00E66C85" w:rsidRDefault="00F71889">
      <w:pPr>
        <w:pStyle w:val="NormalWeb"/>
        <w:spacing w:beforeAutospacing="0" w:afterAutospacing="0" w:line="560" w:lineRule="exact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参赛单位（公章）：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承诺人（签名）：</w:t>
      </w:r>
    </w:p>
    <w:p w:rsidR="00F71889" w:rsidRPr="00E66C85" w:rsidRDefault="00F71889" w:rsidP="00E66C85">
      <w:pPr>
        <w:pStyle w:val="NormalWeb"/>
        <w:spacing w:beforeAutospacing="0" w:afterAutospacing="0" w:line="56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F71889" w:rsidRPr="00E66C85" w:rsidRDefault="00F71889" w:rsidP="00E66C85">
      <w:pPr>
        <w:pStyle w:val="NormalWeb"/>
        <w:spacing w:beforeAutospacing="0" w:afterAutospacing="0" w:line="56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       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承诺人监护人（签名）：</w:t>
      </w:r>
    </w:p>
    <w:p w:rsidR="00F71889" w:rsidRPr="00E66C85" w:rsidRDefault="00F71889" w:rsidP="00E66C85">
      <w:pPr>
        <w:pStyle w:val="NormalWeb"/>
        <w:spacing w:beforeAutospacing="0" w:afterAutospacing="0" w:line="56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F71889" w:rsidRPr="00E66C85" w:rsidRDefault="00F71889" w:rsidP="00E66C85">
      <w:pPr>
        <w:pStyle w:val="NormalWeb"/>
        <w:spacing w:beforeAutospacing="0" w:afterAutospacing="0" w:line="56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  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签署日期：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 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 w:rsidRPr="00E66C85"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 </w:t>
      </w:r>
      <w:r w:rsidRPr="00E66C8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</w:t>
      </w:r>
    </w:p>
    <w:p w:rsidR="00F71889" w:rsidRPr="00E66C85" w:rsidRDefault="00F71889">
      <w:pPr>
        <w:pStyle w:val="NormalWeb"/>
        <w:spacing w:beforeAutospacing="0" w:afterAutospacing="0" w:line="560" w:lineRule="exact"/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F71889" w:rsidRPr="00123833" w:rsidRDefault="00F71889" w:rsidP="00123833">
      <w:pPr>
        <w:pStyle w:val="NormalWeb"/>
        <w:spacing w:beforeAutospacing="0" w:afterAutospacing="0" w:line="560" w:lineRule="exact"/>
        <w:ind w:firstLineChars="200" w:firstLine="31680"/>
        <w:jc w:val="both"/>
        <w:rPr>
          <w:rFonts w:ascii="楷体_GB2312" w:eastAsia="楷体_GB2312" w:hAnsi="仿宋_GB2312" w:cs="Times New Roman"/>
          <w:b/>
          <w:bCs/>
          <w:color w:val="000000"/>
          <w:sz w:val="32"/>
          <w:szCs w:val="32"/>
        </w:rPr>
      </w:pPr>
      <w:r w:rsidRPr="00123833">
        <w:rPr>
          <w:rFonts w:ascii="楷体_GB2312" w:eastAsia="楷体_GB2312" w:hAnsi="仿宋_GB2312" w:cs="楷体_GB2312" w:hint="eastAsia"/>
          <w:b/>
          <w:bCs/>
          <w:color w:val="000000"/>
          <w:sz w:val="32"/>
          <w:szCs w:val="32"/>
        </w:rPr>
        <w:t>注：</w:t>
      </w:r>
    </w:p>
    <w:p w:rsidR="00F71889" w:rsidRPr="00123833" w:rsidRDefault="00F71889" w:rsidP="00123833">
      <w:pPr>
        <w:pStyle w:val="NormalWeb"/>
        <w:spacing w:beforeAutospacing="0" w:afterAutospacing="0" w:line="560" w:lineRule="exact"/>
        <w:ind w:firstLineChars="200" w:firstLine="31680"/>
        <w:jc w:val="both"/>
        <w:rPr>
          <w:rFonts w:ascii="楷体_GB2312" w:eastAsia="楷体_GB2312" w:hAnsi="仿宋_GB2312" w:cs="Times New Roman"/>
          <w:b/>
          <w:bCs/>
          <w:color w:val="000000"/>
          <w:sz w:val="32"/>
          <w:szCs w:val="32"/>
        </w:rPr>
      </w:pPr>
      <w:r w:rsidRPr="00123833">
        <w:rPr>
          <w:rFonts w:ascii="楷体_GB2312" w:eastAsia="楷体_GB2312" w:hAnsi="仿宋_GB2312" w:cs="楷体_GB2312"/>
          <w:b/>
          <w:bCs/>
          <w:color w:val="000000"/>
          <w:sz w:val="32"/>
          <w:szCs w:val="32"/>
        </w:rPr>
        <w:t>1.</w:t>
      </w:r>
      <w:r w:rsidRPr="00123833">
        <w:rPr>
          <w:rFonts w:ascii="楷体_GB2312" w:eastAsia="楷体_GB2312" w:hAnsi="仿宋_GB2312" w:cs="楷体_GB2312" w:hint="eastAsia"/>
          <w:b/>
          <w:bCs/>
          <w:color w:val="000000"/>
          <w:sz w:val="32"/>
          <w:szCs w:val="32"/>
        </w:rPr>
        <w:t>须承诺人的监护人签名，打印文字或代签无效；</w:t>
      </w:r>
    </w:p>
    <w:p w:rsidR="00F71889" w:rsidRPr="00123833" w:rsidRDefault="00F71889" w:rsidP="00123833">
      <w:pPr>
        <w:pStyle w:val="NormalWeb"/>
        <w:spacing w:beforeAutospacing="0" w:afterAutospacing="0" w:line="560" w:lineRule="exact"/>
        <w:ind w:firstLineChars="200" w:firstLine="31680"/>
        <w:jc w:val="both"/>
        <w:rPr>
          <w:rFonts w:ascii="楷体_GB2312" w:eastAsia="楷体_GB2312" w:hAnsi="仿宋_GB2312" w:cs="Times New Roman"/>
          <w:b/>
          <w:bCs/>
          <w:color w:val="000000"/>
          <w:sz w:val="32"/>
          <w:szCs w:val="32"/>
        </w:rPr>
      </w:pPr>
      <w:r w:rsidRPr="00123833">
        <w:rPr>
          <w:rFonts w:ascii="楷体_GB2312" w:eastAsia="楷体_GB2312" w:hAnsi="仿宋_GB2312" w:cs="楷体_GB2312"/>
          <w:b/>
          <w:bCs/>
          <w:color w:val="000000"/>
          <w:sz w:val="32"/>
          <w:szCs w:val="32"/>
        </w:rPr>
        <w:t>2.</w:t>
      </w:r>
      <w:r w:rsidRPr="00123833">
        <w:rPr>
          <w:rFonts w:ascii="楷体_GB2312" w:eastAsia="楷体_GB2312" w:hAnsi="仿宋_GB2312" w:cs="楷体_GB2312" w:hint="eastAsia"/>
          <w:b/>
          <w:bCs/>
          <w:color w:val="000000"/>
          <w:sz w:val="32"/>
          <w:szCs w:val="32"/>
        </w:rPr>
        <w:t>领队会前如未递交该承诺书，则视为自动放弃参赛。</w:t>
      </w:r>
    </w:p>
    <w:sectPr w:rsidR="00F71889" w:rsidRPr="00123833" w:rsidSect="00123833">
      <w:pgSz w:w="11906" w:h="16838"/>
      <w:pgMar w:top="1701" w:right="1531" w:bottom="1701" w:left="1531" w:header="851" w:footer="992" w:gutter="0"/>
      <w:pgNumType w:fmt="numberInDash"/>
      <w:cols w:space="0"/>
      <w:docGrid w:type="lines" w:linePitch="3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889" w:rsidRDefault="00F71889" w:rsidP="007B56C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71889" w:rsidRDefault="00F71889" w:rsidP="007B56C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方正彩云繁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89" w:rsidRPr="00E66C85" w:rsidRDefault="00F71889" w:rsidP="00AF229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66C8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66C8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66C8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- 63 -</w:t>
    </w:r>
    <w:r w:rsidRPr="00E66C8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71889" w:rsidRDefault="00F71889" w:rsidP="00E66C8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889" w:rsidRDefault="00F71889" w:rsidP="007B56C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71889" w:rsidRDefault="00F71889" w:rsidP="007B56C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210"/>
  <w:drawingGridVerticalSpacing w:val="194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AA24D9F"/>
    <w:rsid w:val="D5DE8897"/>
    <w:rsid w:val="E7FE3684"/>
    <w:rsid w:val="EFFF70E4"/>
    <w:rsid w:val="F7EEC240"/>
    <w:rsid w:val="FBF75102"/>
    <w:rsid w:val="FDDC5620"/>
    <w:rsid w:val="FDEA700A"/>
    <w:rsid w:val="FFBFCE42"/>
    <w:rsid w:val="000D3562"/>
    <w:rsid w:val="00123833"/>
    <w:rsid w:val="001F1195"/>
    <w:rsid w:val="00280125"/>
    <w:rsid w:val="00590FE3"/>
    <w:rsid w:val="006A58D0"/>
    <w:rsid w:val="00707947"/>
    <w:rsid w:val="00750682"/>
    <w:rsid w:val="00786A59"/>
    <w:rsid w:val="007B56CF"/>
    <w:rsid w:val="00944BE0"/>
    <w:rsid w:val="009517A1"/>
    <w:rsid w:val="009603FF"/>
    <w:rsid w:val="00A40C38"/>
    <w:rsid w:val="00AF2293"/>
    <w:rsid w:val="00B46DCE"/>
    <w:rsid w:val="00BA7CA7"/>
    <w:rsid w:val="00C81633"/>
    <w:rsid w:val="00D46664"/>
    <w:rsid w:val="00E66C85"/>
    <w:rsid w:val="00F12BC9"/>
    <w:rsid w:val="00F71889"/>
    <w:rsid w:val="016A5D01"/>
    <w:rsid w:val="01CB67BA"/>
    <w:rsid w:val="02E3163D"/>
    <w:rsid w:val="033C2BF5"/>
    <w:rsid w:val="03661A20"/>
    <w:rsid w:val="03E43571"/>
    <w:rsid w:val="03E84175"/>
    <w:rsid w:val="04643B62"/>
    <w:rsid w:val="04694FAB"/>
    <w:rsid w:val="04785EAF"/>
    <w:rsid w:val="04E140C3"/>
    <w:rsid w:val="05331B7E"/>
    <w:rsid w:val="05482E38"/>
    <w:rsid w:val="05A638A0"/>
    <w:rsid w:val="05C8669A"/>
    <w:rsid w:val="06263B63"/>
    <w:rsid w:val="06450847"/>
    <w:rsid w:val="065D35AE"/>
    <w:rsid w:val="06C9323D"/>
    <w:rsid w:val="06CB4B66"/>
    <w:rsid w:val="07011CC2"/>
    <w:rsid w:val="07014C76"/>
    <w:rsid w:val="07644792"/>
    <w:rsid w:val="07AE4FCF"/>
    <w:rsid w:val="07F700E8"/>
    <w:rsid w:val="07FA4E5D"/>
    <w:rsid w:val="085245E8"/>
    <w:rsid w:val="09284798"/>
    <w:rsid w:val="09B77653"/>
    <w:rsid w:val="09C120A6"/>
    <w:rsid w:val="0A351CCC"/>
    <w:rsid w:val="0A404AE0"/>
    <w:rsid w:val="0A5B0F99"/>
    <w:rsid w:val="0A9C5498"/>
    <w:rsid w:val="0AE722C1"/>
    <w:rsid w:val="0B0F10C4"/>
    <w:rsid w:val="0B1D4950"/>
    <w:rsid w:val="0C734470"/>
    <w:rsid w:val="0C9C60AA"/>
    <w:rsid w:val="0DEB76F2"/>
    <w:rsid w:val="0F2B6FD9"/>
    <w:rsid w:val="10204305"/>
    <w:rsid w:val="102962AF"/>
    <w:rsid w:val="10343465"/>
    <w:rsid w:val="10ED552F"/>
    <w:rsid w:val="11B17F14"/>
    <w:rsid w:val="133C40E3"/>
    <w:rsid w:val="1342735E"/>
    <w:rsid w:val="13742674"/>
    <w:rsid w:val="13E156B5"/>
    <w:rsid w:val="13F25014"/>
    <w:rsid w:val="14024AC6"/>
    <w:rsid w:val="140C16BB"/>
    <w:rsid w:val="156009C5"/>
    <w:rsid w:val="15C83766"/>
    <w:rsid w:val="162219DC"/>
    <w:rsid w:val="162B22EC"/>
    <w:rsid w:val="165412E7"/>
    <w:rsid w:val="16793C4E"/>
    <w:rsid w:val="1755072C"/>
    <w:rsid w:val="183C240D"/>
    <w:rsid w:val="18AF72F1"/>
    <w:rsid w:val="19CF0524"/>
    <w:rsid w:val="19DA116E"/>
    <w:rsid w:val="1A330456"/>
    <w:rsid w:val="1A3B7422"/>
    <w:rsid w:val="1A577055"/>
    <w:rsid w:val="1A857A12"/>
    <w:rsid w:val="1A8F5F39"/>
    <w:rsid w:val="1AA13ABF"/>
    <w:rsid w:val="1AA24D9F"/>
    <w:rsid w:val="1AF30B6A"/>
    <w:rsid w:val="1B59776F"/>
    <w:rsid w:val="1BE8059B"/>
    <w:rsid w:val="1BFD388E"/>
    <w:rsid w:val="1D24677C"/>
    <w:rsid w:val="1DA03128"/>
    <w:rsid w:val="1E085D3E"/>
    <w:rsid w:val="1E695F6C"/>
    <w:rsid w:val="1EC56ACD"/>
    <w:rsid w:val="20757A1D"/>
    <w:rsid w:val="20C75D9C"/>
    <w:rsid w:val="21555156"/>
    <w:rsid w:val="21D2790B"/>
    <w:rsid w:val="226908E9"/>
    <w:rsid w:val="22887E92"/>
    <w:rsid w:val="22F55A15"/>
    <w:rsid w:val="23563407"/>
    <w:rsid w:val="237572DD"/>
    <w:rsid w:val="24743F68"/>
    <w:rsid w:val="253B75C0"/>
    <w:rsid w:val="253E1FB8"/>
    <w:rsid w:val="25473008"/>
    <w:rsid w:val="255A3389"/>
    <w:rsid w:val="25C1159A"/>
    <w:rsid w:val="25CD1C8D"/>
    <w:rsid w:val="25FD7B6A"/>
    <w:rsid w:val="261D2A9C"/>
    <w:rsid w:val="269B53A7"/>
    <w:rsid w:val="26C5725D"/>
    <w:rsid w:val="27637353"/>
    <w:rsid w:val="27C512CF"/>
    <w:rsid w:val="27CF6559"/>
    <w:rsid w:val="288C5FBF"/>
    <w:rsid w:val="28DA2E89"/>
    <w:rsid w:val="2A4254F9"/>
    <w:rsid w:val="2AAF1930"/>
    <w:rsid w:val="2B5B1E6C"/>
    <w:rsid w:val="2BA95732"/>
    <w:rsid w:val="2BF54107"/>
    <w:rsid w:val="2C570F72"/>
    <w:rsid w:val="2D1F32F4"/>
    <w:rsid w:val="2D4A4E5E"/>
    <w:rsid w:val="2DC25DA1"/>
    <w:rsid w:val="2E0C0BF4"/>
    <w:rsid w:val="2E396CE5"/>
    <w:rsid w:val="2E656033"/>
    <w:rsid w:val="2E7248C0"/>
    <w:rsid w:val="2E9214C0"/>
    <w:rsid w:val="2EDB42EF"/>
    <w:rsid w:val="2FA504AD"/>
    <w:rsid w:val="30734518"/>
    <w:rsid w:val="309A35B3"/>
    <w:rsid w:val="30A14CB5"/>
    <w:rsid w:val="316B58A2"/>
    <w:rsid w:val="31B163D9"/>
    <w:rsid w:val="31C51434"/>
    <w:rsid w:val="323B4D81"/>
    <w:rsid w:val="32691F42"/>
    <w:rsid w:val="32AA29C4"/>
    <w:rsid w:val="32BA08C4"/>
    <w:rsid w:val="32F20BA1"/>
    <w:rsid w:val="3319549C"/>
    <w:rsid w:val="33D81C6F"/>
    <w:rsid w:val="34B70380"/>
    <w:rsid w:val="35004F81"/>
    <w:rsid w:val="35031F9B"/>
    <w:rsid w:val="352E7146"/>
    <w:rsid w:val="358362DE"/>
    <w:rsid w:val="35D85400"/>
    <w:rsid w:val="35FC0710"/>
    <w:rsid w:val="361A4768"/>
    <w:rsid w:val="36537489"/>
    <w:rsid w:val="37CC6816"/>
    <w:rsid w:val="3867168C"/>
    <w:rsid w:val="39964B88"/>
    <w:rsid w:val="39FD2F52"/>
    <w:rsid w:val="3A5C7150"/>
    <w:rsid w:val="3AE174A3"/>
    <w:rsid w:val="3B2C461E"/>
    <w:rsid w:val="3B661580"/>
    <w:rsid w:val="3BBE2852"/>
    <w:rsid w:val="3BD72EE0"/>
    <w:rsid w:val="3C7C70D7"/>
    <w:rsid w:val="3CFE335A"/>
    <w:rsid w:val="3D153845"/>
    <w:rsid w:val="3D891605"/>
    <w:rsid w:val="3DB55C6F"/>
    <w:rsid w:val="3EAA449C"/>
    <w:rsid w:val="3EEE694E"/>
    <w:rsid w:val="3F0C1C8D"/>
    <w:rsid w:val="3F2F6B8F"/>
    <w:rsid w:val="3F410957"/>
    <w:rsid w:val="40774DD8"/>
    <w:rsid w:val="407D5693"/>
    <w:rsid w:val="40CA5CFC"/>
    <w:rsid w:val="40CB28E7"/>
    <w:rsid w:val="410E6D58"/>
    <w:rsid w:val="4136428A"/>
    <w:rsid w:val="4269071B"/>
    <w:rsid w:val="426B4382"/>
    <w:rsid w:val="42AA2B73"/>
    <w:rsid w:val="430F2F5F"/>
    <w:rsid w:val="43446334"/>
    <w:rsid w:val="43F63E0D"/>
    <w:rsid w:val="442671C8"/>
    <w:rsid w:val="444B446B"/>
    <w:rsid w:val="447A4D50"/>
    <w:rsid w:val="4484172B"/>
    <w:rsid w:val="44A84E71"/>
    <w:rsid w:val="46712183"/>
    <w:rsid w:val="46A76E5D"/>
    <w:rsid w:val="477DCE1E"/>
    <w:rsid w:val="484E298E"/>
    <w:rsid w:val="486E63C3"/>
    <w:rsid w:val="48B71543"/>
    <w:rsid w:val="48CF4000"/>
    <w:rsid w:val="48D86E8E"/>
    <w:rsid w:val="497E4423"/>
    <w:rsid w:val="49B377A5"/>
    <w:rsid w:val="49D04732"/>
    <w:rsid w:val="49D863F6"/>
    <w:rsid w:val="49E757EA"/>
    <w:rsid w:val="49F85058"/>
    <w:rsid w:val="4A515B6A"/>
    <w:rsid w:val="4AA20B5D"/>
    <w:rsid w:val="4BBC594D"/>
    <w:rsid w:val="4C0849EF"/>
    <w:rsid w:val="4C4A5008"/>
    <w:rsid w:val="4C4F261E"/>
    <w:rsid w:val="4C9235D2"/>
    <w:rsid w:val="4CE544DE"/>
    <w:rsid w:val="4CEB0506"/>
    <w:rsid w:val="4D4A3BBD"/>
    <w:rsid w:val="4D610FA7"/>
    <w:rsid w:val="4DE04F2F"/>
    <w:rsid w:val="4E06686F"/>
    <w:rsid w:val="4E346E10"/>
    <w:rsid w:val="4E3C4E24"/>
    <w:rsid w:val="4E485577"/>
    <w:rsid w:val="4E725AF0"/>
    <w:rsid w:val="4ED86DDC"/>
    <w:rsid w:val="4EEB1388"/>
    <w:rsid w:val="4F2F65F9"/>
    <w:rsid w:val="4FA9077D"/>
    <w:rsid w:val="4FAE457D"/>
    <w:rsid w:val="501E0480"/>
    <w:rsid w:val="503D54B2"/>
    <w:rsid w:val="504B5ACC"/>
    <w:rsid w:val="504F40D5"/>
    <w:rsid w:val="50680152"/>
    <w:rsid w:val="507027E6"/>
    <w:rsid w:val="50943942"/>
    <w:rsid w:val="50B84B55"/>
    <w:rsid w:val="50D5061B"/>
    <w:rsid w:val="50E64646"/>
    <w:rsid w:val="51440262"/>
    <w:rsid w:val="51A41581"/>
    <w:rsid w:val="52211574"/>
    <w:rsid w:val="5227289C"/>
    <w:rsid w:val="52740D1E"/>
    <w:rsid w:val="52AE47A6"/>
    <w:rsid w:val="52B27D2D"/>
    <w:rsid w:val="52B9176D"/>
    <w:rsid w:val="52B92F75"/>
    <w:rsid w:val="52F65300"/>
    <w:rsid w:val="53CD1E8A"/>
    <w:rsid w:val="544F0397"/>
    <w:rsid w:val="5472041A"/>
    <w:rsid w:val="54772DEC"/>
    <w:rsid w:val="55713605"/>
    <w:rsid w:val="559032A2"/>
    <w:rsid w:val="55B026BB"/>
    <w:rsid w:val="55C80E15"/>
    <w:rsid w:val="56410B95"/>
    <w:rsid w:val="567A49C8"/>
    <w:rsid w:val="567D15B1"/>
    <w:rsid w:val="56D9541C"/>
    <w:rsid w:val="56E57C18"/>
    <w:rsid w:val="56F34C36"/>
    <w:rsid w:val="56F956AD"/>
    <w:rsid w:val="57034309"/>
    <w:rsid w:val="573D1A1D"/>
    <w:rsid w:val="573E1E21"/>
    <w:rsid w:val="57B64874"/>
    <w:rsid w:val="5807127B"/>
    <w:rsid w:val="58D260E9"/>
    <w:rsid w:val="58DC4E00"/>
    <w:rsid w:val="58EF7718"/>
    <w:rsid w:val="596154BB"/>
    <w:rsid w:val="598F535C"/>
    <w:rsid w:val="59CA59DA"/>
    <w:rsid w:val="5A142217"/>
    <w:rsid w:val="5A3D5920"/>
    <w:rsid w:val="5AFD69DB"/>
    <w:rsid w:val="5B487E91"/>
    <w:rsid w:val="5B4B204F"/>
    <w:rsid w:val="5B6219E0"/>
    <w:rsid w:val="5BDE63C8"/>
    <w:rsid w:val="5C5E672D"/>
    <w:rsid w:val="5C7907C5"/>
    <w:rsid w:val="5C9065CB"/>
    <w:rsid w:val="5CEB19FD"/>
    <w:rsid w:val="5CF9550F"/>
    <w:rsid w:val="5DA546AF"/>
    <w:rsid w:val="5EE073DA"/>
    <w:rsid w:val="5EFEBDE8"/>
    <w:rsid w:val="5F5F4B0A"/>
    <w:rsid w:val="5F942D12"/>
    <w:rsid w:val="61472305"/>
    <w:rsid w:val="61BC5F59"/>
    <w:rsid w:val="62400F9F"/>
    <w:rsid w:val="62AC70B6"/>
    <w:rsid w:val="63095426"/>
    <w:rsid w:val="63464DB3"/>
    <w:rsid w:val="63AA2F5C"/>
    <w:rsid w:val="6469455D"/>
    <w:rsid w:val="64D8544F"/>
    <w:rsid w:val="65B45650"/>
    <w:rsid w:val="65C249F3"/>
    <w:rsid w:val="65FD364A"/>
    <w:rsid w:val="6615622F"/>
    <w:rsid w:val="66404FCB"/>
    <w:rsid w:val="66664CDC"/>
    <w:rsid w:val="66880F45"/>
    <w:rsid w:val="66D659BE"/>
    <w:rsid w:val="67464F66"/>
    <w:rsid w:val="674B0C2D"/>
    <w:rsid w:val="6751640F"/>
    <w:rsid w:val="675A7444"/>
    <w:rsid w:val="67A35E82"/>
    <w:rsid w:val="67C82D2D"/>
    <w:rsid w:val="683C7AA3"/>
    <w:rsid w:val="687F067C"/>
    <w:rsid w:val="68A015B4"/>
    <w:rsid w:val="68CA2609"/>
    <w:rsid w:val="68CC1AED"/>
    <w:rsid w:val="68D73772"/>
    <w:rsid w:val="68EF5B8F"/>
    <w:rsid w:val="697D2C52"/>
    <w:rsid w:val="699F4BA5"/>
    <w:rsid w:val="69BB0F42"/>
    <w:rsid w:val="6A1862EE"/>
    <w:rsid w:val="6A637494"/>
    <w:rsid w:val="6B924DC4"/>
    <w:rsid w:val="6BCF62E6"/>
    <w:rsid w:val="6CA818F3"/>
    <w:rsid w:val="6CD3A16D"/>
    <w:rsid w:val="6CDC031A"/>
    <w:rsid w:val="6CFA6CDB"/>
    <w:rsid w:val="6D1E5C16"/>
    <w:rsid w:val="6D535020"/>
    <w:rsid w:val="6DB83517"/>
    <w:rsid w:val="6E5F49A6"/>
    <w:rsid w:val="6ED40A61"/>
    <w:rsid w:val="6EE91885"/>
    <w:rsid w:val="6F0F2B42"/>
    <w:rsid w:val="6F2054C1"/>
    <w:rsid w:val="6FD00A02"/>
    <w:rsid w:val="6FD12C00"/>
    <w:rsid w:val="6FFF37D2"/>
    <w:rsid w:val="700C682E"/>
    <w:rsid w:val="70DE2EF1"/>
    <w:rsid w:val="70F95C2B"/>
    <w:rsid w:val="71A30B93"/>
    <w:rsid w:val="72C02163"/>
    <w:rsid w:val="72C5695B"/>
    <w:rsid w:val="734F12D9"/>
    <w:rsid w:val="743C0348"/>
    <w:rsid w:val="74650E1E"/>
    <w:rsid w:val="7473071B"/>
    <w:rsid w:val="749A0C64"/>
    <w:rsid w:val="752A2448"/>
    <w:rsid w:val="75D96D69"/>
    <w:rsid w:val="76152AAD"/>
    <w:rsid w:val="76AF1AA2"/>
    <w:rsid w:val="774405DA"/>
    <w:rsid w:val="77B77146"/>
    <w:rsid w:val="77EF6453"/>
    <w:rsid w:val="78623556"/>
    <w:rsid w:val="787C0EDD"/>
    <w:rsid w:val="78AC2F39"/>
    <w:rsid w:val="78D62532"/>
    <w:rsid w:val="78D83F37"/>
    <w:rsid w:val="79F1109C"/>
    <w:rsid w:val="7A946DA5"/>
    <w:rsid w:val="7A996FD7"/>
    <w:rsid w:val="7ADE2E07"/>
    <w:rsid w:val="7AF16A40"/>
    <w:rsid w:val="7B052A65"/>
    <w:rsid w:val="7B220BC5"/>
    <w:rsid w:val="7C505703"/>
    <w:rsid w:val="7C5F4108"/>
    <w:rsid w:val="7C7A0AC6"/>
    <w:rsid w:val="7CCF3A53"/>
    <w:rsid w:val="7CFC7D9A"/>
    <w:rsid w:val="7D5A6962"/>
    <w:rsid w:val="7D7C3B6C"/>
    <w:rsid w:val="7DB0182A"/>
    <w:rsid w:val="7E896090"/>
    <w:rsid w:val="7ED52CBB"/>
    <w:rsid w:val="7EDF21BA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BC9"/>
    <w:pPr>
      <w:widowControl w:val="0"/>
      <w:jc w:val="both"/>
    </w:pPr>
    <w:rPr>
      <w:rFonts w:ascii="Arial" w:eastAsia="微软雅黑" w:hAnsi="Arial" w:cs="Arial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2BC9"/>
    <w:pPr>
      <w:keepNext/>
      <w:keepLines/>
      <w:spacing w:before="260" w:after="220"/>
      <w:outlineLvl w:val="0"/>
    </w:pPr>
    <w:rPr>
      <w:b/>
      <w:bCs/>
      <w:kern w:val="44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BC9"/>
    <w:pPr>
      <w:keepNext/>
      <w:keepLines/>
      <w:spacing w:before="260" w:after="200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2BC9"/>
    <w:pPr>
      <w:keepNext/>
      <w:keepLines/>
      <w:spacing w:before="260" w:after="180"/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2BC9"/>
    <w:pPr>
      <w:keepNext/>
      <w:keepLines/>
      <w:spacing w:before="240" w:after="1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2BC9"/>
    <w:pPr>
      <w:keepNext/>
      <w:keepLines/>
      <w:spacing w:before="240" w:after="160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2BC9"/>
    <w:pPr>
      <w:keepNext/>
      <w:keepLines/>
      <w:spacing w:before="240" w:after="120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2BC9"/>
    <w:pPr>
      <w:keepNext/>
      <w:keepLines/>
      <w:spacing w:before="240" w:after="12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2BC9"/>
    <w:pPr>
      <w:keepNext/>
      <w:keepLines/>
      <w:spacing w:before="180" w:after="64"/>
      <w:outlineLvl w:val="7"/>
    </w:pPr>
    <w:rPr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2BC9"/>
    <w:pPr>
      <w:keepNext/>
      <w:keepLines/>
      <w:spacing w:before="180" w:after="64"/>
      <w:outlineLvl w:val="8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9B8"/>
    <w:rPr>
      <w:rFonts w:ascii="Arial" w:eastAsia="微软雅黑" w:hAnsi="Arial" w:cs="Arial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59B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59B8"/>
    <w:rPr>
      <w:rFonts w:ascii="Arial" w:eastAsia="微软雅黑" w:hAnsi="Arial" w:cs="Arial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59B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59B8"/>
    <w:rPr>
      <w:rFonts w:ascii="Arial" w:eastAsia="微软雅黑" w:hAnsi="Arial" w:cs="Arial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59B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59B8"/>
    <w:rPr>
      <w:rFonts w:ascii="Arial" w:eastAsia="微软雅黑" w:hAnsi="Arial" w:cs="Arial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59B8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59B8"/>
    <w:rPr>
      <w:rFonts w:asciiTheme="majorHAnsi" w:eastAsiaTheme="majorEastAsia" w:hAnsiTheme="majorHAnsi" w:cstheme="majorBidi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12BC9"/>
    <w:pPr>
      <w:spacing w:line="200" w:lineRule="atLeast"/>
      <w:ind w:firstLine="301"/>
    </w:pPr>
    <w:rPr>
      <w:rFonts w:ascii="宋体" w:eastAsia="Times New Roman" w:hAnsi="Courier New" w:cs="宋体"/>
      <w:spacing w:val="-4"/>
      <w:sz w:val="18"/>
      <w:szCs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C59B8"/>
    <w:rPr>
      <w:rFonts w:ascii="Arial" w:eastAsia="微软雅黑" w:hAnsi="Arial" w:cs="Arial"/>
      <w:szCs w:val="21"/>
    </w:rPr>
  </w:style>
  <w:style w:type="paragraph" w:styleId="NormalWeb">
    <w:name w:val="Normal (Web)"/>
    <w:basedOn w:val="Normal"/>
    <w:uiPriority w:val="99"/>
    <w:rsid w:val="00F12BC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12BC9"/>
    <w:pPr>
      <w:spacing w:after="120" w:line="240" w:lineRule="auto"/>
      <w:ind w:leftChars="200" w:left="420" w:firstLineChars="200" w:firstLine="420"/>
    </w:pPr>
    <w:rPr>
      <w:rFonts w:ascii="Times New Roman" w:eastAsia="宋体" w:hAnsi="Times New Roman" w:cs="Times New Roman"/>
      <w:spacing w:val="0"/>
      <w:sz w:val="28"/>
      <w:szCs w:val="2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C59B8"/>
  </w:style>
  <w:style w:type="table" w:styleId="TableGrid">
    <w:name w:val="Table Grid"/>
    <w:basedOn w:val="TableNormal"/>
    <w:uiPriority w:val="99"/>
    <w:rsid w:val="00F12BC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F12BC9"/>
    <w:rPr>
      <w:b/>
      <w:bCs/>
    </w:rPr>
  </w:style>
  <w:style w:type="character" w:styleId="FollowedHyperlink">
    <w:name w:val="FollowedHyperlink"/>
    <w:basedOn w:val="DefaultParagraphFont"/>
    <w:uiPriority w:val="99"/>
    <w:rsid w:val="00F12BC9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F12BC9"/>
    <w:rPr>
      <w:color w:val="0000FF"/>
      <w:u w:val="single"/>
    </w:rPr>
  </w:style>
  <w:style w:type="table" w:customStyle="1" w:styleId="TableNormal1">
    <w:name w:val="Table Normal1"/>
    <w:uiPriority w:val="99"/>
    <w:semiHidden/>
    <w:rsid w:val="00F12BC9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Normal"/>
    <w:uiPriority w:val="99"/>
    <w:rsid w:val="00F12BC9"/>
    <w:pPr>
      <w:ind w:firstLineChars="200" w:firstLine="420"/>
    </w:pPr>
    <w:rPr>
      <w:rFonts w:ascii="Times New Roman" w:eastAsia="宋体" w:hAnsi="Times New Roman" w:cs="Times New Roman"/>
    </w:rPr>
  </w:style>
  <w:style w:type="paragraph" w:styleId="Header">
    <w:name w:val="header"/>
    <w:basedOn w:val="Normal"/>
    <w:link w:val="HeaderChar"/>
    <w:uiPriority w:val="99"/>
    <w:rsid w:val="007B5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B56CF"/>
    <w:rPr>
      <w:rFonts w:ascii="Arial" w:eastAsia="微软雅黑" w:hAnsi="Arial" w:cs="Arial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7B5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56CF"/>
    <w:rPr>
      <w:rFonts w:ascii="Arial" w:eastAsia="微软雅黑" w:hAnsi="Arial" w:cs="Arial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E66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7</Pages>
  <Words>353</Words>
  <Characters>2014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10135</dc:creator>
  <cp:keywords/>
  <dc:description/>
  <cp:lastModifiedBy>吴琳赟</cp:lastModifiedBy>
  <cp:revision>7</cp:revision>
  <cp:lastPrinted>2025-10-09T06:25:00Z</cp:lastPrinted>
  <dcterms:created xsi:type="dcterms:W3CDTF">2018-05-27T17:24:00Z</dcterms:created>
  <dcterms:modified xsi:type="dcterms:W3CDTF">2025-10-09T06:25:00Z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woTemplate" linkTarget="0">
    <vt:i4>0</vt:i4>
  </property>
  <property fmtid="{D5CDD505-2E9C-101B-9397-08002B2CF9AE}" pid="4" name="KSOTemplateDocerSaveRecord">
    <vt:lpwstr>eyJoZGlkIjoiNmQ4ZmYxYjgyY2Q3ODc2MGNjMGM5ZDhlOWZmYjkwMmIiLCJ1c2VySWQiOiIyMDY4ODYyMjIifQ==</vt:lpwstr>
  </property>
  <property fmtid="{D5CDD505-2E9C-101B-9397-08002B2CF9AE}" pid="5" name="ICV">
    <vt:lpwstr>2746E91136374147BD0B7781F02D8AC0_13</vt:lpwstr>
  </property>
</Properties>
</file>