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E7" w:rsidRPr="00AA2CD6" w:rsidRDefault="001C1EE7" w:rsidP="00AA2CD6">
      <w:pPr>
        <w:textAlignment w:val="center"/>
        <w:rPr>
          <w:rFonts w:ascii="黑体" w:eastAsia="黑体" w:hAnsi="黑体" w:cs="黑体"/>
          <w:color w:val="000000"/>
          <w:sz w:val="32"/>
          <w:szCs w:val="32"/>
        </w:rPr>
      </w:pPr>
      <w:r w:rsidRPr="00AA2CD6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AA2CD6">
        <w:rPr>
          <w:rFonts w:ascii="黑体" w:eastAsia="黑体" w:hAnsi="黑体" w:cs="黑体"/>
          <w:color w:val="000000"/>
          <w:sz w:val="32"/>
          <w:szCs w:val="32"/>
        </w:rPr>
        <w:t>2</w:t>
      </w:r>
    </w:p>
    <w:p w:rsidR="001C1EE7" w:rsidRPr="00AA2CD6" w:rsidRDefault="001C1EE7">
      <w:pPr>
        <w:jc w:val="center"/>
        <w:textAlignment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AA2CD6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常州市优秀社区教育微课程</w:t>
      </w:r>
      <w:bookmarkStart w:id="0" w:name="_GoBack"/>
      <w:bookmarkEnd w:id="0"/>
      <w:r w:rsidRPr="00AA2CD6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申报表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14"/>
        <w:gridCol w:w="1076"/>
        <w:gridCol w:w="645"/>
        <w:gridCol w:w="1145"/>
        <w:gridCol w:w="899"/>
        <w:gridCol w:w="1519"/>
        <w:gridCol w:w="842"/>
        <w:gridCol w:w="920"/>
      </w:tblGrid>
      <w:tr w:rsidR="001C1EE7" w:rsidRPr="00AA2CD6" w:rsidTr="00AA2CD6">
        <w:tc>
          <w:tcPr>
            <w:tcW w:w="2827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课程名称</w:t>
            </w:r>
          </w:p>
        </w:tc>
        <w:tc>
          <w:tcPr>
            <w:tcW w:w="1711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788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作者</w:t>
            </w:r>
          </w:p>
        </w:tc>
        <w:tc>
          <w:tcPr>
            <w:tcW w:w="1832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234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单位</w:t>
            </w:r>
          </w:p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全称</w:t>
            </w:r>
          </w:p>
        </w:tc>
        <w:tc>
          <w:tcPr>
            <w:tcW w:w="2489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作品时长</w:t>
            </w:r>
          </w:p>
        </w:tc>
        <w:tc>
          <w:tcPr>
            <w:tcW w:w="1436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1C1EE7" w:rsidRPr="00AA2CD6" w:rsidTr="00AA2CD6">
        <w:trPr>
          <w:trHeight w:val="4862"/>
        </w:trPr>
        <w:tc>
          <w:tcPr>
            <w:tcW w:w="2827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课程简介（包括</w:t>
            </w:r>
            <w:r w:rsidRPr="00AA2CD6">
              <w:rPr>
                <w:rFonts w:ascii="仿宋_GB2312" w:eastAsia="仿宋_GB2312" w:cs="仿宋_GB2312" w:hint="eastAsia"/>
              </w:rPr>
              <w:t>作品选题、</w:t>
            </w:r>
            <w:r w:rsidRPr="00AA2CD6">
              <w:rPr>
                <w:rFonts w:ascii="仿宋_GB2312" w:eastAsia="仿宋_GB2312" w:cs="仿宋_GB2312" w:hint="eastAsia"/>
                <w:color w:val="000000"/>
              </w:rPr>
              <w:t>技术规范、教学安排、教学效果、应用场景描述等五个方面，字数控制在</w:t>
            </w:r>
            <w:r w:rsidRPr="00AA2CD6">
              <w:rPr>
                <w:rFonts w:ascii="仿宋_GB2312" w:eastAsia="仿宋_GB2312" w:cs="仿宋_GB2312"/>
                <w:color w:val="000000"/>
              </w:rPr>
              <w:t>1000</w:t>
            </w:r>
            <w:r w:rsidRPr="00AA2CD6">
              <w:rPr>
                <w:rFonts w:ascii="仿宋_GB2312" w:eastAsia="仿宋_GB2312" w:cs="仿宋_GB2312" w:hint="eastAsia"/>
                <w:color w:val="000000"/>
              </w:rPr>
              <w:t>内）</w:t>
            </w:r>
          </w:p>
        </w:tc>
        <w:tc>
          <w:tcPr>
            <w:tcW w:w="10624" w:type="dxa"/>
            <w:gridSpan w:val="7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1C1EE7" w:rsidRPr="00AA2CD6" w:rsidTr="00AA2CD6">
        <w:trPr>
          <w:trHeight w:val="1835"/>
        </w:trPr>
        <w:tc>
          <w:tcPr>
            <w:tcW w:w="2827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单位审批意见（加盖公章）</w:t>
            </w:r>
          </w:p>
        </w:tc>
        <w:tc>
          <w:tcPr>
            <w:tcW w:w="10624" w:type="dxa"/>
            <w:gridSpan w:val="7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1C1EE7" w:rsidRPr="00AA2CD6" w:rsidTr="00AA2CD6">
        <w:trPr>
          <w:trHeight w:val="1650"/>
        </w:trPr>
        <w:tc>
          <w:tcPr>
            <w:tcW w:w="2827" w:type="dxa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  <w:r w:rsidRPr="00AA2CD6">
              <w:rPr>
                <w:rFonts w:ascii="仿宋_GB2312" w:eastAsia="仿宋_GB2312" w:cs="仿宋_GB2312" w:hint="eastAsia"/>
                <w:color w:val="000000"/>
              </w:rPr>
              <w:t>辖市</w:t>
            </w:r>
            <w:r>
              <w:rPr>
                <w:rFonts w:ascii="仿宋_GB2312" w:eastAsia="仿宋_GB2312" w:cs="仿宋_GB2312" w:hint="eastAsia"/>
                <w:color w:val="000000"/>
              </w:rPr>
              <w:t>（</w:t>
            </w:r>
            <w:r w:rsidRPr="00AA2CD6">
              <w:rPr>
                <w:rFonts w:ascii="仿宋_GB2312" w:eastAsia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cs="仿宋_GB2312" w:hint="eastAsia"/>
                <w:color w:val="000000"/>
              </w:rPr>
              <w:t>）</w:t>
            </w:r>
            <w:r w:rsidRPr="00AA2CD6">
              <w:rPr>
                <w:rFonts w:ascii="仿宋_GB2312" w:eastAsia="仿宋_GB2312" w:cs="仿宋_GB2312" w:hint="eastAsia"/>
                <w:color w:val="000000"/>
              </w:rPr>
              <w:t>审批意见（加盖公章）</w:t>
            </w:r>
          </w:p>
        </w:tc>
        <w:tc>
          <w:tcPr>
            <w:tcW w:w="10624" w:type="dxa"/>
            <w:gridSpan w:val="7"/>
            <w:vAlign w:val="center"/>
          </w:tcPr>
          <w:p w:rsidR="001C1EE7" w:rsidRPr="00AA2CD6" w:rsidRDefault="001C1EE7" w:rsidP="00AA2CD6">
            <w:pPr>
              <w:jc w:val="center"/>
              <w:textAlignment w:val="center"/>
              <w:rPr>
                <w:rFonts w:ascii="仿宋_GB2312" w:eastAsia="仿宋_GB2312" w:cs="Times New Roman"/>
                <w:color w:val="000000"/>
              </w:rPr>
            </w:pPr>
          </w:p>
        </w:tc>
      </w:tr>
    </w:tbl>
    <w:p w:rsidR="001C1EE7" w:rsidRDefault="001C1EE7">
      <w:pPr>
        <w:rPr>
          <w:rFonts w:cs="Times New Roman"/>
        </w:rPr>
      </w:pPr>
    </w:p>
    <w:sectPr w:rsidR="001C1EE7" w:rsidSect="00AA2CD6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EE7" w:rsidRDefault="001C1E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C1EE7" w:rsidRDefault="001C1E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E7" w:rsidRPr="00AA2CD6" w:rsidRDefault="001C1EE7" w:rsidP="008339E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A2CD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A2CD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A2CD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AA2CD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C1EE7" w:rsidRDefault="001C1EE7" w:rsidP="00AA2CD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EE7" w:rsidRDefault="001C1E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C1EE7" w:rsidRDefault="001C1E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735"/>
    <w:rsid w:val="877DB98E"/>
    <w:rsid w:val="00052225"/>
    <w:rsid w:val="001C1EE7"/>
    <w:rsid w:val="00276735"/>
    <w:rsid w:val="00336C9B"/>
    <w:rsid w:val="008339EB"/>
    <w:rsid w:val="00AA2CD6"/>
    <w:rsid w:val="06FF76A5"/>
    <w:rsid w:val="7BFDA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735"/>
    <w:rPr>
      <w:rFonts w:ascii="宋体" w:hAnsi="宋体" w:cs="宋体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6735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A2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D71B4"/>
    <w:rPr>
      <w:rFonts w:ascii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AA2C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D71B4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AA2C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19</Words>
  <Characters>112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2</cp:revision>
  <dcterms:created xsi:type="dcterms:W3CDTF">2014-10-30T04:08:00Z</dcterms:created>
  <dcterms:modified xsi:type="dcterms:W3CDTF">2024-07-19T07:49:00Z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