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3A" w:rsidRDefault="00380C3A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380C3A" w:rsidRDefault="00380C3A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常州市教育局直属单位工作人员年度（学年度）考核优秀档次名额审核表</w:t>
      </w:r>
    </w:p>
    <w:p w:rsidR="00380C3A" w:rsidRDefault="00380C3A">
      <w:pPr>
        <w:widowControl/>
        <w:spacing w:before="120" w:line="240" w:lineRule="exact"/>
        <w:jc w:val="center"/>
        <w:rPr>
          <w:rFonts w:ascii="仿宋_GB2312"/>
          <w:kern w:val="0"/>
          <w:sz w:val="24"/>
          <w:szCs w:val="24"/>
        </w:rPr>
      </w:pPr>
      <w:r>
        <w:rPr>
          <w:rFonts w:ascii="仿宋_GB2312" w:cs="仿宋_GB2312"/>
          <w:kern w:val="0"/>
          <w:sz w:val="24"/>
          <w:szCs w:val="24"/>
        </w:rPr>
        <w:t>2024</w:t>
      </w:r>
      <w:r>
        <w:rPr>
          <w:rFonts w:ascii="仿宋_GB2312" w:cs="仿宋_GB2312" w:hint="eastAsia"/>
          <w:kern w:val="0"/>
          <w:sz w:val="24"/>
          <w:szCs w:val="24"/>
        </w:rPr>
        <w:t>年（</w:t>
      </w:r>
      <w:r>
        <w:rPr>
          <w:rFonts w:ascii="仿宋_GB2312" w:cs="仿宋_GB2312"/>
          <w:kern w:val="0"/>
          <w:sz w:val="24"/>
          <w:szCs w:val="24"/>
        </w:rPr>
        <w:t>2023</w:t>
      </w:r>
      <w:r>
        <w:rPr>
          <w:rFonts w:ascii="仿宋_GB2312"/>
          <w:kern w:val="0"/>
          <w:sz w:val="24"/>
          <w:szCs w:val="24"/>
        </w:rPr>
        <w:t>—</w:t>
      </w:r>
      <w:r>
        <w:rPr>
          <w:rFonts w:ascii="仿宋_GB2312" w:cs="仿宋_GB2312"/>
          <w:kern w:val="0"/>
          <w:sz w:val="24"/>
          <w:szCs w:val="24"/>
        </w:rPr>
        <w:t>2024</w:t>
      </w:r>
      <w:r>
        <w:rPr>
          <w:rFonts w:ascii="仿宋_GB2312" w:cs="仿宋_GB2312" w:hint="eastAsia"/>
          <w:kern w:val="0"/>
          <w:sz w:val="24"/>
          <w:szCs w:val="24"/>
        </w:rPr>
        <w:t>学年）</w:t>
      </w:r>
    </w:p>
    <w:p w:rsidR="00380C3A" w:rsidRDefault="00380C3A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380C3A" w:rsidRDefault="00380C3A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761"/>
        <w:gridCol w:w="1393"/>
        <w:gridCol w:w="846"/>
        <w:gridCol w:w="1005"/>
        <w:gridCol w:w="1377"/>
        <w:gridCol w:w="933"/>
        <w:gridCol w:w="135"/>
        <w:gridCol w:w="726"/>
      </w:tblGrid>
      <w:tr w:rsidR="00380C3A">
        <w:trPr>
          <w:trHeight w:val="536"/>
          <w:jc w:val="center"/>
        </w:trPr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其中：主管部门考核的单位领导人员数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380C3A">
        <w:trPr>
          <w:trHeight w:val="420"/>
          <w:jc w:val="center"/>
        </w:trPr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不在本单位参加考核人数及名单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援疆、援青、援陕人员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80C3A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80C3A">
        <w:trPr>
          <w:trHeight w:val="419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80C3A">
        <w:trPr>
          <w:trHeight w:val="707"/>
          <w:jc w:val="center"/>
        </w:trPr>
        <w:tc>
          <w:tcPr>
            <w:tcW w:w="489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学年度实际参加考核人数：</w:t>
            </w:r>
          </w:p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-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不在本单位参加考核人数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380C3A">
        <w:trPr>
          <w:trHeight w:val="1050"/>
          <w:jc w:val="center"/>
        </w:trPr>
        <w:tc>
          <w:tcPr>
            <w:tcW w:w="18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申报年度考核</w:t>
            </w:r>
          </w:p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优秀档次名额</w:t>
            </w:r>
            <w:r>
              <w:rPr>
                <w:rFonts w:ascii="黑体" w:eastAsia="黑体" w:hAnsi="黑体"/>
                <w:kern w:val="0"/>
                <w:sz w:val="21"/>
                <w:szCs w:val="21"/>
              </w:rPr>
              <w:br/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（实际参加考核人数的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20%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预核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2023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—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2024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学年度优秀档次名额名，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优秀档次名额不超过名。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（年中预核）</w:t>
            </w:r>
          </w:p>
          <w:p w:rsidR="00380C3A" w:rsidRDefault="00380C3A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380C3A" w:rsidRDefault="00380C3A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</w:p>
          <w:p w:rsidR="00380C3A" w:rsidRDefault="00380C3A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380C3A">
        <w:trPr>
          <w:trHeight w:val="1055"/>
          <w:jc w:val="center"/>
        </w:trPr>
        <w:tc>
          <w:tcPr>
            <w:tcW w:w="18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符合上浮优秀档次比例的荣誉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1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380C3A">
        <w:trPr>
          <w:trHeight w:val="484"/>
          <w:jc w:val="center"/>
        </w:trPr>
        <w:tc>
          <w:tcPr>
            <w:tcW w:w="405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-12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日预计减少人数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-12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日预计增加人数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380C3A">
        <w:trPr>
          <w:trHeight w:val="721"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12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31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</w:t>
            </w:r>
          </w:p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教职工人数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不在本单位参加考核人数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年末实际参加考核人数</w:t>
            </w:r>
          </w:p>
        </w:tc>
        <w:tc>
          <w:tcPr>
            <w:tcW w:w="17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380C3A">
        <w:trPr>
          <w:trHeight w:val="2845"/>
          <w:jc w:val="center"/>
        </w:trPr>
        <w:tc>
          <w:tcPr>
            <w:tcW w:w="1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单位申报</w:t>
            </w:r>
          </w:p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3A" w:rsidRDefault="00380C3A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380C3A" w:rsidRDefault="00380C3A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380C3A" w:rsidRDefault="00380C3A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380C3A" w:rsidRDefault="00380C3A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380C3A" w:rsidRDefault="00380C3A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380C3A" w:rsidRDefault="00380C3A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380C3A" w:rsidRDefault="00380C3A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380C3A" w:rsidRDefault="00380C3A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80C3A" w:rsidRDefault="00380C3A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  <w:u w:val="single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核</w:t>
            </w:r>
            <w:r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定</w:t>
            </w:r>
            <w:r>
              <w:rPr>
                <w:rFonts w:ascii="仿宋_GB2312" w:hAnsi="黑体" w:cs="仿宋_GB2312"/>
                <w:spacing w:val="10"/>
                <w:kern w:val="0"/>
                <w:sz w:val="21"/>
                <w:szCs w:val="21"/>
              </w:rPr>
              <w:t>2024</w:t>
            </w:r>
            <w:r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年度优秀档次名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额名，奖励（嘉奖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记功）名额名，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优秀档次名额不超过名。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（年末按照</w:t>
            </w:r>
            <w:r>
              <w:rPr>
                <w:rFonts w:ascii="仿宋_GB2312" w:hAnsi="黑体" w:cs="仿宋_GB2312"/>
                <w:b/>
                <w:bCs/>
                <w:color w:val="000000"/>
                <w:kern w:val="0"/>
                <w:sz w:val="21"/>
                <w:szCs w:val="21"/>
              </w:rPr>
              <w:t>2024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年度常州市事业单位人员考核文件核定）</w:t>
            </w:r>
          </w:p>
          <w:p w:rsidR="00380C3A" w:rsidRDefault="00380C3A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380C3A" w:rsidRDefault="00380C3A" w:rsidP="00E8041F">
            <w:pPr>
              <w:wordWrap w:val="0"/>
              <w:spacing w:line="240" w:lineRule="exact"/>
              <w:ind w:left="-57" w:right="258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</w:p>
          <w:p w:rsidR="00380C3A" w:rsidRDefault="00380C3A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380C3A">
        <w:trPr>
          <w:trHeight w:val="1365"/>
          <w:jc w:val="center"/>
        </w:trPr>
        <w:tc>
          <w:tcPr>
            <w:tcW w:w="11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0C3A" w:rsidRDefault="00380C3A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C3A" w:rsidRDefault="00380C3A">
            <w:pPr>
              <w:widowControl/>
              <w:spacing w:line="240" w:lineRule="exact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学年考核时预核优秀档次数量，年度考核时携带本表格正式核定优秀档次数量；</w:t>
            </w:r>
          </w:p>
          <w:p w:rsidR="00380C3A" w:rsidRDefault="00380C3A">
            <w:pPr>
              <w:widowControl/>
              <w:spacing w:line="240" w:lineRule="exact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在开展学年考核前已获得上浮比例荣誉的单位，可直接上浮优秀档次名额；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2024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年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日前获得相关荣誉的，可在年度考核时补充申报优秀档次名额；</w:t>
            </w:r>
          </w:p>
          <w:p w:rsidR="00380C3A" w:rsidRDefault="00380C3A">
            <w:pPr>
              <w:widowControl/>
              <w:spacing w:line="240" w:lineRule="exac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此表一式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</w:t>
            </w:r>
            <w:bookmarkStart w:id="0" w:name="_GoBack"/>
            <w:bookmarkEnd w:id="0"/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单位留存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份，主管部门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份。</w:t>
            </w:r>
          </w:p>
        </w:tc>
      </w:tr>
    </w:tbl>
    <w:p w:rsidR="00380C3A" w:rsidRDefault="00380C3A" w:rsidP="004F6A0A">
      <w:pPr>
        <w:spacing w:beforeLines="50"/>
        <w:rPr>
          <w:rFonts w:ascii="仿宋_GB2312"/>
        </w:rPr>
      </w:pPr>
      <w:r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    </w:t>
      </w:r>
      <w:r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380C3A" w:rsidSect="00E8041F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C3A" w:rsidRDefault="00380C3A" w:rsidP="00D4771F">
      <w:r>
        <w:separator/>
      </w:r>
    </w:p>
  </w:endnote>
  <w:endnote w:type="continuationSeparator" w:id="1">
    <w:p w:rsidR="00380C3A" w:rsidRDefault="00380C3A" w:rsidP="00D47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3A" w:rsidRDefault="00380C3A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>
      <w:rPr>
        <w:rStyle w:val="PageNumber"/>
        <w:sz w:val="28"/>
        <w:szCs w:val="28"/>
      </w:rPr>
      <w:fldChar w:fldCharType="end"/>
    </w:r>
  </w:p>
  <w:p w:rsidR="00380C3A" w:rsidRDefault="00380C3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C3A" w:rsidRDefault="00380C3A" w:rsidP="00D4771F">
      <w:r>
        <w:separator/>
      </w:r>
    </w:p>
  </w:footnote>
  <w:footnote w:type="continuationSeparator" w:id="1">
    <w:p w:rsidR="00380C3A" w:rsidRDefault="00380C3A" w:rsidP="00D477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ExZmY0ZDg3ZTkyOWQxZGUzOTI0ZmMxNTg4NTYzMWMifQ=="/>
  </w:docVars>
  <w:rsids>
    <w:rsidRoot w:val="006E7E24"/>
    <w:rsid w:val="0000757F"/>
    <w:rsid w:val="00074AC8"/>
    <w:rsid w:val="001462D9"/>
    <w:rsid w:val="001F78B5"/>
    <w:rsid w:val="00270FA0"/>
    <w:rsid w:val="00373DFE"/>
    <w:rsid w:val="00380C3A"/>
    <w:rsid w:val="003E4ECD"/>
    <w:rsid w:val="00406AB7"/>
    <w:rsid w:val="00423A02"/>
    <w:rsid w:val="0049570A"/>
    <w:rsid w:val="004F6A0A"/>
    <w:rsid w:val="005947AD"/>
    <w:rsid w:val="00627C2D"/>
    <w:rsid w:val="006A7A1A"/>
    <w:rsid w:val="006D0164"/>
    <w:rsid w:val="006E7E24"/>
    <w:rsid w:val="00786DD2"/>
    <w:rsid w:val="007F70E7"/>
    <w:rsid w:val="007F7154"/>
    <w:rsid w:val="008C5C49"/>
    <w:rsid w:val="00921247"/>
    <w:rsid w:val="0097423E"/>
    <w:rsid w:val="009E3283"/>
    <w:rsid w:val="00A856A7"/>
    <w:rsid w:val="00A95D8E"/>
    <w:rsid w:val="00B3277E"/>
    <w:rsid w:val="00B81A11"/>
    <w:rsid w:val="00D06F40"/>
    <w:rsid w:val="00D4771F"/>
    <w:rsid w:val="00D7064E"/>
    <w:rsid w:val="00E8041F"/>
    <w:rsid w:val="00E85D60"/>
    <w:rsid w:val="00F06B83"/>
    <w:rsid w:val="00FC729B"/>
    <w:rsid w:val="012B525A"/>
    <w:rsid w:val="03F339C8"/>
    <w:rsid w:val="0807626D"/>
    <w:rsid w:val="08B042DD"/>
    <w:rsid w:val="08C80DBC"/>
    <w:rsid w:val="09031216"/>
    <w:rsid w:val="0B3007B6"/>
    <w:rsid w:val="0BDC066F"/>
    <w:rsid w:val="13533A1A"/>
    <w:rsid w:val="169B42D1"/>
    <w:rsid w:val="16C93A62"/>
    <w:rsid w:val="16F81B5D"/>
    <w:rsid w:val="176F34F5"/>
    <w:rsid w:val="17A8204F"/>
    <w:rsid w:val="24A60CB2"/>
    <w:rsid w:val="252A4A9A"/>
    <w:rsid w:val="2FE26D80"/>
    <w:rsid w:val="32E61884"/>
    <w:rsid w:val="3A735E0A"/>
    <w:rsid w:val="3E033D54"/>
    <w:rsid w:val="3F222951"/>
    <w:rsid w:val="42A36BD0"/>
    <w:rsid w:val="46FD65E0"/>
    <w:rsid w:val="4C154AA0"/>
    <w:rsid w:val="509117A3"/>
    <w:rsid w:val="5192284B"/>
    <w:rsid w:val="58965100"/>
    <w:rsid w:val="5FE5261C"/>
    <w:rsid w:val="5FF66E84"/>
    <w:rsid w:val="6493263E"/>
    <w:rsid w:val="6A480E85"/>
    <w:rsid w:val="6CD027B7"/>
    <w:rsid w:val="717F431F"/>
    <w:rsid w:val="73667534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1F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47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771F"/>
    <w:rPr>
      <w:rFonts w:ascii="Times New Roman" w:eastAsia="仿宋_GB2312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47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1F"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47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109</Words>
  <Characters>626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10</cp:revision>
  <cp:lastPrinted>2022-06-20T01:59:00Z</cp:lastPrinted>
  <dcterms:created xsi:type="dcterms:W3CDTF">2020-06-19T03:32:00Z</dcterms:created>
  <dcterms:modified xsi:type="dcterms:W3CDTF">2024-06-18T06:38:00Z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7264BEC154C8499DA7C101BAD62550FE_12</vt:lpwstr>
  </property>
</Properties>
</file>