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F2" w:rsidRDefault="003F1FF2">
      <w:pPr>
        <w:rPr>
          <w:rFonts w:ascii="黑体" w:eastAsia="黑体" w:hAnsi="黑体" w:cs="Times New Roman"/>
          <w:sz w:val="32"/>
          <w:szCs w:val="32"/>
          <w:lang/>
        </w:rPr>
      </w:pPr>
      <w:r>
        <w:rPr>
          <w:rFonts w:ascii="黑体" w:eastAsia="黑体" w:hAnsi="黑体" w:cs="黑体" w:hint="eastAsia"/>
          <w:sz w:val="32"/>
          <w:szCs w:val="32"/>
          <w:lang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3F1FF2" w:rsidRPr="008F0B89" w:rsidRDefault="003F1FF2" w:rsidP="008F0B89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  <w:lang/>
        </w:rPr>
      </w:pPr>
      <w:r w:rsidRPr="008F0B89">
        <w:rPr>
          <w:rFonts w:ascii="方正小标宋简体" w:eastAsia="方正小标宋简体" w:hAnsi="方正小标宋简体" w:cs="方正小标宋简体"/>
          <w:sz w:val="44"/>
          <w:szCs w:val="44"/>
          <w:lang/>
        </w:rPr>
        <w:t>2024</w:t>
      </w:r>
      <w:r w:rsidRPr="008F0B89"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年常州市中小学生优秀书法作品遴选</w:t>
      </w:r>
    </w:p>
    <w:p w:rsidR="003F1FF2" w:rsidRPr="008F0B89" w:rsidRDefault="003F1FF2" w:rsidP="008F0B89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  <w:lang/>
        </w:rPr>
      </w:pPr>
      <w:r w:rsidRPr="008F0B89"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小学</w:t>
      </w:r>
      <w:r w:rsidRPr="008F0B89">
        <w:rPr>
          <w:rFonts w:ascii="方正小标宋简体" w:eastAsia="方正小标宋简体" w:hAnsi="方正小标宋简体" w:cs="方正小标宋简体" w:hint="eastAsia"/>
          <w:sz w:val="44"/>
          <w:szCs w:val="44"/>
        </w:rPr>
        <w:t>低</w:t>
      </w:r>
      <w:r w:rsidRPr="008F0B89"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年级组获奖名单</w:t>
      </w:r>
    </w:p>
    <w:p w:rsidR="003F1FF2" w:rsidRDefault="003F1FF2">
      <w:pPr>
        <w:jc w:val="center"/>
        <w:rPr>
          <w:rFonts w:ascii="仿宋" w:eastAsia="仿宋" w:hAnsi="仿宋" w:cs="Times New Roman"/>
          <w:b/>
          <w:bCs/>
          <w:sz w:val="32"/>
          <w:szCs w:val="32"/>
        </w:rPr>
      </w:pPr>
    </w:p>
    <w:p w:rsidR="003F1FF2" w:rsidRPr="008F0B89" w:rsidRDefault="003F1FF2" w:rsidP="008F0B89">
      <w:pPr>
        <w:jc w:val="center"/>
        <w:rPr>
          <w:rFonts w:ascii="黑体" w:eastAsia="黑体" w:hAnsi="黑体" w:cs="Times New Roman"/>
          <w:lang/>
        </w:rPr>
      </w:pPr>
      <w:r w:rsidRPr="008F0B89">
        <w:rPr>
          <w:rFonts w:ascii="黑体" w:eastAsia="黑体" w:hAnsi="黑体" w:cs="黑体" w:hint="eastAsia"/>
        </w:rPr>
        <w:t>毛笔</w:t>
      </w:r>
      <w:r w:rsidRPr="008F0B89">
        <w:rPr>
          <w:rFonts w:ascii="黑体" w:eastAsia="黑体" w:hAnsi="黑体" w:cs="黑体" w:hint="eastAsia"/>
          <w:lang/>
        </w:rPr>
        <w:t>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4821"/>
        <w:gridCol w:w="1440"/>
      </w:tblGrid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指导老师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金楚杰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董双慧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马婉馨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仇莉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陈羿铭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孙琪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王佐之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沈敏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戴赫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沈敏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赵安冉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沈敏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魏烨阳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蒋锡凤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张叶萱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常州市武进区漕桥小学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王晓玲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蒋思言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蒋梦姣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时云熙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常州市新北区吕墅小学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于烽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赵家莹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吴樾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焦奕诺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吕云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毛艺婷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常州市香梅小学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刘萌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刘承言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常州市香梅小学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曹卓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陈涵</w:t>
            </w:r>
            <w:r w:rsidRPr="008F0B89">
              <w:rPr>
                <w:rFonts w:ascii="仿宋_GB2312" w:eastAsia="仿宋" w:hAnsi="仿宋" w:cs="仿宋" w:hint="eastAsia"/>
                <w:sz w:val="24"/>
                <w:szCs w:val="24"/>
              </w:rPr>
              <w:t>祎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顾泓雯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方彦钦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李慧莹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曹铭佑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李慧莹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葛昀桥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沈恺</w:t>
            </w:r>
            <w:r w:rsidRPr="008F0B89">
              <w:rPr>
                <w:rFonts w:ascii="仿宋_GB2312" w:eastAsia="仿宋" w:hAnsi="仿宋" w:cs="仿宋" w:hint="eastAsia"/>
                <w:sz w:val="24"/>
                <w:szCs w:val="24"/>
                <w:shd w:val="clear" w:color="auto" w:fill="FFFFFF"/>
              </w:rPr>
              <w:t>勍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吴婉馨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常州市华润小学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汪浅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胡梓冉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常州市勤业小学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邵楠</w:t>
            </w:r>
          </w:p>
        </w:tc>
      </w:tr>
    </w:tbl>
    <w:p w:rsidR="003F1FF2" w:rsidRPr="008F0B89" w:rsidRDefault="003F1FF2" w:rsidP="008F0B89">
      <w:pPr>
        <w:jc w:val="center"/>
        <w:rPr>
          <w:rFonts w:ascii="仿宋_GB2312" w:eastAsia="仿宋_GB2312" w:cs="Times New Roman"/>
          <w:sz w:val="24"/>
          <w:szCs w:val="24"/>
        </w:rPr>
      </w:pPr>
    </w:p>
    <w:p w:rsidR="003F1FF2" w:rsidRPr="008F0B89" w:rsidRDefault="003F1FF2" w:rsidP="008F0B89">
      <w:pPr>
        <w:jc w:val="center"/>
        <w:rPr>
          <w:rFonts w:ascii="黑体" w:eastAsia="黑体" w:hAnsi="黑体" w:cs="Times New Roman"/>
        </w:rPr>
      </w:pPr>
      <w:r w:rsidRPr="008F0B89">
        <w:rPr>
          <w:rFonts w:ascii="黑体" w:eastAsia="黑体" w:hAnsi="黑体" w:cs="黑体" w:hint="eastAsia"/>
        </w:rPr>
        <w:t>硬笔一等奖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368"/>
        <w:gridCol w:w="4821"/>
        <w:gridCol w:w="1440"/>
      </w:tblGrid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指导老师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  <w:lang/>
              </w:rPr>
              <w:t>1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狄荻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溧阳市永平小学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王杨双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石一萱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溧阳市燕湖小学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彭云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周诗怡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蒋梦姣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蒋可欣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常州市武进区李公朴小学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陆天梦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周洛米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常州市武进区鸣凰中心小学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岳黎云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盛高桔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常州市武进区刘海粟小学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陈嫦云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余启赫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承斐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耿亚萱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汤桢雅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周高灏予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常州市新北区飞龙实验小学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陈雅军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赵恬宇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吕靓雯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糜仓绪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吕靓雯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刘梓睿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江健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汪禹诺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江健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刘金子骜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常州市新北区百草园小学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马咏慧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张霁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常州市清凉小学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卢月霞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吴诗瑶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韩小兰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戴铭辰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高娴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谢叶澄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吴雨蕾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何颜汐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常州市觅渡桥小学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张志晶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耿可欣</w:t>
            </w:r>
          </w:p>
        </w:tc>
        <w:tc>
          <w:tcPr>
            <w:tcW w:w="4821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  <w:tc>
          <w:tcPr>
            <w:tcW w:w="1440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周汝翼</w:t>
            </w:r>
          </w:p>
        </w:tc>
      </w:tr>
    </w:tbl>
    <w:p w:rsidR="003F1FF2" w:rsidRPr="008F0B89" w:rsidRDefault="003F1FF2" w:rsidP="008F0B89">
      <w:pPr>
        <w:jc w:val="center"/>
        <w:rPr>
          <w:rFonts w:ascii="仿宋_GB2312" w:eastAsia="仿宋_GB2312" w:cs="Times New Roman"/>
          <w:sz w:val="24"/>
          <w:szCs w:val="24"/>
        </w:rPr>
      </w:pPr>
    </w:p>
    <w:p w:rsidR="003F1FF2" w:rsidRPr="008F0B89" w:rsidRDefault="003F1FF2" w:rsidP="008F0B89">
      <w:pPr>
        <w:jc w:val="center"/>
        <w:rPr>
          <w:rFonts w:ascii="黑体" w:eastAsia="黑体" w:hAnsi="黑体" w:cs="Times New Roman"/>
        </w:rPr>
      </w:pPr>
      <w:r w:rsidRPr="008F0B89">
        <w:rPr>
          <w:rFonts w:ascii="黑体" w:eastAsia="黑体" w:hAnsi="黑体" w:cs="黑体" w:hint="eastAsia"/>
        </w:rPr>
        <w:t>毛笔二等奖</w:t>
      </w: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史政昊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黄雅宁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常州市武进区漕桥小学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陆昊霆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常州市武进区漕桥小学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汤以若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毛羿欢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贾文轩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陈沛棋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杨翦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王子瑜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常州市武进区牛塘中心小学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徐铭希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常州市武进区星河实验小学</w:t>
            </w:r>
          </w:p>
        </w:tc>
      </w:tr>
      <w:tr w:rsidR="003F1FF2" w:rsidRPr="008F0B89" w:rsidTr="008F0B89">
        <w:trPr>
          <w:trHeight w:val="90"/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刘水儿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刘景曦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常州市中天实验学校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安钧奕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常州市河海实验学校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汪丰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常州市河海实验学校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查映妍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周欣恬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李子杰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张梦涵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常州市清凉小学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周昱辰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李思颖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常州市西横街小学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汪芷萱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常州市平冈小学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蔡金庭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邵章茗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李咏旃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常州市西新桥小学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伏悦心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常州市卜弋小学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李慕遥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常州市花园第二小学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龙文心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常州市广化小学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沈斯年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常州市广化小学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周玮娜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常州市戚墅堰东方小学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蒋钰宁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常州市戚墅堰东方小学</w:t>
            </w:r>
          </w:p>
        </w:tc>
      </w:tr>
    </w:tbl>
    <w:p w:rsidR="003F1FF2" w:rsidRPr="008F0B89" w:rsidRDefault="003F1FF2" w:rsidP="008F0B89">
      <w:pPr>
        <w:jc w:val="center"/>
        <w:rPr>
          <w:rFonts w:ascii="仿宋_GB2312" w:eastAsia="仿宋_GB2312" w:cs="Times New Roman"/>
          <w:sz w:val="24"/>
          <w:szCs w:val="24"/>
        </w:rPr>
      </w:pPr>
    </w:p>
    <w:p w:rsidR="003F1FF2" w:rsidRPr="008F0B89" w:rsidRDefault="003F1FF2" w:rsidP="008F0B89">
      <w:pPr>
        <w:jc w:val="center"/>
        <w:rPr>
          <w:rFonts w:ascii="黑体" w:eastAsia="黑体" w:hAnsi="黑体" w:cs="Times New Roman"/>
          <w:lang/>
        </w:rPr>
      </w:pPr>
      <w:r w:rsidRPr="008F0B89">
        <w:rPr>
          <w:rFonts w:ascii="黑体" w:eastAsia="黑体" w:hAnsi="黑体" w:cs="黑体" w:hint="eastAsia"/>
          <w:lang/>
        </w:rPr>
        <w:t>硬笔二等奖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  <w:lang/>
              </w:rPr>
              <w:t>1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</w:t>
            </w:r>
            <w:r w:rsidRPr="008F0B89">
              <w:rPr>
                <w:rFonts w:ascii="仿宋_GB2312" w:eastAsia="仿宋" w:hAnsi="仿宋" w:cs="仿宋" w:hint="eastAsia"/>
                <w:sz w:val="24"/>
                <w:szCs w:val="24"/>
              </w:rPr>
              <w:t>玥</w:t>
            </w: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含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  <w:lang/>
              </w:rPr>
              <w:t>2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董泽安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  <w:lang/>
              </w:rPr>
              <w:t>3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沙</w:t>
            </w:r>
            <w:r w:rsidRPr="008F0B89">
              <w:rPr>
                <w:rFonts w:ascii="仿宋_GB2312" w:eastAsia="仿宋" w:hAnsi="仿宋" w:cs="仿宋" w:hint="eastAsia"/>
                <w:sz w:val="24"/>
                <w:szCs w:val="24"/>
              </w:rPr>
              <w:t>莀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常州市金坛区段玉裁实验小学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陈沛棋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周诗韵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孙培羲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俞子涵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施一恺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陈沛棋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范语芯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查映妍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赵依蕤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曹钰汐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常州市新北区河海实验小学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芮琪轩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常州市新北区三井实验小学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李思璇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常州市新北区龙虎塘第二实验小学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王希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秦桦沁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常州市新北区百草园小学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顾</w:t>
            </w:r>
            <w:r w:rsidRPr="008F0B89">
              <w:rPr>
                <w:rFonts w:ascii="仿宋_GB2312" w:eastAsia="仿宋" w:hAnsi="仿宋" w:cs="仿宋" w:hint="eastAsia"/>
                <w:sz w:val="24"/>
                <w:szCs w:val="24"/>
              </w:rPr>
              <w:t>渃</w:t>
            </w: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语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常州市新北区春江小学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宦子岳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殷奕先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王晨熙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常州市东坡小学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郭佳梦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常州市局前街小学</w:t>
            </w:r>
          </w:p>
        </w:tc>
      </w:tr>
      <w:tr w:rsidR="003F1FF2" w:rsidRPr="008F0B89" w:rsidTr="008F0B89">
        <w:trPr>
          <w:trHeight w:val="602"/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蔡子卓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常州市钟楼区第二实验小学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李沐籽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常州市广化小学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徐艺</w:t>
            </w:r>
            <w:r w:rsidRPr="008F0B89">
              <w:rPr>
                <w:rFonts w:ascii="仿宋_GB2312" w:eastAsia="仿宋" w:hAnsi="仿宋" w:cs="仿宋" w:hint="eastAsia"/>
                <w:sz w:val="24"/>
                <w:szCs w:val="24"/>
              </w:rPr>
              <w:t>瑄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高明灏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i/>
                <w:iCs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陈心妍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梁翊炫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常州市武进区芙蓉小学</w:t>
            </w:r>
          </w:p>
        </w:tc>
      </w:tr>
      <w:tr w:rsidR="003F1FF2" w:rsidRPr="008F0B89" w:rsidTr="008F0B89">
        <w:trPr>
          <w:trHeight w:val="414"/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杨梓桐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常州市武进区遥观中心小学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汪诗颐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常州市青少年活动中心</w:t>
            </w:r>
          </w:p>
        </w:tc>
      </w:tr>
    </w:tbl>
    <w:p w:rsidR="003F1FF2" w:rsidRPr="008F0B89" w:rsidRDefault="003F1FF2" w:rsidP="008F0B89">
      <w:pPr>
        <w:jc w:val="center"/>
        <w:rPr>
          <w:rFonts w:ascii="仿宋_GB2312" w:eastAsia="仿宋_GB2312" w:cs="Times New Roman"/>
          <w:sz w:val="24"/>
          <w:szCs w:val="24"/>
        </w:rPr>
      </w:pPr>
    </w:p>
    <w:p w:rsidR="003F1FF2" w:rsidRPr="008F0B89" w:rsidRDefault="003F1FF2" w:rsidP="008F0B89">
      <w:pPr>
        <w:jc w:val="center"/>
        <w:rPr>
          <w:rFonts w:ascii="黑体" w:eastAsia="黑体" w:hAnsi="黑体" w:cs="Times New Roman"/>
          <w:lang/>
        </w:rPr>
      </w:pPr>
      <w:r w:rsidRPr="008F0B89">
        <w:rPr>
          <w:rFonts w:ascii="黑体" w:eastAsia="黑体" w:hAnsi="黑体" w:cs="黑体" w:hint="eastAsia"/>
          <w:lang/>
        </w:rPr>
        <w:t>毛笔三等奖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余佳芯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溧阳市天目湖中心小学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  <w:lang/>
              </w:rPr>
              <w:t>2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狄芷伊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溧阳市第二实验小学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  <w:lang/>
              </w:rPr>
              <w:t>3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管艺程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  <w:lang/>
              </w:rPr>
              <w:t>4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夏一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  <w:lang/>
              </w:rPr>
              <w:t>5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张航诚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陈子衿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溧阳市永平小学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谈心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陈韵羽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常州市金坛区段玉裁实验小学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蒋忻蓉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常州市金坛区华罗庚实验学校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吴思娴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张泽彦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李欣怡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李兆雪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常州市武进清英外国语学校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岳梓依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常州市武进清英外国语学校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万宸汐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汤俊泽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常州市武进区星河实验小学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濮琳烯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常州市武进区漕桥小学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王千慧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常州市武进区刘海粟小学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颜芷汀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常州市武进区刘海粟小学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刘启隽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常州市新北区百草园小学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胡艺萱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李奕瑶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何楚伶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常州市凤凰新城实验小学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张淑窈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李潇霄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王浩铭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常州市解放路小学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朱子菁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常州市正衡小学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陈晏琪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常州市紫云小学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马子懿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常州市平冈小学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袁信然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陈怡鑫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陈鸿杰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常州市冠英小学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颜奕宸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李沐亲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荆睿熙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常州市五星实验小学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高以牧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杨蕙泽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常州市武进区横林实验小学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王佳莉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常州市武进区横林实验小学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高奕茜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常州市武进区横林实验小学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579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彭志茗</w:t>
            </w:r>
          </w:p>
        </w:tc>
        <w:tc>
          <w:tcPr>
            <w:tcW w:w="6042" w:type="dxa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常州经开区小学</w:t>
            </w:r>
          </w:p>
        </w:tc>
      </w:tr>
    </w:tbl>
    <w:p w:rsidR="003F1FF2" w:rsidRPr="008F0B89" w:rsidRDefault="003F1FF2" w:rsidP="008F0B89">
      <w:pPr>
        <w:jc w:val="center"/>
        <w:rPr>
          <w:rFonts w:ascii="仿宋_GB2312" w:eastAsia="仿宋_GB2312" w:cs="Times New Roman"/>
          <w:sz w:val="24"/>
          <w:szCs w:val="24"/>
        </w:rPr>
      </w:pPr>
    </w:p>
    <w:p w:rsidR="003F1FF2" w:rsidRPr="008F0B89" w:rsidRDefault="003F1FF2" w:rsidP="008F0B89">
      <w:pPr>
        <w:jc w:val="center"/>
        <w:rPr>
          <w:rFonts w:ascii="黑体" w:eastAsia="黑体" w:hAnsi="黑体" w:cs="Times New Roman"/>
          <w:lang/>
        </w:rPr>
      </w:pPr>
      <w:r w:rsidRPr="008F0B89">
        <w:rPr>
          <w:rFonts w:ascii="黑体" w:eastAsia="黑体" w:hAnsi="黑体" w:cs="黑体" w:hint="eastAsia"/>
          <w:lang/>
        </w:rPr>
        <w:t>硬笔三等奖</w:t>
      </w:r>
    </w:p>
    <w:tbl>
      <w:tblPr>
        <w:tblW w:w="8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579"/>
        <w:gridCol w:w="6042"/>
      </w:tblGrid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序号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姓名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b/>
                <w:bCs/>
                <w:sz w:val="24"/>
                <w:szCs w:val="24"/>
                <w:lang/>
              </w:rPr>
            </w:pPr>
            <w:r w:rsidRPr="008F0B89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  <w:lang/>
              </w:rPr>
              <w:t>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黄泽宇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谢昊岚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范溪芸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陆奕涵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溧阳市溧城中心小学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姜</w:t>
            </w:r>
            <w:r w:rsidRPr="008F0B89">
              <w:rPr>
                <w:rFonts w:ascii="仿宋_GB2312" w:eastAsia="仿宋" w:hAnsi="仿宋" w:cs="仿宋" w:hint="eastAsia"/>
                <w:sz w:val="24"/>
                <w:szCs w:val="24"/>
              </w:rPr>
              <w:t>芃</w:t>
            </w: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宇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溧阳市文化小学</w:t>
            </w:r>
          </w:p>
        </w:tc>
      </w:tr>
      <w:tr w:rsidR="003F1FF2" w:rsidRPr="008F0B89" w:rsidTr="008F0B89">
        <w:trPr>
          <w:trHeight w:val="90"/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6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朱可馨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溧阳市永平小学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7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夏易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溧阳市泓口小学</w:t>
            </w:r>
          </w:p>
        </w:tc>
      </w:tr>
      <w:tr w:rsidR="003F1FF2" w:rsidRPr="008F0B89" w:rsidTr="008F0B89">
        <w:trPr>
          <w:trHeight w:val="90"/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8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蒋忻蓉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常州市金坛区华罗庚实验学校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9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周昕彤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10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仇立和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常州市武进区湟里中心小学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崔煜博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常州市武进清英外国语学校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12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王梓霏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常州市武进清英外国语学校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13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施宇骋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常州市武进区湖塘桥第二实验小学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14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张九匀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常州市武进区湖塘桥第三实验小学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15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张芫汐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常州市武进区湖塘桥第三实验小学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16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</w:t>
            </w:r>
            <w:r w:rsidRPr="008F0B89">
              <w:rPr>
                <w:rFonts w:ascii="仿宋_GB2312" w:eastAsia="仿宋" w:hAnsi="仿宋" w:cs="仿宋" w:hint="eastAsia"/>
                <w:sz w:val="24"/>
                <w:szCs w:val="24"/>
              </w:rPr>
              <w:t>洢</w:t>
            </w: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铭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17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李佳冉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18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史涵菲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常州市武进区星韵学校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19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陈欣瑶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常州市武进区星河实验小学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20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蔡诗齐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21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蒋晓彤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常州市武进区湖塘桥实验小学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22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顾宸恺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23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李暖越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24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陈蒹葭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常州市龙城小学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25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王俣雯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26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黄星泽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27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崔铭轩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28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耿梓轩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常州市新北区新桥第二实验小学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29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徐芝杉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常州市新北区春江中心小学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30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周子凌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31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钟瑜诺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常州市新北区奔牛实验小学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32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余佳颖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常州市虹景小学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33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林钰淼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常州市博爱小学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34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王</w:t>
            </w:r>
            <w:r w:rsidRPr="008F0B89">
              <w:rPr>
                <w:rFonts w:ascii="仿宋_GB2312" w:eastAsia="仿宋" w:hAnsi="仿宋" w:cs="仿宋" w:hint="eastAsia"/>
                <w:sz w:val="24"/>
                <w:szCs w:val="24"/>
              </w:rPr>
              <w:t>祎</w:t>
            </w: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诺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常州市钟楼外国语学校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35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刘紫伊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常州市邹区实验小学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陈乐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常州市广化小学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37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汪毓桐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常州市怀德苑小学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38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张馨月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常州市钟楼区第二实验小学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39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谢亦依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常州市武进区新安小学</w:t>
            </w:r>
          </w:p>
        </w:tc>
      </w:tr>
      <w:tr w:rsidR="003F1FF2" w:rsidRPr="008F0B89" w:rsidTr="008F0B89">
        <w:trPr>
          <w:jc w:val="center"/>
        </w:trPr>
        <w:tc>
          <w:tcPr>
            <w:tcW w:w="893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/>
                <w:sz w:val="24"/>
                <w:szCs w:val="24"/>
              </w:rPr>
              <w:t>40</w:t>
            </w:r>
          </w:p>
        </w:tc>
        <w:tc>
          <w:tcPr>
            <w:tcW w:w="1579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杨济宁</w:t>
            </w:r>
          </w:p>
        </w:tc>
        <w:tc>
          <w:tcPr>
            <w:tcW w:w="6042" w:type="dxa"/>
            <w:vAlign w:val="center"/>
          </w:tcPr>
          <w:p w:rsidR="003F1FF2" w:rsidRPr="008F0B89" w:rsidRDefault="003F1FF2" w:rsidP="008F0B89">
            <w:pPr>
              <w:spacing w:line="54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8F0B89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常州经开区第二实验小学</w:t>
            </w:r>
          </w:p>
        </w:tc>
      </w:tr>
    </w:tbl>
    <w:p w:rsidR="003F1FF2" w:rsidRPr="008F0B89" w:rsidRDefault="003F1FF2" w:rsidP="008F0B89">
      <w:pPr>
        <w:jc w:val="center"/>
        <w:rPr>
          <w:rFonts w:ascii="仿宋_GB2312" w:eastAsia="仿宋_GB2312" w:cs="Times New Roman"/>
          <w:sz w:val="24"/>
          <w:szCs w:val="24"/>
        </w:rPr>
      </w:pPr>
    </w:p>
    <w:sectPr w:rsidR="003F1FF2" w:rsidRPr="008F0B89" w:rsidSect="008F0B89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FF2" w:rsidRDefault="003F1FF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F1FF2" w:rsidRDefault="003F1FF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FF2" w:rsidRPr="008F0B89" w:rsidRDefault="003F1FF2" w:rsidP="00A849CD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8F0B8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8F0B8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8F0B8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8F0B8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F1FF2" w:rsidRDefault="003F1FF2" w:rsidP="008F0B8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FF2" w:rsidRDefault="003F1FF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F1FF2" w:rsidRDefault="003F1FF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79467F11"/>
    <w:rsid w:val="001C7644"/>
    <w:rsid w:val="003F1FF2"/>
    <w:rsid w:val="008F0B89"/>
    <w:rsid w:val="00A849CD"/>
    <w:rsid w:val="00C97362"/>
    <w:rsid w:val="00FD61BA"/>
    <w:rsid w:val="059A4C2B"/>
    <w:rsid w:val="0EF33D2D"/>
    <w:rsid w:val="101E1994"/>
    <w:rsid w:val="263C7E0F"/>
    <w:rsid w:val="28311F04"/>
    <w:rsid w:val="3557050E"/>
    <w:rsid w:val="37651CF2"/>
    <w:rsid w:val="40B50364"/>
    <w:rsid w:val="55590D62"/>
    <w:rsid w:val="57515C66"/>
    <w:rsid w:val="619E743C"/>
    <w:rsid w:val="7946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1BA"/>
    <w:pPr>
      <w:widowControl w:val="0"/>
      <w:jc w:val="both"/>
    </w:pPr>
    <w:rPr>
      <w:rFonts w:ascii="宋体" w:hAnsi="宋体" w:cs="宋体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D61BA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F0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D0934"/>
    <w:rPr>
      <w:rFonts w:ascii="宋体" w:hAnsi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F0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D0934"/>
    <w:rPr>
      <w:rFonts w:ascii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8F0B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9</Pages>
  <Words>536</Words>
  <Characters>3057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tj.</dc:creator>
  <cp:keywords/>
  <dc:description/>
  <cp:lastModifiedBy>吴琳赟</cp:lastModifiedBy>
  <cp:revision>2</cp:revision>
  <dcterms:created xsi:type="dcterms:W3CDTF">2024-03-09T06:57:00Z</dcterms:created>
  <dcterms:modified xsi:type="dcterms:W3CDTF">2024-03-18T02:06:00Z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132C25EE989C49E095C37F7747B9537A_11</vt:lpwstr>
  </property>
</Properties>
</file>