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7F" w:rsidRPr="00FA36BD" w:rsidRDefault="0061187F" w:rsidP="00FA36BD">
      <w:pPr>
        <w:jc w:val="left"/>
        <w:rPr>
          <w:rFonts w:ascii="黑体" w:eastAsia="黑体" w:hAnsi="黑体"/>
          <w:sz w:val="32"/>
          <w:szCs w:val="32"/>
        </w:rPr>
      </w:pPr>
      <w:r w:rsidRPr="00FA36BD">
        <w:rPr>
          <w:rFonts w:ascii="黑体" w:eastAsia="黑体" w:hAnsi="黑体" w:cs="黑体" w:hint="eastAsia"/>
          <w:sz w:val="32"/>
          <w:szCs w:val="32"/>
        </w:rPr>
        <w:t>附件</w:t>
      </w:r>
      <w:r w:rsidRPr="00FA36BD">
        <w:rPr>
          <w:rFonts w:ascii="黑体" w:eastAsia="黑体" w:hAnsi="黑体" w:cs="黑体"/>
          <w:sz w:val="32"/>
          <w:szCs w:val="32"/>
        </w:rPr>
        <w:t>1</w:t>
      </w:r>
    </w:p>
    <w:p w:rsidR="0061187F" w:rsidRPr="00FA36BD" w:rsidRDefault="0061187F" w:rsidP="0074429F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FA36BD">
        <w:rPr>
          <w:rFonts w:ascii="方正小标宋简体" w:eastAsia="方正小标宋简体" w:cs="方正小标宋简体"/>
          <w:sz w:val="44"/>
          <w:szCs w:val="44"/>
        </w:rPr>
        <w:t>2022</w:t>
      </w:r>
      <w:r w:rsidRPr="00FA36BD">
        <w:rPr>
          <w:rFonts w:ascii="方正小标宋简体" w:eastAsia="方正小标宋简体" w:cs="方正小标宋简体" w:hint="eastAsia"/>
          <w:sz w:val="44"/>
          <w:szCs w:val="44"/>
        </w:rPr>
        <w:t>年常州市中小学生舞蹈比赛获奖名单</w:t>
      </w:r>
      <w:bookmarkEnd w:id="0"/>
    </w:p>
    <w:p w:rsidR="0061187F" w:rsidRDefault="0061187F" w:rsidP="00FA36BD">
      <w:pPr>
        <w:spacing w:line="240" w:lineRule="exact"/>
        <w:jc w:val="center"/>
        <w:rPr>
          <w:rFonts w:ascii="黑体" w:eastAsia="黑体" w:hAnsi="黑体"/>
          <w:sz w:val="28"/>
          <w:szCs w:val="28"/>
        </w:rPr>
      </w:pPr>
    </w:p>
    <w:p w:rsidR="0061187F" w:rsidRPr="00FA36BD" w:rsidRDefault="0061187F" w:rsidP="00CF3530">
      <w:pPr>
        <w:jc w:val="center"/>
        <w:rPr>
          <w:rFonts w:ascii="黑体" w:eastAsia="黑体" w:hAnsi="黑体"/>
          <w:sz w:val="28"/>
          <w:szCs w:val="28"/>
        </w:rPr>
      </w:pPr>
      <w:r w:rsidRPr="00FA36BD">
        <w:rPr>
          <w:rFonts w:ascii="黑体" w:eastAsia="黑体" w:hAnsi="黑体" w:cs="黑体" w:hint="eastAsia"/>
          <w:sz w:val="28"/>
          <w:szCs w:val="28"/>
        </w:rPr>
        <w:t>小学组特等奖（</w:t>
      </w:r>
      <w:r w:rsidRPr="00FA36BD">
        <w:rPr>
          <w:rFonts w:ascii="黑体" w:eastAsia="黑体" w:hAnsi="黑体" w:cs="黑体"/>
          <w:sz w:val="28"/>
          <w:szCs w:val="28"/>
        </w:rPr>
        <w:t>7</w:t>
      </w:r>
      <w:r w:rsidRPr="00FA36B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60"/>
        <w:gridCol w:w="3839"/>
        <w:gridCol w:w="2474"/>
      </w:tblGrid>
      <w:tr w:rsidR="0061187F" w:rsidRPr="00FA36BD" w:rsidTr="00FA36BD">
        <w:trPr>
          <w:trHeight w:val="384"/>
          <w:jc w:val="center"/>
        </w:trPr>
        <w:tc>
          <w:tcPr>
            <w:tcW w:w="2960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3839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  <w:tc>
          <w:tcPr>
            <w:tcW w:w="2474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6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《是星星，也是太阳》</w:t>
            </w:r>
          </w:p>
        </w:tc>
        <w:tc>
          <w:tcPr>
            <w:tcW w:w="383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常州市武进区星韵学校</w:t>
            </w:r>
          </w:p>
        </w:tc>
        <w:tc>
          <w:tcPr>
            <w:tcW w:w="247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徐雪姣、蒋</w:t>
            </w:r>
            <w:r w:rsidRPr="00FA36BD">
              <w:rPr>
                <w:rFonts w:ascii="仿宋_GB2312" w:hAnsi="宋体" w:cs="宋体" w:hint="eastAsia"/>
                <w:color w:val="000000"/>
                <w:kern w:val="0"/>
              </w:rPr>
              <w:t>祎</w:t>
            </w: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、杨欣如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6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《有一个地方只有我们知道》</w:t>
            </w:r>
          </w:p>
        </w:tc>
        <w:tc>
          <w:tcPr>
            <w:tcW w:w="383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常州市新北区百丈中心小学</w:t>
            </w:r>
          </w:p>
        </w:tc>
        <w:tc>
          <w:tcPr>
            <w:tcW w:w="247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葛小宇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6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《偶像》</w:t>
            </w:r>
          </w:p>
        </w:tc>
        <w:tc>
          <w:tcPr>
            <w:tcW w:w="383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常州市新北区薛家实验小学</w:t>
            </w:r>
          </w:p>
        </w:tc>
        <w:tc>
          <w:tcPr>
            <w:tcW w:w="247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陆秋敏、朱莹、陈超群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6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《阳光下的我们》</w:t>
            </w:r>
          </w:p>
        </w:tc>
        <w:tc>
          <w:tcPr>
            <w:tcW w:w="383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常州市新北区奔牛实验小学</w:t>
            </w:r>
          </w:p>
        </w:tc>
        <w:tc>
          <w:tcPr>
            <w:tcW w:w="247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骆艳芳、夏添蕙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6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《书山有路》</w:t>
            </w:r>
          </w:p>
        </w:tc>
        <w:tc>
          <w:tcPr>
            <w:tcW w:w="383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常州市新北区新桥第二实验小学</w:t>
            </w:r>
          </w:p>
        </w:tc>
        <w:tc>
          <w:tcPr>
            <w:tcW w:w="247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谈玲慧、宣楚、包金莉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6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《壮志少年行》</w:t>
            </w:r>
          </w:p>
        </w:tc>
        <w:tc>
          <w:tcPr>
            <w:tcW w:w="383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常州市新北区河海实验小学</w:t>
            </w:r>
          </w:p>
        </w:tc>
        <w:tc>
          <w:tcPr>
            <w:tcW w:w="247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周洁、丁晓俊、蔡文婷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6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《接过爷爷的桨儿》</w:t>
            </w:r>
          </w:p>
        </w:tc>
        <w:tc>
          <w:tcPr>
            <w:tcW w:w="383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常州市新北区百草园小学</w:t>
            </w:r>
          </w:p>
        </w:tc>
        <w:tc>
          <w:tcPr>
            <w:tcW w:w="247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陈楚阳</w:t>
            </w:r>
          </w:p>
        </w:tc>
      </w:tr>
    </w:tbl>
    <w:p w:rsidR="0061187F" w:rsidRPr="00FA36BD" w:rsidRDefault="0061187F" w:rsidP="00CF3530">
      <w:pPr>
        <w:jc w:val="center"/>
        <w:rPr>
          <w:rFonts w:ascii="黑体" w:eastAsia="黑体" w:hAnsi="黑体"/>
          <w:sz w:val="28"/>
          <w:szCs w:val="28"/>
        </w:rPr>
      </w:pPr>
    </w:p>
    <w:p w:rsidR="0061187F" w:rsidRPr="00FA36BD" w:rsidRDefault="0061187F" w:rsidP="00CF3530">
      <w:pPr>
        <w:jc w:val="center"/>
        <w:rPr>
          <w:rFonts w:ascii="黑体" w:eastAsia="黑体" w:hAnsi="黑体"/>
          <w:sz w:val="28"/>
          <w:szCs w:val="28"/>
        </w:rPr>
      </w:pPr>
      <w:r w:rsidRPr="00FA36BD">
        <w:rPr>
          <w:rFonts w:ascii="黑体" w:eastAsia="黑体" w:hAnsi="黑体" w:cs="黑体" w:hint="eastAsia"/>
          <w:sz w:val="28"/>
          <w:szCs w:val="28"/>
        </w:rPr>
        <w:t>小学组一等奖（</w:t>
      </w:r>
      <w:r w:rsidRPr="00FA36BD">
        <w:rPr>
          <w:rFonts w:ascii="黑体" w:eastAsia="黑体" w:hAnsi="黑体" w:cs="黑体"/>
          <w:sz w:val="28"/>
          <w:szCs w:val="28"/>
        </w:rPr>
        <w:t>43</w:t>
      </w:r>
      <w:r w:rsidRPr="00FA36B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0"/>
        <w:gridCol w:w="3879"/>
        <w:gridCol w:w="2437"/>
      </w:tblGrid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《战地山花别样红》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刘叶露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《偶像》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丛雪、高君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《向你们学习》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肖杨、邱瑶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FA36BD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AI </w:t>
            </w: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逐梦》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常州市武进区实验小学分校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杨静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《桥影流虹水漂漂》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常州市新北区飞龙实验小学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林倩娴、潘施丽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《灿烂的日子》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常州市武进区李公朴小学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吴燕雅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《夺冠》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常州市武进区遥观中心小学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袁文明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《歌声飘过那些年》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常州市武进区横林实验小学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何霞、刘晓慧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《心声</w:t>
            </w:r>
            <w:r w:rsidRPr="00FA36BD">
              <w:rPr>
                <w:rFonts w:ascii="宋体" w:eastAsia="仿宋_GB2312" w:hAnsi="宋体"/>
                <w:color w:val="000000"/>
                <w:kern w:val="0"/>
              </w:rPr>
              <w:t>•</w:t>
            </w:r>
            <w:r w:rsidRPr="00FA36BD">
              <w:rPr>
                <w:rFonts w:ascii="仿宋_GB2312" w:eastAsia="仿宋_GB2312" w:hAnsi="Tahoma" w:cs="Tahoma"/>
                <w:color w:val="000000"/>
                <w:kern w:val="0"/>
              </w:rPr>
              <w:t>﻿</w:t>
            </w: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新生》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常州市局前街小学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张洁、盛昕熳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《向你们学习》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常州市金坛区华罗庚实验学校新城分校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梅方、许云霞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《看星星的孩子》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庄悦、唐路婧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《晒裙子》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常州市新北区魏村中心小学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陈鑫、季琴霞、戎霞慧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《红色先锋》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常州市新北区春江中心小学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徐天颖、刘琴静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FA36BD">
              <w:rPr>
                <w:rFonts w:ascii="仿宋_GB2312" w:eastAsia="仿宋_GB2312" w:hAnsi="宋体" w:cs="仿宋_GB2312"/>
                <w:color w:val="000000"/>
                <w:kern w:val="0"/>
              </w:rPr>
              <w:t>AI</w:t>
            </w: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逐梦》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宋丽娜、张铖、居爱君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《博》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常州市新北区西夏墅中心小学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朱琳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《成长在祖国的怀抱里》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常州市龙锦小学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王粲、曾亚昕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《笋儿尖尖》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赵佳、袁梦洁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《向你们学习》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胡炎娜、刘丹旦、蔡竞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《花木兰》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常州市武进区湖塘桥第二实验小学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蒋维维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《我心中的河》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常州市武进区卢家巷实验学校（小学部）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王佳君、张燕飞、王月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《冲浪企鹅》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常州市荆川小学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陆琦、朱珠</w:t>
            </w:r>
          </w:p>
        </w:tc>
      </w:tr>
      <w:tr w:rsidR="0061187F" w:rsidRPr="00FA36BD" w:rsidTr="00FA36BD">
        <w:trPr>
          <w:trHeight w:val="330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《时针时针快快跑》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王焕妹、周玉娟、周妮</w:t>
            </w:r>
          </w:p>
        </w:tc>
      </w:tr>
      <w:tr w:rsidR="0061187F" w:rsidRPr="00FA36BD" w:rsidTr="00FA36BD">
        <w:trPr>
          <w:trHeight w:val="285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《加油，加油！》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常州市武进区刘海粟小学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黄凌鸿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《快乐的布谷》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常州市新北区香槟湖小学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徐丽丽、魏婧雯、殷钧涟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《偶像》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刘小栾、李晓茸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《书山有路》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屠昀璐、仇晶、王华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《追梦节拍》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穆颖欣、刘梦娇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《墨韵》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常州市武进区政平小学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贾丽颖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《雨中曲》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常州市新北区三井实验小学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张帆、周紫荆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《追梦》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常州市新北区圩塘中心小学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黄小乐、周敏、蒋佳颖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《偶像》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常州经开区冯仲云小学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张锦芳、黄意涵、李琴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《津味戏妞》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常州市凤凰新城实验小学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董淑琳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《英雄王二小》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常州市新北区罗溪中心小学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徐婷婷、陈洋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《摇啊摇，摇到外婆桥》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常州市武进区清英外国语学校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孙美琳、龚宁、邵青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《童年里的柚子灯》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常州市河海实验学校（小学部）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秦悦、史昕仪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《小儿垂钓》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溧阳市后周小学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朱文艳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《我们的天空》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丁琳、谢立群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《风雪上学路》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常州市新北区孝都小学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张雨婷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《书院少年行》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刘莉芬、韩文君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《梦远航》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常州市新北区泰山小学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周泱、罗娟、张颖珂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《童心·同行》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常州市新北区龙虎塘第二实验小学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钱科、毕如琪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《当我戴上红领巾》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单</w:t>
            </w:r>
            <w:r w:rsidRPr="00FA36BD">
              <w:rPr>
                <w:rFonts w:ascii="仿宋_GB2312" w:hAnsi="宋体" w:cs="宋体" w:hint="eastAsia"/>
                <w:color w:val="000000"/>
                <w:kern w:val="0"/>
              </w:rPr>
              <w:t>玥</w:t>
            </w: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、朱淑佳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920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《桔灯闪闪》</w:t>
            </w:r>
          </w:p>
        </w:tc>
        <w:tc>
          <w:tcPr>
            <w:tcW w:w="3879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常州市浦前中心小学</w:t>
            </w:r>
          </w:p>
        </w:tc>
        <w:tc>
          <w:tcPr>
            <w:tcW w:w="2437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刘姝延、颜军芬、顾智芸</w:t>
            </w:r>
          </w:p>
        </w:tc>
      </w:tr>
    </w:tbl>
    <w:p w:rsidR="0061187F" w:rsidRPr="00FA36BD" w:rsidRDefault="0061187F" w:rsidP="00B31B14">
      <w:pPr>
        <w:jc w:val="center"/>
        <w:rPr>
          <w:rFonts w:ascii="黑体" w:eastAsia="黑体" w:hAnsi="黑体"/>
          <w:sz w:val="28"/>
          <w:szCs w:val="28"/>
        </w:rPr>
      </w:pPr>
    </w:p>
    <w:p w:rsidR="0061187F" w:rsidRPr="00FA36BD" w:rsidRDefault="0061187F" w:rsidP="00B31B14">
      <w:pPr>
        <w:jc w:val="center"/>
        <w:rPr>
          <w:rFonts w:ascii="黑体" w:eastAsia="黑体" w:hAnsi="黑体"/>
          <w:sz w:val="28"/>
          <w:szCs w:val="28"/>
        </w:rPr>
      </w:pPr>
      <w:r w:rsidRPr="00FA36BD">
        <w:rPr>
          <w:rFonts w:ascii="黑体" w:eastAsia="黑体" w:hAnsi="黑体" w:cs="黑体" w:hint="eastAsia"/>
          <w:sz w:val="28"/>
          <w:szCs w:val="28"/>
        </w:rPr>
        <w:t>小学组二等奖（</w:t>
      </w:r>
      <w:r w:rsidRPr="00FA36BD">
        <w:rPr>
          <w:rFonts w:ascii="黑体" w:eastAsia="黑体" w:hAnsi="黑体" w:cs="黑体"/>
          <w:sz w:val="28"/>
          <w:szCs w:val="28"/>
        </w:rPr>
        <w:t>31</w:t>
      </w:r>
      <w:r w:rsidRPr="00FA36B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1"/>
        <w:gridCol w:w="4961"/>
      </w:tblGrid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《偶像》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常州市武进区马杭中心小学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《金凤来仪》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常州市金坛区东城实验小学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《石板路上的笑声》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《我们的田野》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常州市钟楼实验小学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《雨后阳光》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常州市延陵小学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《成长在祖国的怀抱》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常州市金坛西城实验小学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《向你们学习》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常州市武进区星辰实验学校（小学部）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《青青竹儿》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常州市武进区林南小学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《“排”除万难》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常州市武进区采菱小学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《爱·传递》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《少年船说》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常州市新北区九里小学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《童年的柚子灯》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常州市武进区星河实验小学分校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《刻竹留青》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常州市雕庄中心小学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《偶像》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常州市怀德苑小学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《书中的你》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常州市武进区前黄中心小学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《心中的草原》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溧阳市溧城中心小学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《妈妈的花摆裙》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溧阳市外国语小学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《歌声在那时》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常州大学附属小学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《小小锡韵梦》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常州市武进区坂上小学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《小萝卜头》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溧阳市燕湖小学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《七彩童瑶》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常州市金坛区薛埠中心小学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《飘扬的红领巾》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溧阳市昆仑小学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《读莲》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溧阳市杨庄小学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《丰收稻田》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溧阳市社渚中心小学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《我们的祖国是花园》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常州市钟楼区昕弘实验学校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《十八洞夏令营》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《盼》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溧阳市天目湖中心小学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《孔子》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常州市武进区湖塘桥第三实验小学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《江边的渔姑娘》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常州市新北区新华实验小学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《成长在祖国的怀抱里》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溧阳市西平小学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《小小茉莉花》</w:t>
            </w:r>
          </w:p>
        </w:tc>
        <w:tc>
          <w:tcPr>
            <w:tcW w:w="496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溧阳市第二实验小学</w:t>
            </w:r>
          </w:p>
        </w:tc>
      </w:tr>
    </w:tbl>
    <w:p w:rsidR="0061187F" w:rsidRPr="00FA36BD" w:rsidRDefault="0061187F" w:rsidP="00B31B14">
      <w:pPr>
        <w:jc w:val="center"/>
        <w:rPr>
          <w:rFonts w:ascii="黑体" w:eastAsia="黑体" w:hAnsi="黑体"/>
          <w:sz w:val="28"/>
          <w:szCs w:val="28"/>
        </w:rPr>
      </w:pPr>
    </w:p>
    <w:p w:rsidR="0061187F" w:rsidRPr="00FA36BD" w:rsidRDefault="0061187F" w:rsidP="00B31B14">
      <w:pPr>
        <w:jc w:val="center"/>
        <w:rPr>
          <w:rFonts w:ascii="黑体" w:eastAsia="黑体" w:hAnsi="黑体"/>
          <w:sz w:val="28"/>
          <w:szCs w:val="28"/>
        </w:rPr>
      </w:pPr>
      <w:r w:rsidRPr="00FA36BD">
        <w:rPr>
          <w:rFonts w:ascii="黑体" w:eastAsia="黑体" w:hAnsi="黑体" w:cs="黑体" w:hint="eastAsia"/>
          <w:sz w:val="28"/>
          <w:szCs w:val="28"/>
        </w:rPr>
        <w:t>中学组特等奖（</w:t>
      </w:r>
      <w:r w:rsidRPr="00FA36BD">
        <w:rPr>
          <w:rFonts w:ascii="黑体" w:eastAsia="黑体" w:hAnsi="黑体" w:cs="黑体"/>
          <w:sz w:val="28"/>
          <w:szCs w:val="28"/>
        </w:rPr>
        <w:t>4</w:t>
      </w:r>
      <w:r w:rsidRPr="00FA36B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828" w:type="dxa"/>
        <w:jc w:val="center"/>
        <w:tblLook w:val="00A0"/>
      </w:tblPr>
      <w:tblGrid>
        <w:gridCol w:w="2680"/>
        <w:gridCol w:w="3667"/>
        <w:gridCol w:w="2481"/>
      </w:tblGrid>
      <w:tr w:rsidR="0061187F" w:rsidRPr="00FA36BD" w:rsidTr="00FA36BD">
        <w:trPr>
          <w:trHeight w:val="384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《长河当歌》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常州市泰村实验学校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黄岚钰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《国风墨韵》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杨英、刘微、潘予能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《六月的印记》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王丽娜、董蕾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《我们的歌》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李雪涛、袁圆</w:t>
            </w:r>
          </w:p>
        </w:tc>
      </w:tr>
    </w:tbl>
    <w:p w:rsidR="0061187F" w:rsidRPr="00FA36BD" w:rsidRDefault="0061187F" w:rsidP="00B31B14">
      <w:pPr>
        <w:jc w:val="center"/>
        <w:rPr>
          <w:rFonts w:ascii="黑体" w:eastAsia="黑体" w:hAnsi="黑体"/>
          <w:sz w:val="28"/>
          <w:szCs w:val="28"/>
        </w:rPr>
      </w:pPr>
    </w:p>
    <w:p w:rsidR="0061187F" w:rsidRPr="00FA36BD" w:rsidRDefault="0061187F" w:rsidP="006D633C">
      <w:pPr>
        <w:jc w:val="center"/>
        <w:rPr>
          <w:rFonts w:ascii="黑体" w:eastAsia="黑体" w:hAnsi="黑体"/>
          <w:sz w:val="28"/>
          <w:szCs w:val="28"/>
        </w:rPr>
      </w:pPr>
      <w:r w:rsidRPr="00FA36BD">
        <w:rPr>
          <w:rFonts w:ascii="黑体" w:eastAsia="黑体" w:hAnsi="黑体" w:cs="黑体" w:hint="eastAsia"/>
          <w:sz w:val="28"/>
          <w:szCs w:val="28"/>
        </w:rPr>
        <w:t>中学组一等奖（</w:t>
      </w:r>
      <w:r w:rsidRPr="00FA36BD">
        <w:rPr>
          <w:rFonts w:ascii="黑体" w:eastAsia="黑体" w:hAnsi="黑体" w:cs="黑体"/>
          <w:sz w:val="28"/>
          <w:szCs w:val="28"/>
        </w:rPr>
        <w:t>27</w:t>
      </w:r>
      <w:r w:rsidRPr="00FA36B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44"/>
        <w:gridCol w:w="3681"/>
        <w:gridCol w:w="2431"/>
      </w:tblGrid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《沁园春·雪》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常州市新北区奔牛初级中学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高素芬、伍仙英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《坚守·逐梦》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常州市第三中学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吴琛燕、陈敏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《向阳花开》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常州市武进区淹城初级中学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马国英、戴薇、吴小玉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《海的追寻》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陈朝霞、叶飞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《青春骊歌》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汤紫</w:t>
            </w:r>
            <w:r w:rsidRPr="00FA36BD">
              <w:rPr>
                <w:rFonts w:ascii="仿宋_GB2312" w:hAnsi="宋体" w:cs="宋体" w:hint="eastAsia"/>
                <w:color w:val="000000"/>
                <w:kern w:val="0"/>
              </w:rPr>
              <w:t>珵</w:t>
            </w: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、张江伟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《时光》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高茹烨、阳银皎、吴蝶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《春种》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江苏省奔牛高级中学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潘雪梅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《雨涧春行》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常州市市北实验初级中学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蒋婷玉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《渔阳渔梦》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常州市正衡中学天宁分校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刘艺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《喜水》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郭文玉、白颖婵、赵天宇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《青春纪念册》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常州市翠竹中学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周琦、陈洁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《幻雪·向春》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常州市新北区飞龙中学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王娟、赵宇卓、孟珈伊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《且吟春雨》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孙佳琳、娄巍、阚雨佳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《粤绣悦美》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程文彬、周楠颖、马可鑫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《心·光》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杨佩奕、吴明名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《一条大河》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江苏省华罗庚中学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严洁、曹华彬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《中国力量》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刘燕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《雨打芭蕉》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常州市武进区星辰实验学校（初中部）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吕梦霞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《依山望月》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杨影江、袁媛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《撒托拉措（高原之湖）》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常州西藏民族中学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范杰</w:t>
            </w:r>
          </w:p>
        </w:tc>
      </w:tr>
      <w:tr w:rsidR="0061187F" w:rsidRPr="00FA36BD" w:rsidTr="00FA36BD">
        <w:trPr>
          <w:trHeight w:val="336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《锦绣京韵</w:t>
            </w:r>
            <w:r w:rsidRPr="00FA36BD">
              <w:rPr>
                <w:rFonts w:ascii="仿宋_GB2312" w:eastAsia="仿宋_GB2312" w:hAnsi="Tahoma" w:cs="Tahoma"/>
                <w:color w:val="000000"/>
                <w:kern w:val="0"/>
              </w:rPr>
              <w:t>﻿</w:t>
            </w: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贺怡、徐梦洁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《我的英雄》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常州市新桥初级中学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沈鲁娟、丁栩琳、刘星系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《妈妈教我一支歌》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常州市新北区圩塘中学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刘小芳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《最美逆行者》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常州经开区初级中学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魏银丽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《黄河》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常州市武进区前黄实验学校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王琴、毛倩云、张丽文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《儒风蔚然》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张潇潇、金美岑、纪荣平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2644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《红》</w:t>
            </w:r>
          </w:p>
        </w:tc>
        <w:tc>
          <w:tcPr>
            <w:tcW w:w="368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常州市教科院附属初级中学</w:t>
            </w:r>
          </w:p>
        </w:tc>
        <w:tc>
          <w:tcPr>
            <w:tcW w:w="2431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戈德蓓、储伽舟、刘晓雯</w:t>
            </w:r>
          </w:p>
        </w:tc>
      </w:tr>
    </w:tbl>
    <w:p w:rsidR="0061187F" w:rsidRPr="00FA36BD" w:rsidRDefault="0061187F" w:rsidP="00B31B14">
      <w:pPr>
        <w:jc w:val="center"/>
        <w:rPr>
          <w:rFonts w:ascii="黑体" w:eastAsia="黑体" w:hAnsi="黑体"/>
          <w:sz w:val="28"/>
          <w:szCs w:val="28"/>
        </w:rPr>
      </w:pPr>
    </w:p>
    <w:p w:rsidR="0061187F" w:rsidRPr="00FA36BD" w:rsidRDefault="0061187F" w:rsidP="006D633C">
      <w:pPr>
        <w:jc w:val="center"/>
        <w:rPr>
          <w:rFonts w:ascii="黑体" w:eastAsia="黑体" w:hAnsi="黑体"/>
          <w:sz w:val="28"/>
          <w:szCs w:val="28"/>
        </w:rPr>
      </w:pPr>
      <w:r w:rsidRPr="00FA36BD">
        <w:rPr>
          <w:rFonts w:ascii="黑体" w:eastAsia="黑体" w:hAnsi="黑体" w:cs="黑体" w:hint="eastAsia"/>
          <w:sz w:val="28"/>
          <w:szCs w:val="28"/>
        </w:rPr>
        <w:t>中学组二等奖（</w:t>
      </w:r>
      <w:r w:rsidRPr="00FA36BD">
        <w:rPr>
          <w:rFonts w:ascii="黑体" w:eastAsia="黑体" w:hAnsi="黑体" w:cs="黑体"/>
          <w:sz w:val="28"/>
          <w:szCs w:val="28"/>
        </w:rPr>
        <w:t>22</w:t>
      </w:r>
      <w:r w:rsidRPr="00FA36BD"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6"/>
        <w:gridCol w:w="5103"/>
      </w:tblGrid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 w:rsidRPr="00FA36BD"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《唱支山歌给党听》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《仲夏之殇</w:t>
            </w:r>
            <w:r w:rsidRPr="00FA36BD">
              <w:rPr>
                <w:rFonts w:ascii="仿宋_GB2312" w:eastAsia="仿宋_GB2312" w:cs="仿宋_GB2312"/>
                <w:color w:val="000000"/>
                <w:kern w:val="0"/>
              </w:rPr>
              <w:t>-</w:t>
            </w: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秋白永存》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《亲爱的足球》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溧阳市燕湖初级中学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《最好的我们》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常州市武进区湖塘桥初级中学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《爱的逆行》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常州市明德实验中学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《黎乡笠影》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常州市武进区鸣凰中学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《拼搏》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常州市武进区横林初级中学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《天边随想飞行记》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常州市虹景中学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《雨涧春行图》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《我生长的地方》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《愿·未来》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《心声》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常州市金坛良常初级中学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《妈妈教我一支歌》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常州市武进区横山桥初级中学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《走马》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常州市武进区牛塘初级中学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《天边随想飞行记》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《雨后春行》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常州市滨江中学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《出水莲》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常州市武进区礼河实验学校（初中部）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《青玉案·元夕》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《梦回敦煌》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《春三月》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《胶州扇舞》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常州市武进区洛阳初级中学</w:t>
            </w:r>
          </w:p>
        </w:tc>
      </w:tr>
      <w:tr w:rsidR="0061187F" w:rsidRPr="00FA36BD" w:rsidTr="00FA36BD">
        <w:trPr>
          <w:trHeight w:val="312"/>
          <w:jc w:val="center"/>
        </w:trPr>
        <w:tc>
          <w:tcPr>
            <w:tcW w:w="3256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《溜溜的康定》</w:t>
            </w:r>
          </w:p>
        </w:tc>
        <w:tc>
          <w:tcPr>
            <w:tcW w:w="5103" w:type="dxa"/>
            <w:noWrap/>
            <w:vAlign w:val="center"/>
          </w:tcPr>
          <w:p w:rsidR="0061187F" w:rsidRPr="00FA36BD" w:rsidRDefault="0061187F" w:rsidP="00FA3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</w:rPr>
            </w:pPr>
            <w:r w:rsidRPr="00FA36BD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溧阳市光华高级中学</w:t>
            </w:r>
          </w:p>
        </w:tc>
      </w:tr>
    </w:tbl>
    <w:p w:rsidR="0061187F" w:rsidRPr="00FA36BD" w:rsidRDefault="0061187F" w:rsidP="00CF3530">
      <w:pPr>
        <w:widowControl/>
        <w:jc w:val="left"/>
        <w:rPr>
          <w:rFonts w:ascii="仿宋_GB2312" w:eastAsia="仿宋_GB2312"/>
        </w:rPr>
      </w:pPr>
    </w:p>
    <w:p w:rsidR="0061187F" w:rsidRPr="00FA36BD" w:rsidRDefault="0061187F">
      <w:pPr>
        <w:widowControl/>
        <w:jc w:val="left"/>
        <w:rPr>
          <w:rFonts w:ascii="仿宋_GB2312" w:eastAsia="仿宋_GB2312"/>
        </w:rPr>
      </w:pPr>
    </w:p>
    <w:sectPr w:rsidR="0061187F" w:rsidRPr="00FA36BD" w:rsidSect="00FA36BD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87F" w:rsidRDefault="0061187F" w:rsidP="00176A2E">
      <w:r>
        <w:separator/>
      </w:r>
    </w:p>
  </w:endnote>
  <w:endnote w:type="continuationSeparator" w:id="1">
    <w:p w:rsidR="0061187F" w:rsidRDefault="0061187F" w:rsidP="00176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87F" w:rsidRPr="00FA36BD" w:rsidRDefault="0061187F" w:rsidP="00F80DB7">
    <w:pPr>
      <w:pStyle w:val="Footer"/>
      <w:framePr w:wrap="auto" w:vAnchor="text" w:hAnchor="margin" w:xAlign="outside" w:y="1"/>
      <w:rPr>
        <w:rStyle w:val="PageNumber"/>
        <w:rFonts w:ascii="Times New Roman" w:eastAsia="楷体_GB2312" w:hAnsi="Times New Roman" w:cs="Times New Roman"/>
        <w:sz w:val="28"/>
        <w:szCs w:val="28"/>
      </w:rPr>
    </w:pPr>
    <w:r w:rsidRPr="00FA36BD">
      <w:rPr>
        <w:rStyle w:val="PageNumber"/>
        <w:rFonts w:ascii="Times New Roman" w:eastAsia="楷体_GB2312" w:hAnsi="Times New Roman" w:cs="Times New Roman"/>
        <w:sz w:val="28"/>
        <w:szCs w:val="28"/>
      </w:rPr>
      <w:fldChar w:fldCharType="begin"/>
    </w:r>
    <w:r w:rsidRPr="00FA36BD">
      <w:rPr>
        <w:rStyle w:val="PageNumber"/>
        <w:rFonts w:ascii="Times New Roman" w:eastAsia="楷体_GB2312" w:hAnsi="Times New Roman" w:cs="Times New Roman"/>
        <w:sz w:val="28"/>
        <w:szCs w:val="28"/>
      </w:rPr>
      <w:instrText xml:space="preserve">PAGE  </w:instrText>
    </w:r>
    <w:r w:rsidRPr="00FA36BD">
      <w:rPr>
        <w:rStyle w:val="PageNumber"/>
        <w:rFonts w:ascii="Times New Roman" w:eastAsia="楷体_GB2312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eastAsia="楷体_GB2312" w:hAnsi="Times New Roman" w:cs="Times New Roman"/>
        <w:noProof/>
        <w:sz w:val="28"/>
        <w:szCs w:val="28"/>
      </w:rPr>
      <w:t>- 3 -</w:t>
    </w:r>
    <w:r w:rsidRPr="00FA36BD">
      <w:rPr>
        <w:rStyle w:val="PageNumber"/>
        <w:rFonts w:ascii="Times New Roman" w:eastAsia="楷体_GB2312" w:hAnsi="Times New Roman" w:cs="Times New Roman"/>
        <w:sz w:val="28"/>
        <w:szCs w:val="28"/>
      </w:rPr>
      <w:fldChar w:fldCharType="end"/>
    </w:r>
  </w:p>
  <w:p w:rsidR="0061187F" w:rsidRDefault="0061187F" w:rsidP="00FA36B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87F" w:rsidRDefault="0061187F" w:rsidP="00176A2E">
      <w:r>
        <w:separator/>
      </w:r>
    </w:p>
  </w:footnote>
  <w:footnote w:type="continuationSeparator" w:id="1">
    <w:p w:rsidR="0061187F" w:rsidRDefault="0061187F" w:rsidP="00176A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429F"/>
    <w:rsid w:val="000335F3"/>
    <w:rsid w:val="000A69A0"/>
    <w:rsid w:val="000F3C53"/>
    <w:rsid w:val="00176A2E"/>
    <w:rsid w:val="001941DF"/>
    <w:rsid w:val="003F3FB8"/>
    <w:rsid w:val="004100DD"/>
    <w:rsid w:val="004362D5"/>
    <w:rsid w:val="00531AA6"/>
    <w:rsid w:val="0061187F"/>
    <w:rsid w:val="00680ABE"/>
    <w:rsid w:val="006D633C"/>
    <w:rsid w:val="007307BC"/>
    <w:rsid w:val="0074429F"/>
    <w:rsid w:val="007F2F0A"/>
    <w:rsid w:val="00880261"/>
    <w:rsid w:val="00882995"/>
    <w:rsid w:val="009B2BDA"/>
    <w:rsid w:val="00B03698"/>
    <w:rsid w:val="00B31B14"/>
    <w:rsid w:val="00B4423B"/>
    <w:rsid w:val="00BC4A6A"/>
    <w:rsid w:val="00CA35B7"/>
    <w:rsid w:val="00CF3530"/>
    <w:rsid w:val="00D643F8"/>
    <w:rsid w:val="00DC1732"/>
    <w:rsid w:val="00DC408A"/>
    <w:rsid w:val="00E365A6"/>
    <w:rsid w:val="00E94607"/>
    <w:rsid w:val="00F35461"/>
    <w:rsid w:val="00F80DB7"/>
    <w:rsid w:val="00FA3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A6A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locked/>
    <w:rsid w:val="004362D5"/>
    <w:rPr>
      <w:rFonts w:ascii="等线" w:eastAsia="等线" w:hAnsi="等线" w:cs="等线"/>
      <w:sz w:val="24"/>
      <w:szCs w:val="24"/>
    </w:rPr>
  </w:style>
  <w:style w:type="paragraph" w:styleId="Footer">
    <w:name w:val="footer"/>
    <w:basedOn w:val="Normal"/>
    <w:link w:val="FooterChar"/>
    <w:uiPriority w:val="99"/>
    <w:rsid w:val="004362D5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7F0BD1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362D5"/>
    <w:rPr>
      <w:rFonts w:ascii="等线" w:eastAsia="等线" w:hAnsi="等线" w:cs="等线"/>
      <w:sz w:val="24"/>
      <w:szCs w:val="24"/>
    </w:rPr>
  </w:style>
  <w:style w:type="paragraph" w:styleId="Header">
    <w:name w:val="header"/>
    <w:basedOn w:val="Normal"/>
    <w:link w:val="HeaderChar"/>
    <w:uiPriority w:val="99"/>
    <w:rsid w:val="004362D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等线" w:eastAsia="等线" w:hAnsi="等线" w:cs="等线"/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7F0BD1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FA36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5</Pages>
  <Words>1702</Words>
  <Characters>1771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吴琳赟</cp:lastModifiedBy>
  <cp:revision>3</cp:revision>
  <dcterms:created xsi:type="dcterms:W3CDTF">2022-12-09T03:41:00Z</dcterms:created>
  <dcterms:modified xsi:type="dcterms:W3CDTF">2022-12-12T07:06:00Z</dcterms:modified>
</cp:coreProperties>
</file>