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95" w:rsidRPr="00617D0A" w:rsidRDefault="002E7F95" w:rsidP="00273C7F">
      <w:pPr>
        <w:adjustRightInd w:val="0"/>
        <w:snapToGrid w:val="0"/>
        <w:jc w:val="both"/>
        <w:rPr>
          <w:rFonts w:ascii="黑体" w:eastAsia="黑体" w:hAnsi="黑体" w:cs="黑体"/>
          <w:sz w:val="32"/>
          <w:szCs w:val="32"/>
        </w:rPr>
      </w:pPr>
      <w:r w:rsidRPr="00617D0A">
        <w:rPr>
          <w:rFonts w:ascii="黑体" w:eastAsia="黑体" w:hAnsi="黑体" w:cs="黑体" w:hint="eastAsia"/>
          <w:sz w:val="32"/>
          <w:szCs w:val="32"/>
        </w:rPr>
        <w:t>附件</w:t>
      </w:r>
      <w:r w:rsidRPr="00617D0A">
        <w:rPr>
          <w:rFonts w:ascii="黑体" w:eastAsia="黑体" w:hAnsi="黑体" w:cs="黑体"/>
          <w:sz w:val="32"/>
          <w:szCs w:val="32"/>
        </w:rPr>
        <w:t>2</w:t>
      </w:r>
    </w:p>
    <w:p w:rsidR="002E7F95" w:rsidRPr="00617D0A" w:rsidRDefault="002E7F95" w:rsidP="00A46BC6">
      <w:pPr>
        <w:widowControl w:val="0"/>
        <w:spacing w:line="240" w:lineRule="auto"/>
        <w:rPr>
          <w:rFonts w:ascii="方正小标宋简体" w:eastAsia="方正小标宋简体" w:hAnsi="黑体" w:cs="Times New Roman"/>
          <w:sz w:val="44"/>
          <w:szCs w:val="44"/>
        </w:rPr>
      </w:pPr>
      <w:r w:rsidRPr="00617D0A">
        <w:rPr>
          <w:rFonts w:ascii="方正小标宋简体" w:eastAsia="方正小标宋简体" w:hAnsi="黑体" w:cs="方正小标宋简体" w:hint="eastAsia"/>
          <w:sz w:val="44"/>
          <w:szCs w:val="44"/>
        </w:rPr>
        <w:t>中小学教师诗词讲解大赛参赛选手信息表</w:t>
      </w:r>
    </w:p>
    <w:p w:rsidR="002E7F95" w:rsidRDefault="002E7F95" w:rsidP="00475904">
      <w:pPr>
        <w:widowControl w:val="0"/>
        <w:spacing w:line="400" w:lineRule="exact"/>
        <w:jc w:val="both"/>
        <w:rPr>
          <w:rFonts w:ascii="仿宋_GB2312" w:eastAsia="仿宋_GB2312" w:hAnsi="楷体" w:cs="Times New Roman"/>
          <w:sz w:val="28"/>
          <w:szCs w:val="28"/>
        </w:rPr>
      </w:pPr>
    </w:p>
    <w:p w:rsidR="002E7F95" w:rsidRPr="00617D0A" w:rsidRDefault="002E7F95" w:rsidP="00B0140C">
      <w:pPr>
        <w:widowControl w:val="0"/>
        <w:spacing w:line="240" w:lineRule="auto"/>
        <w:ind w:firstLineChars="150" w:firstLine="31680"/>
        <w:jc w:val="both"/>
        <w:rPr>
          <w:rFonts w:ascii="仿宋_GB2312" w:eastAsia="仿宋_GB2312" w:hAnsi="楷体" w:cs="Times New Roman"/>
          <w:sz w:val="28"/>
          <w:szCs w:val="28"/>
        </w:rPr>
      </w:pPr>
      <w:r w:rsidRPr="00617D0A">
        <w:rPr>
          <w:rFonts w:ascii="仿宋_GB2312" w:eastAsia="仿宋_GB2312" w:hAnsi="楷体" w:cs="仿宋_GB2312" w:hint="eastAsia"/>
          <w:sz w:val="28"/>
          <w:szCs w:val="28"/>
        </w:rPr>
        <w:t>报送单位（盖章）：</w:t>
      </w:r>
      <w:r w:rsidRPr="00617D0A">
        <w:rPr>
          <w:rFonts w:ascii="仿宋_GB2312" w:eastAsia="仿宋_GB2312" w:hAnsi="楷体" w:cs="仿宋_GB2312"/>
          <w:sz w:val="28"/>
          <w:szCs w:val="28"/>
        </w:rPr>
        <w:t xml:space="preserve">                              </w:t>
      </w:r>
      <w:r>
        <w:rPr>
          <w:rFonts w:ascii="仿宋_GB2312" w:eastAsia="仿宋_GB2312" w:hAnsi="楷体" w:cs="仿宋_GB2312"/>
          <w:sz w:val="28"/>
          <w:szCs w:val="28"/>
        </w:rPr>
        <w:t xml:space="preserve">    </w:t>
      </w:r>
      <w:r w:rsidRPr="00617D0A">
        <w:rPr>
          <w:rFonts w:ascii="仿宋_GB2312" w:eastAsia="仿宋_GB2312" w:hAnsi="楷体" w:cs="仿宋_GB2312" w:hint="eastAsia"/>
          <w:sz w:val="28"/>
          <w:szCs w:val="28"/>
        </w:rPr>
        <w:t>联系人及电话</w:t>
      </w:r>
      <w:r>
        <w:rPr>
          <w:rFonts w:ascii="仿宋_GB2312" w:eastAsia="仿宋_GB2312" w:hAnsi="楷体" w:cs="仿宋_GB2312" w:hint="eastAsia"/>
          <w:sz w:val="28"/>
          <w:szCs w:val="28"/>
        </w:rPr>
        <w:t>：</w:t>
      </w:r>
    </w:p>
    <w:tbl>
      <w:tblPr>
        <w:tblW w:w="13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5"/>
        <w:gridCol w:w="1301"/>
        <w:gridCol w:w="2520"/>
        <w:gridCol w:w="1429"/>
        <w:gridCol w:w="2380"/>
        <w:gridCol w:w="2030"/>
        <w:gridCol w:w="1569"/>
        <w:gridCol w:w="943"/>
      </w:tblGrid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组别</w:t>
            </w: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讲解篇目</w:t>
            </w: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选手姓名</w:t>
            </w: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单位</w:t>
            </w:r>
            <w:r w:rsidRPr="00617D0A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>/</w:t>
            </w: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指导教师</w:t>
            </w:r>
          </w:p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（可不填）</w:t>
            </w: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617D0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:rsidR="002E7F95" w:rsidRPr="00617D0A">
        <w:trPr>
          <w:trHeight w:val="680"/>
          <w:jc w:val="center"/>
        </w:trPr>
        <w:tc>
          <w:tcPr>
            <w:tcW w:w="835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9" w:type="dxa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noWrap/>
            <w:vAlign w:val="center"/>
          </w:tcPr>
          <w:p w:rsidR="002E7F95" w:rsidRPr="00617D0A" w:rsidRDefault="002E7F95" w:rsidP="00617D0A">
            <w:pPr>
              <w:spacing w:line="4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</w:tbl>
    <w:p w:rsidR="002E7F95" w:rsidRPr="00273C7F" w:rsidRDefault="002E7F95" w:rsidP="002E7F95">
      <w:pPr>
        <w:widowControl w:val="0"/>
        <w:adjustRightInd w:val="0"/>
        <w:snapToGrid w:val="0"/>
        <w:spacing w:line="20" w:lineRule="exact"/>
        <w:ind w:firstLineChars="200" w:firstLine="31680"/>
        <w:jc w:val="both"/>
        <w:rPr>
          <w:rFonts w:cs="Times New Roman"/>
        </w:rPr>
      </w:pPr>
    </w:p>
    <w:sectPr w:rsidR="002E7F95" w:rsidRPr="00273C7F" w:rsidSect="00B0140C">
      <w:footerReference w:type="default" r:id="rId7"/>
      <w:pgSz w:w="16838" w:h="11906" w:orient="landscape" w:code="9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F95" w:rsidRDefault="002E7F95" w:rsidP="00273C7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E7F95" w:rsidRDefault="002E7F95" w:rsidP="00273C7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95" w:rsidRPr="00617D0A" w:rsidRDefault="002E7F95" w:rsidP="00FE2838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17D0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17D0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17D0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617D0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E7F95" w:rsidRDefault="002E7F95" w:rsidP="00617D0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F95" w:rsidRDefault="002E7F95" w:rsidP="00273C7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E7F95" w:rsidRDefault="002E7F95" w:rsidP="00273C7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D083BE"/>
    <w:multiLevelType w:val="singleLevel"/>
    <w:tmpl w:val="C7D083B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BCFA80"/>
    <w:multiLevelType w:val="singleLevel"/>
    <w:tmpl w:val="5BBCFA8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C7F"/>
    <w:rsid w:val="00024BBC"/>
    <w:rsid w:val="00031E52"/>
    <w:rsid w:val="000D07CE"/>
    <w:rsid w:val="00273C7F"/>
    <w:rsid w:val="002E7F95"/>
    <w:rsid w:val="00344E55"/>
    <w:rsid w:val="00433439"/>
    <w:rsid w:val="00475904"/>
    <w:rsid w:val="005C4754"/>
    <w:rsid w:val="00617D0A"/>
    <w:rsid w:val="00624AF9"/>
    <w:rsid w:val="00771D91"/>
    <w:rsid w:val="00773775"/>
    <w:rsid w:val="007B0AD5"/>
    <w:rsid w:val="00853F8D"/>
    <w:rsid w:val="008627CB"/>
    <w:rsid w:val="008C04AB"/>
    <w:rsid w:val="008C4FAE"/>
    <w:rsid w:val="008F1C72"/>
    <w:rsid w:val="00A16065"/>
    <w:rsid w:val="00A46BC6"/>
    <w:rsid w:val="00A46C95"/>
    <w:rsid w:val="00A56F35"/>
    <w:rsid w:val="00A656EE"/>
    <w:rsid w:val="00B0140C"/>
    <w:rsid w:val="00B61467"/>
    <w:rsid w:val="00BC44F7"/>
    <w:rsid w:val="00C85399"/>
    <w:rsid w:val="00CA7E8C"/>
    <w:rsid w:val="00CB4B34"/>
    <w:rsid w:val="00D45DCC"/>
    <w:rsid w:val="00D92398"/>
    <w:rsid w:val="00DD0EDF"/>
    <w:rsid w:val="00DF79EC"/>
    <w:rsid w:val="00E01E65"/>
    <w:rsid w:val="00EE342B"/>
    <w:rsid w:val="00F243E7"/>
    <w:rsid w:val="00FE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7F"/>
    <w:pPr>
      <w:spacing w:line="560" w:lineRule="exact"/>
      <w:jc w:val="center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73C7F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73C7F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73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73C7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17D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88</Words>
  <Characters>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Administrator</cp:lastModifiedBy>
  <cp:revision>11</cp:revision>
  <cp:lastPrinted>2019-04-12T01:35:00Z</cp:lastPrinted>
  <dcterms:created xsi:type="dcterms:W3CDTF">2019-04-08T05:41:00Z</dcterms:created>
  <dcterms:modified xsi:type="dcterms:W3CDTF">2019-04-12T01:35:00Z</dcterms:modified>
</cp:coreProperties>
</file>