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0E3" w:rsidRDefault="002A30E3">
      <w:pPr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  <w:t>3</w:t>
      </w:r>
    </w:p>
    <w:p w:rsidR="002A30E3" w:rsidRDefault="002A30E3" w:rsidP="00454857">
      <w:pPr>
        <w:spacing w:line="700" w:lineRule="exact"/>
        <w:jc w:val="center"/>
        <w:rPr>
          <w:rFonts w:ascii="方正小标宋简体" w:eastAsia="方正小标宋简体" w:hAnsi="方正小标宋_GBK" w:cs="Times New Roman"/>
          <w:color w:val="000000"/>
          <w:sz w:val="44"/>
          <w:szCs w:val="44"/>
          <w:shd w:val="clear" w:color="auto" w:fill="FFFFFF"/>
        </w:rPr>
      </w:pPr>
      <w:r w:rsidRPr="00454857">
        <w:rPr>
          <w:rFonts w:ascii="方正小标宋简体" w:eastAsia="方正小标宋简体" w:hAnsi="方正小标宋_GBK" w:cs="方正小标宋简体" w:hint="eastAsia"/>
          <w:color w:val="000000"/>
          <w:sz w:val="44"/>
          <w:szCs w:val="44"/>
          <w:shd w:val="clear" w:color="auto" w:fill="FFFFFF"/>
        </w:rPr>
        <w:t>常州市首届青少年现场书法展</w:t>
      </w:r>
      <w:bookmarkStart w:id="0" w:name="_GoBack"/>
      <w:bookmarkEnd w:id="0"/>
      <w:r w:rsidRPr="00454857">
        <w:rPr>
          <w:rFonts w:ascii="方正小标宋简体" w:eastAsia="方正小标宋简体" w:hAnsi="方正小标宋_GBK" w:cs="方正小标宋简体" w:hint="eastAsia"/>
          <w:color w:val="000000"/>
          <w:sz w:val="44"/>
          <w:szCs w:val="44"/>
          <w:shd w:val="clear" w:color="auto" w:fill="FFFFFF"/>
        </w:rPr>
        <w:t>示活动</w:t>
      </w:r>
    </w:p>
    <w:p w:rsidR="002A30E3" w:rsidRPr="00454857" w:rsidRDefault="002A30E3" w:rsidP="00454857">
      <w:pPr>
        <w:spacing w:line="700" w:lineRule="exact"/>
        <w:jc w:val="center"/>
        <w:rPr>
          <w:rFonts w:ascii="方正小标宋简体" w:eastAsia="方正小标宋简体" w:hAnsi="方正小标宋_GBK" w:cs="Times New Roman"/>
          <w:color w:val="000000"/>
          <w:sz w:val="44"/>
          <w:szCs w:val="44"/>
          <w:shd w:val="clear" w:color="auto" w:fill="FFFFFF"/>
        </w:rPr>
      </w:pPr>
      <w:r w:rsidRPr="00454857">
        <w:rPr>
          <w:rFonts w:ascii="方正小标宋简体" w:eastAsia="方正小标宋简体" w:hAnsi="方正小标宋_GBK" w:cs="方正小标宋简体" w:hint="eastAsia"/>
          <w:color w:val="000000"/>
          <w:sz w:val="44"/>
          <w:szCs w:val="44"/>
          <w:shd w:val="clear" w:color="auto" w:fill="FFFFFF"/>
        </w:rPr>
        <w:t>优秀组织奖获奖名单</w:t>
      </w:r>
    </w:p>
    <w:p w:rsidR="002A30E3" w:rsidRDefault="002A30E3">
      <w:pPr>
        <w:spacing w:line="240" w:lineRule="exact"/>
        <w:jc w:val="center"/>
        <w:rPr>
          <w:rFonts w:ascii="方正小标宋_GBK" w:eastAsia="方正小标宋_GBK" w:hAnsi="方正小标宋_GBK" w:cs="Times New Roman"/>
          <w:color w:val="000000"/>
          <w:sz w:val="32"/>
          <w:szCs w:val="32"/>
          <w:shd w:val="clear" w:color="auto" w:fill="FFFFFF"/>
        </w:rPr>
      </w:pPr>
    </w:p>
    <w:tbl>
      <w:tblPr>
        <w:tblW w:w="656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096"/>
        <w:gridCol w:w="5465"/>
      </w:tblGrid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b/>
                <w:bCs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b/>
                <w:bCs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b/>
                <w:bCs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b/>
                <w:bCs/>
                <w:sz w:val="21"/>
                <w:szCs w:val="21"/>
                <w:lang w:eastAsia="zh-CN"/>
              </w:rPr>
              <w:t>学校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b/>
                <w:bCs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溧阳市文化小学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溧阳市外国语小学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8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8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常州市武进区实验小学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常州市武进区星韵学校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常州市武进区湟里中心小学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常州市武进区李公朴小学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-3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-3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常州市武进区马杭初级中学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常州市武进区南宅实验学校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常州市新北区三井实验小学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3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常州市新北区河海实验小学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常州市龙城小学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常州市东坡小学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常州市正衡中学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常州市实验小学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4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常州市西新桥小学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常州市钟楼区昕弘实验学校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常州市戚墅堰实验小学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江苏省常州高级中学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6"/>
                <w:sz w:val="21"/>
                <w:szCs w:val="21"/>
                <w:lang w:eastAsia="zh-CN"/>
              </w:rPr>
              <w:t>19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常州市第一中学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5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常州市青少年活动中心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  <w:t>21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常州市北郊初级中学</w:t>
            </w:r>
          </w:p>
        </w:tc>
      </w:tr>
      <w:tr w:rsidR="002A30E3" w:rsidRPr="00E310D7">
        <w:trPr>
          <w:trHeight w:val="454"/>
          <w:jc w:val="center"/>
        </w:trPr>
        <w:tc>
          <w:tcPr>
            <w:tcW w:w="1096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/>
                <w:spacing w:val="-2"/>
                <w:sz w:val="21"/>
                <w:szCs w:val="21"/>
                <w:lang w:eastAsia="zh-CN"/>
              </w:rPr>
              <w:t>22</w:t>
            </w:r>
          </w:p>
        </w:tc>
        <w:tc>
          <w:tcPr>
            <w:tcW w:w="5465" w:type="dxa"/>
            <w:vAlign w:val="center"/>
          </w:tcPr>
          <w:p w:rsidR="002A30E3" w:rsidRPr="00E310D7" w:rsidRDefault="002A30E3" w:rsidP="00E310D7">
            <w:pPr>
              <w:pStyle w:val="TableText"/>
              <w:jc w:val="center"/>
              <w:rPr>
                <w:rFonts w:ascii="仿宋_GB2312" w:eastAsia="仿宋_GB2312" w:cs="Times New Roman"/>
                <w:sz w:val="21"/>
                <w:szCs w:val="21"/>
                <w:lang w:eastAsia="zh-CN"/>
              </w:rPr>
            </w:pPr>
            <w:r w:rsidRPr="00E310D7">
              <w:rPr>
                <w:rFonts w:ascii="仿宋_GB2312" w:eastAsia="仿宋_GB2312" w:cs="仿宋_GB2312" w:hint="eastAsia"/>
                <w:sz w:val="21"/>
                <w:szCs w:val="21"/>
                <w:lang w:eastAsia="zh-CN"/>
              </w:rPr>
              <w:t>常州外国语学校</w:t>
            </w:r>
          </w:p>
        </w:tc>
      </w:tr>
    </w:tbl>
    <w:p w:rsidR="002A30E3" w:rsidRDefault="002A30E3" w:rsidP="002A30E3">
      <w:pPr>
        <w:ind w:firstLineChars="2600" w:firstLine="31680"/>
        <w:rPr>
          <w:rFonts w:cs="Times New Roman"/>
          <w:b/>
          <w:bCs/>
          <w:color w:val="0000FF"/>
        </w:rPr>
      </w:pPr>
    </w:p>
    <w:sectPr w:rsidR="002A30E3" w:rsidSect="004A660B">
      <w:footerReference w:type="default" r:id="rId6"/>
      <w:pgSz w:w="11906" w:h="16838"/>
      <w:pgMar w:top="1701" w:right="1531" w:bottom="1701" w:left="1531" w:header="851" w:footer="992" w:gutter="0"/>
      <w:pgNumType w:fmt="numberInDash" w:start="2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0E3" w:rsidRDefault="002A30E3" w:rsidP="0045485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A30E3" w:rsidRDefault="002A30E3" w:rsidP="0045485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0E3" w:rsidRPr="004A660B" w:rsidRDefault="002A30E3" w:rsidP="00E76626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A660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A660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A660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- 29 -</w:t>
    </w:r>
    <w:r w:rsidRPr="004A660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A30E3" w:rsidRDefault="002A30E3" w:rsidP="004A660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0E3" w:rsidRDefault="002A30E3" w:rsidP="0045485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A30E3" w:rsidRDefault="002A30E3" w:rsidP="0045485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12B91E0D"/>
    <w:rsid w:val="002A30E3"/>
    <w:rsid w:val="00454857"/>
    <w:rsid w:val="004A660B"/>
    <w:rsid w:val="006C13D7"/>
    <w:rsid w:val="007B77C5"/>
    <w:rsid w:val="00BD4D57"/>
    <w:rsid w:val="00CE7E7F"/>
    <w:rsid w:val="00E310D7"/>
    <w:rsid w:val="00E76626"/>
    <w:rsid w:val="010165F6"/>
    <w:rsid w:val="01210F87"/>
    <w:rsid w:val="102D47C9"/>
    <w:rsid w:val="12B91E0D"/>
    <w:rsid w:val="1A9032AD"/>
    <w:rsid w:val="1AFB091C"/>
    <w:rsid w:val="1BEE6D2B"/>
    <w:rsid w:val="1E137F49"/>
    <w:rsid w:val="1E163A50"/>
    <w:rsid w:val="245E323B"/>
    <w:rsid w:val="25837A55"/>
    <w:rsid w:val="28526934"/>
    <w:rsid w:val="2963752F"/>
    <w:rsid w:val="308A41DF"/>
    <w:rsid w:val="31BB2DB3"/>
    <w:rsid w:val="34855F7F"/>
    <w:rsid w:val="3C761E16"/>
    <w:rsid w:val="3D200FA8"/>
    <w:rsid w:val="4A816AF7"/>
    <w:rsid w:val="50F337EA"/>
    <w:rsid w:val="546D5D37"/>
    <w:rsid w:val="5819394E"/>
    <w:rsid w:val="65E57E66"/>
    <w:rsid w:val="694644A5"/>
    <w:rsid w:val="78922D6C"/>
    <w:rsid w:val="78FF0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7C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uiPriority w:val="99"/>
    <w:semiHidden/>
    <w:rsid w:val="007B77C5"/>
    <w:rPr>
      <w:rFonts w:ascii="宋体" w:hAnsi="宋体" w:cs="宋体"/>
      <w:sz w:val="19"/>
      <w:szCs w:val="19"/>
      <w:lang w:eastAsia="en-US"/>
    </w:rPr>
  </w:style>
  <w:style w:type="table" w:customStyle="1" w:styleId="TableNormal1">
    <w:name w:val="Table Normal1"/>
    <w:uiPriority w:val="99"/>
    <w:semiHidden/>
    <w:rsid w:val="007B77C5"/>
    <w:rPr>
      <w:rFonts w:cs="Calibri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454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4857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548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4857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4A66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51</Words>
  <Characters>296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tj.</dc:creator>
  <cp:keywords/>
  <dc:description/>
  <cp:lastModifiedBy>吴琳赟</cp:lastModifiedBy>
  <cp:revision>3</cp:revision>
  <cp:lastPrinted>2023-10-20T13:25:00Z</cp:lastPrinted>
  <dcterms:created xsi:type="dcterms:W3CDTF">2023-10-17T10:49:00Z</dcterms:created>
  <dcterms:modified xsi:type="dcterms:W3CDTF">2023-11-29T07:53:00Z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95F8DFF68FE4435FBBE7146A0CBCAAA9_13</vt:lpwstr>
  </property>
</Properties>
</file>