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jc w:val="center"/>
        <w:rPr>
          <w:rFonts w:ascii="方正小标宋简体" w:hAnsi="华文中宋" w:eastAsia="方正小标宋简体" w:cs="Times New Roman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sz w:val="44"/>
          <w:szCs w:val="44"/>
        </w:rPr>
        <w:t>常州市深化学校体育改革实验学校名单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常州市雕庄中心小学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常州市第二实验小学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常州市实验小学教育集团平冈校区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常州市怀德苑小学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常州市白云小学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常州市龙城小学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常州市新北区河海实验小学</w:t>
      </w:r>
    </w:p>
    <w:p>
      <w:pPr>
        <w:jc w:val="center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常州市武进区湖塘桥实验小学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常州市朝阳中学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常州市清潭中学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常州市明德实验中学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常州市田家炳初级中学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常州市第二十四中学天宁分校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常州市田家炳高级中学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常州市武进清英外国语学校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常州市武进区星河实验小学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常州市武进区崔桥小学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常州市戚墅堰东方小学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常州市西新桥小学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常州市泰村实验学校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常州市花园小学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常州市荆川小学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常州市兰陵小学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常州市青龙实验小学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常州市实验初级中学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常州市第二十四中学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江苏省常州高级中学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常州市第三中学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常州市金坛区东城实验小学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常州外国语学校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常州市华润小学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常州市钟楼实验小学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常州市北郊初级中学</w:t>
      </w:r>
    </w:p>
    <w:p>
      <w:pPr>
        <w:jc w:val="center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常州市局前街小学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常州市教科院附属中学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常州市武进区横林实验小学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常州市五星实验小学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常州市紫云小学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常州市武进区遥观初级中学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常州市武进区庙桥小学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常州市新北区新桥实验小学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常州市戚墅堰高级中学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常州市新北区香槟湖小学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常州市武进区遥观中心小学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常州市解放路小学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常州市武进区星河实验小学分校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常州市武进区芙蓉小学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常州市新北区新桥第二实验小学</w:t>
      </w:r>
    </w:p>
    <w:p>
      <w:pPr>
        <w:widowControl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常州市武进区横山桥中心小学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常州市同济中学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常州市武进区实验小学分校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常州市武进区礼河实验学校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常州市第五中学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常州市勤业中学</w:t>
      </w:r>
      <w:bookmarkStart w:id="0" w:name="_GoBack"/>
      <w:bookmarkEnd w:id="0"/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常州市虹景小学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常州市正衡中学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常州市武进区潘家小学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常州市实验初级中学天宁分校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江苏省前黄高级中学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常州市北郊小学</w:t>
      </w: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uto" w:vAnchor="text" w:hAnchor="margin" w:xAlign="outside" w:y="1"/>
      <w:rPr>
        <w:rStyle w:val="7"/>
        <w:rFonts w:ascii="Times New Roman" w:hAnsi="Times New Roman" w:cs="Times New Roman"/>
        <w:sz w:val="28"/>
        <w:szCs w:val="28"/>
      </w:rPr>
    </w:pPr>
    <w:r>
      <w:rPr>
        <w:rStyle w:val="7"/>
        <w:rFonts w:ascii="Times New Roman" w:hAnsi="Times New Roman" w:cs="Times New Roman"/>
        <w:sz w:val="28"/>
        <w:szCs w:val="28"/>
      </w:rPr>
      <w:fldChar w:fldCharType="begin"/>
    </w:r>
    <w:r>
      <w:rPr>
        <w:rStyle w:val="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7"/>
        <w:rFonts w:ascii="Times New Roman" w:hAnsi="Times New Roman" w:cs="Times New Roman"/>
        <w:sz w:val="28"/>
        <w:szCs w:val="28"/>
      </w:rPr>
      <w:fldChar w:fldCharType="separate"/>
    </w:r>
    <w:r>
      <w:rPr>
        <w:rStyle w:val="7"/>
        <w:rFonts w:ascii="Times New Roman" w:hAnsi="Times New Roman" w:cs="Times New Roman"/>
        <w:sz w:val="28"/>
        <w:szCs w:val="28"/>
      </w:rPr>
      <w:t>- 5 -</w:t>
    </w:r>
    <w:r>
      <w:rPr>
        <w:rStyle w:val="7"/>
        <w:rFonts w:ascii="Times New Roman" w:hAnsi="Times New Roman" w:cs="Times New Roman"/>
        <w:sz w:val="28"/>
        <w:szCs w:val="28"/>
      </w:rPr>
      <w:fldChar w:fldCharType="end"/>
    </w:r>
  </w:p>
  <w:p>
    <w:pPr>
      <w:pStyle w:val="3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Q4ZmYxYjgyY2Q3ODc2MGNjMGM5ZDhlOWZmYjkwMmIifQ=="/>
  </w:docVars>
  <w:rsids>
    <w:rsidRoot w:val="2A8513E1"/>
    <w:rsid w:val="00054C12"/>
    <w:rsid w:val="0011621A"/>
    <w:rsid w:val="00145B1F"/>
    <w:rsid w:val="001F05BB"/>
    <w:rsid w:val="002872ED"/>
    <w:rsid w:val="00340C56"/>
    <w:rsid w:val="003A0C16"/>
    <w:rsid w:val="003C704B"/>
    <w:rsid w:val="004715A2"/>
    <w:rsid w:val="00582499"/>
    <w:rsid w:val="0058624F"/>
    <w:rsid w:val="00586D6F"/>
    <w:rsid w:val="005913EC"/>
    <w:rsid w:val="005E4484"/>
    <w:rsid w:val="00682611"/>
    <w:rsid w:val="006A55EE"/>
    <w:rsid w:val="007A4F7B"/>
    <w:rsid w:val="007F6171"/>
    <w:rsid w:val="0081053C"/>
    <w:rsid w:val="008A3EA6"/>
    <w:rsid w:val="008C5587"/>
    <w:rsid w:val="008F1413"/>
    <w:rsid w:val="00AC71A4"/>
    <w:rsid w:val="00B612B6"/>
    <w:rsid w:val="00E178C4"/>
    <w:rsid w:val="00E60ABD"/>
    <w:rsid w:val="00EF1577"/>
    <w:rsid w:val="00F9120F"/>
    <w:rsid w:val="00FC34C3"/>
    <w:rsid w:val="00FD1F93"/>
    <w:rsid w:val="14942B05"/>
    <w:rsid w:val="16A91D31"/>
    <w:rsid w:val="22D45DD2"/>
    <w:rsid w:val="2A8513E1"/>
    <w:rsid w:val="2F937157"/>
    <w:rsid w:val="6D535020"/>
    <w:rsid w:val="6E9A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99"/>
  </w:style>
  <w:style w:type="character" w:customStyle="1" w:styleId="8">
    <w:name w:val="Balloon Text Char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9">
    <w:name w:val="Footer Char"/>
    <w:basedOn w:val="6"/>
    <w:link w:val="3"/>
    <w:semiHidden/>
    <w:locked/>
    <w:uiPriority w:val="99"/>
    <w:rPr>
      <w:sz w:val="18"/>
      <w:szCs w:val="18"/>
    </w:rPr>
  </w:style>
  <w:style w:type="character" w:customStyle="1" w:styleId="10">
    <w:name w:val="Header Char"/>
    <w:basedOn w:val="6"/>
    <w:link w:val="4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3</Pages>
  <Words>99</Words>
  <Characters>569</Characters>
  <Lines>0</Lines>
  <Paragraphs>0</Paragraphs>
  <TotalTime>9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2018-10-17T01:16:00Z</dcterms:created>
  <dc:creator>假行僧</dc:creator>
  <cp:lastModifiedBy>czbjadu</cp:lastModifiedBy>
  <cp:lastPrinted>2018-10-18T07:31:00Z</cp:lastPrinted>
  <dcterms:modified xsi:type="dcterms:W3CDTF">2023-10-07T01:36:50Z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05C688CDE7234A268B73BDFD04CEDA28_12</vt:lpwstr>
  </property>
</Properties>
</file>