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7F" w:rsidRPr="0055306F" w:rsidRDefault="00501B7F">
      <w:pPr>
        <w:rPr>
          <w:rFonts w:ascii="黑体" w:eastAsia="黑体" w:hAnsi="黑体" w:cs="黑体"/>
          <w:sz w:val="32"/>
          <w:szCs w:val="32"/>
        </w:rPr>
      </w:pPr>
      <w:r w:rsidRPr="0055306F">
        <w:rPr>
          <w:rFonts w:ascii="黑体" w:eastAsia="黑体" w:hAnsi="黑体" w:cs="黑体" w:hint="eastAsia"/>
          <w:sz w:val="32"/>
          <w:szCs w:val="32"/>
        </w:rPr>
        <w:t>附件</w:t>
      </w:r>
      <w:r w:rsidRPr="0055306F">
        <w:rPr>
          <w:rFonts w:ascii="黑体" w:eastAsia="黑体" w:hAnsi="黑体" w:cs="黑体"/>
          <w:sz w:val="32"/>
          <w:szCs w:val="32"/>
        </w:rPr>
        <w:t>7</w:t>
      </w:r>
    </w:p>
    <w:p w:rsidR="00501B7F" w:rsidRDefault="00501B7F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常州市高等教育和职业教育创新创业大赛</w:t>
      </w:r>
    </w:p>
    <w:p w:rsidR="00501B7F" w:rsidRDefault="00501B7F">
      <w:pPr>
        <w:spacing w:line="7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双创教育研究论文报名表</w:t>
      </w:r>
    </w:p>
    <w:p w:rsidR="00501B7F" w:rsidRDefault="00501B7F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135"/>
        <w:gridCol w:w="1559"/>
        <w:gridCol w:w="842"/>
        <w:gridCol w:w="2622"/>
        <w:gridCol w:w="1701"/>
      </w:tblGrid>
      <w:tr w:rsidR="00501B7F">
        <w:trPr>
          <w:cantSplit/>
          <w:trHeight w:val="878"/>
          <w:jc w:val="center"/>
        </w:trPr>
        <w:tc>
          <w:tcPr>
            <w:tcW w:w="21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学校全称</w:t>
            </w: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（盖章）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01B7F">
        <w:trPr>
          <w:cantSplit/>
          <w:trHeight w:val="690"/>
          <w:jc w:val="center"/>
        </w:trPr>
        <w:tc>
          <w:tcPr>
            <w:tcW w:w="21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论文题目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501B7F">
        <w:trPr>
          <w:cantSplit/>
          <w:trHeight w:val="420"/>
          <w:jc w:val="center"/>
        </w:trPr>
        <w:tc>
          <w:tcPr>
            <w:tcW w:w="2135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作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者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84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622" w:type="dxa"/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职务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701" w:type="dxa"/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手机号</w:t>
            </w:r>
          </w:p>
        </w:tc>
      </w:tr>
      <w:tr w:rsidR="00501B7F">
        <w:trPr>
          <w:cantSplit/>
          <w:trHeight w:val="420"/>
          <w:jc w:val="center"/>
        </w:trPr>
        <w:tc>
          <w:tcPr>
            <w:tcW w:w="2135" w:type="dxa"/>
            <w:vMerge/>
            <w:vAlign w:val="center"/>
          </w:tcPr>
          <w:p w:rsidR="00501B7F" w:rsidRDefault="00501B7F">
            <w:pPr>
              <w:spacing w:line="5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01B7F" w:rsidRDefault="00501B7F">
            <w:pPr>
              <w:spacing w:line="64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501B7F">
        <w:trPr>
          <w:cantSplit/>
          <w:trHeight w:val="3872"/>
          <w:jc w:val="center"/>
        </w:trPr>
        <w:tc>
          <w:tcPr>
            <w:tcW w:w="2135" w:type="dxa"/>
            <w:vAlign w:val="center"/>
          </w:tcPr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作</w:t>
            </w: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者</w:t>
            </w: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声</w:t>
            </w: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明</w:t>
            </w:r>
          </w:p>
        </w:tc>
        <w:tc>
          <w:tcPr>
            <w:tcW w:w="6724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sz w:val="32"/>
                <w:szCs w:val="32"/>
              </w:rPr>
              <w:t>本文为作者的原创稿件，文责自负。</w:t>
            </w: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作者签名：</w:t>
            </w: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年月日</w:t>
            </w:r>
          </w:p>
          <w:p w:rsidR="00501B7F" w:rsidRDefault="00501B7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501B7F" w:rsidRDefault="00501B7F">
      <w:pPr>
        <w:spacing w:line="32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24"/>
          <w:szCs w:val="24"/>
        </w:rPr>
        <w:t>备注：本表为</w:t>
      </w:r>
      <w:r>
        <w:rPr>
          <w:rFonts w:ascii="Times New Roman" w:eastAsia="仿宋_GB2312" w:hAnsi="Times New Roman" w:cs="Times New Roman"/>
          <w:sz w:val="24"/>
          <w:szCs w:val="24"/>
        </w:rPr>
        <w:t>A4</w:t>
      </w:r>
      <w:r>
        <w:rPr>
          <w:rFonts w:ascii="Times New Roman" w:eastAsia="仿宋_GB2312" w:hAnsi="Times New Roman" w:cs="仿宋_GB2312" w:hint="eastAsia"/>
          <w:sz w:val="24"/>
          <w:szCs w:val="24"/>
        </w:rPr>
        <w:t>单页，请置于申报材料第一页。</w:t>
      </w:r>
    </w:p>
    <w:p w:rsidR="00501B7F" w:rsidRDefault="00501B7F">
      <w:pPr>
        <w:jc w:val="center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  <w:r>
        <w:rPr>
          <w:rFonts w:ascii="Times New Roman" w:eastAsia="黑体" w:hAnsi="Times New Roman" w:cs="黑体" w:hint="eastAsia"/>
          <w:sz w:val="44"/>
          <w:szCs w:val="44"/>
        </w:rPr>
        <w:t>论文题目（</w:t>
      </w:r>
      <w:r>
        <w:rPr>
          <w:rFonts w:ascii="Times New Roman" w:eastAsia="黑体" w:hAnsi="Times New Roman" w:cs="Times New Roman"/>
          <w:sz w:val="44"/>
          <w:szCs w:val="44"/>
        </w:rPr>
        <w:t>2</w:t>
      </w:r>
      <w:r>
        <w:rPr>
          <w:rFonts w:ascii="Times New Roman" w:eastAsia="黑体" w:hAnsi="Times New Roman" w:cs="黑体" w:hint="eastAsia"/>
          <w:sz w:val="44"/>
          <w:szCs w:val="44"/>
        </w:rPr>
        <w:t>号黑体字）</w:t>
      </w:r>
    </w:p>
    <w:p w:rsidR="00501B7F" w:rsidRDefault="00501B7F">
      <w:pPr>
        <w:rPr>
          <w:rFonts w:ascii="Times New Roman" w:eastAsia="黑体" w:hAnsi="Times New Roman" w:cs="Times New Roman"/>
        </w:rPr>
      </w:pP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摘要：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号黑体字）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宋体" w:hint="eastAsia"/>
        </w:rPr>
        <w:t>要求</w:t>
      </w:r>
      <w:r>
        <w:rPr>
          <w:rFonts w:ascii="Times New Roman" w:hAnsi="Times New Roman" w:cs="Times New Roman"/>
        </w:rPr>
        <w:t>200</w:t>
      </w:r>
      <w:r>
        <w:rPr>
          <w:rFonts w:ascii="Times New Roman" w:hAnsi="Times New Roman" w:cs="宋体" w:hint="eastAsia"/>
        </w:rPr>
        <w:t>～</w:t>
      </w:r>
      <w:r>
        <w:rPr>
          <w:rFonts w:ascii="Times New Roman" w:hAnsi="Times New Roman" w:cs="Times New Roman"/>
        </w:rPr>
        <w:t>300</w:t>
      </w:r>
      <w:r>
        <w:rPr>
          <w:rFonts w:ascii="Times New Roman" w:hAnsi="Times New Roman" w:cs="宋体" w:hint="eastAsia"/>
        </w:rPr>
        <w:t>字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关键词：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号黑体字）××；××××；×××（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（正文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号宋体字）…………………………………………………………………………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一、一级标题</w:t>
      </w:r>
      <w:r>
        <w:rPr>
          <w:rFonts w:ascii="Times New Roman" w:hAnsi="Times New Roman" w:cs="宋体" w:hint="eastAsia"/>
        </w:rPr>
        <w:t>：××××（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eastAsia="楷体" w:hAnsi="Times New Roman" w:cs="楷体" w:hint="eastAsia"/>
        </w:rPr>
        <w:t>（一）二级标题：（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、三级标题（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号宋体字）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（二）二级标题：（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二、××××（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（一）××××（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（二）××××（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………………………………………………………………………………………………………………………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（空一行）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eastAsia="黑体" w:hAnsi="Times New Roman" w:cs="黑体" w:hint="eastAsia"/>
        </w:rPr>
        <w:t>参考文献：（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号黑体字）</w:t>
      </w:r>
    </w:p>
    <w:p w:rsidR="00501B7F" w:rsidRDefault="00501B7F">
      <w:pPr>
        <w:rPr>
          <w:rFonts w:ascii="Times New Roman" w:eastAsia="楷体" w:hAnsi="Times New Roman" w:cs="Times New Roman"/>
        </w:rPr>
      </w:pPr>
      <w:r>
        <w:rPr>
          <w:rFonts w:ascii="Times New Roman" w:eastAsia="楷体" w:hAnsi="Times New Roman" w:cs="Times New Roman"/>
        </w:rPr>
        <w:t>[1]</w:t>
      </w:r>
      <w:r>
        <w:rPr>
          <w:rFonts w:ascii="Times New Roman" w:eastAsia="楷体" w:hAnsi="Times New Roman" w:cs="楷体" w:hint="eastAsia"/>
        </w:rPr>
        <w:t>作者一，作者二</w:t>
      </w:r>
      <w:r>
        <w:rPr>
          <w:rFonts w:ascii="Times New Roman" w:eastAsia="楷体" w:hAnsi="Times New Roman" w:cs="Times New Roman"/>
        </w:rPr>
        <w:t>.</w:t>
      </w:r>
      <w:r>
        <w:rPr>
          <w:rFonts w:ascii="Times New Roman" w:eastAsia="楷体" w:hAnsi="Times New Roman" w:cs="楷体" w:hint="eastAsia"/>
        </w:rPr>
        <w:t>参考书名</w:t>
      </w:r>
      <w:r>
        <w:rPr>
          <w:rFonts w:ascii="Times New Roman" w:eastAsia="楷体" w:hAnsi="Times New Roman" w:cs="Times New Roman"/>
        </w:rPr>
        <w:t>[M].</w:t>
      </w:r>
      <w:r>
        <w:rPr>
          <w:rFonts w:ascii="Times New Roman" w:eastAsia="楷体" w:hAnsi="Times New Roman" w:cs="楷体" w:hint="eastAsia"/>
        </w:rPr>
        <w:t>出版地：出版者，出版年</w:t>
      </w:r>
      <w:r>
        <w:rPr>
          <w:rFonts w:ascii="Times New Roman" w:eastAsia="楷体" w:hAnsi="Times New Roman" w:cs="Times New Roman"/>
        </w:rPr>
        <w:t>.</w:t>
      </w:r>
    </w:p>
    <w:p w:rsidR="00501B7F" w:rsidRDefault="00501B7F">
      <w:pPr>
        <w:rPr>
          <w:rFonts w:ascii="Times New Roman" w:hAnsi="Times New Roman" w:cs="Times New Roman"/>
        </w:rPr>
      </w:pPr>
      <w:r>
        <w:rPr>
          <w:rFonts w:ascii="Times New Roman" w:eastAsia="楷体" w:hAnsi="Times New Roman" w:cs="Times New Roman"/>
        </w:rPr>
        <w:t>[2]</w:t>
      </w:r>
      <w:r>
        <w:rPr>
          <w:rFonts w:ascii="Times New Roman" w:eastAsia="楷体" w:hAnsi="Times New Roman" w:cs="楷体" w:hint="eastAsia"/>
        </w:rPr>
        <w:t>作者一，作者二</w:t>
      </w:r>
      <w:r>
        <w:rPr>
          <w:rFonts w:ascii="Times New Roman" w:eastAsia="楷体" w:hAnsi="Times New Roman" w:cs="Times New Roman"/>
        </w:rPr>
        <w:t>.</w:t>
      </w:r>
      <w:r>
        <w:rPr>
          <w:rFonts w:ascii="Times New Roman" w:eastAsia="楷体" w:hAnsi="Times New Roman" w:cs="楷体" w:hint="eastAsia"/>
        </w:rPr>
        <w:t>参考文献名</w:t>
      </w:r>
      <w:r>
        <w:rPr>
          <w:rFonts w:ascii="Times New Roman" w:eastAsia="楷体" w:hAnsi="Times New Roman" w:cs="Times New Roman"/>
        </w:rPr>
        <w:t>[J].</w:t>
      </w:r>
      <w:r>
        <w:rPr>
          <w:rFonts w:ascii="Times New Roman" w:eastAsia="楷体" w:hAnsi="Times New Roman" w:cs="楷体" w:hint="eastAsia"/>
        </w:rPr>
        <w:t>刊物名，年，（期）：页码</w:t>
      </w:r>
      <w:r>
        <w:rPr>
          <w:rFonts w:ascii="Times New Roman" w:eastAsia="楷体" w:hAnsi="Times New Roman" w:cs="Times New Roman"/>
        </w:rPr>
        <w:t xml:space="preserve">. </w:t>
      </w: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号楷体字）</w:t>
      </w:r>
    </w:p>
    <w:p w:rsidR="00501B7F" w:rsidRDefault="00501B7F">
      <w:pPr>
        <w:rPr>
          <w:rFonts w:ascii="Times New Roman" w:hAnsi="Times New Roman" w:cs="Times New Roman"/>
        </w:rPr>
      </w:pPr>
    </w:p>
    <w:sectPr w:rsidR="00501B7F" w:rsidSect="0042419D">
      <w:footerReference w:type="default" r:id="rId6"/>
      <w:pgSz w:w="11906" w:h="16838"/>
      <w:pgMar w:top="1701" w:right="1531" w:bottom="1701" w:left="1531" w:header="851" w:footer="992" w:gutter="0"/>
      <w:pgNumType w:fmt="numberInDash" w:start="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B7F" w:rsidRDefault="00501B7F" w:rsidP="0042419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01B7F" w:rsidRDefault="00501B7F" w:rsidP="0042419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B7F" w:rsidRDefault="00501B7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- 24 -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01B7F" w:rsidRDefault="00501B7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B7F" w:rsidRDefault="00501B7F" w:rsidP="0042419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01B7F" w:rsidRDefault="00501B7F" w:rsidP="0042419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k5MDIzZDFiZWQ1NGNmMTVhYjQ3Njc4MGY4M2ZhMWYifQ=="/>
  </w:docVars>
  <w:rsids>
    <w:rsidRoot w:val="00127CA0"/>
    <w:rsid w:val="00127CA0"/>
    <w:rsid w:val="00202D78"/>
    <w:rsid w:val="002832A9"/>
    <w:rsid w:val="002B1184"/>
    <w:rsid w:val="00351236"/>
    <w:rsid w:val="0042419D"/>
    <w:rsid w:val="00481BFB"/>
    <w:rsid w:val="00501B7F"/>
    <w:rsid w:val="0052423D"/>
    <w:rsid w:val="00531B72"/>
    <w:rsid w:val="0055306F"/>
    <w:rsid w:val="00572235"/>
    <w:rsid w:val="0059700D"/>
    <w:rsid w:val="005D61B1"/>
    <w:rsid w:val="005E2502"/>
    <w:rsid w:val="00626C73"/>
    <w:rsid w:val="00646120"/>
    <w:rsid w:val="00671D54"/>
    <w:rsid w:val="00685137"/>
    <w:rsid w:val="00721E10"/>
    <w:rsid w:val="00737344"/>
    <w:rsid w:val="007C5DCA"/>
    <w:rsid w:val="007C711F"/>
    <w:rsid w:val="008B711F"/>
    <w:rsid w:val="00954F7F"/>
    <w:rsid w:val="009A3BCC"/>
    <w:rsid w:val="00A055A4"/>
    <w:rsid w:val="00A0661D"/>
    <w:rsid w:val="00A719B2"/>
    <w:rsid w:val="00A93748"/>
    <w:rsid w:val="00B065D8"/>
    <w:rsid w:val="00B367A3"/>
    <w:rsid w:val="00B93A3A"/>
    <w:rsid w:val="00BB63AA"/>
    <w:rsid w:val="00C33C71"/>
    <w:rsid w:val="00C725AE"/>
    <w:rsid w:val="00C7765B"/>
    <w:rsid w:val="00CC3F31"/>
    <w:rsid w:val="00CC7664"/>
    <w:rsid w:val="00D40E7D"/>
    <w:rsid w:val="00D62D41"/>
    <w:rsid w:val="00DD71A7"/>
    <w:rsid w:val="00DE3C15"/>
    <w:rsid w:val="00E26CD3"/>
    <w:rsid w:val="00E57456"/>
    <w:rsid w:val="00EC511C"/>
    <w:rsid w:val="00ED7CF6"/>
    <w:rsid w:val="00EF07D7"/>
    <w:rsid w:val="00F02645"/>
    <w:rsid w:val="00F65E31"/>
    <w:rsid w:val="00F758FB"/>
    <w:rsid w:val="00F859FA"/>
    <w:rsid w:val="00F86531"/>
    <w:rsid w:val="3B350DA3"/>
    <w:rsid w:val="41D3639B"/>
    <w:rsid w:val="4E31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19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419D"/>
    <w:rPr>
      <w:kern w:val="0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19D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2419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19D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424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19D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2419D"/>
  </w:style>
  <w:style w:type="paragraph" w:customStyle="1" w:styleId="xl26">
    <w:name w:val="xl26"/>
    <w:basedOn w:val="Normal"/>
    <w:uiPriority w:val="99"/>
    <w:rsid w:val="0042419D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118</Words>
  <Characters>678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20</cp:revision>
  <cp:lastPrinted>2023-05-22T02:33:00Z</cp:lastPrinted>
  <dcterms:created xsi:type="dcterms:W3CDTF">2018-09-19T07:23:00Z</dcterms:created>
  <dcterms:modified xsi:type="dcterms:W3CDTF">2023-05-22T02:33:00Z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86ABD4A48D9F4853A3C0214E38865C98_12</vt:lpwstr>
  </property>
</Properties>
</file>