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796" w:rsidRDefault="00C65796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5</w:t>
      </w:r>
    </w:p>
    <w:p w:rsidR="00C65796" w:rsidRPr="008A7DAC" w:rsidRDefault="00C65796" w:rsidP="00E06432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8A7DAC">
        <w:rPr>
          <w:rFonts w:ascii="方正小标宋简体" w:eastAsia="方正小标宋简体" w:hAnsi="宋体" w:cs="方正小标宋简体"/>
          <w:sz w:val="44"/>
          <w:szCs w:val="44"/>
        </w:rPr>
        <w:t>2022</w:t>
      </w:r>
      <w:r w:rsidRPr="008A7DAC">
        <w:rPr>
          <w:rFonts w:ascii="方正小标宋简体" w:eastAsia="方正小标宋简体" w:hAnsi="宋体" w:cs="方正小标宋简体" w:hint="eastAsia"/>
          <w:sz w:val="44"/>
          <w:szCs w:val="44"/>
        </w:rPr>
        <w:t>年常州市校园体育之星十佳名单</w:t>
      </w:r>
    </w:p>
    <w:p w:rsidR="00C65796" w:rsidRDefault="00C65796">
      <w:pPr>
        <w:jc w:val="center"/>
        <w:rPr>
          <w:rFonts w:cs="Times New Roman"/>
          <w:b/>
          <w:bCs/>
        </w:rPr>
      </w:pPr>
    </w:p>
    <w:tbl>
      <w:tblPr>
        <w:tblW w:w="8269" w:type="dxa"/>
        <w:jc w:val="center"/>
        <w:tblLook w:val="00A0"/>
      </w:tblPr>
      <w:tblGrid>
        <w:gridCol w:w="851"/>
        <w:gridCol w:w="1418"/>
        <w:gridCol w:w="1500"/>
        <w:gridCol w:w="4500"/>
      </w:tblGrid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FF6B06">
            <w:pPr>
              <w:widowControl/>
              <w:jc w:val="center"/>
              <w:rPr>
                <w:rFonts w:ascii="仿宋_GB2312" w:eastAsia="仿宋_GB2312" w:hAnsi="Arial Unicode MS" w:cs="Times New Roman"/>
                <w:b/>
                <w:bCs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FF6B06">
            <w:pPr>
              <w:widowControl/>
              <w:jc w:val="center"/>
              <w:rPr>
                <w:rFonts w:ascii="仿宋_GB2312" w:eastAsia="仿宋_GB2312" w:hAnsi="Arial Unicode MS" w:cs="Times New Roman"/>
                <w:b/>
                <w:bCs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FF6B06">
            <w:pPr>
              <w:widowControl/>
              <w:jc w:val="center"/>
              <w:rPr>
                <w:rFonts w:ascii="仿宋_GB2312" w:eastAsia="仿宋_GB2312" w:hAnsi="Arial Unicode MS" w:cs="Times New Roman"/>
                <w:b/>
                <w:bCs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FF6B06">
            <w:pPr>
              <w:widowControl/>
              <w:jc w:val="left"/>
              <w:rPr>
                <w:rFonts w:ascii="仿宋_GB2312" w:eastAsia="仿宋_GB2312" w:hAnsi="Arial Unicode MS" w:cs="Times New Roman"/>
                <w:b/>
                <w:bCs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b/>
                <w:bCs/>
                <w:kern w:val="0"/>
                <w:sz w:val="28"/>
                <w:szCs w:val="28"/>
              </w:rPr>
              <w:t xml:space="preserve">          </w:t>
            </w:r>
            <w:r w:rsidRPr="008A7DAC"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单</w:t>
            </w:r>
            <w:r w:rsidRPr="008A7DAC">
              <w:rPr>
                <w:rFonts w:ascii="仿宋_GB2312" w:eastAsia="仿宋_GB2312" w:hAnsi="Arial Unicode MS" w:cs="仿宋_GB2312"/>
                <w:b/>
                <w:bCs/>
                <w:kern w:val="0"/>
                <w:sz w:val="28"/>
                <w:szCs w:val="28"/>
              </w:rPr>
              <w:t xml:space="preserve">       </w:t>
            </w:r>
            <w:r w:rsidRPr="008A7DAC"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位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朱语涵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棒垒球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常州市北郊高级中学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郭诚慧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游泳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常州市怀德苑小学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张彤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篮球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常州市新北区实验中学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王宜颖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体操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常州市西横街小学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薛子健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游泳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常州市实验初级中学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张欣怡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曲棍球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常州市武进区鸣凰中心小学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王子杰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手球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常州市武进区刘海粟小学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杨家怡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足球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常州市北郊初级中学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蔡宇航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篮球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常州市实验初级中学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鲍逸雯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田径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7262D8">
            <w:pPr>
              <w:widowControl/>
              <w:jc w:val="center"/>
              <w:rPr>
                <w:rFonts w:ascii="仿宋_GB2312" w:eastAsia="仿宋_GB2312" w:hAnsi="Arial Unicode MS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Arial Unicode MS" w:cs="仿宋_GB2312" w:hint="eastAsia"/>
                <w:kern w:val="0"/>
                <w:sz w:val="28"/>
                <w:szCs w:val="28"/>
              </w:rPr>
              <w:t>常州市武进区礼嘉中学</w:t>
            </w:r>
          </w:p>
        </w:tc>
      </w:tr>
    </w:tbl>
    <w:p w:rsidR="00C65796" w:rsidRDefault="00C65796">
      <w:pPr>
        <w:rPr>
          <w:rFonts w:cs="Times New Roman"/>
          <w:sz w:val="28"/>
          <w:szCs w:val="28"/>
        </w:rPr>
      </w:pPr>
    </w:p>
    <w:p w:rsidR="00C65796" w:rsidRDefault="00C65796">
      <w:pPr>
        <w:rPr>
          <w:rFonts w:cs="Times New Roman"/>
          <w:sz w:val="28"/>
          <w:szCs w:val="28"/>
        </w:rPr>
      </w:pPr>
    </w:p>
    <w:p w:rsidR="00C65796" w:rsidRDefault="00C65796">
      <w:pPr>
        <w:rPr>
          <w:rFonts w:cs="Times New Roman"/>
          <w:sz w:val="28"/>
          <w:szCs w:val="28"/>
        </w:rPr>
      </w:pPr>
    </w:p>
    <w:p w:rsidR="00C65796" w:rsidRDefault="00C65796">
      <w:pPr>
        <w:rPr>
          <w:rFonts w:cs="Times New Roman"/>
          <w:sz w:val="28"/>
          <w:szCs w:val="28"/>
        </w:rPr>
      </w:pPr>
    </w:p>
    <w:p w:rsidR="00C65796" w:rsidRDefault="00C65796">
      <w:pPr>
        <w:rPr>
          <w:rFonts w:cs="Times New Roman"/>
          <w:sz w:val="28"/>
          <w:szCs w:val="28"/>
        </w:rPr>
      </w:pPr>
    </w:p>
    <w:p w:rsidR="00C65796" w:rsidRDefault="00C65796">
      <w:pPr>
        <w:rPr>
          <w:rFonts w:cs="Times New Roman"/>
          <w:sz w:val="28"/>
          <w:szCs w:val="28"/>
        </w:rPr>
      </w:pPr>
    </w:p>
    <w:p w:rsidR="00C65796" w:rsidRDefault="00C65796">
      <w:pPr>
        <w:rPr>
          <w:rFonts w:cs="Times New Roman"/>
          <w:sz w:val="28"/>
          <w:szCs w:val="28"/>
        </w:rPr>
      </w:pPr>
    </w:p>
    <w:p w:rsidR="00C65796" w:rsidRPr="008A7DAC" w:rsidRDefault="00C65796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8A7DAC">
        <w:rPr>
          <w:rFonts w:ascii="方正小标宋简体" w:eastAsia="方正小标宋简体" w:hAnsi="宋体" w:cs="方正小标宋简体"/>
          <w:sz w:val="44"/>
          <w:szCs w:val="44"/>
        </w:rPr>
        <w:t>2022</w:t>
      </w:r>
      <w:r w:rsidRPr="008A7DAC">
        <w:rPr>
          <w:rFonts w:ascii="方正小标宋简体" w:eastAsia="方正小标宋简体" w:hAnsi="宋体" w:cs="方正小标宋简体" w:hint="eastAsia"/>
          <w:sz w:val="44"/>
          <w:szCs w:val="44"/>
        </w:rPr>
        <w:t>年常州市校园体育之星优秀名单</w:t>
      </w:r>
    </w:p>
    <w:p w:rsidR="00C65796" w:rsidRPr="007262D8" w:rsidRDefault="00C65796">
      <w:pPr>
        <w:jc w:val="center"/>
        <w:rPr>
          <w:rFonts w:ascii="宋体" w:cs="Times New Roman"/>
          <w:b/>
          <w:bCs/>
          <w:sz w:val="18"/>
          <w:szCs w:val="18"/>
        </w:rPr>
      </w:pPr>
    </w:p>
    <w:tbl>
      <w:tblPr>
        <w:tblW w:w="8276" w:type="dxa"/>
        <w:jc w:val="center"/>
        <w:tblLook w:val="00A0"/>
      </w:tblPr>
      <w:tblGrid>
        <w:gridCol w:w="878"/>
        <w:gridCol w:w="1400"/>
        <w:gridCol w:w="1498"/>
        <w:gridCol w:w="4500"/>
      </w:tblGrid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单</w:t>
            </w:r>
            <w:r w:rsidRPr="008A7DAC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    </w:t>
            </w:r>
            <w:r w:rsidRPr="008A7DAC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位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沈</w:t>
            </w:r>
            <w:r w:rsidRPr="008A7DAC">
              <w:rPr>
                <w:rFonts w:ascii="仿宋" w:eastAsia="仿宋" w:hAnsi="仿宋" w:cs="仿宋" w:hint="eastAsia"/>
                <w:sz w:val="28"/>
                <w:szCs w:val="28"/>
              </w:rPr>
              <w:t>浥</w:t>
            </w:r>
            <w:r w:rsidRPr="008A7DA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游泳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常州市清潭中学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李司宸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击剑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常州市龙城小学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蒋玄烨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篮球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常州市第一中学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费胤杰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武术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常州市朝阳中学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顾雯媛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羽毛球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常州市武进区实验小学分校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姜心如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赛艇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常州市武进区鸣凰中学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戈舒瑶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体操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常州市局前街小学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刘</w:t>
            </w:r>
            <w:r w:rsidRPr="008A7DAC">
              <w:rPr>
                <w:rFonts w:ascii="仿宋" w:eastAsia="仿宋" w:hAnsi="仿宋" w:cs="仿宋" w:hint="eastAsia"/>
                <w:sz w:val="28"/>
                <w:szCs w:val="28"/>
              </w:rPr>
              <w:t>旻</w:t>
            </w:r>
            <w:r w:rsidRPr="008A7DA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昊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足球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常州市龙城小学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朱泽宇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田径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常州市武进区湖塘桥实验小学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贺铃珑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乒乓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江苏省常州高级中学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王韵涵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体操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常州市花园小学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曹心瑶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乒乓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常州市清潭中学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刘美儿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网球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常州市龙城小学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刘家文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田径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常州市第五中学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许一诺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羽毛球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常州市华润小学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杨逍雨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篮球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常州市第三中学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田春宇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足球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常州市北郊高级中学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林资晔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游泳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常州市新北区实验中学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陈李仁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棒垒球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常州市龙城小学</w:t>
            </w:r>
          </w:p>
        </w:tc>
      </w:tr>
      <w:tr w:rsidR="00C65796" w:rsidRPr="008A7DAC" w:rsidTr="008A7DAC">
        <w:trPr>
          <w:trHeight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陆怡伶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射箭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5796" w:rsidRPr="008A7DAC" w:rsidRDefault="00C65796" w:rsidP="008A7DAC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8A7DAC">
              <w:rPr>
                <w:rFonts w:ascii="仿宋_GB2312" w:eastAsia="仿宋_GB2312" w:cs="仿宋_GB2312" w:hint="eastAsia"/>
                <w:sz w:val="28"/>
                <w:szCs w:val="28"/>
              </w:rPr>
              <w:t>常州市花园小学</w:t>
            </w:r>
          </w:p>
        </w:tc>
      </w:tr>
    </w:tbl>
    <w:p w:rsidR="00C65796" w:rsidRPr="00FF6B06" w:rsidRDefault="00C65796" w:rsidP="008A7DAC">
      <w:pPr>
        <w:spacing w:line="20" w:lineRule="exact"/>
        <w:jc w:val="center"/>
        <w:rPr>
          <w:rFonts w:ascii="宋体" w:cs="Times New Roman"/>
          <w:b/>
          <w:bCs/>
          <w:sz w:val="32"/>
          <w:szCs w:val="32"/>
        </w:rPr>
      </w:pPr>
    </w:p>
    <w:sectPr w:rsidR="00C65796" w:rsidRPr="00FF6B06" w:rsidSect="008A7DAC">
      <w:footerReference w:type="default" r:id="rId6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796" w:rsidRDefault="00C65796" w:rsidP="007717E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65796" w:rsidRDefault="00C65796" w:rsidP="007717E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796" w:rsidRPr="008A7DAC" w:rsidRDefault="00C65796" w:rsidP="00486127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8A7DAC">
      <w:rPr>
        <w:rStyle w:val="PageNumber"/>
        <w:sz w:val="28"/>
        <w:szCs w:val="28"/>
      </w:rPr>
      <w:fldChar w:fldCharType="begin"/>
    </w:r>
    <w:r w:rsidRPr="008A7DAC">
      <w:rPr>
        <w:rStyle w:val="PageNumber"/>
        <w:sz w:val="28"/>
        <w:szCs w:val="28"/>
      </w:rPr>
      <w:instrText xml:space="preserve">PAGE  </w:instrText>
    </w:r>
    <w:r w:rsidRPr="008A7DA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- 11 -</w:t>
    </w:r>
    <w:r w:rsidRPr="008A7DAC">
      <w:rPr>
        <w:rStyle w:val="PageNumber"/>
        <w:sz w:val="28"/>
        <w:szCs w:val="28"/>
      </w:rPr>
      <w:fldChar w:fldCharType="end"/>
    </w:r>
  </w:p>
  <w:p w:rsidR="00C65796" w:rsidRDefault="00C6579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796" w:rsidRDefault="00C65796" w:rsidP="007717E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65796" w:rsidRDefault="00C65796" w:rsidP="007717E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0C03438"/>
    <w:rsid w:val="00031267"/>
    <w:rsid w:val="0009098A"/>
    <w:rsid w:val="000B45DA"/>
    <w:rsid w:val="00164063"/>
    <w:rsid w:val="00164F93"/>
    <w:rsid w:val="00273968"/>
    <w:rsid w:val="002D671B"/>
    <w:rsid w:val="002F52F0"/>
    <w:rsid w:val="003B4EF6"/>
    <w:rsid w:val="003E289A"/>
    <w:rsid w:val="003F03F3"/>
    <w:rsid w:val="00425177"/>
    <w:rsid w:val="00486127"/>
    <w:rsid w:val="004B1593"/>
    <w:rsid w:val="0058260F"/>
    <w:rsid w:val="006070AE"/>
    <w:rsid w:val="006F0C4A"/>
    <w:rsid w:val="007262D8"/>
    <w:rsid w:val="007717ED"/>
    <w:rsid w:val="007E4B00"/>
    <w:rsid w:val="007F07FB"/>
    <w:rsid w:val="00862B21"/>
    <w:rsid w:val="008A7DAC"/>
    <w:rsid w:val="00934B48"/>
    <w:rsid w:val="00A04243"/>
    <w:rsid w:val="00A8579C"/>
    <w:rsid w:val="00AA7BFC"/>
    <w:rsid w:val="00B560B1"/>
    <w:rsid w:val="00B92217"/>
    <w:rsid w:val="00C332C3"/>
    <w:rsid w:val="00C65796"/>
    <w:rsid w:val="00C91424"/>
    <w:rsid w:val="00D469FF"/>
    <w:rsid w:val="00D743E5"/>
    <w:rsid w:val="00E05177"/>
    <w:rsid w:val="00E06432"/>
    <w:rsid w:val="00E30EC4"/>
    <w:rsid w:val="00F314B3"/>
    <w:rsid w:val="00F846D3"/>
    <w:rsid w:val="00FF481A"/>
    <w:rsid w:val="00FF6B06"/>
    <w:rsid w:val="0A3F7BB9"/>
    <w:rsid w:val="50C0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7ED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717ED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17ED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71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17ED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7717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5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105</Words>
  <Characters>599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14</cp:revision>
  <dcterms:created xsi:type="dcterms:W3CDTF">2019-12-30T03:28:00Z</dcterms:created>
  <dcterms:modified xsi:type="dcterms:W3CDTF">2022-12-20T02:16:00Z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