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AE" w:rsidRDefault="006D11AE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6D11AE" w:rsidRDefault="006D11AE" w:rsidP="003F3328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 w:rsidRPr="003F3328">
        <w:rPr>
          <w:rFonts w:ascii="方正小标宋简体" w:eastAsia="方正小标宋简体" w:hAnsi="Calibri" w:cs="方正小标宋简体"/>
          <w:sz w:val="44"/>
          <w:szCs w:val="44"/>
        </w:rPr>
        <w:t>2022</w:t>
      </w:r>
      <w:r w:rsidRPr="003F3328">
        <w:rPr>
          <w:rFonts w:ascii="方正小标宋简体" w:eastAsia="方正小标宋简体" w:hAnsi="Calibri" w:cs="方正小标宋简体" w:hint="eastAsia"/>
          <w:sz w:val="44"/>
          <w:szCs w:val="44"/>
        </w:rPr>
        <w:t>年常州市深化学校体育改革</w:t>
      </w:r>
    </w:p>
    <w:p w:rsidR="006D11AE" w:rsidRPr="003F3328" w:rsidRDefault="006D11AE" w:rsidP="003F3328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 w:rsidRPr="003F3328">
        <w:rPr>
          <w:rFonts w:ascii="方正小标宋简体" w:eastAsia="方正小标宋简体" w:hAnsi="Calibri" w:cs="方正小标宋简体" w:hint="eastAsia"/>
          <w:sz w:val="44"/>
          <w:szCs w:val="44"/>
        </w:rPr>
        <w:t>之爸爸妈妈跟我去运动总决赛成绩</w:t>
      </w:r>
    </w:p>
    <w:p w:rsidR="006D11AE" w:rsidRDefault="006D11AE" w:rsidP="003F3328">
      <w:pPr>
        <w:spacing w:line="600" w:lineRule="exact"/>
        <w:jc w:val="center"/>
        <w:rPr>
          <w:rFonts w:cs="Times New Roman"/>
          <w:b/>
          <w:bCs/>
          <w:sz w:val="28"/>
          <w:szCs w:val="28"/>
        </w:rPr>
      </w:pPr>
    </w:p>
    <w:p w:rsidR="006D11AE" w:rsidRPr="003F3328" w:rsidRDefault="006D11AE" w:rsidP="003F3328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3F3328">
        <w:rPr>
          <w:rFonts w:ascii="黑体" w:eastAsia="黑体" w:hAnsi="黑体" w:cs="黑体" w:hint="eastAsia"/>
          <w:sz w:val="32"/>
          <w:szCs w:val="32"/>
        </w:rPr>
        <w:t>一等奖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常州市龙城小学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常州市武进区崔桥小学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常州市武进区潘家小学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常州市局前街小学</w:t>
      </w:r>
    </w:p>
    <w:p w:rsidR="006D11AE" w:rsidRPr="003F3328" w:rsidRDefault="006D11AE" w:rsidP="003F3328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3F3328">
        <w:rPr>
          <w:rFonts w:ascii="黑体" w:eastAsia="黑体" w:hAnsi="黑体" w:cs="黑体" w:hint="eastAsia"/>
          <w:sz w:val="32"/>
          <w:szCs w:val="32"/>
        </w:rPr>
        <w:t>二等奖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常州市西新桥小学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常州市戚墅堰实验小学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常州市武进区实验小学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常州市钟楼实验小学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常州市新北区香槟湖小学</w:t>
      </w:r>
    </w:p>
    <w:p w:rsidR="006D11AE" w:rsidRPr="003F3328" w:rsidRDefault="006D11AE" w:rsidP="003F3328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3F3328">
        <w:rPr>
          <w:rFonts w:ascii="黑体" w:eastAsia="黑体" w:hAnsi="黑体" w:cs="黑体" w:hint="eastAsia"/>
          <w:sz w:val="32"/>
          <w:szCs w:val="32"/>
        </w:rPr>
        <w:t>三等奖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常州市新北区河海实验小学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常州市武进区星河实验小学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常州市怀德苑小学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常州市戚墅堰东方小学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常州市华润小学</w:t>
      </w:r>
    </w:p>
    <w:p w:rsidR="006D11AE" w:rsidRPr="003F3328" w:rsidRDefault="006D11AE" w:rsidP="003F3328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3F3328">
        <w:rPr>
          <w:rFonts w:ascii="仿宋_GB2312" w:eastAsia="仿宋_GB2312" w:cs="仿宋_GB2312" w:hint="eastAsia"/>
          <w:sz w:val="32"/>
          <w:szCs w:val="32"/>
        </w:rPr>
        <w:t>常州市解放路小学</w:t>
      </w:r>
    </w:p>
    <w:sectPr w:rsidR="006D11AE" w:rsidRPr="003F3328" w:rsidSect="003F3328">
      <w:footerReference w:type="default" r:id="rId6"/>
      <w:pgSz w:w="11906" w:h="16838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1AE" w:rsidRDefault="006D11AE" w:rsidP="003B197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D11AE" w:rsidRDefault="006D11AE" w:rsidP="003B197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1AE" w:rsidRPr="003F3328" w:rsidRDefault="006D11AE" w:rsidP="00486127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F3328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F3328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F3328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3F3328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D11AE" w:rsidRDefault="006D11AE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1AE" w:rsidRDefault="006D11AE" w:rsidP="003B197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D11AE" w:rsidRDefault="006D11AE" w:rsidP="003B197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5CF"/>
    <w:rsid w:val="000041B8"/>
    <w:rsid w:val="00032D1A"/>
    <w:rsid w:val="000E0BB9"/>
    <w:rsid w:val="001C27DE"/>
    <w:rsid w:val="0021117C"/>
    <w:rsid w:val="00212B90"/>
    <w:rsid w:val="002569C9"/>
    <w:rsid w:val="00263F97"/>
    <w:rsid w:val="0027528A"/>
    <w:rsid w:val="002E5BCD"/>
    <w:rsid w:val="002F36A6"/>
    <w:rsid w:val="00346BD9"/>
    <w:rsid w:val="00383216"/>
    <w:rsid w:val="003B1973"/>
    <w:rsid w:val="003F3328"/>
    <w:rsid w:val="00486127"/>
    <w:rsid w:val="00493CF0"/>
    <w:rsid w:val="004C1753"/>
    <w:rsid w:val="004C4CE0"/>
    <w:rsid w:val="0053583B"/>
    <w:rsid w:val="006C18C1"/>
    <w:rsid w:val="006D11AE"/>
    <w:rsid w:val="006E38A1"/>
    <w:rsid w:val="0074299C"/>
    <w:rsid w:val="00766EFE"/>
    <w:rsid w:val="007A4E19"/>
    <w:rsid w:val="007E75F4"/>
    <w:rsid w:val="008403B9"/>
    <w:rsid w:val="00865928"/>
    <w:rsid w:val="008715D9"/>
    <w:rsid w:val="008905CF"/>
    <w:rsid w:val="008A7E58"/>
    <w:rsid w:val="008D4124"/>
    <w:rsid w:val="00911EE2"/>
    <w:rsid w:val="009923FD"/>
    <w:rsid w:val="009A7CA8"/>
    <w:rsid w:val="00A046AC"/>
    <w:rsid w:val="00A72C78"/>
    <w:rsid w:val="00B0517F"/>
    <w:rsid w:val="00B2390C"/>
    <w:rsid w:val="00B83781"/>
    <w:rsid w:val="00C336FE"/>
    <w:rsid w:val="00CE6B57"/>
    <w:rsid w:val="00D80404"/>
    <w:rsid w:val="00E03559"/>
    <w:rsid w:val="00EC2D9A"/>
    <w:rsid w:val="00ED2192"/>
    <w:rsid w:val="00F10C5A"/>
    <w:rsid w:val="1A020B2A"/>
    <w:rsid w:val="33993D95"/>
    <w:rsid w:val="58953117"/>
    <w:rsid w:val="62137FB8"/>
    <w:rsid w:val="6A616DE2"/>
    <w:rsid w:val="7495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97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B197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B197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B19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1973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B1973"/>
  </w:style>
  <w:style w:type="paragraph" w:customStyle="1" w:styleId="1">
    <w:name w:val="正文1"/>
    <w:uiPriority w:val="99"/>
    <w:rsid w:val="00CE6B57"/>
    <w:pPr>
      <w:jc w:val="both"/>
    </w:pPr>
    <w:rPr>
      <w:rFonts w:ascii="Times New Roman" w:hAnsi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42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</TotalTime>
  <Pages>1</Pages>
  <Words>30</Words>
  <Characters>175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16</cp:revision>
  <dcterms:created xsi:type="dcterms:W3CDTF">2019-01-02T02:17:00Z</dcterms:created>
  <dcterms:modified xsi:type="dcterms:W3CDTF">2022-12-20T02:11:00Z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