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1" w:rsidRPr="00822095" w:rsidRDefault="00B51F21" w:rsidP="00E57647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822095">
        <w:rPr>
          <w:rFonts w:ascii="黑体" w:eastAsia="黑体" w:hAnsi="黑体" w:cs="黑体" w:hint="eastAsia"/>
          <w:sz w:val="32"/>
          <w:szCs w:val="32"/>
        </w:rPr>
        <w:t>附件</w:t>
      </w:r>
      <w:r w:rsidRPr="00822095">
        <w:rPr>
          <w:rFonts w:ascii="黑体" w:eastAsia="黑体" w:hAnsi="黑体" w:cs="黑体"/>
          <w:sz w:val="32"/>
          <w:szCs w:val="32"/>
        </w:rPr>
        <w:t>1</w:t>
      </w:r>
    </w:p>
    <w:p w:rsidR="00B51F21" w:rsidRPr="009C6DB8" w:rsidRDefault="00B51F21" w:rsidP="0050081D">
      <w:pPr>
        <w:rPr>
          <w:rFonts w:eastAsia="黑体"/>
          <w:sz w:val="30"/>
          <w:szCs w:val="30"/>
        </w:rPr>
      </w:pPr>
    </w:p>
    <w:p w:rsidR="00B51F21" w:rsidRPr="00822095" w:rsidRDefault="00B51F21" w:rsidP="00822095">
      <w:pPr>
        <w:snapToGrid w:val="0"/>
        <w:spacing w:line="1400" w:lineRule="exact"/>
        <w:jc w:val="center"/>
        <w:rPr>
          <w:rFonts w:ascii="方正小标宋简体" w:eastAsia="方正小标宋简体"/>
          <w:sz w:val="46"/>
          <w:szCs w:val="46"/>
        </w:rPr>
      </w:pPr>
      <w:r w:rsidRPr="00822095">
        <w:rPr>
          <w:rFonts w:ascii="方正小标宋简体" w:eastAsia="方正小标宋简体" w:cs="方正小标宋简体"/>
          <w:sz w:val="46"/>
          <w:szCs w:val="46"/>
        </w:rPr>
        <w:t>2022</w:t>
      </w:r>
      <w:r w:rsidRPr="00822095">
        <w:rPr>
          <w:rFonts w:ascii="方正小标宋简体" w:eastAsia="方正小标宋简体" w:cs="方正小标宋简体" w:hint="eastAsia"/>
          <w:sz w:val="46"/>
          <w:szCs w:val="46"/>
        </w:rPr>
        <w:t>年常州市职业教育现代学徒制示范项目</w:t>
      </w:r>
    </w:p>
    <w:p w:rsidR="00B51F21" w:rsidRPr="00822095" w:rsidRDefault="00B51F21" w:rsidP="00822095">
      <w:pPr>
        <w:snapToGrid w:val="0"/>
        <w:spacing w:line="1400" w:lineRule="exact"/>
        <w:jc w:val="center"/>
        <w:rPr>
          <w:rFonts w:ascii="方正小标宋简体" w:eastAsia="方正小标宋简体"/>
          <w:sz w:val="46"/>
          <w:szCs w:val="46"/>
        </w:rPr>
      </w:pPr>
      <w:r w:rsidRPr="00822095">
        <w:rPr>
          <w:rFonts w:ascii="方正小标宋简体" w:eastAsia="方正小标宋简体" w:cs="方正小标宋简体" w:hint="eastAsia"/>
          <w:sz w:val="46"/>
          <w:szCs w:val="46"/>
        </w:rPr>
        <w:t>申报书</w:t>
      </w:r>
    </w:p>
    <w:p w:rsidR="00B51F21" w:rsidRPr="009C6DB8" w:rsidRDefault="00B51F21" w:rsidP="003F6AFF">
      <w:pPr>
        <w:snapToGrid w:val="0"/>
        <w:spacing w:beforeLines="50" w:line="243" w:lineRule="atLeast"/>
        <w:ind w:firstLineChars="200" w:firstLine="31680"/>
        <w:jc w:val="center"/>
        <w:rPr>
          <w:rFonts w:eastAsia="仿宋_GB2312"/>
          <w:sz w:val="24"/>
          <w:szCs w:val="24"/>
        </w:rPr>
      </w:pPr>
    </w:p>
    <w:p w:rsidR="00B51F21" w:rsidRPr="009C6DB8" w:rsidRDefault="00B51F21" w:rsidP="003F6AFF">
      <w:pPr>
        <w:snapToGrid w:val="0"/>
        <w:spacing w:beforeLines="50" w:line="243" w:lineRule="atLeast"/>
        <w:ind w:firstLineChars="200" w:firstLine="31680"/>
        <w:jc w:val="center"/>
        <w:rPr>
          <w:rFonts w:eastAsia="仿宋_GB2312"/>
          <w:sz w:val="30"/>
          <w:szCs w:val="30"/>
        </w:rPr>
      </w:pPr>
    </w:p>
    <w:p w:rsidR="00B51F21" w:rsidRPr="00822095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  <w:u w:val="single"/>
        </w:rPr>
      </w:pPr>
      <w:r w:rsidRPr="00822095">
        <w:rPr>
          <w:rFonts w:eastAsia="仿宋_GB2312" w:cs="仿宋_GB2312" w:hint="eastAsia"/>
          <w:sz w:val="32"/>
          <w:szCs w:val="32"/>
        </w:rPr>
        <w:t>项目名称：</w:t>
      </w:r>
      <w:r>
        <w:rPr>
          <w:rFonts w:eastAsia="仿宋_GB2312"/>
          <w:sz w:val="32"/>
          <w:szCs w:val="32"/>
          <w:u w:val="single"/>
        </w:rPr>
        <w:t xml:space="preserve">                         </w:t>
      </w:r>
    </w:p>
    <w:p w:rsidR="00B51F21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</w:rPr>
      </w:pPr>
    </w:p>
    <w:p w:rsidR="00B51F21" w:rsidRPr="00822095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  <w:u w:val="single"/>
        </w:rPr>
      </w:pPr>
      <w:r w:rsidRPr="00822095">
        <w:rPr>
          <w:rFonts w:eastAsia="仿宋_GB2312" w:cs="仿宋_GB2312" w:hint="eastAsia"/>
          <w:sz w:val="32"/>
          <w:szCs w:val="32"/>
        </w:rPr>
        <w:t>申报学校：</w:t>
      </w:r>
      <w:r>
        <w:rPr>
          <w:rFonts w:eastAsia="仿宋_GB2312"/>
          <w:sz w:val="32"/>
          <w:szCs w:val="32"/>
          <w:u w:val="single"/>
        </w:rPr>
        <w:t xml:space="preserve">                 </w:t>
      </w:r>
      <w:r>
        <w:rPr>
          <w:rFonts w:eastAsia="仿宋_GB2312" w:cs="仿宋_GB2312" w:hint="eastAsia"/>
          <w:sz w:val="32"/>
          <w:szCs w:val="32"/>
          <w:u w:val="single"/>
        </w:rPr>
        <w:t>（盖章）</w:t>
      </w:r>
    </w:p>
    <w:p w:rsidR="00B51F21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</w:rPr>
      </w:pPr>
    </w:p>
    <w:p w:rsidR="00B51F21" w:rsidRPr="00822095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合作企业</w:t>
      </w:r>
      <w:r w:rsidRPr="00822095">
        <w:rPr>
          <w:rFonts w:eastAsia="仿宋_GB2312" w:cs="仿宋_GB2312" w:hint="eastAsia"/>
          <w:sz w:val="32"/>
          <w:szCs w:val="32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              </w:t>
      </w:r>
      <w:r>
        <w:rPr>
          <w:rFonts w:eastAsia="仿宋_GB2312" w:cs="仿宋_GB2312" w:hint="eastAsia"/>
          <w:sz w:val="32"/>
          <w:szCs w:val="32"/>
          <w:u w:val="single"/>
        </w:rPr>
        <w:t>（盖章）</w:t>
      </w:r>
    </w:p>
    <w:p w:rsidR="00B51F21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</w:rPr>
      </w:pPr>
    </w:p>
    <w:p w:rsidR="00B51F21" w:rsidRPr="00822095" w:rsidRDefault="00B51F21" w:rsidP="003F6AFF">
      <w:pPr>
        <w:snapToGrid w:val="0"/>
        <w:spacing w:line="600" w:lineRule="exact"/>
        <w:ind w:firstLineChars="500" w:firstLine="31680"/>
        <w:rPr>
          <w:rFonts w:eastAsia="仿宋_GB2312"/>
          <w:sz w:val="32"/>
          <w:szCs w:val="32"/>
        </w:rPr>
      </w:pPr>
      <w:r w:rsidRPr="00822095">
        <w:rPr>
          <w:rFonts w:eastAsia="仿宋_GB2312" w:cs="仿宋_GB2312" w:hint="eastAsia"/>
          <w:sz w:val="32"/>
          <w:szCs w:val="32"/>
        </w:rPr>
        <w:t>专业（群）：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</w:p>
    <w:p w:rsidR="00B51F21" w:rsidRDefault="00B51F21" w:rsidP="003F6AFF">
      <w:pPr>
        <w:snapToGrid w:val="0"/>
        <w:spacing w:line="600" w:lineRule="exact"/>
        <w:ind w:firstLineChars="450" w:firstLine="31680"/>
        <w:rPr>
          <w:rFonts w:eastAsia="仿宋_GB2312"/>
          <w:spacing w:val="16"/>
          <w:sz w:val="32"/>
          <w:szCs w:val="32"/>
        </w:rPr>
      </w:pPr>
    </w:p>
    <w:p w:rsidR="00B51F21" w:rsidRPr="00822095" w:rsidRDefault="00B51F21" w:rsidP="003F6AFF">
      <w:pPr>
        <w:snapToGrid w:val="0"/>
        <w:spacing w:line="600" w:lineRule="exact"/>
        <w:ind w:firstLineChars="450" w:firstLine="31680"/>
        <w:rPr>
          <w:rFonts w:eastAsia="仿宋_GB2312"/>
          <w:spacing w:val="16"/>
          <w:sz w:val="32"/>
          <w:szCs w:val="32"/>
        </w:rPr>
      </w:pPr>
      <w:r w:rsidRPr="00822095">
        <w:rPr>
          <w:rFonts w:eastAsia="仿宋_GB2312" w:cs="仿宋_GB2312" w:hint="eastAsia"/>
          <w:spacing w:val="16"/>
          <w:sz w:val="32"/>
          <w:szCs w:val="32"/>
        </w:rPr>
        <w:t>负</w:t>
      </w:r>
      <w:r w:rsidRPr="00822095">
        <w:rPr>
          <w:rFonts w:eastAsia="仿宋_GB2312"/>
          <w:spacing w:val="16"/>
          <w:sz w:val="32"/>
          <w:szCs w:val="32"/>
        </w:rPr>
        <w:t xml:space="preserve"> </w:t>
      </w:r>
      <w:r w:rsidRPr="00822095">
        <w:rPr>
          <w:rFonts w:eastAsia="仿宋_GB2312" w:cs="仿宋_GB2312" w:hint="eastAsia"/>
          <w:spacing w:val="16"/>
          <w:sz w:val="32"/>
          <w:szCs w:val="32"/>
        </w:rPr>
        <w:t>责</w:t>
      </w:r>
      <w:r w:rsidRPr="00822095">
        <w:rPr>
          <w:rFonts w:eastAsia="仿宋_GB2312"/>
          <w:spacing w:val="16"/>
          <w:sz w:val="32"/>
          <w:szCs w:val="32"/>
        </w:rPr>
        <w:t xml:space="preserve"> </w:t>
      </w:r>
      <w:r w:rsidRPr="00822095">
        <w:rPr>
          <w:rFonts w:eastAsia="仿宋_GB2312" w:cs="仿宋_GB2312" w:hint="eastAsia"/>
          <w:spacing w:val="16"/>
          <w:sz w:val="32"/>
          <w:szCs w:val="32"/>
        </w:rPr>
        <w:t>人：</w:t>
      </w:r>
      <w:r>
        <w:rPr>
          <w:rFonts w:eastAsia="仿宋_GB2312"/>
          <w:sz w:val="32"/>
          <w:szCs w:val="32"/>
          <w:u w:val="single"/>
        </w:rPr>
        <w:t xml:space="preserve">                        </w:t>
      </w:r>
    </w:p>
    <w:p w:rsidR="00B51F21" w:rsidRPr="009C6DB8" w:rsidRDefault="00B51F21" w:rsidP="003F6AFF">
      <w:pPr>
        <w:snapToGrid w:val="0"/>
        <w:spacing w:beforeLines="50" w:line="544" w:lineRule="atLeast"/>
        <w:ind w:firstLineChars="200" w:firstLine="31680"/>
        <w:jc w:val="center"/>
        <w:rPr>
          <w:rFonts w:eastAsia="仿宋_GB2312"/>
          <w:sz w:val="24"/>
          <w:szCs w:val="24"/>
        </w:rPr>
      </w:pPr>
    </w:p>
    <w:p w:rsidR="00B51F21" w:rsidRPr="009C6DB8" w:rsidRDefault="00B51F21" w:rsidP="003F6AFF">
      <w:pPr>
        <w:snapToGrid w:val="0"/>
        <w:spacing w:beforeLines="50" w:line="544" w:lineRule="atLeast"/>
        <w:ind w:firstLineChars="200" w:firstLine="31680"/>
        <w:jc w:val="center"/>
        <w:rPr>
          <w:rFonts w:eastAsia="仿宋_GB2312"/>
          <w:sz w:val="24"/>
          <w:szCs w:val="24"/>
        </w:rPr>
      </w:pPr>
    </w:p>
    <w:p w:rsidR="00B51F21" w:rsidRPr="00822095" w:rsidRDefault="00B51F21" w:rsidP="0050081D">
      <w:pPr>
        <w:jc w:val="center"/>
        <w:outlineLvl w:val="0"/>
        <w:rPr>
          <w:rFonts w:ascii="楷体_GB2312" w:eastAsia="楷体_GB2312"/>
          <w:b/>
          <w:bCs/>
          <w:sz w:val="36"/>
          <w:szCs w:val="36"/>
        </w:rPr>
      </w:pPr>
      <w:r w:rsidRPr="00822095">
        <w:rPr>
          <w:rFonts w:ascii="楷体_GB2312" w:eastAsia="楷体_GB2312" w:cs="楷体_GB2312" w:hint="eastAsia"/>
          <w:b/>
          <w:bCs/>
          <w:sz w:val="36"/>
          <w:szCs w:val="36"/>
        </w:rPr>
        <w:t>常州市教育局制</w:t>
      </w:r>
    </w:p>
    <w:p w:rsidR="00B51F21" w:rsidRPr="00822095" w:rsidRDefault="00B51F21" w:rsidP="00D5162A">
      <w:pPr>
        <w:snapToGrid w:val="0"/>
        <w:spacing w:beforeLines="50" w:line="544" w:lineRule="atLeast"/>
        <w:jc w:val="center"/>
        <w:rPr>
          <w:rFonts w:ascii="楷体_GB2312" w:eastAsia="楷体_GB2312"/>
          <w:b/>
          <w:bCs/>
          <w:sz w:val="36"/>
          <w:szCs w:val="36"/>
        </w:rPr>
      </w:pPr>
      <w:r w:rsidRPr="00822095">
        <w:rPr>
          <w:rFonts w:ascii="楷体_GB2312" w:eastAsia="楷体_GB2312" w:cs="楷体_GB2312"/>
          <w:b/>
          <w:bCs/>
          <w:sz w:val="36"/>
          <w:szCs w:val="36"/>
        </w:rPr>
        <w:t>2022</w:t>
      </w:r>
      <w:r w:rsidRPr="00822095">
        <w:rPr>
          <w:rFonts w:ascii="楷体_GB2312" w:eastAsia="楷体_GB2312" w:cs="楷体_GB2312" w:hint="eastAsia"/>
          <w:b/>
          <w:bCs/>
          <w:sz w:val="36"/>
          <w:szCs w:val="36"/>
        </w:rPr>
        <w:t>年</w:t>
      </w:r>
      <w:r w:rsidRPr="00822095">
        <w:rPr>
          <w:rFonts w:ascii="楷体_GB2312" w:eastAsia="楷体_GB2312" w:cs="楷体_GB2312"/>
          <w:b/>
          <w:bCs/>
          <w:sz w:val="36"/>
          <w:szCs w:val="36"/>
        </w:rPr>
        <w:t>10</w:t>
      </w:r>
      <w:r w:rsidRPr="00822095">
        <w:rPr>
          <w:rFonts w:ascii="楷体_GB2312" w:eastAsia="楷体_GB2312" w:cs="楷体_GB2312" w:hint="eastAsia"/>
          <w:b/>
          <w:bCs/>
          <w:sz w:val="36"/>
          <w:szCs w:val="36"/>
        </w:rPr>
        <w:t>月</w:t>
      </w:r>
    </w:p>
    <w:p w:rsidR="00B51F21" w:rsidRPr="009C6DB8" w:rsidRDefault="00B51F21" w:rsidP="0050081D">
      <w:pPr>
        <w:sectPr w:rsidR="00B51F21" w:rsidRPr="009C6DB8" w:rsidSect="00822095">
          <w:headerReference w:type="default" r:id="rId7"/>
          <w:footerReference w:type="default" r:id="rId8"/>
          <w:pgSz w:w="11906" w:h="16838"/>
          <w:pgMar w:top="1701" w:right="1531" w:bottom="1701" w:left="1531" w:header="851" w:footer="992" w:gutter="0"/>
          <w:pgNumType w:fmt="numberInDash" w:start="4"/>
          <w:cols w:space="425"/>
          <w:docGrid w:type="lines" w:linePitch="312"/>
        </w:sectPr>
      </w:pPr>
    </w:p>
    <w:p w:rsidR="00B51F21" w:rsidRPr="00FC30DB" w:rsidRDefault="00B51F21" w:rsidP="0050081D">
      <w:pPr>
        <w:jc w:val="center"/>
        <w:outlineLvl w:val="0"/>
        <w:rPr>
          <w:rFonts w:eastAsia="方正小标宋简体"/>
          <w:spacing w:val="40"/>
          <w:sz w:val="44"/>
          <w:szCs w:val="44"/>
        </w:rPr>
      </w:pPr>
      <w:r w:rsidRPr="00FC30DB">
        <w:rPr>
          <w:rFonts w:eastAsia="方正小标宋简体" w:cs="方正小标宋简体" w:hint="eastAsia"/>
          <w:spacing w:val="40"/>
          <w:sz w:val="44"/>
          <w:szCs w:val="44"/>
        </w:rPr>
        <w:t>填写要求</w:t>
      </w:r>
    </w:p>
    <w:p w:rsidR="00B51F21" w:rsidRPr="009C6DB8" w:rsidRDefault="00B51F21" w:rsidP="0050081D"/>
    <w:p w:rsidR="00B51F21" w:rsidRPr="00822095" w:rsidRDefault="00B51F21" w:rsidP="003F6AFF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822095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822095">
        <w:rPr>
          <w:rFonts w:ascii="仿宋_GB2312" w:eastAsia="仿宋_GB2312" w:hAnsi="宋体" w:cs="仿宋_GB2312" w:hint="eastAsia"/>
          <w:sz w:val="32"/>
          <w:szCs w:val="32"/>
        </w:rPr>
        <w:t>本申报书由申报现代学徒制示范项目的职业学校牵头填写。</w:t>
      </w:r>
    </w:p>
    <w:p w:rsidR="00B51F21" w:rsidRPr="00822095" w:rsidRDefault="00B51F21" w:rsidP="003F6AFF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822095"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822095">
        <w:rPr>
          <w:rFonts w:ascii="仿宋_GB2312" w:eastAsia="仿宋_GB2312" w:hAnsi="宋体" w:cs="仿宋_GB2312" w:hint="eastAsia"/>
          <w:sz w:val="32"/>
          <w:szCs w:val="32"/>
        </w:rPr>
        <w:t>请用四号宋体填写，行间距为</w:t>
      </w:r>
      <w:r w:rsidRPr="00822095">
        <w:rPr>
          <w:rFonts w:ascii="仿宋_GB2312" w:eastAsia="仿宋_GB2312" w:hAnsi="宋体" w:cs="仿宋_GB2312"/>
          <w:sz w:val="32"/>
          <w:szCs w:val="32"/>
        </w:rPr>
        <w:t>20</w:t>
      </w:r>
      <w:r w:rsidRPr="00822095">
        <w:rPr>
          <w:rFonts w:ascii="仿宋_GB2312" w:eastAsia="仿宋_GB2312" w:hAnsi="宋体" w:cs="仿宋_GB2312" w:hint="eastAsia"/>
          <w:sz w:val="32"/>
          <w:szCs w:val="32"/>
        </w:rPr>
        <w:t>磅。</w:t>
      </w:r>
    </w:p>
    <w:p w:rsidR="00B51F21" w:rsidRPr="00822095" w:rsidRDefault="00B51F21" w:rsidP="003F6AFF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822095"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822095">
        <w:rPr>
          <w:rFonts w:ascii="仿宋_GB2312" w:eastAsia="仿宋_GB2312" w:hAnsi="宋体" w:cs="仿宋_GB2312" w:hint="eastAsia"/>
          <w:sz w:val="32"/>
          <w:szCs w:val="32"/>
        </w:rPr>
        <w:t>请用</w:t>
      </w:r>
      <w:r w:rsidRPr="00822095">
        <w:rPr>
          <w:rFonts w:ascii="仿宋_GB2312" w:eastAsia="仿宋_GB2312" w:hAnsi="宋体" w:cs="仿宋_GB2312"/>
          <w:sz w:val="32"/>
          <w:szCs w:val="32"/>
        </w:rPr>
        <w:t>A4</w:t>
      </w:r>
      <w:r w:rsidRPr="00822095">
        <w:rPr>
          <w:rFonts w:ascii="仿宋_GB2312" w:eastAsia="仿宋_GB2312" w:hAnsi="宋体" w:cs="仿宋_GB2312" w:hint="eastAsia"/>
          <w:sz w:val="32"/>
          <w:szCs w:val="32"/>
        </w:rPr>
        <w:t>纸双面打印，每份申请表单独装订，不另单做封皮和装裱。</w:t>
      </w:r>
    </w:p>
    <w:p w:rsidR="00B51F21" w:rsidRPr="00820413" w:rsidRDefault="00B51F21" w:rsidP="00D5162A">
      <w:pPr>
        <w:snapToGrid w:val="0"/>
        <w:spacing w:beforeLines="50" w:line="544" w:lineRule="atLeast"/>
        <w:rPr>
          <w:rFonts w:ascii="仿宋_GB2312" w:eastAsia="仿宋_GB2312"/>
          <w:sz w:val="24"/>
          <w:szCs w:val="24"/>
        </w:rPr>
      </w:pPr>
    </w:p>
    <w:p w:rsidR="00B51F21" w:rsidRDefault="00B51F21" w:rsidP="00D5162A">
      <w:pPr>
        <w:snapToGrid w:val="0"/>
        <w:spacing w:beforeLines="50" w:line="544" w:lineRule="atLeast"/>
        <w:rPr>
          <w:rFonts w:ascii="仿宋_GB2312" w:eastAsia="仿宋_GB2312"/>
          <w:sz w:val="24"/>
          <w:szCs w:val="24"/>
        </w:rPr>
      </w:pPr>
    </w:p>
    <w:p w:rsidR="00B51F21" w:rsidRDefault="00B51F21" w:rsidP="00D5162A">
      <w:pPr>
        <w:snapToGrid w:val="0"/>
        <w:spacing w:beforeLines="50" w:line="544" w:lineRule="atLeast"/>
        <w:rPr>
          <w:rFonts w:ascii="仿宋_GB2312" w:eastAsia="仿宋_GB2312"/>
          <w:sz w:val="24"/>
          <w:szCs w:val="24"/>
        </w:rPr>
      </w:pPr>
    </w:p>
    <w:p w:rsidR="00B51F21" w:rsidRDefault="00B51F21" w:rsidP="00D5162A">
      <w:pPr>
        <w:snapToGrid w:val="0"/>
        <w:spacing w:beforeLines="50" w:line="544" w:lineRule="atLeast"/>
        <w:rPr>
          <w:rFonts w:ascii="仿宋_GB2312" w:eastAsia="仿宋_GB2312"/>
          <w:sz w:val="24"/>
          <w:szCs w:val="24"/>
        </w:rPr>
      </w:pPr>
    </w:p>
    <w:p w:rsidR="00B51F21" w:rsidRDefault="00B51F21" w:rsidP="00D5162A">
      <w:pPr>
        <w:snapToGrid w:val="0"/>
        <w:spacing w:beforeLines="50" w:line="544" w:lineRule="atLeast"/>
        <w:rPr>
          <w:rFonts w:ascii="仿宋_GB2312" w:eastAsia="仿宋_GB2312"/>
          <w:sz w:val="24"/>
          <w:szCs w:val="24"/>
        </w:rPr>
        <w:sectPr w:rsidR="00B51F21" w:rsidSect="00822095">
          <w:pgSz w:w="11906" w:h="16838"/>
          <w:pgMar w:top="1701" w:right="1531" w:bottom="1701" w:left="1531" w:header="851" w:footer="992" w:gutter="0"/>
          <w:pgNumType w:fmt="numberInDash"/>
          <w:cols w:space="425"/>
          <w:docGrid w:type="lines" w:linePitch="312"/>
        </w:sectPr>
      </w:pPr>
    </w:p>
    <w:p w:rsidR="00B51F21" w:rsidRPr="00256504" w:rsidRDefault="00B51F21" w:rsidP="00822095">
      <w:pPr>
        <w:pStyle w:val="ListParagraph"/>
        <w:snapToGrid w:val="0"/>
        <w:spacing w:line="544" w:lineRule="atLeast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</w:t>
      </w:r>
      <w:r w:rsidRPr="00256504">
        <w:rPr>
          <w:rFonts w:ascii="黑体" w:eastAsia="黑体" w:hAnsi="黑体" w:cs="黑体" w:hint="eastAsia"/>
          <w:sz w:val="24"/>
          <w:szCs w:val="24"/>
        </w:rPr>
        <w:t>项目基本情况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4"/>
        <w:gridCol w:w="992"/>
        <w:gridCol w:w="851"/>
        <w:gridCol w:w="1046"/>
        <w:gridCol w:w="192"/>
        <w:gridCol w:w="38"/>
        <w:gridCol w:w="625"/>
        <w:gridCol w:w="215"/>
        <w:gridCol w:w="250"/>
        <w:gridCol w:w="611"/>
        <w:gridCol w:w="223"/>
        <w:gridCol w:w="328"/>
        <w:gridCol w:w="7"/>
        <w:gridCol w:w="717"/>
        <w:gridCol w:w="425"/>
        <w:gridCol w:w="36"/>
        <w:gridCol w:w="106"/>
        <w:gridCol w:w="914"/>
        <w:gridCol w:w="1009"/>
      </w:tblGrid>
      <w:tr w:rsidR="00B51F21" w:rsidRPr="00D11B3A">
        <w:trPr>
          <w:cantSplit/>
          <w:trHeight w:val="721"/>
          <w:jc w:val="center"/>
        </w:trPr>
        <w:tc>
          <w:tcPr>
            <w:tcW w:w="2407" w:type="dxa"/>
            <w:gridSpan w:val="3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D11B3A">
              <w:rPr>
                <w:rFonts w:ascii="仿宋_GB2312" w:eastAsia="仿宋_GB2312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2977" w:type="dxa"/>
            <w:gridSpan w:val="7"/>
            <w:tcMar>
              <w:left w:w="57" w:type="dxa"/>
              <w:right w:w="57" w:type="dxa"/>
            </w:tcMar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项目起止年月</w:t>
            </w:r>
          </w:p>
        </w:tc>
        <w:tc>
          <w:tcPr>
            <w:tcW w:w="2065" w:type="dxa"/>
            <w:gridSpan w:val="4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715"/>
          <w:jc w:val="center"/>
        </w:trPr>
        <w:tc>
          <w:tcPr>
            <w:tcW w:w="2407" w:type="dxa"/>
            <w:gridSpan w:val="3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专业名称</w:t>
            </w:r>
          </w:p>
        </w:tc>
        <w:tc>
          <w:tcPr>
            <w:tcW w:w="1046" w:type="dxa"/>
            <w:tcMar>
              <w:left w:w="57" w:type="dxa"/>
              <w:right w:w="57" w:type="dxa"/>
            </w:tcMar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学制</w:t>
            </w:r>
          </w:p>
        </w:tc>
        <w:tc>
          <w:tcPr>
            <w:tcW w:w="1076" w:type="dxa"/>
            <w:gridSpan w:val="3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项目在校生数</w:t>
            </w:r>
          </w:p>
        </w:tc>
        <w:tc>
          <w:tcPr>
            <w:tcW w:w="2065" w:type="dxa"/>
            <w:gridSpan w:val="4"/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645"/>
          <w:jc w:val="center"/>
        </w:trPr>
        <w:tc>
          <w:tcPr>
            <w:tcW w:w="56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报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</w:p>
          <w:p w:rsidR="00B51F21" w:rsidRPr="00D11B3A" w:rsidRDefault="00B51F21" w:rsidP="00B159D0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6742" w:type="dxa"/>
            <w:gridSpan w:val="16"/>
            <w:tcMar>
              <w:left w:w="57" w:type="dxa"/>
              <w:right w:w="57" w:type="dxa"/>
            </w:tcMar>
            <w:vAlign w:val="center"/>
          </w:tcPr>
          <w:p w:rsidR="00B51F21" w:rsidRPr="00FE4A5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560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6742" w:type="dxa"/>
            <w:gridSpan w:val="16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电子邮箱</w:t>
            </w:r>
          </w:p>
        </w:tc>
      </w:tr>
      <w:tr w:rsidR="00B51F21" w:rsidRPr="00D11B3A">
        <w:trPr>
          <w:cantSplit/>
          <w:trHeight w:val="600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535" w:type="dxa"/>
            <w:gridSpan w:val="10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923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552"/>
          <w:jc w:val="center"/>
        </w:trPr>
        <w:tc>
          <w:tcPr>
            <w:tcW w:w="56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参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与</w:t>
            </w:r>
          </w:p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企业</w:t>
            </w: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273647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6742" w:type="dxa"/>
            <w:gridSpan w:val="16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560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Default="00B51F21" w:rsidP="00273647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3528" w:type="dxa"/>
            <w:gridSpan w:val="9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1" w:type="dxa"/>
            <w:gridSpan w:val="5"/>
            <w:vAlign w:val="center"/>
          </w:tcPr>
          <w:p w:rsidR="00B51F21" w:rsidRPr="00D11B3A" w:rsidRDefault="00B51F21" w:rsidP="00273647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923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568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Default="00B51F21" w:rsidP="00273647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3528" w:type="dxa"/>
            <w:gridSpan w:val="9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1" w:type="dxa"/>
            <w:gridSpan w:val="5"/>
            <w:vAlign w:val="center"/>
          </w:tcPr>
          <w:p w:rsidR="00B51F21" w:rsidRPr="00D11B3A" w:rsidRDefault="00B51F21" w:rsidP="00273647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923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679"/>
          <w:jc w:val="center"/>
        </w:trPr>
        <w:tc>
          <w:tcPr>
            <w:tcW w:w="56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项目</w:t>
            </w:r>
          </w:p>
          <w:p w:rsidR="00B51F21" w:rsidRDefault="00B51F21" w:rsidP="009D7368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负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责</w:t>
            </w:r>
          </w:p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084" w:type="dxa"/>
            <w:gridSpan w:val="3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19" w:type="dxa"/>
            <w:gridSpan w:val="6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923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专业技术职务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行政职务</w:t>
            </w:r>
          </w:p>
        </w:tc>
        <w:tc>
          <w:tcPr>
            <w:tcW w:w="3200" w:type="dxa"/>
            <w:gridSpan w:val="8"/>
            <w:vAlign w:val="center"/>
          </w:tcPr>
          <w:p w:rsidR="00B51F21" w:rsidRPr="00D11B3A" w:rsidRDefault="00B51F21" w:rsidP="000F072C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77" w:type="dxa"/>
            <w:gridSpan w:val="4"/>
            <w:vAlign w:val="center"/>
          </w:tcPr>
          <w:p w:rsidR="00B51F21" w:rsidRPr="00D11B3A" w:rsidRDefault="00B51F21" w:rsidP="000F072C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最终学历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2065" w:type="dxa"/>
            <w:gridSpan w:val="4"/>
            <w:vAlign w:val="center"/>
          </w:tcPr>
          <w:p w:rsidR="00B51F21" w:rsidRPr="00D11B3A" w:rsidRDefault="00B51F21" w:rsidP="000F072C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626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97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490" w:type="dxa"/>
            <w:gridSpan w:val="5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组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主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要</w:t>
            </w:r>
          </w:p>
          <w:p w:rsidR="00B51F21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成</w:t>
            </w:r>
          </w:p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员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分工</w:t>
            </w: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</w:t>
            </w: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11B3A">
        <w:trPr>
          <w:cantSplit/>
          <w:trHeight w:val="493"/>
          <w:jc w:val="center"/>
        </w:trPr>
        <w:tc>
          <w:tcPr>
            <w:tcW w:w="564" w:type="dxa"/>
            <w:vMerge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28" w:type="dxa"/>
            <w:gridSpan w:val="4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7" w:type="dxa"/>
            <w:gridSpan w:val="7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B51F21" w:rsidRPr="00D11B3A" w:rsidRDefault="00B51F21" w:rsidP="00937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51F21" w:rsidRDefault="00B51F21" w:rsidP="0050081D">
      <w:pPr>
        <w:snapToGrid w:val="0"/>
        <w:spacing w:line="544" w:lineRule="atLeast"/>
        <w:rPr>
          <w:rFonts w:ascii="黑体" w:eastAsia="黑体" w:hAnsi="黑体"/>
          <w:sz w:val="24"/>
          <w:szCs w:val="24"/>
        </w:rPr>
      </w:pPr>
    </w:p>
    <w:p w:rsidR="00B51F21" w:rsidRDefault="00B51F21" w:rsidP="0050081D">
      <w:pPr>
        <w:snapToGrid w:val="0"/>
        <w:spacing w:line="544" w:lineRule="atLeast"/>
        <w:rPr>
          <w:rFonts w:ascii="黑体" w:eastAsia="黑体" w:hAnsi="黑体"/>
          <w:sz w:val="24"/>
          <w:szCs w:val="24"/>
        </w:rPr>
      </w:pPr>
    </w:p>
    <w:p w:rsidR="00B51F21" w:rsidRPr="00275377" w:rsidRDefault="00B51F21" w:rsidP="0050081D">
      <w:pPr>
        <w:snapToGrid w:val="0"/>
        <w:spacing w:line="544" w:lineRule="atLeast"/>
        <w:rPr>
          <w:rFonts w:ascii="黑体" w:eastAsia="黑体" w:hAnsi="黑体"/>
          <w:sz w:val="24"/>
          <w:szCs w:val="24"/>
        </w:rPr>
      </w:pPr>
      <w:r w:rsidRPr="00275377">
        <w:rPr>
          <w:rFonts w:ascii="黑体" w:eastAsia="黑体" w:hAnsi="黑体" w:cs="黑体" w:hint="eastAsia"/>
          <w:sz w:val="24"/>
          <w:szCs w:val="24"/>
        </w:rPr>
        <w:t>二、申请单位基本情况：（不多于</w:t>
      </w:r>
      <w:r w:rsidRPr="00275377">
        <w:rPr>
          <w:rFonts w:ascii="黑体" w:eastAsia="黑体" w:hAnsi="黑体" w:cs="黑体"/>
          <w:sz w:val="24"/>
          <w:szCs w:val="24"/>
        </w:rPr>
        <w:t>2000</w:t>
      </w:r>
      <w:r w:rsidRPr="00275377">
        <w:rPr>
          <w:rFonts w:ascii="黑体" w:eastAsia="黑体" w:hAnsi="黑体" w:cs="黑体" w:hint="eastAsia"/>
          <w:sz w:val="24"/>
          <w:szCs w:val="24"/>
        </w:rPr>
        <w:t>字）</w:t>
      </w:r>
      <w:r w:rsidRPr="001A4987">
        <w:rPr>
          <w:rFonts w:ascii="黑体" w:eastAsia="黑体" w:hAnsi="黑体"/>
          <w:vertAlign w:val="superscript"/>
        </w:rPr>
        <w:footnoteReference w:id="2"/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88"/>
      </w:tblGrid>
      <w:tr w:rsidR="00B51F21" w:rsidRPr="00822095">
        <w:trPr>
          <w:jc w:val="center"/>
        </w:trPr>
        <w:tc>
          <w:tcPr>
            <w:tcW w:w="9088" w:type="dxa"/>
          </w:tcPr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hAnsi="宋体" w:cs="仿宋_GB2312"/>
                <w:sz w:val="24"/>
                <w:szCs w:val="24"/>
              </w:rPr>
              <w:t>1.</w:t>
            </w:r>
            <w:r w:rsidRPr="00822095">
              <w:rPr>
                <w:rFonts w:ascii="仿宋_GB2312" w:eastAsia="仿宋_GB2312" w:hAnsi="宋体" w:cs="仿宋_GB2312" w:hint="eastAsia"/>
                <w:sz w:val="24"/>
                <w:szCs w:val="24"/>
              </w:rPr>
              <w:t>申请单位概况</w:t>
            </w: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400" w:lineRule="exac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544" w:lineRule="atLeas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B51F21" w:rsidRPr="00822095" w:rsidRDefault="00B51F21" w:rsidP="0093725D">
            <w:pPr>
              <w:snapToGrid w:val="0"/>
              <w:spacing w:line="544" w:lineRule="atLeast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B51F21" w:rsidRPr="00822095">
        <w:trPr>
          <w:jc w:val="center"/>
        </w:trPr>
        <w:tc>
          <w:tcPr>
            <w:tcW w:w="9088" w:type="dxa"/>
          </w:tcPr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hAnsi="宋体" w:cs="仿宋_GB2312"/>
                <w:sz w:val="24"/>
                <w:szCs w:val="24"/>
              </w:rPr>
              <w:t>2.</w:t>
            </w:r>
            <w:r w:rsidRPr="00822095">
              <w:rPr>
                <w:rFonts w:ascii="仿宋_GB2312" w:eastAsia="仿宋_GB2312" w:hAnsi="宋体" w:cs="仿宋_GB2312" w:hint="eastAsia"/>
                <w:sz w:val="24"/>
                <w:szCs w:val="24"/>
              </w:rPr>
              <w:t>合作单位概况</w:t>
            </w: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822095">
            <w:pPr>
              <w:snapToGrid w:val="0"/>
              <w:spacing w:line="544" w:lineRule="atLeas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snapToGrid w:val="0"/>
              <w:spacing w:line="544" w:lineRule="atLeas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51F21" w:rsidRPr="00275377" w:rsidRDefault="00B51F21" w:rsidP="0050081D">
      <w:pPr>
        <w:snapToGrid w:val="0"/>
        <w:spacing w:line="544" w:lineRule="atLeas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</w:t>
      </w:r>
      <w:r w:rsidRPr="00275377">
        <w:rPr>
          <w:rFonts w:ascii="黑体" w:eastAsia="黑体" w:hAnsi="黑体" w:cs="黑体" w:hint="eastAsia"/>
          <w:sz w:val="24"/>
          <w:szCs w:val="24"/>
        </w:rPr>
        <w:t>项目实施及保障（不多于</w:t>
      </w:r>
      <w:r w:rsidRPr="00275377">
        <w:rPr>
          <w:rFonts w:ascii="黑体" w:eastAsia="黑体" w:hAnsi="黑体" w:cs="黑体"/>
          <w:sz w:val="24"/>
          <w:szCs w:val="24"/>
        </w:rPr>
        <w:t>2000</w:t>
      </w:r>
      <w:r w:rsidRPr="00275377">
        <w:rPr>
          <w:rFonts w:ascii="黑体" w:eastAsia="黑体" w:hAnsi="黑体" w:cs="黑体" w:hint="eastAsia"/>
          <w:sz w:val="24"/>
          <w:szCs w:val="24"/>
        </w:rPr>
        <w:t>字）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88"/>
      </w:tblGrid>
      <w:tr w:rsidR="00B51F21" w:rsidRPr="00D7094D">
        <w:trPr>
          <w:jc w:val="center"/>
        </w:trPr>
        <w:tc>
          <w:tcPr>
            <w:tcW w:w="9088" w:type="dxa"/>
          </w:tcPr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1.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项目的基本情况说明</w:t>
            </w: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D5162A">
            <w:pPr>
              <w:spacing w:beforeLines="50" w:afterLines="50"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7094D">
        <w:trPr>
          <w:jc w:val="center"/>
        </w:trPr>
        <w:tc>
          <w:tcPr>
            <w:tcW w:w="9088" w:type="dxa"/>
          </w:tcPr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2.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重点任务落实情况（联合招生招工、协同育人模式、校企教学资源、双元导师团队、考核评价体系、互融互促文化等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>,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对照《关于深入推进现代学徒制工作的实施意见》（常教高职〔</w:t>
            </w: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2022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〕</w:t>
            </w: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号）要求）。</w:t>
            </w: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822095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822095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D5162A">
            <w:pPr>
              <w:spacing w:beforeLines="50" w:afterLines="50"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7094D">
        <w:trPr>
          <w:jc w:val="center"/>
        </w:trPr>
        <w:tc>
          <w:tcPr>
            <w:tcW w:w="9088" w:type="dxa"/>
          </w:tcPr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3.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保障措施（包括支持政策、资金投入等）</w:t>
            </w: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400" w:lineRule="exact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D5162A">
            <w:pPr>
              <w:spacing w:beforeLines="50" w:afterLines="50"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beforeLines="50" w:afterLines="50"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D7094D">
        <w:trPr>
          <w:jc w:val="center"/>
        </w:trPr>
        <w:tc>
          <w:tcPr>
            <w:tcW w:w="9088" w:type="dxa"/>
          </w:tcPr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>.</w:t>
            </w:r>
            <w:r w:rsidRPr="00D7094D">
              <w:rPr>
                <w:rFonts w:ascii="仿宋_GB2312" w:eastAsia="仿宋_GB2312" w:hAnsi="宋体" w:cs="仿宋_GB2312" w:hint="eastAsia"/>
                <w:sz w:val="24"/>
                <w:szCs w:val="24"/>
              </w:rPr>
              <w:t>项目实施的成果及经验</w:t>
            </w: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B51F21">
            <w:pPr>
              <w:spacing w:line="360" w:lineRule="auto"/>
              <w:ind w:firstLineChars="100" w:firstLine="31680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D7094D" w:rsidRDefault="00B51F21" w:rsidP="0093725D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</w:p>
          <w:p w:rsidR="00B51F21" w:rsidRPr="00D7094D" w:rsidRDefault="00B51F21" w:rsidP="00594CFD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</w:p>
          <w:p w:rsidR="00B51F21" w:rsidRPr="00D7094D" w:rsidRDefault="00B51F21" w:rsidP="00594CFD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</w:p>
          <w:p w:rsidR="00B51F21" w:rsidRPr="00D7094D" w:rsidRDefault="00B51F21" w:rsidP="00594CF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</w:p>
          <w:p w:rsidR="00B51F21" w:rsidRPr="00D7094D" w:rsidRDefault="00B51F21" w:rsidP="00B51F21">
            <w:pPr>
              <w:autoSpaceDE w:val="0"/>
              <w:autoSpaceDN w:val="0"/>
              <w:spacing w:line="328" w:lineRule="atLeast"/>
              <w:ind w:firstLineChars="45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负责人签字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单位签章</w:t>
            </w:r>
          </w:p>
          <w:p w:rsidR="00B51F21" w:rsidRPr="00D7094D" w:rsidRDefault="00B51F21" w:rsidP="00B26FC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</w:p>
          <w:p w:rsidR="00B51F21" w:rsidRPr="00D7094D" w:rsidRDefault="00B51F21" w:rsidP="00B51F21">
            <w:pPr>
              <w:autoSpaceDE w:val="0"/>
              <w:autoSpaceDN w:val="0"/>
              <w:spacing w:line="328" w:lineRule="atLeast"/>
              <w:ind w:firstLineChars="4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D7094D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D7094D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B51F21" w:rsidRPr="00D7094D" w:rsidRDefault="00B51F21" w:rsidP="00822095">
            <w:pPr>
              <w:snapToGrid w:val="0"/>
              <w:spacing w:line="400" w:lineRule="exact"/>
              <w:rPr>
                <w:rFonts w:ascii="仿宋_GB2312" w:eastAsia="仿宋_GB2312" w:hAnsi="黑体" w:cs="仿宋_GB2312"/>
                <w:sz w:val="24"/>
                <w:szCs w:val="24"/>
              </w:rPr>
            </w:pPr>
            <w:r w:rsidRPr="00D7094D">
              <w:rPr>
                <w:rFonts w:ascii="仿宋_GB2312" w:eastAsia="仿宋_GB2312" w:hAnsi="黑体" w:cs="仿宋_GB2312"/>
                <w:sz w:val="24"/>
                <w:szCs w:val="24"/>
              </w:rPr>
              <w:t xml:space="preserve">  </w:t>
            </w:r>
          </w:p>
        </w:tc>
      </w:tr>
    </w:tbl>
    <w:p w:rsidR="00B51F21" w:rsidRPr="00275377" w:rsidRDefault="00B51F21" w:rsidP="0050081D">
      <w:pPr>
        <w:snapToGrid w:val="0"/>
        <w:spacing w:line="544" w:lineRule="atLeas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四</w:t>
      </w:r>
      <w:r w:rsidRPr="00275377">
        <w:rPr>
          <w:rFonts w:ascii="黑体" w:eastAsia="黑体" w:hAnsi="黑体" w:cs="黑体" w:hint="eastAsia"/>
          <w:sz w:val="24"/>
          <w:szCs w:val="24"/>
        </w:rPr>
        <w:t>、审核意见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  <w:gridCol w:w="8486"/>
      </w:tblGrid>
      <w:tr w:rsidR="00B51F21" w:rsidRPr="00822095">
        <w:trPr>
          <w:trHeight w:val="3897"/>
          <w:jc w:val="center"/>
        </w:trPr>
        <w:tc>
          <w:tcPr>
            <w:tcW w:w="600" w:type="dxa"/>
            <w:vAlign w:val="center"/>
          </w:tcPr>
          <w:p w:rsidR="00B51F21" w:rsidRPr="00822095" w:rsidRDefault="00B51F21" w:rsidP="001C054F"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申报单位意见</w:t>
            </w:r>
          </w:p>
        </w:tc>
        <w:tc>
          <w:tcPr>
            <w:tcW w:w="8486" w:type="dxa"/>
          </w:tcPr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2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4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负责人签章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单位签章</w:t>
            </w: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35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2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1F21" w:rsidRPr="00822095">
        <w:trPr>
          <w:trHeight w:val="3963"/>
          <w:jc w:val="center"/>
        </w:trPr>
        <w:tc>
          <w:tcPr>
            <w:tcW w:w="600" w:type="dxa"/>
            <w:vAlign w:val="center"/>
          </w:tcPr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学校主管部门意见</w:t>
            </w: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400" w:firstLine="316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486" w:type="dxa"/>
          </w:tcPr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822095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2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40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负责人签章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单位签章</w:t>
            </w:r>
          </w:p>
          <w:p w:rsidR="00B51F21" w:rsidRPr="00822095" w:rsidRDefault="00B51F21" w:rsidP="00822095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1F21" w:rsidRPr="00822095" w:rsidRDefault="00B51F21" w:rsidP="00B51F21">
            <w:pPr>
              <w:autoSpaceDE w:val="0"/>
              <w:autoSpaceDN w:val="0"/>
              <w:spacing w:line="328" w:lineRule="atLeast"/>
              <w:ind w:firstLineChars="350" w:firstLine="316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822095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 w:rsidRPr="00822095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B51F21" w:rsidRPr="00822095" w:rsidRDefault="00B51F21" w:rsidP="0093725D">
            <w:pPr>
              <w:autoSpaceDE w:val="0"/>
              <w:autoSpaceDN w:val="0"/>
              <w:spacing w:line="328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51F21" w:rsidRPr="00B67108" w:rsidRDefault="00B51F21" w:rsidP="00822095">
      <w:pPr>
        <w:adjustRightInd w:val="0"/>
        <w:snapToGrid w:val="0"/>
        <w:spacing w:line="20" w:lineRule="exact"/>
      </w:pPr>
    </w:p>
    <w:sectPr w:rsidR="00B51F21" w:rsidRPr="00B67108" w:rsidSect="00822095">
      <w:pgSz w:w="11906" w:h="16838"/>
      <w:pgMar w:top="1701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F21" w:rsidRDefault="00B51F21" w:rsidP="009157AD">
      <w:r>
        <w:separator/>
      </w:r>
    </w:p>
  </w:endnote>
  <w:endnote w:type="continuationSeparator" w:id="1">
    <w:p w:rsidR="00B51F21" w:rsidRDefault="00B51F21" w:rsidP="00915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F21" w:rsidRPr="00822095" w:rsidRDefault="00B51F21" w:rsidP="0082209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2209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2209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2209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82209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51F21" w:rsidRDefault="00B51F21" w:rsidP="0082209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F21" w:rsidRDefault="00B51F21" w:rsidP="009157AD">
      <w:r>
        <w:separator/>
      </w:r>
    </w:p>
  </w:footnote>
  <w:footnote w:type="continuationSeparator" w:id="1">
    <w:p w:rsidR="00B51F21" w:rsidRDefault="00B51F21" w:rsidP="009157AD">
      <w:r>
        <w:continuationSeparator/>
      </w:r>
    </w:p>
  </w:footnote>
  <w:footnote w:id="2">
    <w:p w:rsidR="00B51F21" w:rsidRDefault="00B51F21" w:rsidP="0050081D">
      <w:pPr>
        <w:pStyle w:val="FootnoteText"/>
      </w:pPr>
      <w:r>
        <w:rPr>
          <w:rStyle w:val="FootnoteReference"/>
        </w:rPr>
        <w:footnoteRef/>
      </w:r>
      <w:r>
        <w:rPr>
          <w:rFonts w:cs="宋体" w:hint="eastAsia"/>
        </w:rPr>
        <w:t>表格不够，可自行拓展加页。下同。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F21" w:rsidRDefault="00B51F21" w:rsidP="0093725D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A17A2"/>
    <w:multiLevelType w:val="hybridMultilevel"/>
    <w:tmpl w:val="CEB803C0"/>
    <w:lvl w:ilvl="0" w:tplc="A07C60E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64"/>
    <w:rsid w:val="00003EDD"/>
    <w:rsid w:val="000062BE"/>
    <w:rsid w:val="00010BB6"/>
    <w:rsid w:val="00016F7B"/>
    <w:rsid w:val="000200BF"/>
    <w:rsid w:val="0003205E"/>
    <w:rsid w:val="000348BF"/>
    <w:rsid w:val="00036444"/>
    <w:rsid w:val="0004098C"/>
    <w:rsid w:val="00044D71"/>
    <w:rsid w:val="00047126"/>
    <w:rsid w:val="00047951"/>
    <w:rsid w:val="0005301D"/>
    <w:rsid w:val="00053CA4"/>
    <w:rsid w:val="00065217"/>
    <w:rsid w:val="00067D0B"/>
    <w:rsid w:val="00067DFE"/>
    <w:rsid w:val="00073B99"/>
    <w:rsid w:val="0007461A"/>
    <w:rsid w:val="00084B05"/>
    <w:rsid w:val="00086E1E"/>
    <w:rsid w:val="00087618"/>
    <w:rsid w:val="00093C1F"/>
    <w:rsid w:val="00094DA9"/>
    <w:rsid w:val="00094E11"/>
    <w:rsid w:val="000A11D4"/>
    <w:rsid w:val="000A3443"/>
    <w:rsid w:val="000B07FE"/>
    <w:rsid w:val="000B0BCD"/>
    <w:rsid w:val="000B2B90"/>
    <w:rsid w:val="000B76F1"/>
    <w:rsid w:val="000C3C99"/>
    <w:rsid w:val="000C5D09"/>
    <w:rsid w:val="000D4AB9"/>
    <w:rsid w:val="000D4F1A"/>
    <w:rsid w:val="000D6D87"/>
    <w:rsid w:val="000E5460"/>
    <w:rsid w:val="000F072C"/>
    <w:rsid w:val="000F3AD5"/>
    <w:rsid w:val="00101A62"/>
    <w:rsid w:val="00105320"/>
    <w:rsid w:val="0010547B"/>
    <w:rsid w:val="00117158"/>
    <w:rsid w:val="001230F2"/>
    <w:rsid w:val="00132D46"/>
    <w:rsid w:val="001336AA"/>
    <w:rsid w:val="00133F48"/>
    <w:rsid w:val="00146904"/>
    <w:rsid w:val="00153A27"/>
    <w:rsid w:val="00160DB3"/>
    <w:rsid w:val="00162B54"/>
    <w:rsid w:val="00162EE5"/>
    <w:rsid w:val="001632CE"/>
    <w:rsid w:val="0016481C"/>
    <w:rsid w:val="00172373"/>
    <w:rsid w:val="00176A54"/>
    <w:rsid w:val="001823E6"/>
    <w:rsid w:val="00182FF6"/>
    <w:rsid w:val="0018529C"/>
    <w:rsid w:val="001902AF"/>
    <w:rsid w:val="00190AEE"/>
    <w:rsid w:val="00192EC4"/>
    <w:rsid w:val="00196177"/>
    <w:rsid w:val="001A4987"/>
    <w:rsid w:val="001B1317"/>
    <w:rsid w:val="001B2A83"/>
    <w:rsid w:val="001B7A6A"/>
    <w:rsid w:val="001C054F"/>
    <w:rsid w:val="001C09C2"/>
    <w:rsid w:val="001D1540"/>
    <w:rsid w:val="001D5A4B"/>
    <w:rsid w:val="001D5CF5"/>
    <w:rsid w:val="001D6B74"/>
    <w:rsid w:val="001E0217"/>
    <w:rsid w:val="001F18C0"/>
    <w:rsid w:val="001F26B4"/>
    <w:rsid w:val="00214D4C"/>
    <w:rsid w:val="0021507B"/>
    <w:rsid w:val="00215C40"/>
    <w:rsid w:val="0022211A"/>
    <w:rsid w:val="00224686"/>
    <w:rsid w:val="00227B36"/>
    <w:rsid w:val="00231EDE"/>
    <w:rsid w:val="00240808"/>
    <w:rsid w:val="00243E27"/>
    <w:rsid w:val="00244ED8"/>
    <w:rsid w:val="00247461"/>
    <w:rsid w:val="00252BEE"/>
    <w:rsid w:val="002547A0"/>
    <w:rsid w:val="00256504"/>
    <w:rsid w:val="00261F47"/>
    <w:rsid w:val="00265E22"/>
    <w:rsid w:val="00273647"/>
    <w:rsid w:val="0027448E"/>
    <w:rsid w:val="00275377"/>
    <w:rsid w:val="002763BB"/>
    <w:rsid w:val="00291D6E"/>
    <w:rsid w:val="00294864"/>
    <w:rsid w:val="002A5941"/>
    <w:rsid w:val="002A73F0"/>
    <w:rsid w:val="002C03DE"/>
    <w:rsid w:val="002C3F76"/>
    <w:rsid w:val="002C6796"/>
    <w:rsid w:val="002D0A94"/>
    <w:rsid w:val="002D1A4D"/>
    <w:rsid w:val="002D783F"/>
    <w:rsid w:val="002E02B0"/>
    <w:rsid w:val="002E3ED3"/>
    <w:rsid w:val="002E4710"/>
    <w:rsid w:val="002F7C58"/>
    <w:rsid w:val="00301F3F"/>
    <w:rsid w:val="003139A7"/>
    <w:rsid w:val="00313CFB"/>
    <w:rsid w:val="00315D71"/>
    <w:rsid w:val="00317273"/>
    <w:rsid w:val="0032601D"/>
    <w:rsid w:val="00332273"/>
    <w:rsid w:val="00334494"/>
    <w:rsid w:val="00334654"/>
    <w:rsid w:val="0033557B"/>
    <w:rsid w:val="00335708"/>
    <w:rsid w:val="00336283"/>
    <w:rsid w:val="00337A4E"/>
    <w:rsid w:val="00341AC5"/>
    <w:rsid w:val="00344C1D"/>
    <w:rsid w:val="0034631C"/>
    <w:rsid w:val="00352DF2"/>
    <w:rsid w:val="0035719C"/>
    <w:rsid w:val="00357CF8"/>
    <w:rsid w:val="00357F61"/>
    <w:rsid w:val="00360F62"/>
    <w:rsid w:val="00361B4F"/>
    <w:rsid w:val="0036296B"/>
    <w:rsid w:val="003737F4"/>
    <w:rsid w:val="003803DD"/>
    <w:rsid w:val="00383481"/>
    <w:rsid w:val="0038520F"/>
    <w:rsid w:val="00394BDE"/>
    <w:rsid w:val="00394EAA"/>
    <w:rsid w:val="00395EE0"/>
    <w:rsid w:val="003A53EC"/>
    <w:rsid w:val="003A5F18"/>
    <w:rsid w:val="003A7722"/>
    <w:rsid w:val="003B3078"/>
    <w:rsid w:val="003C1619"/>
    <w:rsid w:val="003C3FEB"/>
    <w:rsid w:val="003C7404"/>
    <w:rsid w:val="003D3B9E"/>
    <w:rsid w:val="003E02FB"/>
    <w:rsid w:val="003E1505"/>
    <w:rsid w:val="003E52BE"/>
    <w:rsid w:val="003F3D0F"/>
    <w:rsid w:val="003F4F79"/>
    <w:rsid w:val="003F6AFF"/>
    <w:rsid w:val="00401616"/>
    <w:rsid w:val="00401FD9"/>
    <w:rsid w:val="004027E3"/>
    <w:rsid w:val="00403A2A"/>
    <w:rsid w:val="0040517C"/>
    <w:rsid w:val="00407F0C"/>
    <w:rsid w:val="00415E8B"/>
    <w:rsid w:val="004213B0"/>
    <w:rsid w:val="00424FBE"/>
    <w:rsid w:val="00425B02"/>
    <w:rsid w:val="0042743B"/>
    <w:rsid w:val="00434696"/>
    <w:rsid w:val="004450DF"/>
    <w:rsid w:val="00447E05"/>
    <w:rsid w:val="004556FD"/>
    <w:rsid w:val="0046078A"/>
    <w:rsid w:val="00462F55"/>
    <w:rsid w:val="004641AC"/>
    <w:rsid w:val="00464605"/>
    <w:rsid w:val="00464F5F"/>
    <w:rsid w:val="0047051E"/>
    <w:rsid w:val="00471C81"/>
    <w:rsid w:val="004819B4"/>
    <w:rsid w:val="0048610E"/>
    <w:rsid w:val="0048732A"/>
    <w:rsid w:val="00490A01"/>
    <w:rsid w:val="00490F41"/>
    <w:rsid w:val="00490F78"/>
    <w:rsid w:val="004A3FCE"/>
    <w:rsid w:val="004A5A32"/>
    <w:rsid w:val="004A6660"/>
    <w:rsid w:val="004B4085"/>
    <w:rsid w:val="004C0668"/>
    <w:rsid w:val="004C404C"/>
    <w:rsid w:val="004C5143"/>
    <w:rsid w:val="004C6D55"/>
    <w:rsid w:val="004E1472"/>
    <w:rsid w:val="004E1BE1"/>
    <w:rsid w:val="004E3AFF"/>
    <w:rsid w:val="004E500F"/>
    <w:rsid w:val="004E6D60"/>
    <w:rsid w:val="004E6D7B"/>
    <w:rsid w:val="004E706A"/>
    <w:rsid w:val="004F7528"/>
    <w:rsid w:val="0050081D"/>
    <w:rsid w:val="00502867"/>
    <w:rsid w:val="005127DB"/>
    <w:rsid w:val="00512A26"/>
    <w:rsid w:val="0051475D"/>
    <w:rsid w:val="005237A7"/>
    <w:rsid w:val="00524696"/>
    <w:rsid w:val="005270E0"/>
    <w:rsid w:val="00534796"/>
    <w:rsid w:val="00543CD4"/>
    <w:rsid w:val="00550A03"/>
    <w:rsid w:val="00552907"/>
    <w:rsid w:val="00552A36"/>
    <w:rsid w:val="00554F7C"/>
    <w:rsid w:val="00564887"/>
    <w:rsid w:val="00574E8F"/>
    <w:rsid w:val="00583F76"/>
    <w:rsid w:val="00592CD4"/>
    <w:rsid w:val="00594010"/>
    <w:rsid w:val="00594CFD"/>
    <w:rsid w:val="00596EEB"/>
    <w:rsid w:val="005A034E"/>
    <w:rsid w:val="005A0B54"/>
    <w:rsid w:val="005A0E33"/>
    <w:rsid w:val="005A44AE"/>
    <w:rsid w:val="005A4544"/>
    <w:rsid w:val="005C2540"/>
    <w:rsid w:val="005C3BB9"/>
    <w:rsid w:val="005C7A95"/>
    <w:rsid w:val="005D1AC8"/>
    <w:rsid w:val="005D5D20"/>
    <w:rsid w:val="005E1AE6"/>
    <w:rsid w:val="005E1CEC"/>
    <w:rsid w:val="00602E97"/>
    <w:rsid w:val="00606F52"/>
    <w:rsid w:val="00607049"/>
    <w:rsid w:val="006074FA"/>
    <w:rsid w:val="00607D01"/>
    <w:rsid w:val="0061463C"/>
    <w:rsid w:val="00614FFD"/>
    <w:rsid w:val="00621DDA"/>
    <w:rsid w:val="00623A8A"/>
    <w:rsid w:val="00630729"/>
    <w:rsid w:val="006350E5"/>
    <w:rsid w:val="006350FC"/>
    <w:rsid w:val="006362A7"/>
    <w:rsid w:val="006373DB"/>
    <w:rsid w:val="0064604D"/>
    <w:rsid w:val="00656C19"/>
    <w:rsid w:val="0066120A"/>
    <w:rsid w:val="0066343A"/>
    <w:rsid w:val="006775F4"/>
    <w:rsid w:val="0068081C"/>
    <w:rsid w:val="00681C8D"/>
    <w:rsid w:val="00683A48"/>
    <w:rsid w:val="006853AC"/>
    <w:rsid w:val="00692F48"/>
    <w:rsid w:val="006A3317"/>
    <w:rsid w:val="006A69C4"/>
    <w:rsid w:val="006B6319"/>
    <w:rsid w:val="006B68AF"/>
    <w:rsid w:val="006B7D42"/>
    <w:rsid w:val="006C01F3"/>
    <w:rsid w:val="006C7325"/>
    <w:rsid w:val="006C7DB1"/>
    <w:rsid w:val="006D1060"/>
    <w:rsid w:val="006D298E"/>
    <w:rsid w:val="006D338B"/>
    <w:rsid w:val="006D6FF5"/>
    <w:rsid w:val="006E1E24"/>
    <w:rsid w:val="006E25A6"/>
    <w:rsid w:val="006E7959"/>
    <w:rsid w:val="006F0696"/>
    <w:rsid w:val="006F434E"/>
    <w:rsid w:val="006F67ED"/>
    <w:rsid w:val="007040EC"/>
    <w:rsid w:val="00705299"/>
    <w:rsid w:val="007107C6"/>
    <w:rsid w:val="00710C81"/>
    <w:rsid w:val="00720F07"/>
    <w:rsid w:val="007230AE"/>
    <w:rsid w:val="00723304"/>
    <w:rsid w:val="00733BC8"/>
    <w:rsid w:val="00734DB8"/>
    <w:rsid w:val="007401BD"/>
    <w:rsid w:val="00740B5D"/>
    <w:rsid w:val="007430AB"/>
    <w:rsid w:val="0074319B"/>
    <w:rsid w:val="00761651"/>
    <w:rsid w:val="007626B3"/>
    <w:rsid w:val="00763B12"/>
    <w:rsid w:val="00782A3C"/>
    <w:rsid w:val="00785270"/>
    <w:rsid w:val="00795000"/>
    <w:rsid w:val="007951F5"/>
    <w:rsid w:val="00796CE9"/>
    <w:rsid w:val="007A4559"/>
    <w:rsid w:val="007A667F"/>
    <w:rsid w:val="007A74D8"/>
    <w:rsid w:val="007B52E8"/>
    <w:rsid w:val="007C171B"/>
    <w:rsid w:val="007C74D5"/>
    <w:rsid w:val="007C76C2"/>
    <w:rsid w:val="007D092B"/>
    <w:rsid w:val="007D3CB2"/>
    <w:rsid w:val="007E3BE7"/>
    <w:rsid w:val="007F6981"/>
    <w:rsid w:val="00806769"/>
    <w:rsid w:val="00810004"/>
    <w:rsid w:val="0081327C"/>
    <w:rsid w:val="00815091"/>
    <w:rsid w:val="00817A81"/>
    <w:rsid w:val="00820413"/>
    <w:rsid w:val="00822095"/>
    <w:rsid w:val="00822180"/>
    <w:rsid w:val="00822E39"/>
    <w:rsid w:val="00827942"/>
    <w:rsid w:val="0083271E"/>
    <w:rsid w:val="00833506"/>
    <w:rsid w:val="008352C7"/>
    <w:rsid w:val="008363C6"/>
    <w:rsid w:val="008429F1"/>
    <w:rsid w:val="00842ED5"/>
    <w:rsid w:val="00861874"/>
    <w:rsid w:val="00862F3E"/>
    <w:rsid w:val="008632A4"/>
    <w:rsid w:val="00873B37"/>
    <w:rsid w:val="00881300"/>
    <w:rsid w:val="008852C1"/>
    <w:rsid w:val="0089586C"/>
    <w:rsid w:val="008A2112"/>
    <w:rsid w:val="008A5FF1"/>
    <w:rsid w:val="008A6115"/>
    <w:rsid w:val="008B58CE"/>
    <w:rsid w:val="008B6648"/>
    <w:rsid w:val="008C7E59"/>
    <w:rsid w:val="008D30CA"/>
    <w:rsid w:val="008D52E0"/>
    <w:rsid w:val="008D54B4"/>
    <w:rsid w:val="008D7165"/>
    <w:rsid w:val="008E3059"/>
    <w:rsid w:val="008F7A9D"/>
    <w:rsid w:val="009012AF"/>
    <w:rsid w:val="00903768"/>
    <w:rsid w:val="00913190"/>
    <w:rsid w:val="009140F7"/>
    <w:rsid w:val="009157AD"/>
    <w:rsid w:val="00921BD6"/>
    <w:rsid w:val="00923DB8"/>
    <w:rsid w:val="00931E06"/>
    <w:rsid w:val="009336A5"/>
    <w:rsid w:val="009354DE"/>
    <w:rsid w:val="0093725D"/>
    <w:rsid w:val="009441E0"/>
    <w:rsid w:val="00945877"/>
    <w:rsid w:val="00957E31"/>
    <w:rsid w:val="009650C2"/>
    <w:rsid w:val="0096546D"/>
    <w:rsid w:val="009843AF"/>
    <w:rsid w:val="009916B2"/>
    <w:rsid w:val="009A1864"/>
    <w:rsid w:val="009A7979"/>
    <w:rsid w:val="009B07CF"/>
    <w:rsid w:val="009B4F0E"/>
    <w:rsid w:val="009C5380"/>
    <w:rsid w:val="009C5A3B"/>
    <w:rsid w:val="009C6DB8"/>
    <w:rsid w:val="009D7368"/>
    <w:rsid w:val="009D7EEC"/>
    <w:rsid w:val="009E66C0"/>
    <w:rsid w:val="009E700C"/>
    <w:rsid w:val="009F7A89"/>
    <w:rsid w:val="00A03BC6"/>
    <w:rsid w:val="00A10D3B"/>
    <w:rsid w:val="00A15F4E"/>
    <w:rsid w:val="00A16BFA"/>
    <w:rsid w:val="00A16DB0"/>
    <w:rsid w:val="00A26F6A"/>
    <w:rsid w:val="00A40BDC"/>
    <w:rsid w:val="00A41984"/>
    <w:rsid w:val="00A434AB"/>
    <w:rsid w:val="00A43D40"/>
    <w:rsid w:val="00A500D0"/>
    <w:rsid w:val="00A5577E"/>
    <w:rsid w:val="00A60953"/>
    <w:rsid w:val="00A6638F"/>
    <w:rsid w:val="00A70903"/>
    <w:rsid w:val="00A74171"/>
    <w:rsid w:val="00A76D86"/>
    <w:rsid w:val="00A77477"/>
    <w:rsid w:val="00A82AA6"/>
    <w:rsid w:val="00A93DB4"/>
    <w:rsid w:val="00A96860"/>
    <w:rsid w:val="00AA0E5F"/>
    <w:rsid w:val="00AA2C8C"/>
    <w:rsid w:val="00AB095B"/>
    <w:rsid w:val="00AB1261"/>
    <w:rsid w:val="00AB2A67"/>
    <w:rsid w:val="00AC54B9"/>
    <w:rsid w:val="00AD2CB9"/>
    <w:rsid w:val="00AD4309"/>
    <w:rsid w:val="00AD671C"/>
    <w:rsid w:val="00AD73B0"/>
    <w:rsid w:val="00AD7BFF"/>
    <w:rsid w:val="00AE4D6A"/>
    <w:rsid w:val="00AE627F"/>
    <w:rsid w:val="00AF3DCA"/>
    <w:rsid w:val="00B02FE0"/>
    <w:rsid w:val="00B051C0"/>
    <w:rsid w:val="00B1293A"/>
    <w:rsid w:val="00B159D0"/>
    <w:rsid w:val="00B15CC4"/>
    <w:rsid w:val="00B206E7"/>
    <w:rsid w:val="00B26FCD"/>
    <w:rsid w:val="00B32C57"/>
    <w:rsid w:val="00B34FBA"/>
    <w:rsid w:val="00B40DA3"/>
    <w:rsid w:val="00B44320"/>
    <w:rsid w:val="00B51F21"/>
    <w:rsid w:val="00B52A62"/>
    <w:rsid w:val="00B5321A"/>
    <w:rsid w:val="00B65C02"/>
    <w:rsid w:val="00B66CAE"/>
    <w:rsid w:val="00B67108"/>
    <w:rsid w:val="00B74D86"/>
    <w:rsid w:val="00B755DF"/>
    <w:rsid w:val="00B773A9"/>
    <w:rsid w:val="00B77D33"/>
    <w:rsid w:val="00B80B6F"/>
    <w:rsid w:val="00B810C4"/>
    <w:rsid w:val="00B82067"/>
    <w:rsid w:val="00B86653"/>
    <w:rsid w:val="00B91025"/>
    <w:rsid w:val="00BA36FB"/>
    <w:rsid w:val="00BA42DE"/>
    <w:rsid w:val="00BA4699"/>
    <w:rsid w:val="00BB0388"/>
    <w:rsid w:val="00BB0AB8"/>
    <w:rsid w:val="00BC1BB1"/>
    <w:rsid w:val="00BD1C42"/>
    <w:rsid w:val="00BD42D6"/>
    <w:rsid w:val="00BE37AB"/>
    <w:rsid w:val="00BE3E9A"/>
    <w:rsid w:val="00BE4F78"/>
    <w:rsid w:val="00BE62D0"/>
    <w:rsid w:val="00C04792"/>
    <w:rsid w:val="00C07749"/>
    <w:rsid w:val="00C11537"/>
    <w:rsid w:val="00C3335E"/>
    <w:rsid w:val="00C44C77"/>
    <w:rsid w:val="00C562FB"/>
    <w:rsid w:val="00C64768"/>
    <w:rsid w:val="00C64D5A"/>
    <w:rsid w:val="00C70C9C"/>
    <w:rsid w:val="00C71A15"/>
    <w:rsid w:val="00C728E0"/>
    <w:rsid w:val="00C76B99"/>
    <w:rsid w:val="00CA086C"/>
    <w:rsid w:val="00CA0AED"/>
    <w:rsid w:val="00CA1E62"/>
    <w:rsid w:val="00CA43F5"/>
    <w:rsid w:val="00CA79B0"/>
    <w:rsid w:val="00CB103D"/>
    <w:rsid w:val="00CB1BF5"/>
    <w:rsid w:val="00CB43E0"/>
    <w:rsid w:val="00CC5C3D"/>
    <w:rsid w:val="00CD12FC"/>
    <w:rsid w:val="00CD6470"/>
    <w:rsid w:val="00CE0AEF"/>
    <w:rsid w:val="00CE3DB0"/>
    <w:rsid w:val="00CF0D18"/>
    <w:rsid w:val="00CF1166"/>
    <w:rsid w:val="00D03875"/>
    <w:rsid w:val="00D11B3A"/>
    <w:rsid w:val="00D22B67"/>
    <w:rsid w:val="00D3257B"/>
    <w:rsid w:val="00D46CC7"/>
    <w:rsid w:val="00D5162A"/>
    <w:rsid w:val="00D532BC"/>
    <w:rsid w:val="00D53C35"/>
    <w:rsid w:val="00D616B7"/>
    <w:rsid w:val="00D7094D"/>
    <w:rsid w:val="00D811B3"/>
    <w:rsid w:val="00D81D1E"/>
    <w:rsid w:val="00D868CE"/>
    <w:rsid w:val="00D9072F"/>
    <w:rsid w:val="00DA0AD7"/>
    <w:rsid w:val="00DA27FD"/>
    <w:rsid w:val="00DA7B90"/>
    <w:rsid w:val="00DB0775"/>
    <w:rsid w:val="00DB4CEA"/>
    <w:rsid w:val="00DB5A47"/>
    <w:rsid w:val="00DB6C2C"/>
    <w:rsid w:val="00DC24F7"/>
    <w:rsid w:val="00DC66DA"/>
    <w:rsid w:val="00DD12EB"/>
    <w:rsid w:val="00DD2ACB"/>
    <w:rsid w:val="00DD328B"/>
    <w:rsid w:val="00DE080D"/>
    <w:rsid w:val="00DE6EEE"/>
    <w:rsid w:val="00DE75B8"/>
    <w:rsid w:val="00DF3083"/>
    <w:rsid w:val="00E048B4"/>
    <w:rsid w:val="00E0524E"/>
    <w:rsid w:val="00E05561"/>
    <w:rsid w:val="00E07260"/>
    <w:rsid w:val="00E10633"/>
    <w:rsid w:val="00E11075"/>
    <w:rsid w:val="00E13C88"/>
    <w:rsid w:val="00E164A1"/>
    <w:rsid w:val="00E2009D"/>
    <w:rsid w:val="00E22A85"/>
    <w:rsid w:val="00E3055B"/>
    <w:rsid w:val="00E30DD5"/>
    <w:rsid w:val="00E32B3D"/>
    <w:rsid w:val="00E34CFE"/>
    <w:rsid w:val="00E3699B"/>
    <w:rsid w:val="00E37EFE"/>
    <w:rsid w:val="00E4253C"/>
    <w:rsid w:val="00E42F32"/>
    <w:rsid w:val="00E45995"/>
    <w:rsid w:val="00E461B1"/>
    <w:rsid w:val="00E50E06"/>
    <w:rsid w:val="00E574A9"/>
    <w:rsid w:val="00E57647"/>
    <w:rsid w:val="00E656A2"/>
    <w:rsid w:val="00E65D70"/>
    <w:rsid w:val="00E73990"/>
    <w:rsid w:val="00E75B97"/>
    <w:rsid w:val="00E85C65"/>
    <w:rsid w:val="00E928E5"/>
    <w:rsid w:val="00E968DD"/>
    <w:rsid w:val="00EA1CD1"/>
    <w:rsid w:val="00EB2C3D"/>
    <w:rsid w:val="00EB33A8"/>
    <w:rsid w:val="00EC4D2F"/>
    <w:rsid w:val="00EC5FC0"/>
    <w:rsid w:val="00EC6AFE"/>
    <w:rsid w:val="00ED79F0"/>
    <w:rsid w:val="00EE75D6"/>
    <w:rsid w:val="00EE7EA0"/>
    <w:rsid w:val="00EF72DD"/>
    <w:rsid w:val="00F04816"/>
    <w:rsid w:val="00F051C4"/>
    <w:rsid w:val="00F10758"/>
    <w:rsid w:val="00F130EE"/>
    <w:rsid w:val="00F1418E"/>
    <w:rsid w:val="00F31530"/>
    <w:rsid w:val="00F32052"/>
    <w:rsid w:val="00F32368"/>
    <w:rsid w:val="00F33002"/>
    <w:rsid w:val="00F35A2C"/>
    <w:rsid w:val="00F414F5"/>
    <w:rsid w:val="00F41B27"/>
    <w:rsid w:val="00F453F4"/>
    <w:rsid w:val="00F4611E"/>
    <w:rsid w:val="00F549C2"/>
    <w:rsid w:val="00F620B9"/>
    <w:rsid w:val="00F62A4E"/>
    <w:rsid w:val="00F631DA"/>
    <w:rsid w:val="00F809F0"/>
    <w:rsid w:val="00F80D6B"/>
    <w:rsid w:val="00F82C47"/>
    <w:rsid w:val="00F87993"/>
    <w:rsid w:val="00F93580"/>
    <w:rsid w:val="00F95114"/>
    <w:rsid w:val="00F97558"/>
    <w:rsid w:val="00FA004A"/>
    <w:rsid w:val="00FA0BBD"/>
    <w:rsid w:val="00FA6601"/>
    <w:rsid w:val="00FA70A9"/>
    <w:rsid w:val="00FB0B51"/>
    <w:rsid w:val="00FB3674"/>
    <w:rsid w:val="00FC023C"/>
    <w:rsid w:val="00FC1371"/>
    <w:rsid w:val="00FC30DB"/>
    <w:rsid w:val="00FC33DB"/>
    <w:rsid w:val="00FC412D"/>
    <w:rsid w:val="00FC53E9"/>
    <w:rsid w:val="00FD40B2"/>
    <w:rsid w:val="00FD54A0"/>
    <w:rsid w:val="00FD7FB6"/>
    <w:rsid w:val="00FE4A51"/>
    <w:rsid w:val="00FF0A79"/>
    <w:rsid w:val="00FF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7AD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48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48B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rsid w:val="00915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57A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157A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7AD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086E1E"/>
    <w:pPr>
      <w:ind w:leftChars="2500" w:left="100"/>
    </w:pPr>
    <w:rPr>
      <w:kern w:val="0"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86E1E"/>
    <w:rPr>
      <w:rFonts w:ascii="Times New Roman" w:eastAsia="宋体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BE3E9A"/>
    <w:rPr>
      <w:rFonts w:ascii="宋体" w:cs="宋体"/>
      <w:kern w:val="0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E3E9A"/>
    <w:rPr>
      <w:rFonts w:ascii="宋体" w:eastAsia="宋体" w:hAnsi="Times New Roman" w:cs="宋体"/>
      <w:sz w:val="18"/>
      <w:szCs w:val="18"/>
    </w:rPr>
  </w:style>
  <w:style w:type="character" w:styleId="Hyperlink">
    <w:name w:val="Hyperlink"/>
    <w:basedOn w:val="DefaultParagraphFont"/>
    <w:uiPriority w:val="99"/>
    <w:rsid w:val="00047951"/>
    <w:rPr>
      <w:color w:val="0000FF"/>
      <w:u w:val="single"/>
    </w:rPr>
  </w:style>
  <w:style w:type="paragraph" w:customStyle="1" w:styleId="a">
    <w:name w:val="小节标题"/>
    <w:basedOn w:val="Normal"/>
    <w:next w:val="Normal"/>
    <w:uiPriority w:val="99"/>
    <w:rsid w:val="0050081D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character" w:styleId="FootnoteReference">
    <w:name w:val="footnote reference"/>
    <w:basedOn w:val="DefaultParagraphFont"/>
    <w:uiPriority w:val="99"/>
    <w:semiHidden/>
    <w:rsid w:val="0050081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0081D"/>
    <w:pPr>
      <w:snapToGrid w:val="0"/>
      <w:jc w:val="left"/>
    </w:pPr>
    <w:rPr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0081D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50081D"/>
  </w:style>
  <w:style w:type="paragraph" w:styleId="ListParagraph">
    <w:name w:val="List Paragraph"/>
    <w:basedOn w:val="Normal"/>
    <w:uiPriority w:val="99"/>
    <w:qFormat/>
    <w:rsid w:val="00795000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78527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270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7</Pages>
  <Words>182</Words>
  <Characters>1041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吴琳赟</cp:lastModifiedBy>
  <cp:revision>34</cp:revision>
  <cp:lastPrinted>2016-09-20T09:59:00Z</cp:lastPrinted>
  <dcterms:created xsi:type="dcterms:W3CDTF">2019-09-05T08:13:00Z</dcterms:created>
  <dcterms:modified xsi:type="dcterms:W3CDTF">2022-10-14T01:02:00Z</dcterms:modified>
</cp:coreProperties>
</file>