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D9" w:rsidRPr="00C87955" w:rsidRDefault="00FF20D9" w:rsidP="004A3779">
      <w:pPr>
        <w:jc w:val="left"/>
        <w:rPr>
          <w:rFonts w:ascii="黑体" w:eastAsia="黑体" w:hAnsi="黑体"/>
          <w:b/>
          <w:bCs/>
          <w:sz w:val="36"/>
          <w:szCs w:val="36"/>
        </w:rPr>
      </w:pPr>
      <w:r w:rsidRPr="00C87955">
        <w:rPr>
          <w:rFonts w:ascii="黑体" w:eastAsia="黑体" w:hAnsi="黑体" w:cs="黑体" w:hint="eastAsia"/>
          <w:sz w:val="32"/>
          <w:szCs w:val="32"/>
        </w:rPr>
        <w:t>附件</w:t>
      </w:r>
      <w:r w:rsidRPr="00C87955">
        <w:rPr>
          <w:rFonts w:ascii="黑体" w:eastAsia="黑体" w:hAnsi="黑体" w:cs="黑体"/>
          <w:sz w:val="32"/>
          <w:szCs w:val="32"/>
        </w:rPr>
        <w:t>1-2</w:t>
      </w:r>
      <w:bookmarkStart w:id="0" w:name="_GoBack"/>
      <w:bookmarkEnd w:id="0"/>
    </w:p>
    <w:p w:rsidR="00FF20D9" w:rsidRPr="00C87955" w:rsidRDefault="00FF20D9" w:rsidP="004A3779">
      <w:pPr>
        <w:jc w:val="center"/>
        <w:rPr>
          <w:rFonts w:ascii="方正小标宋简体" w:eastAsia="方正小标宋简体"/>
          <w:sz w:val="44"/>
          <w:szCs w:val="44"/>
        </w:rPr>
      </w:pPr>
      <w:r w:rsidRPr="00C87955">
        <w:rPr>
          <w:rFonts w:ascii="方正小标宋简体" w:eastAsia="方正小标宋简体" w:cs="方正小标宋简体" w:hint="eastAsia"/>
          <w:sz w:val="44"/>
          <w:szCs w:val="44"/>
        </w:rPr>
        <w:t>常州市中小学优秀教研组申报表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"/>
        <w:gridCol w:w="1595"/>
        <w:gridCol w:w="67"/>
        <w:gridCol w:w="954"/>
        <w:gridCol w:w="311"/>
        <w:gridCol w:w="1194"/>
        <w:gridCol w:w="861"/>
        <w:gridCol w:w="320"/>
        <w:gridCol w:w="42"/>
        <w:gridCol w:w="490"/>
        <w:gridCol w:w="402"/>
        <w:gridCol w:w="945"/>
        <w:gridCol w:w="23"/>
        <w:gridCol w:w="524"/>
        <w:gridCol w:w="640"/>
        <w:gridCol w:w="113"/>
      </w:tblGrid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学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校</w:t>
            </w:r>
          </w:p>
        </w:tc>
        <w:tc>
          <w:tcPr>
            <w:tcW w:w="2459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教研组</w:t>
            </w:r>
          </w:p>
        </w:tc>
        <w:tc>
          <w:tcPr>
            <w:tcW w:w="1902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人数</w:t>
            </w:r>
          </w:p>
        </w:tc>
        <w:tc>
          <w:tcPr>
            <w:tcW w:w="640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姓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学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历</w:t>
            </w: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职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称</w:t>
            </w: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性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968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年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龄</w:t>
            </w:r>
          </w:p>
        </w:tc>
        <w:tc>
          <w:tcPr>
            <w:tcW w:w="1164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兼</w:t>
            </w:r>
            <w:r w:rsidRPr="00C87955">
              <w:rPr>
                <w:rFonts w:ascii="仿宋_GB2312" w:eastAsia="仿宋_GB2312" w:cs="仿宋_GB2312"/>
              </w:rPr>
              <w:t xml:space="preserve"> </w:t>
            </w:r>
            <w:r w:rsidRPr="00C87955">
              <w:rPr>
                <w:rFonts w:ascii="仿宋_GB2312" w:eastAsia="仿宋_GB2312" w:cs="仿宋_GB2312" w:hint="eastAsia"/>
              </w:rPr>
              <w:t>职</w:t>
            </w: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组长（限</w:t>
            </w:r>
            <w:r w:rsidRPr="00C87955">
              <w:rPr>
                <w:rFonts w:ascii="仿宋_GB2312" w:eastAsia="仿宋_GB2312" w:cs="仿宋_GB2312"/>
              </w:rPr>
              <w:t>1</w:t>
            </w:r>
            <w:r w:rsidRPr="00C87955">
              <w:rPr>
                <w:rFonts w:ascii="仿宋_GB2312" w:eastAsia="仿宋_GB2312" w:cs="仿宋_GB2312" w:hint="eastAsia"/>
              </w:rPr>
              <w:t>名）</w:t>
            </w: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68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副组长</w:t>
            </w: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68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Merge w:val="restart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师资情况</w:t>
            </w: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（人数）</w:t>
            </w: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正高</w:t>
            </w: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高级</w:t>
            </w: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一级</w:t>
            </w: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二级</w:t>
            </w:r>
          </w:p>
        </w:tc>
        <w:tc>
          <w:tcPr>
            <w:tcW w:w="2132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见习</w:t>
            </w: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Merge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Merge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特级</w:t>
            </w: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特后</w:t>
            </w: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学带</w:t>
            </w: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骨干</w:t>
            </w:r>
          </w:p>
        </w:tc>
        <w:tc>
          <w:tcPr>
            <w:tcW w:w="968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能手</w:t>
            </w:r>
          </w:p>
        </w:tc>
        <w:tc>
          <w:tcPr>
            <w:tcW w:w="1164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新秀</w:t>
            </w: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Merge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4" w:type="dxa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68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项</w:t>
            </w:r>
            <w:r w:rsidRPr="00C87955">
              <w:rPr>
                <w:rFonts w:ascii="仿宋_GB2312" w:eastAsia="仿宋_GB2312" w:cs="仿宋_GB2312"/>
              </w:rPr>
              <w:t xml:space="preserve">   </w:t>
            </w:r>
            <w:r w:rsidRPr="00C87955">
              <w:rPr>
                <w:rFonts w:ascii="仿宋_GB2312" w:eastAsia="仿宋_GB2312" w:cs="仿宋_GB2312" w:hint="eastAsia"/>
              </w:rPr>
              <w:t>目</w:t>
            </w:r>
          </w:p>
        </w:tc>
        <w:tc>
          <w:tcPr>
            <w:tcW w:w="6706" w:type="dxa"/>
            <w:gridSpan w:val="1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概</w:t>
            </w:r>
            <w:r w:rsidRPr="00C87955">
              <w:rPr>
                <w:rFonts w:ascii="仿宋_GB2312" w:eastAsia="仿宋_GB2312" w:cs="仿宋_GB2312"/>
              </w:rPr>
              <w:t xml:space="preserve">      </w:t>
            </w:r>
            <w:r w:rsidRPr="00C87955">
              <w:rPr>
                <w:rFonts w:ascii="仿宋_GB2312" w:eastAsia="仿宋_GB2312" w:cs="仿宋_GB2312" w:hint="eastAsia"/>
              </w:rPr>
              <w:t>况</w:t>
            </w: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教研组建设过程中最值得推荐的经验</w:t>
            </w:r>
          </w:p>
        </w:tc>
        <w:tc>
          <w:tcPr>
            <w:tcW w:w="6706" w:type="dxa"/>
            <w:gridSpan w:val="1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师德</w:t>
            </w: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建设</w:t>
            </w:r>
          </w:p>
        </w:tc>
        <w:tc>
          <w:tcPr>
            <w:tcW w:w="6706" w:type="dxa"/>
            <w:gridSpan w:val="1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常规</w:t>
            </w: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管理</w:t>
            </w:r>
          </w:p>
        </w:tc>
        <w:tc>
          <w:tcPr>
            <w:tcW w:w="6706" w:type="dxa"/>
            <w:gridSpan w:val="1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gridBefore w:val="1"/>
          <w:gridAfter w:val="1"/>
          <w:wBefore w:w="113" w:type="dxa"/>
          <w:wAfter w:w="113" w:type="dxa"/>
          <w:trHeight w:val="482"/>
          <w:jc w:val="center"/>
        </w:trPr>
        <w:tc>
          <w:tcPr>
            <w:tcW w:w="1662" w:type="dxa"/>
            <w:gridSpan w:val="2"/>
            <w:vAlign w:val="center"/>
          </w:tcPr>
          <w:p w:rsidR="00FF20D9" w:rsidRPr="00C87955" w:rsidRDefault="00FF20D9" w:rsidP="00DE509A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承担校际间、辖市</w:t>
            </w:r>
            <w:r w:rsidRPr="00C87955">
              <w:rPr>
                <w:rFonts w:ascii="仿宋_GB2312" w:eastAsia="仿宋_GB2312" w:cs="仿宋_GB2312"/>
              </w:rPr>
              <w:t>/</w:t>
            </w:r>
            <w:r w:rsidRPr="00C87955">
              <w:rPr>
                <w:rFonts w:ascii="仿宋_GB2312" w:eastAsia="仿宋_GB2312" w:cs="仿宋_GB2312" w:hint="eastAsia"/>
              </w:rPr>
              <w:t>区及以上教研活动情况</w:t>
            </w:r>
          </w:p>
        </w:tc>
        <w:tc>
          <w:tcPr>
            <w:tcW w:w="6706" w:type="dxa"/>
            <w:gridSpan w:val="1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公开课及讲座</w:t>
            </w: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课题名称</w:t>
            </w: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开课</w:t>
            </w:r>
            <w:r w:rsidRPr="00C87955">
              <w:rPr>
                <w:rFonts w:ascii="仿宋_GB2312" w:eastAsia="仿宋_GB2312" w:cs="仿宋_GB2312"/>
              </w:rPr>
              <w:t>/</w:t>
            </w:r>
            <w:r w:rsidRPr="00C87955">
              <w:rPr>
                <w:rFonts w:ascii="仿宋_GB2312" w:eastAsia="仿宋_GB2312" w:cs="仿宋_GB2312" w:hint="eastAsia"/>
              </w:rPr>
              <w:t>讲座范围</w:t>
            </w: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组织单位及日期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5E546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评优课、基本功及其它教学比赛</w:t>
            </w: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比赛项目</w:t>
            </w: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4A3779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获奖等级</w:t>
            </w: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发奖单位及日期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5E546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学科竞赛、社团及研究性学习</w:t>
            </w: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活动项目</w:t>
            </w: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4A3779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获奖等级</w:t>
            </w: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发奖单位及日期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综合荣誉</w:t>
            </w: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获奖名称</w:t>
            </w: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组织单位及日期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9" w:type="dxa"/>
            <w:gridSpan w:val="9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课题</w:t>
            </w:r>
          </w:p>
          <w:p w:rsidR="00FF20D9" w:rsidRPr="00C87955" w:rsidRDefault="00FF20D9" w:rsidP="0085709B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研究</w:t>
            </w:r>
          </w:p>
        </w:tc>
        <w:tc>
          <w:tcPr>
            <w:tcW w:w="4239" w:type="dxa"/>
            <w:gridSpan w:val="8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课题名称</w:t>
            </w: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课题级别</w:t>
            </w: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（</w:t>
            </w:r>
            <w:r w:rsidRPr="00C87955">
              <w:rPr>
                <w:rFonts w:ascii="仿宋_GB2312" w:eastAsia="仿宋_GB2312" w:cs="仿宋_GB2312" w:hint="eastAsia"/>
              </w:rPr>
              <w:t>省规划、省教研、市规划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1300" w:type="dxa"/>
            <w:gridSpan w:val="4"/>
            <w:vAlign w:val="center"/>
          </w:tcPr>
          <w:p w:rsidR="00FF20D9" w:rsidRDefault="00FF20D9" w:rsidP="006A6FFF">
            <w:pPr>
              <w:widowControl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立项时间</w:t>
            </w:r>
          </w:p>
          <w:p w:rsidR="00FF20D9" w:rsidRPr="00C87955" w:rsidRDefault="00FF20D9" w:rsidP="006A6FFF">
            <w:pPr>
              <w:widowControl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（完成情况）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9" w:type="dxa"/>
            <w:gridSpan w:val="8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9" w:type="dxa"/>
            <w:gridSpan w:val="8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9" w:type="dxa"/>
            <w:gridSpan w:val="8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85709B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论文发表</w:t>
            </w: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论文名称</w:t>
            </w: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刊物名称及发表日期</w:t>
            </w: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刊号</w:t>
            </w:r>
            <w:r>
              <w:rPr>
                <w:rFonts w:ascii="仿宋_GB2312" w:eastAsia="仿宋_GB2312" w:cs="仿宋_GB2312" w:hint="eastAsia"/>
              </w:rPr>
              <w:t>（</w:t>
            </w:r>
            <w:r w:rsidRPr="00C87955">
              <w:rPr>
                <w:rFonts w:ascii="仿宋_GB2312" w:eastAsia="仿宋_GB2312" w:cs="仿宋_GB2312"/>
              </w:rPr>
              <w:t>CN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FF20D9" w:rsidRPr="00C87955" w:rsidRDefault="00FF20D9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专著出版</w:t>
            </w: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名称</w:t>
            </w: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出版单位及日期</w:t>
            </w: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2147CB">
            <w:pPr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书号</w:t>
            </w:r>
            <w:r>
              <w:rPr>
                <w:rFonts w:ascii="仿宋_GB2312" w:eastAsia="仿宋_GB2312" w:cs="仿宋_GB2312" w:hint="eastAsia"/>
              </w:rPr>
              <w:t>（</w:t>
            </w:r>
            <w:r w:rsidRPr="00C87955">
              <w:rPr>
                <w:rFonts w:ascii="仿宋_GB2312" w:eastAsia="仿宋_GB2312" w:cs="仿宋_GB2312"/>
              </w:rPr>
              <w:t>ISBN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2147CB">
            <w:pPr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2147CB">
            <w:pPr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Merge/>
            <w:vAlign w:val="center"/>
          </w:tcPr>
          <w:p w:rsidR="00FF20D9" w:rsidRPr="00C87955" w:rsidRDefault="00FF20D9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FF20D9" w:rsidRPr="00C87955" w:rsidRDefault="00FF20D9" w:rsidP="002147CB">
            <w:pPr>
              <w:rPr>
                <w:rFonts w:ascii="仿宋_GB2312" w:eastAsia="仿宋_GB2312"/>
              </w:rPr>
            </w:pP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学校</w:t>
            </w: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意见</w:t>
            </w:r>
          </w:p>
        </w:tc>
        <w:tc>
          <w:tcPr>
            <w:tcW w:w="6886" w:type="dxa"/>
            <w:gridSpan w:val="14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wordWrap w:val="0"/>
              <w:jc w:val="right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 w:rsidR="00FF20D9" w:rsidRPr="00C87955" w:rsidRDefault="00FF20D9" w:rsidP="002147CB">
            <w:pPr>
              <w:jc w:val="right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年</w:t>
            </w:r>
            <w:r w:rsidRPr="00C87955">
              <w:rPr>
                <w:rFonts w:ascii="仿宋_GB2312" w:eastAsia="仿宋_GB2312" w:cs="仿宋_GB2312"/>
              </w:rPr>
              <w:t xml:space="preserve">     </w:t>
            </w:r>
            <w:r w:rsidRPr="00C87955">
              <w:rPr>
                <w:rFonts w:ascii="仿宋_GB2312" w:eastAsia="仿宋_GB2312" w:cs="仿宋_GB2312" w:hint="eastAsia"/>
              </w:rPr>
              <w:t>月</w:t>
            </w:r>
            <w:r w:rsidRPr="00C87955">
              <w:rPr>
                <w:rFonts w:ascii="仿宋_GB2312" w:eastAsia="仿宋_GB2312" w:cs="仿宋_GB2312"/>
              </w:rPr>
              <w:t xml:space="preserve">     </w:t>
            </w:r>
            <w:r w:rsidRPr="00C87955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辖市</w:t>
            </w:r>
            <w:r w:rsidRPr="00C87955">
              <w:rPr>
                <w:rFonts w:ascii="仿宋_GB2312" w:eastAsia="仿宋_GB2312" w:cs="仿宋_GB2312"/>
              </w:rPr>
              <w:t>/</w:t>
            </w:r>
            <w:r w:rsidRPr="00C87955">
              <w:rPr>
                <w:rFonts w:ascii="仿宋_GB2312" w:eastAsia="仿宋_GB2312" w:cs="仿宋_GB2312" w:hint="eastAsia"/>
              </w:rPr>
              <w:t>区</w:t>
            </w: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意见</w:t>
            </w:r>
          </w:p>
        </w:tc>
        <w:tc>
          <w:tcPr>
            <w:tcW w:w="6886" w:type="dxa"/>
            <w:gridSpan w:val="14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wordWrap w:val="0"/>
              <w:jc w:val="right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 w:rsidR="00FF20D9" w:rsidRPr="00C87955" w:rsidRDefault="00FF20D9" w:rsidP="007401A1">
            <w:pPr>
              <w:jc w:val="right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年</w:t>
            </w:r>
            <w:r w:rsidRPr="00C87955">
              <w:rPr>
                <w:rFonts w:ascii="仿宋_GB2312" w:eastAsia="仿宋_GB2312" w:cs="仿宋_GB2312"/>
              </w:rPr>
              <w:t xml:space="preserve">     </w:t>
            </w:r>
            <w:r w:rsidRPr="00C87955">
              <w:rPr>
                <w:rFonts w:ascii="仿宋_GB2312" w:eastAsia="仿宋_GB2312" w:cs="仿宋_GB2312" w:hint="eastAsia"/>
              </w:rPr>
              <w:t>月</w:t>
            </w:r>
            <w:r w:rsidRPr="00C87955">
              <w:rPr>
                <w:rFonts w:ascii="仿宋_GB2312" w:eastAsia="仿宋_GB2312" w:cs="仿宋_GB2312"/>
              </w:rPr>
              <w:t xml:space="preserve">     </w:t>
            </w:r>
            <w:r w:rsidRPr="00C87955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FF20D9" w:rsidRPr="00C87955" w:rsidTr="007401A1">
        <w:trPr>
          <w:trHeight w:val="482"/>
          <w:jc w:val="center"/>
        </w:trPr>
        <w:tc>
          <w:tcPr>
            <w:tcW w:w="1708" w:type="dxa"/>
            <w:gridSpan w:val="2"/>
            <w:vAlign w:val="center"/>
          </w:tcPr>
          <w:p w:rsidR="00FF20D9" w:rsidRPr="00C87955" w:rsidRDefault="00FF20D9" w:rsidP="002147CB">
            <w:pPr>
              <w:jc w:val="center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市教育局意见</w:t>
            </w:r>
          </w:p>
        </w:tc>
        <w:tc>
          <w:tcPr>
            <w:tcW w:w="6886" w:type="dxa"/>
            <w:gridSpan w:val="14"/>
            <w:vAlign w:val="center"/>
          </w:tcPr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jc w:val="center"/>
              <w:rPr>
                <w:rFonts w:ascii="仿宋_GB2312" w:eastAsia="仿宋_GB2312"/>
              </w:rPr>
            </w:pPr>
          </w:p>
          <w:p w:rsidR="00FF20D9" w:rsidRPr="00C87955" w:rsidRDefault="00FF20D9" w:rsidP="007401A1">
            <w:pPr>
              <w:wordWrap w:val="0"/>
              <w:jc w:val="right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 w:rsidR="00FF20D9" w:rsidRPr="00C87955" w:rsidRDefault="00FF20D9" w:rsidP="002147CB">
            <w:pPr>
              <w:jc w:val="right"/>
              <w:rPr>
                <w:rFonts w:ascii="仿宋_GB2312" w:eastAsia="仿宋_GB2312"/>
              </w:rPr>
            </w:pPr>
            <w:r w:rsidRPr="00C87955">
              <w:rPr>
                <w:rFonts w:ascii="仿宋_GB2312" w:eastAsia="仿宋_GB2312" w:cs="仿宋_GB2312" w:hint="eastAsia"/>
              </w:rPr>
              <w:t>年</w:t>
            </w:r>
            <w:r w:rsidRPr="00C87955">
              <w:rPr>
                <w:rFonts w:ascii="仿宋_GB2312" w:eastAsia="仿宋_GB2312" w:cs="仿宋_GB2312"/>
              </w:rPr>
              <w:t xml:space="preserve">     </w:t>
            </w:r>
            <w:r w:rsidRPr="00C87955">
              <w:rPr>
                <w:rFonts w:ascii="仿宋_GB2312" w:eastAsia="仿宋_GB2312" w:cs="仿宋_GB2312" w:hint="eastAsia"/>
              </w:rPr>
              <w:t>月</w:t>
            </w:r>
            <w:r w:rsidRPr="00C87955">
              <w:rPr>
                <w:rFonts w:ascii="仿宋_GB2312" w:eastAsia="仿宋_GB2312" w:cs="仿宋_GB2312"/>
              </w:rPr>
              <w:t xml:space="preserve">     </w:t>
            </w:r>
            <w:r w:rsidRPr="00C87955">
              <w:rPr>
                <w:rFonts w:ascii="仿宋_GB2312" w:eastAsia="仿宋_GB2312" w:cs="仿宋_GB2312" w:hint="eastAsia"/>
              </w:rPr>
              <w:t>日</w:t>
            </w:r>
          </w:p>
        </w:tc>
      </w:tr>
    </w:tbl>
    <w:p w:rsidR="00FF20D9" w:rsidRPr="004A3779" w:rsidRDefault="00FF20D9"/>
    <w:sectPr w:rsidR="00FF20D9" w:rsidRPr="004A3779" w:rsidSect="00C87955">
      <w:footerReference w:type="default" r:id="rId6"/>
      <w:pgSz w:w="11906" w:h="16838" w:code="9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0D9" w:rsidRDefault="00FF20D9" w:rsidP="00DE509A">
      <w:r>
        <w:separator/>
      </w:r>
    </w:p>
  </w:endnote>
  <w:endnote w:type="continuationSeparator" w:id="1">
    <w:p w:rsidR="00FF20D9" w:rsidRDefault="00FF20D9" w:rsidP="00DE5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D9" w:rsidRPr="00C87955" w:rsidRDefault="00FF20D9" w:rsidP="00881A9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C87955">
      <w:rPr>
        <w:rStyle w:val="PageNumber"/>
        <w:sz w:val="28"/>
        <w:szCs w:val="28"/>
      </w:rPr>
      <w:fldChar w:fldCharType="begin"/>
    </w:r>
    <w:r w:rsidRPr="00C87955">
      <w:rPr>
        <w:rStyle w:val="PageNumber"/>
        <w:sz w:val="28"/>
        <w:szCs w:val="28"/>
      </w:rPr>
      <w:instrText xml:space="preserve">PAGE  </w:instrText>
    </w:r>
    <w:r w:rsidRPr="00C87955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 w:rsidRPr="00C87955">
      <w:rPr>
        <w:rStyle w:val="PageNumber"/>
        <w:sz w:val="28"/>
        <w:szCs w:val="28"/>
      </w:rPr>
      <w:fldChar w:fldCharType="end"/>
    </w:r>
  </w:p>
  <w:p w:rsidR="00FF20D9" w:rsidRDefault="00FF20D9" w:rsidP="00C87955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0D9" w:rsidRDefault="00FF20D9" w:rsidP="00DE509A">
      <w:r>
        <w:separator/>
      </w:r>
    </w:p>
  </w:footnote>
  <w:footnote w:type="continuationSeparator" w:id="1">
    <w:p w:rsidR="00FF20D9" w:rsidRDefault="00FF20D9" w:rsidP="00DE50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779"/>
    <w:rsid w:val="000E54D1"/>
    <w:rsid w:val="002147CB"/>
    <w:rsid w:val="00351A84"/>
    <w:rsid w:val="0036686C"/>
    <w:rsid w:val="004047A7"/>
    <w:rsid w:val="004A3779"/>
    <w:rsid w:val="00556575"/>
    <w:rsid w:val="00574236"/>
    <w:rsid w:val="005E546F"/>
    <w:rsid w:val="006A6FFF"/>
    <w:rsid w:val="0071078A"/>
    <w:rsid w:val="007401A1"/>
    <w:rsid w:val="007C10BA"/>
    <w:rsid w:val="0085709B"/>
    <w:rsid w:val="00881A90"/>
    <w:rsid w:val="008F73B1"/>
    <w:rsid w:val="009E0346"/>
    <w:rsid w:val="00B76DC2"/>
    <w:rsid w:val="00C87955"/>
    <w:rsid w:val="00D134FC"/>
    <w:rsid w:val="00D24E27"/>
    <w:rsid w:val="00DC7B11"/>
    <w:rsid w:val="00DE509A"/>
    <w:rsid w:val="00FB199A"/>
    <w:rsid w:val="00FF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77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5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E509A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E5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E509A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C879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5</Pages>
  <Words>146</Words>
  <Characters>835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韩志祥</dc:creator>
  <cp:keywords/>
  <dc:description/>
  <cp:lastModifiedBy>吴琳赟</cp:lastModifiedBy>
  <cp:revision>13</cp:revision>
  <dcterms:created xsi:type="dcterms:W3CDTF">2019-05-21T02:58:00Z</dcterms:created>
  <dcterms:modified xsi:type="dcterms:W3CDTF">2022-09-08T01:24:00Z</dcterms:modified>
</cp:coreProperties>
</file>