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D0" w:rsidRPr="00B30D76" w:rsidRDefault="000C44D0" w:rsidP="00B30D76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附件</w:t>
      </w:r>
      <w:r w:rsidRPr="00B30D76">
        <w:rPr>
          <w:rFonts w:ascii="黑体" w:eastAsia="黑体" w:hAnsi="黑体" w:cs="黑体"/>
          <w:sz w:val="32"/>
          <w:szCs w:val="32"/>
        </w:rPr>
        <w:t>1</w:t>
      </w:r>
    </w:p>
    <w:p w:rsidR="000C44D0" w:rsidRPr="00B30D76" w:rsidRDefault="000C44D0" w:rsidP="00112ADE">
      <w:pPr>
        <w:spacing w:line="56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B30D76">
        <w:rPr>
          <w:rFonts w:ascii="方正小标宋简体" w:eastAsia="方正小标宋简体" w:hAnsi="黑体" w:cs="方正小标宋简体" w:hint="eastAsia"/>
          <w:sz w:val="44"/>
          <w:szCs w:val="44"/>
        </w:rPr>
        <w:t>常州市教育局直属义务教育学校</w:t>
      </w:r>
    </w:p>
    <w:p w:rsidR="000C44D0" w:rsidRPr="00B30D76" w:rsidRDefault="000C44D0" w:rsidP="00112ADE">
      <w:pPr>
        <w:spacing w:line="56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B30D76">
        <w:rPr>
          <w:rFonts w:ascii="方正小标宋简体" w:eastAsia="方正小标宋简体" w:hAnsi="黑体" w:cs="方正小标宋简体" w:hint="eastAsia"/>
          <w:sz w:val="44"/>
          <w:szCs w:val="44"/>
        </w:rPr>
        <w:t>“</w:t>
      </w:r>
      <w:r w:rsidRPr="00B30D76">
        <w:rPr>
          <w:rFonts w:ascii="方正小标宋简体" w:eastAsia="方正小标宋简体" w:hAnsi="黑体" w:cs="方正小标宋简体"/>
          <w:sz w:val="44"/>
          <w:szCs w:val="44"/>
        </w:rPr>
        <w:t>1+N+R</w:t>
      </w:r>
      <w:r w:rsidRPr="00B30D76">
        <w:rPr>
          <w:rFonts w:ascii="方正小标宋简体" w:eastAsia="方正小标宋简体" w:hAnsi="黑体" w:cs="方正小标宋简体" w:hint="eastAsia"/>
          <w:sz w:val="44"/>
          <w:szCs w:val="44"/>
        </w:rPr>
        <w:t>”教师交流轮岗联动片区</w:t>
      </w:r>
    </w:p>
    <w:p w:rsidR="000C44D0" w:rsidRPr="00B30D76" w:rsidRDefault="000C44D0" w:rsidP="000C1079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注：带</w:t>
      </w:r>
      <w:r w:rsidRPr="00B30D76">
        <w:rPr>
          <w:rFonts w:ascii="仿宋_GB2312" w:eastAsia="仿宋_GB2312" w:cs="仿宋_GB2312"/>
          <w:sz w:val="32"/>
          <w:szCs w:val="32"/>
        </w:rPr>
        <w:t>*</w:t>
      </w:r>
      <w:r w:rsidRPr="00B30D76">
        <w:rPr>
          <w:rFonts w:ascii="仿宋_GB2312" w:eastAsia="仿宋_GB2312" w:cs="仿宋_GB2312" w:hint="eastAsia"/>
          <w:sz w:val="32"/>
          <w:szCs w:val="32"/>
        </w:rPr>
        <w:t>学校为各片区教师交流轮岗</w:t>
      </w:r>
      <w:bookmarkStart w:id="0" w:name="_GoBack"/>
      <w:bookmarkEnd w:id="0"/>
      <w:r w:rsidRPr="00B30D76">
        <w:rPr>
          <w:rFonts w:ascii="仿宋_GB2312" w:eastAsia="仿宋_GB2312" w:cs="仿宋_GB2312" w:hint="eastAsia"/>
          <w:sz w:val="32"/>
          <w:szCs w:val="32"/>
        </w:rPr>
        <w:t>牵头学校。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第一片区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1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常州市北郊初级中学</w:t>
      </w:r>
      <w:r w:rsidRPr="00B30D76">
        <w:rPr>
          <w:rFonts w:ascii="仿宋_GB2312" w:eastAsia="仿宋_GB2312" w:cs="仿宋_GB2312"/>
          <w:sz w:val="32"/>
          <w:szCs w:val="32"/>
        </w:rPr>
        <w:t>*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N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常州市市北实验初级中学、常州市明德实验中学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R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常州市新北区龙虎塘中学、常州市滨江中学、常州市新闸中学、常州市西林实验学校（中学）、常州市戚墅堰实验中学（初中部）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第二片区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1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常州市实验初级中学</w:t>
      </w:r>
      <w:r w:rsidRPr="00B30D76">
        <w:rPr>
          <w:rFonts w:ascii="仿宋_GB2312" w:eastAsia="仿宋_GB2312" w:cs="仿宋_GB2312"/>
          <w:sz w:val="32"/>
          <w:szCs w:val="32"/>
        </w:rPr>
        <w:t>*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N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常州市北环中学、常州市翠竹中学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R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常州市延陵中学、常州市武进区礼河实验学校、常州市焦溪初级中学、常州市实验初级中学天宁分校、常州市邹区中学、常州市武进区遥观初级中学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第三片区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1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常州市第二十四中学</w:t>
      </w:r>
      <w:r w:rsidRPr="00B30D76">
        <w:rPr>
          <w:rFonts w:ascii="仿宋_GB2312" w:eastAsia="仿宋_GB2312" w:cs="仿宋_GB2312"/>
          <w:sz w:val="32"/>
          <w:szCs w:val="32"/>
        </w:rPr>
        <w:t>*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N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常州市兰陵中学、常州市虹景中学</w:t>
      </w:r>
    </w:p>
    <w:p w:rsidR="000C44D0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R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常州市河海实验学校（初中部）、常州市第二十四中天宁分校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第四片区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1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常州市清潭中学</w:t>
      </w:r>
      <w:r w:rsidRPr="00B30D76">
        <w:rPr>
          <w:rFonts w:ascii="仿宋_GB2312" w:eastAsia="仿宋_GB2312" w:cs="仿宋_GB2312"/>
          <w:sz w:val="32"/>
          <w:szCs w:val="32"/>
        </w:rPr>
        <w:t>*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N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常州市勤业中学、常州市同济中学、常州市花园中学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R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常州市卜弋中学、常州市泰村实验学校、常州市武进区横林初级中学、芙蓉初级中学、常州市武进区剑湖实验学校（初中部）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B30D76">
        <w:rPr>
          <w:rFonts w:ascii="黑体" w:eastAsia="黑体" w:hAnsi="黑体" w:cs="黑体" w:hint="eastAsia"/>
          <w:sz w:val="32"/>
          <w:szCs w:val="32"/>
        </w:rPr>
        <w:t>第五片区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1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常州市教科院附属中学</w:t>
      </w:r>
      <w:r w:rsidRPr="00B30D76">
        <w:rPr>
          <w:rFonts w:ascii="仿宋_GB2312" w:eastAsia="仿宋_GB2312" w:cs="仿宋_GB2312"/>
          <w:sz w:val="32"/>
          <w:szCs w:val="32"/>
        </w:rPr>
        <w:t>*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N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常州市朝阳中学、常州市田家炳初级中学、常州市丽华中学</w:t>
      </w:r>
    </w:p>
    <w:p w:rsidR="000C44D0" w:rsidRPr="00B30D76" w:rsidRDefault="000C44D0" w:rsidP="00C170CF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B30D76">
        <w:rPr>
          <w:rFonts w:ascii="仿宋_GB2312" w:eastAsia="仿宋_GB2312" w:cs="仿宋_GB2312" w:hint="eastAsia"/>
          <w:sz w:val="32"/>
          <w:szCs w:val="32"/>
        </w:rPr>
        <w:t>“</w:t>
      </w:r>
      <w:r w:rsidRPr="00B30D76">
        <w:rPr>
          <w:rFonts w:ascii="仿宋_GB2312" w:eastAsia="仿宋_GB2312" w:cs="仿宋_GB2312"/>
          <w:sz w:val="32"/>
          <w:szCs w:val="32"/>
        </w:rPr>
        <w:t>R</w:t>
      </w:r>
      <w:r w:rsidRPr="00B30D76">
        <w:rPr>
          <w:rFonts w:ascii="仿宋_GB2312" w:eastAsia="仿宋_GB2312" w:cs="仿宋_GB2312" w:hint="eastAsia"/>
          <w:sz w:val="32"/>
          <w:szCs w:val="32"/>
        </w:rPr>
        <w:t>”</w:t>
      </w:r>
      <w:r w:rsidRPr="00B30D76">
        <w:rPr>
          <w:rFonts w:ascii="仿宋_GB2312" w:eastAsia="仿宋_GB2312" w:cs="仿宋_GB2312"/>
          <w:sz w:val="32"/>
          <w:szCs w:val="32"/>
        </w:rPr>
        <w:t>:</w:t>
      </w:r>
      <w:r w:rsidRPr="00B30D76">
        <w:rPr>
          <w:rFonts w:ascii="仿宋_GB2312" w:eastAsia="仿宋_GB2312" w:cs="仿宋_GB2312" w:hint="eastAsia"/>
          <w:sz w:val="32"/>
          <w:szCs w:val="32"/>
        </w:rPr>
        <w:t>常州市东青实验学校（初中部）、常州市郑陆实验学校（初中部）、常州市第四中学</w:t>
      </w:r>
    </w:p>
    <w:p w:rsidR="000C44D0" w:rsidRPr="00B30D76" w:rsidRDefault="000C44D0" w:rsidP="009C16B7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sectPr w:rsidR="000C44D0" w:rsidRPr="00B30D76" w:rsidSect="00FB7947">
      <w:footerReference w:type="even" r:id="rId7"/>
      <w:footerReference w:type="default" r:id="rId8"/>
      <w:pgSz w:w="11906" w:h="16838" w:code="9"/>
      <w:pgMar w:top="1440" w:right="1797" w:bottom="1440" w:left="1797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4D0" w:rsidRDefault="000C44D0" w:rsidP="004316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C44D0" w:rsidRDefault="000C44D0" w:rsidP="004316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4D0" w:rsidRPr="00FB7947" w:rsidRDefault="000C44D0">
    <w:pPr>
      <w:pStyle w:val="Footer"/>
      <w:rPr>
        <w:rFonts w:ascii="Times New Roman" w:hAnsi="Times New Roman" w:cs="Times New Roman"/>
        <w:sz w:val="28"/>
        <w:szCs w:val="28"/>
      </w:rPr>
    </w:pPr>
    <w:r w:rsidRPr="00FB7947">
      <w:rPr>
        <w:rFonts w:ascii="Times New Roman" w:hAnsi="Times New Roman" w:cs="Times New Roman"/>
        <w:sz w:val="28"/>
        <w:szCs w:val="28"/>
      </w:rPr>
      <w:fldChar w:fldCharType="begin"/>
    </w:r>
    <w:r w:rsidRPr="00FB794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FB7947">
      <w:rPr>
        <w:rFonts w:ascii="Times New Roman" w:hAnsi="Times New Roman" w:cs="Times New Roman"/>
        <w:sz w:val="28"/>
        <w:szCs w:val="28"/>
      </w:rPr>
      <w:fldChar w:fldCharType="separate"/>
    </w:r>
    <w:r w:rsidRPr="00C170CF">
      <w:rPr>
        <w:rFonts w:ascii="Times New Roman" w:hAnsi="Times New Roman" w:cs="Times New Roman"/>
        <w:noProof/>
        <w:sz w:val="28"/>
        <w:szCs w:val="28"/>
        <w:lang w:val="zh-CN"/>
      </w:rPr>
      <w:t>-</w:t>
    </w:r>
    <w:r>
      <w:rPr>
        <w:rFonts w:ascii="Times New Roman" w:hAnsi="Times New Roman" w:cs="Times New Roman"/>
        <w:noProof/>
        <w:sz w:val="28"/>
        <w:szCs w:val="28"/>
      </w:rPr>
      <w:t xml:space="preserve"> 8 -</w:t>
    </w:r>
    <w:r w:rsidRPr="00FB7947">
      <w:rPr>
        <w:rFonts w:ascii="Times New Roman" w:hAnsi="Times New Roman" w:cs="Times New Roman"/>
        <w:sz w:val="28"/>
        <w:szCs w:val="28"/>
      </w:rPr>
      <w:fldChar w:fldCharType="end"/>
    </w:r>
  </w:p>
  <w:p w:rsidR="000C44D0" w:rsidRDefault="000C44D0"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4D0" w:rsidRPr="00FB7947" w:rsidRDefault="000C44D0">
    <w:pPr>
      <w:pStyle w:val="Footer"/>
      <w:jc w:val="right"/>
      <w:rPr>
        <w:rFonts w:ascii="Times New Roman" w:hAnsi="Times New Roman" w:cs="Times New Roman"/>
        <w:sz w:val="28"/>
        <w:szCs w:val="28"/>
      </w:rPr>
    </w:pPr>
    <w:r w:rsidRPr="00FB7947">
      <w:rPr>
        <w:rFonts w:ascii="Times New Roman" w:hAnsi="Times New Roman" w:cs="Times New Roman"/>
        <w:sz w:val="28"/>
        <w:szCs w:val="28"/>
      </w:rPr>
      <w:fldChar w:fldCharType="begin"/>
    </w:r>
    <w:r w:rsidRPr="00FB794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FB7947">
      <w:rPr>
        <w:rFonts w:ascii="Times New Roman" w:hAnsi="Times New Roman" w:cs="Times New Roman"/>
        <w:sz w:val="28"/>
        <w:szCs w:val="28"/>
      </w:rPr>
      <w:fldChar w:fldCharType="separate"/>
    </w:r>
    <w:r w:rsidRPr="00C170CF">
      <w:rPr>
        <w:rFonts w:ascii="Times New Roman" w:hAnsi="Times New Roman" w:cs="Times New Roman"/>
        <w:noProof/>
        <w:sz w:val="28"/>
        <w:szCs w:val="28"/>
        <w:lang w:val="zh-CN"/>
      </w:rPr>
      <w:t>-</w:t>
    </w:r>
    <w:r>
      <w:rPr>
        <w:rFonts w:ascii="Times New Roman" w:hAnsi="Times New Roman" w:cs="Times New Roman"/>
        <w:noProof/>
        <w:sz w:val="28"/>
        <w:szCs w:val="28"/>
      </w:rPr>
      <w:t xml:space="preserve"> 9 -</w:t>
    </w:r>
    <w:r w:rsidRPr="00FB7947">
      <w:rPr>
        <w:rFonts w:ascii="Times New Roman" w:hAnsi="Times New Roman" w:cs="Times New Roman"/>
        <w:sz w:val="28"/>
        <w:szCs w:val="28"/>
      </w:rPr>
      <w:fldChar w:fldCharType="end"/>
    </w:r>
  </w:p>
  <w:p w:rsidR="000C44D0" w:rsidRDefault="000C44D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4D0" w:rsidRDefault="000C44D0" w:rsidP="004316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C44D0" w:rsidRDefault="000C44D0" w:rsidP="004316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613DA"/>
    <w:multiLevelType w:val="hybridMultilevel"/>
    <w:tmpl w:val="06EA9B66"/>
    <w:lvl w:ilvl="0" w:tplc="E27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0C2"/>
    <w:rsid w:val="0000215E"/>
    <w:rsid w:val="0000605F"/>
    <w:rsid w:val="00022FC3"/>
    <w:rsid w:val="00025C63"/>
    <w:rsid w:val="000416D2"/>
    <w:rsid w:val="000442E4"/>
    <w:rsid w:val="00064A73"/>
    <w:rsid w:val="000719FC"/>
    <w:rsid w:val="00075B8E"/>
    <w:rsid w:val="00075D92"/>
    <w:rsid w:val="000C1079"/>
    <w:rsid w:val="000C44D0"/>
    <w:rsid w:val="000E12E3"/>
    <w:rsid w:val="000E57AA"/>
    <w:rsid w:val="00111541"/>
    <w:rsid w:val="00112ADE"/>
    <w:rsid w:val="001144FB"/>
    <w:rsid w:val="00136648"/>
    <w:rsid w:val="00141201"/>
    <w:rsid w:val="00145FDE"/>
    <w:rsid w:val="00147AE8"/>
    <w:rsid w:val="00154A6C"/>
    <w:rsid w:val="00172D77"/>
    <w:rsid w:val="001809CF"/>
    <w:rsid w:val="00182D22"/>
    <w:rsid w:val="00192555"/>
    <w:rsid w:val="001A0763"/>
    <w:rsid w:val="001A4314"/>
    <w:rsid w:val="001B494D"/>
    <w:rsid w:val="001B79A1"/>
    <w:rsid w:val="001C3668"/>
    <w:rsid w:val="001D315B"/>
    <w:rsid w:val="001E4FE6"/>
    <w:rsid w:val="001F2845"/>
    <w:rsid w:val="00202D13"/>
    <w:rsid w:val="00212224"/>
    <w:rsid w:val="00245161"/>
    <w:rsid w:val="00246346"/>
    <w:rsid w:val="00255594"/>
    <w:rsid w:val="00256013"/>
    <w:rsid w:val="00282A1E"/>
    <w:rsid w:val="00287D79"/>
    <w:rsid w:val="002913C4"/>
    <w:rsid w:val="002950C2"/>
    <w:rsid w:val="002959A5"/>
    <w:rsid w:val="002A73AA"/>
    <w:rsid w:val="002B2079"/>
    <w:rsid w:val="002C6993"/>
    <w:rsid w:val="002F03B6"/>
    <w:rsid w:val="0030147D"/>
    <w:rsid w:val="00310FBC"/>
    <w:rsid w:val="003111F7"/>
    <w:rsid w:val="0031641C"/>
    <w:rsid w:val="00326E5A"/>
    <w:rsid w:val="00327764"/>
    <w:rsid w:val="003318F3"/>
    <w:rsid w:val="00331EAF"/>
    <w:rsid w:val="0034030E"/>
    <w:rsid w:val="00351E79"/>
    <w:rsid w:val="00364278"/>
    <w:rsid w:val="00365A59"/>
    <w:rsid w:val="003759D4"/>
    <w:rsid w:val="0038038E"/>
    <w:rsid w:val="003810B0"/>
    <w:rsid w:val="003910FD"/>
    <w:rsid w:val="003A47BF"/>
    <w:rsid w:val="003C1189"/>
    <w:rsid w:val="003D5846"/>
    <w:rsid w:val="003F1795"/>
    <w:rsid w:val="003F57AC"/>
    <w:rsid w:val="003F779C"/>
    <w:rsid w:val="00413468"/>
    <w:rsid w:val="00421BAF"/>
    <w:rsid w:val="0043022C"/>
    <w:rsid w:val="004316A2"/>
    <w:rsid w:val="00436AC1"/>
    <w:rsid w:val="00444F5C"/>
    <w:rsid w:val="00447145"/>
    <w:rsid w:val="00456845"/>
    <w:rsid w:val="00456F0E"/>
    <w:rsid w:val="004666C4"/>
    <w:rsid w:val="004679C1"/>
    <w:rsid w:val="0048202D"/>
    <w:rsid w:val="0048389F"/>
    <w:rsid w:val="004916F6"/>
    <w:rsid w:val="004A79AB"/>
    <w:rsid w:val="004E034E"/>
    <w:rsid w:val="004F7B0B"/>
    <w:rsid w:val="005008D8"/>
    <w:rsid w:val="00500FB6"/>
    <w:rsid w:val="005152D9"/>
    <w:rsid w:val="005447E7"/>
    <w:rsid w:val="00550384"/>
    <w:rsid w:val="0056315F"/>
    <w:rsid w:val="00596130"/>
    <w:rsid w:val="00596D72"/>
    <w:rsid w:val="005A00F5"/>
    <w:rsid w:val="005A144F"/>
    <w:rsid w:val="005A1AD0"/>
    <w:rsid w:val="005A3174"/>
    <w:rsid w:val="005B2B15"/>
    <w:rsid w:val="005C43A1"/>
    <w:rsid w:val="005E18AD"/>
    <w:rsid w:val="005F22B6"/>
    <w:rsid w:val="005F3F5D"/>
    <w:rsid w:val="00606A85"/>
    <w:rsid w:val="006112F2"/>
    <w:rsid w:val="00614C99"/>
    <w:rsid w:val="00621EEB"/>
    <w:rsid w:val="0064167B"/>
    <w:rsid w:val="00644A68"/>
    <w:rsid w:val="006632EB"/>
    <w:rsid w:val="00676883"/>
    <w:rsid w:val="00683300"/>
    <w:rsid w:val="00683880"/>
    <w:rsid w:val="006912A7"/>
    <w:rsid w:val="00694B62"/>
    <w:rsid w:val="00696524"/>
    <w:rsid w:val="00697201"/>
    <w:rsid w:val="006A7B8D"/>
    <w:rsid w:val="006C7139"/>
    <w:rsid w:val="006D4E77"/>
    <w:rsid w:val="006E4C4B"/>
    <w:rsid w:val="006F1F27"/>
    <w:rsid w:val="00715373"/>
    <w:rsid w:val="00715917"/>
    <w:rsid w:val="00716930"/>
    <w:rsid w:val="00722702"/>
    <w:rsid w:val="0074545E"/>
    <w:rsid w:val="00766A18"/>
    <w:rsid w:val="0077142D"/>
    <w:rsid w:val="007B1B86"/>
    <w:rsid w:val="007B481B"/>
    <w:rsid w:val="007C4B72"/>
    <w:rsid w:val="007D3ABD"/>
    <w:rsid w:val="007E6A67"/>
    <w:rsid w:val="00805BE7"/>
    <w:rsid w:val="00813D9E"/>
    <w:rsid w:val="00866C50"/>
    <w:rsid w:val="00874738"/>
    <w:rsid w:val="0087786F"/>
    <w:rsid w:val="00880068"/>
    <w:rsid w:val="0088063E"/>
    <w:rsid w:val="00882E3E"/>
    <w:rsid w:val="008849A3"/>
    <w:rsid w:val="008A4C55"/>
    <w:rsid w:val="008B37CD"/>
    <w:rsid w:val="008B6715"/>
    <w:rsid w:val="008C1F2E"/>
    <w:rsid w:val="008D62D0"/>
    <w:rsid w:val="008E06D2"/>
    <w:rsid w:val="008F0401"/>
    <w:rsid w:val="009058A0"/>
    <w:rsid w:val="00906F34"/>
    <w:rsid w:val="00935956"/>
    <w:rsid w:val="009475AA"/>
    <w:rsid w:val="00953078"/>
    <w:rsid w:val="009605C5"/>
    <w:rsid w:val="009737DA"/>
    <w:rsid w:val="00975338"/>
    <w:rsid w:val="0098017E"/>
    <w:rsid w:val="00995406"/>
    <w:rsid w:val="009A4B1B"/>
    <w:rsid w:val="009B3A86"/>
    <w:rsid w:val="009C16B7"/>
    <w:rsid w:val="009C6590"/>
    <w:rsid w:val="009D5984"/>
    <w:rsid w:val="009D633A"/>
    <w:rsid w:val="009E2523"/>
    <w:rsid w:val="009E5FFB"/>
    <w:rsid w:val="009E7C98"/>
    <w:rsid w:val="009F013F"/>
    <w:rsid w:val="00A0106E"/>
    <w:rsid w:val="00A0258B"/>
    <w:rsid w:val="00A16449"/>
    <w:rsid w:val="00A4054E"/>
    <w:rsid w:val="00A40D48"/>
    <w:rsid w:val="00A554C5"/>
    <w:rsid w:val="00A6088B"/>
    <w:rsid w:val="00A620D1"/>
    <w:rsid w:val="00A71AF1"/>
    <w:rsid w:val="00A76C43"/>
    <w:rsid w:val="00AA2778"/>
    <w:rsid w:val="00AC0590"/>
    <w:rsid w:val="00AD07E8"/>
    <w:rsid w:val="00AD37E5"/>
    <w:rsid w:val="00AE5174"/>
    <w:rsid w:val="00AE5222"/>
    <w:rsid w:val="00B02FE5"/>
    <w:rsid w:val="00B1021D"/>
    <w:rsid w:val="00B14189"/>
    <w:rsid w:val="00B179F1"/>
    <w:rsid w:val="00B30C07"/>
    <w:rsid w:val="00B30D76"/>
    <w:rsid w:val="00B55CA3"/>
    <w:rsid w:val="00B608CA"/>
    <w:rsid w:val="00BB20A6"/>
    <w:rsid w:val="00BB2CE9"/>
    <w:rsid w:val="00BB47C7"/>
    <w:rsid w:val="00BB7939"/>
    <w:rsid w:val="00BC4F57"/>
    <w:rsid w:val="00BF54EF"/>
    <w:rsid w:val="00BF5CE1"/>
    <w:rsid w:val="00BF6EBA"/>
    <w:rsid w:val="00C1067C"/>
    <w:rsid w:val="00C170CF"/>
    <w:rsid w:val="00C26364"/>
    <w:rsid w:val="00C43977"/>
    <w:rsid w:val="00C51059"/>
    <w:rsid w:val="00C52841"/>
    <w:rsid w:val="00C71B72"/>
    <w:rsid w:val="00C726F6"/>
    <w:rsid w:val="00C74177"/>
    <w:rsid w:val="00C76E26"/>
    <w:rsid w:val="00CB1326"/>
    <w:rsid w:val="00CB2C9E"/>
    <w:rsid w:val="00CB381E"/>
    <w:rsid w:val="00CB4F4B"/>
    <w:rsid w:val="00CB6903"/>
    <w:rsid w:val="00CC359C"/>
    <w:rsid w:val="00CC41D7"/>
    <w:rsid w:val="00CC6344"/>
    <w:rsid w:val="00CD5149"/>
    <w:rsid w:val="00CD6231"/>
    <w:rsid w:val="00CE498E"/>
    <w:rsid w:val="00CF526A"/>
    <w:rsid w:val="00CF59CD"/>
    <w:rsid w:val="00D10E16"/>
    <w:rsid w:val="00D12985"/>
    <w:rsid w:val="00D21BA7"/>
    <w:rsid w:val="00D22051"/>
    <w:rsid w:val="00D26C79"/>
    <w:rsid w:val="00D30F52"/>
    <w:rsid w:val="00D3296C"/>
    <w:rsid w:val="00D454A2"/>
    <w:rsid w:val="00D4618A"/>
    <w:rsid w:val="00D75918"/>
    <w:rsid w:val="00D761D2"/>
    <w:rsid w:val="00D80FAE"/>
    <w:rsid w:val="00DB0775"/>
    <w:rsid w:val="00DD3A59"/>
    <w:rsid w:val="00DF70EB"/>
    <w:rsid w:val="00E03928"/>
    <w:rsid w:val="00E0726E"/>
    <w:rsid w:val="00E07677"/>
    <w:rsid w:val="00E11F54"/>
    <w:rsid w:val="00E156F2"/>
    <w:rsid w:val="00E17A43"/>
    <w:rsid w:val="00E27E42"/>
    <w:rsid w:val="00E37DD5"/>
    <w:rsid w:val="00E4587E"/>
    <w:rsid w:val="00E45AF9"/>
    <w:rsid w:val="00E5373B"/>
    <w:rsid w:val="00E54837"/>
    <w:rsid w:val="00E55631"/>
    <w:rsid w:val="00E60388"/>
    <w:rsid w:val="00E7262B"/>
    <w:rsid w:val="00E74AB1"/>
    <w:rsid w:val="00E75CF1"/>
    <w:rsid w:val="00E77105"/>
    <w:rsid w:val="00E93EDF"/>
    <w:rsid w:val="00E963BA"/>
    <w:rsid w:val="00EA0882"/>
    <w:rsid w:val="00EB073C"/>
    <w:rsid w:val="00EC12B3"/>
    <w:rsid w:val="00EC2DD8"/>
    <w:rsid w:val="00EC3189"/>
    <w:rsid w:val="00EE10B3"/>
    <w:rsid w:val="00EE347D"/>
    <w:rsid w:val="00EF320D"/>
    <w:rsid w:val="00F252F3"/>
    <w:rsid w:val="00F3296D"/>
    <w:rsid w:val="00F41584"/>
    <w:rsid w:val="00F76E41"/>
    <w:rsid w:val="00F80326"/>
    <w:rsid w:val="00F83833"/>
    <w:rsid w:val="00F9279F"/>
    <w:rsid w:val="00F947DD"/>
    <w:rsid w:val="00F97F1B"/>
    <w:rsid w:val="00FA4305"/>
    <w:rsid w:val="00FB0963"/>
    <w:rsid w:val="00FB1112"/>
    <w:rsid w:val="00FB2814"/>
    <w:rsid w:val="00FB44F4"/>
    <w:rsid w:val="00FB7947"/>
    <w:rsid w:val="00FC6BF7"/>
    <w:rsid w:val="00FD5BD5"/>
    <w:rsid w:val="00FD7812"/>
    <w:rsid w:val="00FE264E"/>
    <w:rsid w:val="00FE3F3D"/>
    <w:rsid w:val="00FF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54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1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16A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31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16A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316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6A2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805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82</Words>
  <Characters>469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李剑</dc:creator>
  <cp:keywords/>
  <dc:description/>
  <cp:lastModifiedBy>吴琳赟</cp:lastModifiedBy>
  <cp:revision>34</cp:revision>
  <cp:lastPrinted>2022-06-15T10:08:00Z</cp:lastPrinted>
  <dcterms:created xsi:type="dcterms:W3CDTF">2022-04-15T07:03:00Z</dcterms:created>
  <dcterms:modified xsi:type="dcterms:W3CDTF">2022-07-14T01:46:00Z</dcterms:modified>
</cp:coreProperties>
</file>