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EB" w:rsidRPr="00AF65C1" w:rsidRDefault="004042EB" w:rsidP="00580124">
      <w:pPr>
        <w:spacing w:line="600" w:lineRule="exact"/>
        <w:rPr>
          <w:rFonts w:ascii="黑体" w:eastAsia="黑体" w:hAnsi="黑体" w:cs="黑体"/>
          <w:color w:val="000000"/>
          <w:sz w:val="32"/>
          <w:szCs w:val="32"/>
        </w:rPr>
      </w:pPr>
      <w:r w:rsidRPr="00AF65C1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AF65C1"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4042EB" w:rsidRPr="00AF65C1" w:rsidRDefault="004042EB" w:rsidP="00AF65C1">
      <w:pPr>
        <w:spacing w:line="700" w:lineRule="exact"/>
        <w:jc w:val="center"/>
        <w:rPr>
          <w:rFonts w:ascii="方正小标宋简体" w:eastAsia="方正小标宋简体" w:hAnsi="仿宋_GB2312" w:cs="Times New Roman"/>
          <w:color w:val="000000"/>
          <w:sz w:val="44"/>
          <w:szCs w:val="44"/>
        </w:rPr>
      </w:pPr>
      <w:r w:rsidRPr="00AF65C1">
        <w:rPr>
          <w:rFonts w:ascii="方正小标宋简体" w:eastAsia="方正小标宋简体" w:hAnsi="仿宋_GB2312" w:cs="方正小标宋简体" w:hint="eastAsia"/>
          <w:color w:val="000000"/>
          <w:sz w:val="44"/>
          <w:szCs w:val="44"/>
        </w:rPr>
        <w:t>学校劳动建议清单</w:t>
      </w:r>
    </w:p>
    <w:p w:rsidR="004042EB" w:rsidRPr="0046003D" w:rsidRDefault="004042EB" w:rsidP="00AF65C1">
      <w:pPr>
        <w:spacing w:line="400" w:lineRule="exact"/>
        <w:jc w:val="center"/>
        <w:rPr>
          <w:rFonts w:ascii="方正小标宋简体" w:eastAsia="方正小标宋简体" w:hAnsi="仿宋_GB2312" w:cs="Times New Roman"/>
          <w:b/>
          <w:bCs/>
          <w:color w:val="000000"/>
          <w:sz w:val="44"/>
          <w:szCs w:val="44"/>
        </w:rPr>
      </w:pPr>
    </w:p>
    <w:tbl>
      <w:tblPr>
        <w:tblW w:w="89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49"/>
        <w:gridCol w:w="1450"/>
        <w:gridCol w:w="6565"/>
      </w:tblGrid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b/>
                <w:bCs/>
                <w:color w:val="000000"/>
              </w:rPr>
              <w:t>序号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b/>
                <w:bCs/>
                <w:color w:val="000000"/>
              </w:rPr>
              <w:t>劳动项目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b/>
                <w:bCs/>
                <w:color w:val="000000"/>
              </w:rPr>
              <w:t>能力目标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1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校园保洁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会清理校园的杂草、落叶、纸张等垃圾，做到一日两次保洁。懂得美丽校园，人人有责。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2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劳具使用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  <w:spacing w:val="-3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  <w:spacing w:val="-3"/>
              </w:rPr>
              <w:t>会制作、整理、清洁劳动工具，按照不同种类归置在一起；会给每件工具标序号，贴标签，必要的工具一眼就能看清楚，便于马上使用，易于归位。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3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厕所清洁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会清理洗手池台面，保持整洁；会擦拭厕所镜面，保持明亮；会拖厕所地面，保持干净；会布置厕所环境，让人愉悦。每天早中晚，检查一下厕所的卫生情况，保持厕所无异味，垃圾不满溢。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4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食堂帮厨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学会洗菜、备料、制作、装盘、分发、卫生清理……熟悉食堂全流程的工作环境、操作流程、保温保鲜。懂得感恩劳动者，杜绝舌尖上的浪费，培养节约的优良品德。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5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器材收纳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会收纳、整理学校体育器材、音乐器材、美术器材、劳动器材、实验器材、用餐器材等，使其分门别类，归置整齐，并协助做好各类器材保管、维护、借还等日常工作。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6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图书收发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能协助图书管理员做好图书入库造册、借还登记、流动使用、场馆保洁、文化设计、环境美化等工作。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7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菜园种植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会为植物选择适宜的生存环境，会根据环境挑选合适的种子，会制定培育计划，通过劳动实践掌握不同植物适合的浇灌方式，熟练种植方格的打理，能合理利用厨余垃圾进行堆肥。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8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班级打扫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会擦拭门窗，使其明亮洁净；会保洁瓷砖，使其洁白干净；会打理书柜、桌肚，使其整洁有序。每日各司其职，各尽其责，保持教室全方位的整洁。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9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物品修补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会修补日常的个人物品和公共物品。能使用工具对校园内的桌椅、墙壁、地面以及其他物品进行简单修补，能对一些常见废旧物品进行改造再利用等。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10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空间改造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能积极关注班级生活空间的改造，主动通过个人或团队就班级文化和环境进行创意设计、制作和实践，为班级同学生活学习营造更好的氛围。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  <w:color w:val="000000"/>
              </w:rPr>
            </w:pPr>
            <w:r w:rsidRPr="00AF65C1">
              <w:rPr>
                <w:rFonts w:ascii="仿宋_GB2312" w:eastAsia="仿宋_GB2312" w:hAnsi="楷体" w:cs="仿宋_GB2312"/>
                <w:color w:val="000000"/>
              </w:rPr>
              <w:t>11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设备维护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cs="Times New Roman"/>
                <w:color w:val="FF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能及时协助老师对教室信息化设备、器材设施、校园公共设施等进行日常维护，做到正确使用、及时断电，保持干净整洁。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</w:rPr>
            </w:pPr>
            <w:r w:rsidRPr="00AF65C1">
              <w:rPr>
                <w:rFonts w:ascii="仿宋_GB2312" w:eastAsia="仿宋_GB2312" w:hAnsi="楷体" w:cs="仿宋_GB2312"/>
              </w:rPr>
              <w:t>12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</w:rPr>
            </w:pPr>
            <w:r w:rsidRPr="00AF65C1">
              <w:rPr>
                <w:rFonts w:ascii="仿宋_GB2312" w:eastAsia="仿宋_GB2312" w:hAnsi="楷体" w:cs="仿宋_GB2312" w:hint="eastAsia"/>
              </w:rPr>
              <w:t>手工制作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能积极参加学校开展的“劳动与技术”、“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STEAM</w:t>
            </w: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课程”以及各类劳育社团课程，学会使用工具设计并制作手工作品。选择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项工业生产项目，小学高年级能进行简单产品模型或原型的加工，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7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9</w:t>
            </w: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年级能进行产品设计与加工。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</w:rPr>
            </w:pPr>
            <w:r w:rsidRPr="00AF65C1">
              <w:rPr>
                <w:rFonts w:ascii="仿宋_GB2312" w:eastAsia="仿宋_GB2312" w:hAnsi="楷体" w:cs="仿宋_GB2312"/>
              </w:rPr>
              <w:t>13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</w:rPr>
            </w:pPr>
            <w:r w:rsidRPr="00AF65C1">
              <w:rPr>
                <w:rFonts w:ascii="仿宋_GB2312" w:eastAsia="仿宋_GB2312" w:hAnsi="楷体" w:cs="仿宋_GB2312" w:hint="eastAsia"/>
              </w:rPr>
              <w:t>志愿服务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能积极参与从事学校、社区志愿服务，工作能做到认真负责、和气有礼、落落大方，能在志愿服务中奉献自己的一份力量，具有较强的社会责任感。小学高年级参与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项公益劳动与志愿服务劳动项目，形成关注他人需要与服务他人的意识与能力。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7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9</w:t>
            </w: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年级选择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项具有一定挑战性的学校、社区公益劳动与志愿服务项目进行实践。</w:t>
            </w:r>
          </w:p>
        </w:tc>
      </w:tr>
      <w:tr w:rsidR="004042EB" w:rsidRPr="00AF65C1" w:rsidTr="00AF65C1">
        <w:trPr>
          <w:trHeight w:val="482"/>
          <w:tblHeader/>
          <w:jc w:val="center"/>
        </w:trPr>
        <w:tc>
          <w:tcPr>
            <w:tcW w:w="949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仿宋_GB2312"/>
              </w:rPr>
            </w:pPr>
            <w:r w:rsidRPr="00AF65C1">
              <w:rPr>
                <w:rFonts w:ascii="仿宋_GB2312" w:eastAsia="仿宋_GB2312" w:hAnsi="楷体" w:cs="仿宋_GB2312"/>
              </w:rPr>
              <w:t>14</w:t>
            </w:r>
          </w:p>
        </w:tc>
        <w:tc>
          <w:tcPr>
            <w:tcW w:w="1450" w:type="dxa"/>
            <w:vAlign w:val="center"/>
          </w:tcPr>
          <w:p w:rsidR="004042EB" w:rsidRPr="00AF65C1" w:rsidRDefault="004042EB" w:rsidP="00AF65C1">
            <w:pPr>
              <w:spacing w:line="360" w:lineRule="exact"/>
              <w:jc w:val="center"/>
              <w:rPr>
                <w:rFonts w:ascii="仿宋_GB2312" w:eastAsia="仿宋_GB2312" w:hAnsi="楷体" w:cs="Times New Roman"/>
              </w:rPr>
            </w:pPr>
            <w:r w:rsidRPr="00AF65C1">
              <w:rPr>
                <w:rFonts w:ascii="仿宋_GB2312" w:eastAsia="仿宋_GB2312" w:hAnsi="楷体" w:cs="仿宋_GB2312" w:hint="eastAsia"/>
              </w:rPr>
              <w:t>职业体验</w:t>
            </w:r>
          </w:p>
        </w:tc>
        <w:tc>
          <w:tcPr>
            <w:tcW w:w="6565" w:type="dxa"/>
            <w:vAlign w:val="center"/>
          </w:tcPr>
          <w:p w:rsidR="004042EB" w:rsidRPr="00AF65C1" w:rsidRDefault="004042EB" w:rsidP="00AF65C1">
            <w:pPr>
              <w:spacing w:line="360" w:lineRule="exact"/>
              <w:rPr>
                <w:rFonts w:ascii="仿宋_GB2312" w:eastAsia="仿宋_GB2312" w:hAnsi="楷体" w:cs="Times New Roman"/>
                <w:color w:val="000000"/>
              </w:rPr>
            </w:pP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能了解家人的职业和特点，尝试体验不同职业的工作内容，观察工作环境，体悟工作价值。选择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1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—</w:t>
            </w:r>
            <w:r w:rsidRPr="00AF65C1">
              <w:rPr>
                <w:rFonts w:ascii="仿宋_GB2312" w:eastAsia="仿宋_GB2312" w:hAnsi="楷体" w:cs="仿宋_GB2312"/>
                <w:color w:val="000000"/>
              </w:rPr>
              <w:t>2</w:t>
            </w:r>
            <w:r w:rsidRPr="00AF65C1">
              <w:rPr>
                <w:rFonts w:ascii="仿宋_GB2312" w:eastAsia="仿宋_GB2312" w:hAnsi="楷体" w:cs="仿宋_GB2312" w:hint="eastAsia"/>
                <w:color w:val="000000"/>
              </w:rPr>
              <w:t>项现代服务业劳动项目进行参与、体验。</w:t>
            </w:r>
          </w:p>
        </w:tc>
      </w:tr>
    </w:tbl>
    <w:p w:rsidR="004042EB" w:rsidRPr="00AF65C1" w:rsidRDefault="004042EB">
      <w:pPr>
        <w:spacing w:line="600" w:lineRule="exact"/>
        <w:rPr>
          <w:rFonts w:ascii="楷体_GB2312" w:eastAsia="楷体_GB2312" w:hAnsi="楷体" w:cs="Times New Roman"/>
          <w:b/>
          <w:bCs/>
          <w:color w:val="000000"/>
          <w:sz w:val="28"/>
          <w:szCs w:val="28"/>
        </w:rPr>
      </w:pPr>
      <w:r w:rsidRPr="00AF65C1">
        <w:rPr>
          <w:rFonts w:ascii="楷体_GB2312" w:eastAsia="楷体_GB2312" w:hAnsi="楷体" w:cs="楷体_GB2312" w:hint="eastAsia"/>
          <w:b/>
          <w:bCs/>
          <w:color w:val="000000"/>
          <w:sz w:val="28"/>
          <w:szCs w:val="28"/>
        </w:rPr>
        <w:t>备注：学校可以根据实际，创造性地开展各类学校劳动。</w:t>
      </w:r>
    </w:p>
    <w:sectPr w:rsidR="004042EB" w:rsidRPr="00AF65C1" w:rsidSect="00AF65C1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2EB" w:rsidRDefault="004042EB" w:rsidP="001A20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042EB" w:rsidRDefault="004042EB" w:rsidP="001A20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EB" w:rsidRPr="00AF65C1" w:rsidRDefault="004042EB" w:rsidP="00AF65C1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AF65C1">
      <w:rPr>
        <w:rStyle w:val="PageNumber"/>
        <w:sz w:val="28"/>
        <w:szCs w:val="28"/>
      </w:rPr>
      <w:fldChar w:fldCharType="begin"/>
    </w:r>
    <w:r w:rsidRPr="00AF65C1">
      <w:rPr>
        <w:rStyle w:val="PageNumber"/>
        <w:sz w:val="28"/>
        <w:szCs w:val="28"/>
      </w:rPr>
      <w:instrText xml:space="preserve">PAGE  </w:instrText>
    </w:r>
    <w:r w:rsidRPr="00AF65C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AF65C1">
      <w:rPr>
        <w:rStyle w:val="PageNumber"/>
        <w:sz w:val="28"/>
        <w:szCs w:val="28"/>
      </w:rPr>
      <w:fldChar w:fldCharType="end"/>
    </w:r>
  </w:p>
  <w:p w:rsidR="004042EB" w:rsidRDefault="004042EB" w:rsidP="00AF65C1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2EB" w:rsidRDefault="004042EB" w:rsidP="001A20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042EB" w:rsidRDefault="004042EB" w:rsidP="001A20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F947525"/>
    <w:rsid w:val="000132CD"/>
    <w:rsid w:val="00013DA1"/>
    <w:rsid w:val="00024320"/>
    <w:rsid w:val="00034697"/>
    <w:rsid w:val="00036922"/>
    <w:rsid w:val="00041D5D"/>
    <w:rsid w:val="00043CB4"/>
    <w:rsid w:val="00046960"/>
    <w:rsid w:val="00054CE7"/>
    <w:rsid w:val="00057005"/>
    <w:rsid w:val="00065723"/>
    <w:rsid w:val="00070C07"/>
    <w:rsid w:val="00070D57"/>
    <w:rsid w:val="00090174"/>
    <w:rsid w:val="000A5875"/>
    <w:rsid w:val="000B5ED9"/>
    <w:rsid w:val="000C1AB3"/>
    <w:rsid w:val="000D0320"/>
    <w:rsid w:val="000F1FE7"/>
    <w:rsid w:val="000F2841"/>
    <w:rsid w:val="000F5710"/>
    <w:rsid w:val="001001BE"/>
    <w:rsid w:val="00103B9D"/>
    <w:rsid w:val="001065B8"/>
    <w:rsid w:val="0012316D"/>
    <w:rsid w:val="00165359"/>
    <w:rsid w:val="00171296"/>
    <w:rsid w:val="00173E07"/>
    <w:rsid w:val="00184365"/>
    <w:rsid w:val="0019164A"/>
    <w:rsid w:val="00195D17"/>
    <w:rsid w:val="001A1C5E"/>
    <w:rsid w:val="001A2076"/>
    <w:rsid w:val="001A6D19"/>
    <w:rsid w:val="001D2AA1"/>
    <w:rsid w:val="001D4AE5"/>
    <w:rsid w:val="001E226A"/>
    <w:rsid w:val="001E2A95"/>
    <w:rsid w:val="001E79A4"/>
    <w:rsid w:val="001F1E60"/>
    <w:rsid w:val="00213C23"/>
    <w:rsid w:val="002219FB"/>
    <w:rsid w:val="00255688"/>
    <w:rsid w:val="00267A4F"/>
    <w:rsid w:val="002771B7"/>
    <w:rsid w:val="00294368"/>
    <w:rsid w:val="00295200"/>
    <w:rsid w:val="002A446B"/>
    <w:rsid w:val="002B0EDB"/>
    <w:rsid w:val="002B34B8"/>
    <w:rsid w:val="002B3F98"/>
    <w:rsid w:val="002B75F4"/>
    <w:rsid w:val="002E31BB"/>
    <w:rsid w:val="002E3FFE"/>
    <w:rsid w:val="002E4D5C"/>
    <w:rsid w:val="002E4EE3"/>
    <w:rsid w:val="002F786D"/>
    <w:rsid w:val="00306D0E"/>
    <w:rsid w:val="00306EC7"/>
    <w:rsid w:val="003110F5"/>
    <w:rsid w:val="00315D1F"/>
    <w:rsid w:val="00331FC7"/>
    <w:rsid w:val="003478DD"/>
    <w:rsid w:val="0036269A"/>
    <w:rsid w:val="00363CEE"/>
    <w:rsid w:val="00366C25"/>
    <w:rsid w:val="00382EA7"/>
    <w:rsid w:val="00385209"/>
    <w:rsid w:val="00397FCB"/>
    <w:rsid w:val="003A11EF"/>
    <w:rsid w:val="003A1491"/>
    <w:rsid w:val="003A2EAD"/>
    <w:rsid w:val="003A5E95"/>
    <w:rsid w:val="003A7FD4"/>
    <w:rsid w:val="003B110C"/>
    <w:rsid w:val="003E1A2F"/>
    <w:rsid w:val="003F3393"/>
    <w:rsid w:val="003F6E89"/>
    <w:rsid w:val="004042EB"/>
    <w:rsid w:val="0040508C"/>
    <w:rsid w:val="0040551A"/>
    <w:rsid w:val="004153C5"/>
    <w:rsid w:val="00416100"/>
    <w:rsid w:val="00416484"/>
    <w:rsid w:val="00416D8E"/>
    <w:rsid w:val="00421CEF"/>
    <w:rsid w:val="004421B8"/>
    <w:rsid w:val="0045131C"/>
    <w:rsid w:val="00454EDA"/>
    <w:rsid w:val="0046003D"/>
    <w:rsid w:val="0048559D"/>
    <w:rsid w:val="004A060E"/>
    <w:rsid w:val="004A5A10"/>
    <w:rsid w:val="004C70C5"/>
    <w:rsid w:val="004D0322"/>
    <w:rsid w:val="004D083D"/>
    <w:rsid w:val="004D1E90"/>
    <w:rsid w:val="004F3404"/>
    <w:rsid w:val="005023C7"/>
    <w:rsid w:val="00502A44"/>
    <w:rsid w:val="00506C43"/>
    <w:rsid w:val="00512956"/>
    <w:rsid w:val="00515BBC"/>
    <w:rsid w:val="005165E7"/>
    <w:rsid w:val="00523D92"/>
    <w:rsid w:val="00524BB4"/>
    <w:rsid w:val="005408C5"/>
    <w:rsid w:val="005417A6"/>
    <w:rsid w:val="00541B86"/>
    <w:rsid w:val="00543607"/>
    <w:rsid w:val="0055292E"/>
    <w:rsid w:val="00561E8F"/>
    <w:rsid w:val="005647B4"/>
    <w:rsid w:val="00570238"/>
    <w:rsid w:val="00572614"/>
    <w:rsid w:val="00580124"/>
    <w:rsid w:val="00580357"/>
    <w:rsid w:val="00581D39"/>
    <w:rsid w:val="005C1483"/>
    <w:rsid w:val="005F5C1E"/>
    <w:rsid w:val="0061151D"/>
    <w:rsid w:val="00615ABF"/>
    <w:rsid w:val="00615DBA"/>
    <w:rsid w:val="00626D62"/>
    <w:rsid w:val="00643037"/>
    <w:rsid w:val="00645266"/>
    <w:rsid w:val="00647C0F"/>
    <w:rsid w:val="0065351A"/>
    <w:rsid w:val="006550BE"/>
    <w:rsid w:val="006648B7"/>
    <w:rsid w:val="00666175"/>
    <w:rsid w:val="00667993"/>
    <w:rsid w:val="00687445"/>
    <w:rsid w:val="00697AEC"/>
    <w:rsid w:val="006A12B8"/>
    <w:rsid w:val="006A5078"/>
    <w:rsid w:val="006B1D17"/>
    <w:rsid w:val="006B3086"/>
    <w:rsid w:val="006B7139"/>
    <w:rsid w:val="006D089B"/>
    <w:rsid w:val="006D65B1"/>
    <w:rsid w:val="006F07E3"/>
    <w:rsid w:val="006F3314"/>
    <w:rsid w:val="006F7AD1"/>
    <w:rsid w:val="00701FDB"/>
    <w:rsid w:val="00706260"/>
    <w:rsid w:val="0070662D"/>
    <w:rsid w:val="0072573A"/>
    <w:rsid w:val="007257B9"/>
    <w:rsid w:val="00731D4F"/>
    <w:rsid w:val="00736403"/>
    <w:rsid w:val="00753120"/>
    <w:rsid w:val="007646C5"/>
    <w:rsid w:val="007657A0"/>
    <w:rsid w:val="00775820"/>
    <w:rsid w:val="007876C6"/>
    <w:rsid w:val="00793341"/>
    <w:rsid w:val="00795FF1"/>
    <w:rsid w:val="007A4E28"/>
    <w:rsid w:val="007D1E2F"/>
    <w:rsid w:val="007E2FDE"/>
    <w:rsid w:val="007E5D6F"/>
    <w:rsid w:val="007E6AD7"/>
    <w:rsid w:val="007F52E6"/>
    <w:rsid w:val="007F662C"/>
    <w:rsid w:val="007F7A12"/>
    <w:rsid w:val="00820A04"/>
    <w:rsid w:val="008568A7"/>
    <w:rsid w:val="0087064F"/>
    <w:rsid w:val="00870FB8"/>
    <w:rsid w:val="00874788"/>
    <w:rsid w:val="00877DBA"/>
    <w:rsid w:val="00891069"/>
    <w:rsid w:val="008A2A1E"/>
    <w:rsid w:val="008A6F59"/>
    <w:rsid w:val="008B0E1E"/>
    <w:rsid w:val="008C1387"/>
    <w:rsid w:val="008D37D3"/>
    <w:rsid w:val="008D4DA4"/>
    <w:rsid w:val="008E6319"/>
    <w:rsid w:val="008F2327"/>
    <w:rsid w:val="009016DB"/>
    <w:rsid w:val="0091040C"/>
    <w:rsid w:val="00923B65"/>
    <w:rsid w:val="00927564"/>
    <w:rsid w:val="00935890"/>
    <w:rsid w:val="00946EA8"/>
    <w:rsid w:val="009674D8"/>
    <w:rsid w:val="00992DC9"/>
    <w:rsid w:val="009933B3"/>
    <w:rsid w:val="00996D7D"/>
    <w:rsid w:val="009A10FF"/>
    <w:rsid w:val="009A26FF"/>
    <w:rsid w:val="009A652F"/>
    <w:rsid w:val="009B1B11"/>
    <w:rsid w:val="009B6B1B"/>
    <w:rsid w:val="009C6D24"/>
    <w:rsid w:val="009D5C67"/>
    <w:rsid w:val="009F1C2A"/>
    <w:rsid w:val="009F35DE"/>
    <w:rsid w:val="009F5087"/>
    <w:rsid w:val="00A00D3E"/>
    <w:rsid w:val="00A157B0"/>
    <w:rsid w:val="00A5507C"/>
    <w:rsid w:val="00A573F9"/>
    <w:rsid w:val="00A64603"/>
    <w:rsid w:val="00A9094C"/>
    <w:rsid w:val="00AA2BA2"/>
    <w:rsid w:val="00AA615C"/>
    <w:rsid w:val="00AC3AD1"/>
    <w:rsid w:val="00AC4071"/>
    <w:rsid w:val="00AD6F85"/>
    <w:rsid w:val="00AE0D83"/>
    <w:rsid w:val="00AF65C1"/>
    <w:rsid w:val="00B11E98"/>
    <w:rsid w:val="00B15DF5"/>
    <w:rsid w:val="00B171F8"/>
    <w:rsid w:val="00B209D7"/>
    <w:rsid w:val="00B40F13"/>
    <w:rsid w:val="00B41966"/>
    <w:rsid w:val="00B432E5"/>
    <w:rsid w:val="00B47936"/>
    <w:rsid w:val="00B732F3"/>
    <w:rsid w:val="00B74D80"/>
    <w:rsid w:val="00B760AE"/>
    <w:rsid w:val="00B876D5"/>
    <w:rsid w:val="00BA03C5"/>
    <w:rsid w:val="00BB31DA"/>
    <w:rsid w:val="00BC1B7A"/>
    <w:rsid w:val="00BC2240"/>
    <w:rsid w:val="00BD7229"/>
    <w:rsid w:val="00BF1776"/>
    <w:rsid w:val="00BF644B"/>
    <w:rsid w:val="00C15716"/>
    <w:rsid w:val="00C240FA"/>
    <w:rsid w:val="00C26A1E"/>
    <w:rsid w:val="00C357C9"/>
    <w:rsid w:val="00C41B05"/>
    <w:rsid w:val="00C50AF9"/>
    <w:rsid w:val="00C52230"/>
    <w:rsid w:val="00C61A1C"/>
    <w:rsid w:val="00C65104"/>
    <w:rsid w:val="00C7527B"/>
    <w:rsid w:val="00C85C64"/>
    <w:rsid w:val="00C90205"/>
    <w:rsid w:val="00C93233"/>
    <w:rsid w:val="00C94549"/>
    <w:rsid w:val="00CA37C3"/>
    <w:rsid w:val="00CA40D9"/>
    <w:rsid w:val="00CB5529"/>
    <w:rsid w:val="00CC65C2"/>
    <w:rsid w:val="00CD5067"/>
    <w:rsid w:val="00CF2BBE"/>
    <w:rsid w:val="00D06718"/>
    <w:rsid w:val="00D101A9"/>
    <w:rsid w:val="00D11275"/>
    <w:rsid w:val="00D21413"/>
    <w:rsid w:val="00D23686"/>
    <w:rsid w:val="00D315A7"/>
    <w:rsid w:val="00D31BE6"/>
    <w:rsid w:val="00D340D2"/>
    <w:rsid w:val="00D37F58"/>
    <w:rsid w:val="00D43DEB"/>
    <w:rsid w:val="00D52260"/>
    <w:rsid w:val="00D52A18"/>
    <w:rsid w:val="00D551FF"/>
    <w:rsid w:val="00D55B33"/>
    <w:rsid w:val="00D759BE"/>
    <w:rsid w:val="00D76490"/>
    <w:rsid w:val="00D773E6"/>
    <w:rsid w:val="00D87A78"/>
    <w:rsid w:val="00D87D5E"/>
    <w:rsid w:val="00DA5362"/>
    <w:rsid w:val="00DB0B18"/>
    <w:rsid w:val="00DB19F9"/>
    <w:rsid w:val="00DB7571"/>
    <w:rsid w:val="00DC15C9"/>
    <w:rsid w:val="00DC173B"/>
    <w:rsid w:val="00DC3399"/>
    <w:rsid w:val="00DC4AC3"/>
    <w:rsid w:val="00DD571B"/>
    <w:rsid w:val="00DE1D0F"/>
    <w:rsid w:val="00DF5D83"/>
    <w:rsid w:val="00DF6078"/>
    <w:rsid w:val="00DF6DE3"/>
    <w:rsid w:val="00E0711A"/>
    <w:rsid w:val="00E23727"/>
    <w:rsid w:val="00E24818"/>
    <w:rsid w:val="00E275D3"/>
    <w:rsid w:val="00E3235A"/>
    <w:rsid w:val="00E367F1"/>
    <w:rsid w:val="00E80143"/>
    <w:rsid w:val="00E92CCB"/>
    <w:rsid w:val="00E95615"/>
    <w:rsid w:val="00E958E3"/>
    <w:rsid w:val="00EA0C09"/>
    <w:rsid w:val="00EA50D0"/>
    <w:rsid w:val="00EB1704"/>
    <w:rsid w:val="00EB5D96"/>
    <w:rsid w:val="00EC11DF"/>
    <w:rsid w:val="00EC16F8"/>
    <w:rsid w:val="00EC328A"/>
    <w:rsid w:val="00EC438A"/>
    <w:rsid w:val="00EC62AC"/>
    <w:rsid w:val="00ED2C71"/>
    <w:rsid w:val="00EF5281"/>
    <w:rsid w:val="00EF5FB2"/>
    <w:rsid w:val="00F01113"/>
    <w:rsid w:val="00F03521"/>
    <w:rsid w:val="00F11995"/>
    <w:rsid w:val="00F1470C"/>
    <w:rsid w:val="00F17727"/>
    <w:rsid w:val="00F2147E"/>
    <w:rsid w:val="00F2701B"/>
    <w:rsid w:val="00F34DA9"/>
    <w:rsid w:val="00F363ED"/>
    <w:rsid w:val="00F40557"/>
    <w:rsid w:val="00F64AF4"/>
    <w:rsid w:val="00F67770"/>
    <w:rsid w:val="00F67D72"/>
    <w:rsid w:val="00F72069"/>
    <w:rsid w:val="00F76234"/>
    <w:rsid w:val="00F8465A"/>
    <w:rsid w:val="00F96E87"/>
    <w:rsid w:val="00FA3408"/>
    <w:rsid w:val="00FA6962"/>
    <w:rsid w:val="00FB2F6B"/>
    <w:rsid w:val="00FB7B13"/>
    <w:rsid w:val="00FC1FEF"/>
    <w:rsid w:val="00FC4456"/>
    <w:rsid w:val="00FD47E3"/>
    <w:rsid w:val="00FD5DD6"/>
    <w:rsid w:val="05A84DBC"/>
    <w:rsid w:val="092824E1"/>
    <w:rsid w:val="0DE16657"/>
    <w:rsid w:val="0DE3300B"/>
    <w:rsid w:val="0E1C6325"/>
    <w:rsid w:val="0EEE5FE9"/>
    <w:rsid w:val="12BC69FC"/>
    <w:rsid w:val="14E00307"/>
    <w:rsid w:val="218C1F1E"/>
    <w:rsid w:val="227E0F7E"/>
    <w:rsid w:val="23043E25"/>
    <w:rsid w:val="230B0E28"/>
    <w:rsid w:val="2BF029D7"/>
    <w:rsid w:val="2E87348E"/>
    <w:rsid w:val="2E9111AD"/>
    <w:rsid w:val="30143608"/>
    <w:rsid w:val="36ED4A45"/>
    <w:rsid w:val="3B080ACF"/>
    <w:rsid w:val="3DE1014C"/>
    <w:rsid w:val="405E06F1"/>
    <w:rsid w:val="452246E1"/>
    <w:rsid w:val="4F947525"/>
    <w:rsid w:val="4FAE244C"/>
    <w:rsid w:val="53A26428"/>
    <w:rsid w:val="60B547D7"/>
    <w:rsid w:val="645B5957"/>
    <w:rsid w:val="64761F18"/>
    <w:rsid w:val="64D91925"/>
    <w:rsid w:val="6B283BCD"/>
    <w:rsid w:val="71FA7857"/>
    <w:rsid w:val="7630746B"/>
    <w:rsid w:val="7A052E74"/>
    <w:rsid w:val="7A246721"/>
    <w:rsid w:val="7A6A603B"/>
    <w:rsid w:val="7D307697"/>
    <w:rsid w:val="7EB4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2076"/>
    <w:pPr>
      <w:widowControl w:val="0"/>
      <w:jc w:val="both"/>
    </w:pPr>
    <w:rPr>
      <w:rFonts w:ascii="Calibri" w:hAnsi="Calibri"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2076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2076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A207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2076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2076"/>
    <w:rPr>
      <w:rFonts w:ascii="宋体" w:eastAsia="宋体" w:hAnsi="宋体" w:cs="宋体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A2076"/>
    <w:rPr>
      <w:rFonts w:ascii="Calibri" w:hAnsi="Calibri" w:cs="Calibri"/>
      <w:b/>
      <w:bCs/>
      <w:kern w:val="2"/>
      <w:sz w:val="32"/>
      <w:szCs w:val="32"/>
    </w:rPr>
  </w:style>
  <w:style w:type="paragraph" w:styleId="Footer">
    <w:name w:val="footer"/>
    <w:basedOn w:val="Normal"/>
    <w:link w:val="FooterChar"/>
    <w:uiPriority w:val="99"/>
    <w:rsid w:val="001A2076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A2076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A2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A2076"/>
    <w:rPr>
      <w:kern w:val="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1A2076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A2076"/>
    <w:rPr>
      <w:rFonts w:ascii="Calibri" w:eastAsia="宋体" w:hAnsi="Calibri" w:cs="Calibri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1A2076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uiPriority w:val="99"/>
    <w:rsid w:val="001A2076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1A2076"/>
    <w:rPr>
      <w:b/>
      <w:bCs/>
    </w:rPr>
  </w:style>
  <w:style w:type="character" w:styleId="PageNumber">
    <w:name w:val="page number"/>
    <w:basedOn w:val="DefaultParagraphFont"/>
    <w:uiPriority w:val="99"/>
    <w:rsid w:val="001A2076"/>
  </w:style>
  <w:style w:type="character" w:styleId="Emphasis">
    <w:name w:val="Emphasis"/>
    <w:basedOn w:val="DefaultParagraphFont"/>
    <w:uiPriority w:val="99"/>
    <w:qFormat/>
    <w:rsid w:val="001A2076"/>
    <w:rPr>
      <w:color w:val="auto"/>
    </w:rPr>
  </w:style>
  <w:style w:type="character" w:styleId="Hyperlink">
    <w:name w:val="Hyperlink"/>
    <w:basedOn w:val="DefaultParagraphFont"/>
    <w:uiPriority w:val="99"/>
    <w:rsid w:val="001A2076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rsid w:val="001A2076"/>
    <w:rPr>
      <w:vertAlign w:val="superscript"/>
    </w:rPr>
  </w:style>
  <w:style w:type="paragraph" w:styleId="ListParagraph">
    <w:name w:val="List Paragraph"/>
    <w:basedOn w:val="Normal"/>
    <w:uiPriority w:val="99"/>
    <w:qFormat/>
    <w:rsid w:val="001A2076"/>
    <w:pPr>
      <w:ind w:firstLineChars="200" w:firstLine="420"/>
    </w:pPr>
  </w:style>
  <w:style w:type="character" w:customStyle="1" w:styleId="bjh-p">
    <w:name w:val="bjh-p"/>
    <w:basedOn w:val="DefaultParagraphFont"/>
    <w:uiPriority w:val="99"/>
    <w:rsid w:val="001A2076"/>
  </w:style>
  <w:style w:type="paragraph" w:customStyle="1" w:styleId="1">
    <w:name w:val="列出段落1"/>
    <w:basedOn w:val="Normal"/>
    <w:uiPriority w:val="99"/>
    <w:rsid w:val="001A2076"/>
    <w:pPr>
      <w:ind w:firstLineChars="200" w:firstLine="420"/>
    </w:pPr>
  </w:style>
  <w:style w:type="paragraph" w:customStyle="1" w:styleId="A">
    <w:name w:val="正文 A"/>
    <w:uiPriority w:val="99"/>
    <w:rsid w:val="001A2076"/>
    <w:pPr>
      <w:widowControl w:val="0"/>
      <w:ind w:left="108" w:hanging="108"/>
    </w:pPr>
    <w:rPr>
      <w:rFonts w:ascii="Arial Unicode MS" w:eastAsia="Arial Unicode MS" w:hAnsi="Arial Unicode MS" w:cs="Arial Unicode MS"/>
      <w:color w:val="000000"/>
      <w:kern w:val="0"/>
      <w:sz w:val="20"/>
      <w:szCs w:val="20"/>
      <w:lang w:val="zh-TW" w:eastAsia="zh-TW"/>
    </w:rPr>
  </w:style>
  <w:style w:type="paragraph" w:customStyle="1" w:styleId="p0">
    <w:name w:val="p0"/>
    <w:basedOn w:val="Normal"/>
    <w:uiPriority w:val="99"/>
    <w:rsid w:val="001A2076"/>
    <w:pPr>
      <w:widowControl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2</Pages>
  <Words>604</Words>
  <Characters>604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206</cp:revision>
  <cp:lastPrinted>2021-05-08T07:53:00Z</cp:lastPrinted>
  <dcterms:created xsi:type="dcterms:W3CDTF">2021-04-13T02:02:00Z</dcterms:created>
  <dcterms:modified xsi:type="dcterms:W3CDTF">2022-06-22T02:05:00Z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802341F2ADFC43CD910528D2777BEEBB</vt:lpwstr>
  </property>
</Properties>
</file>