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0E3" w:rsidRDefault="001640E3">
      <w:pPr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黑体"/>
          <w:color w:val="000000"/>
          <w:sz w:val="32"/>
          <w:szCs w:val="32"/>
        </w:rPr>
        <w:t>1</w:t>
      </w:r>
    </w:p>
    <w:p w:rsidR="001640E3" w:rsidRPr="00521A18" w:rsidRDefault="001640E3" w:rsidP="00521A18">
      <w:pPr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sz w:val="44"/>
          <w:szCs w:val="44"/>
        </w:rPr>
      </w:pPr>
      <w:r w:rsidRPr="00521A18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常州市第五批中小学（职业学校、幼儿园）</w:t>
      </w:r>
    </w:p>
    <w:p w:rsidR="001640E3" w:rsidRPr="00521A18" w:rsidRDefault="001640E3" w:rsidP="00521A18">
      <w:pPr>
        <w:spacing w:line="700" w:lineRule="exact"/>
        <w:jc w:val="center"/>
        <w:rPr>
          <w:rFonts w:ascii="方正小标宋简体" w:eastAsia="方正小标宋简体" w:hAnsi="方正小标宋简体" w:cs="Times New Roman"/>
          <w:color w:val="000000"/>
          <w:sz w:val="44"/>
          <w:szCs w:val="44"/>
        </w:rPr>
      </w:pPr>
      <w:r w:rsidRPr="00521A18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特级校长（园长）名单</w:t>
      </w:r>
    </w:p>
    <w:p w:rsidR="001640E3" w:rsidRDefault="001640E3">
      <w:pPr>
        <w:jc w:val="center"/>
        <w:rPr>
          <w:rFonts w:ascii="方正小标宋简体" w:eastAsia="方正小标宋简体" w:hAnsi="方正小标宋简体" w:cs="Times New Roman"/>
          <w:color w:val="000000"/>
          <w:sz w:val="32"/>
          <w:szCs w:val="32"/>
        </w:rPr>
      </w:pPr>
    </w:p>
    <w:tbl>
      <w:tblPr>
        <w:tblW w:w="8479" w:type="dxa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1327"/>
        <w:gridCol w:w="1651"/>
        <w:gridCol w:w="5501"/>
      </w:tblGrid>
      <w:tr w:rsidR="001640E3" w:rsidRPr="005F16A2" w:rsidTr="006B0530">
        <w:trPr>
          <w:trHeight w:val="482"/>
          <w:tblHeader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40E3" w:rsidRDefault="001640E3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40E3" w:rsidRDefault="001640E3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40E3" w:rsidRDefault="001640E3">
            <w:pPr>
              <w:widowControl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工作单位</w:t>
            </w:r>
          </w:p>
        </w:tc>
      </w:tr>
      <w:tr w:rsidR="001640E3" w:rsidRPr="005F16A2" w:rsidTr="006B0530">
        <w:trPr>
          <w:trHeight w:val="482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40E3" w:rsidRDefault="001640E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640E3" w:rsidRDefault="001640E3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葛跃东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640E3" w:rsidRDefault="001640E3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溧阳市西平小学</w:t>
            </w:r>
          </w:p>
        </w:tc>
      </w:tr>
      <w:tr w:rsidR="001640E3" w:rsidRPr="005F16A2" w:rsidTr="006B0530">
        <w:trPr>
          <w:trHeight w:val="482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40E3" w:rsidRDefault="001640E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640E3" w:rsidRDefault="001640E3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陆连清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640E3" w:rsidRDefault="001640E3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溧阳市昆仑小学</w:t>
            </w:r>
          </w:p>
        </w:tc>
      </w:tr>
      <w:tr w:rsidR="001640E3" w:rsidRPr="005F16A2" w:rsidTr="006B0530">
        <w:trPr>
          <w:trHeight w:val="482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40E3" w:rsidRDefault="001640E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640E3" w:rsidRDefault="001640E3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朱春育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640E3" w:rsidRDefault="001640E3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常州市金坛区华罗庚实验学校</w:t>
            </w:r>
          </w:p>
        </w:tc>
      </w:tr>
      <w:tr w:rsidR="001640E3" w:rsidRPr="005F16A2" w:rsidTr="006B0530">
        <w:trPr>
          <w:trHeight w:val="482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40E3" w:rsidRDefault="001640E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640E3" w:rsidRDefault="001640E3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缪宏亮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640E3" w:rsidRDefault="001640E3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常州市武进区鸣凰中心小学</w:t>
            </w:r>
          </w:p>
        </w:tc>
      </w:tr>
      <w:tr w:rsidR="001640E3" w:rsidRPr="005F16A2" w:rsidTr="006B0530">
        <w:trPr>
          <w:trHeight w:val="482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40E3" w:rsidRDefault="001640E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640E3" w:rsidRDefault="001640E3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蒋晓美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640E3" w:rsidRDefault="001640E3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常州市武进区机关幼儿园</w:t>
            </w:r>
          </w:p>
        </w:tc>
      </w:tr>
      <w:tr w:rsidR="001640E3" w:rsidRPr="005F16A2" w:rsidTr="006B0530">
        <w:trPr>
          <w:trHeight w:val="482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40E3" w:rsidRDefault="001640E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640E3" w:rsidRDefault="001640E3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张红梅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640E3" w:rsidRDefault="001640E3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常州市新北区新桥实验小学</w:t>
            </w:r>
          </w:p>
        </w:tc>
      </w:tr>
      <w:tr w:rsidR="001640E3" w:rsidRPr="005F16A2" w:rsidTr="006B0530">
        <w:trPr>
          <w:trHeight w:val="482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40E3" w:rsidRDefault="001640E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640E3" w:rsidRDefault="001640E3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韩燕清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640E3" w:rsidRDefault="001640E3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常州市新北区新桥第二实验小学</w:t>
            </w:r>
          </w:p>
        </w:tc>
      </w:tr>
      <w:tr w:rsidR="001640E3" w:rsidRPr="005F16A2" w:rsidTr="006B0530">
        <w:trPr>
          <w:trHeight w:val="482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40E3" w:rsidRDefault="001640E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640E3" w:rsidRDefault="001640E3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杨尧中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640E3" w:rsidRDefault="001640E3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常州市第三中学</w:t>
            </w:r>
          </w:p>
        </w:tc>
      </w:tr>
      <w:tr w:rsidR="001640E3" w:rsidRPr="005F16A2" w:rsidTr="006B0530">
        <w:trPr>
          <w:trHeight w:val="482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640E3" w:rsidRDefault="001640E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640E3" w:rsidRDefault="001640E3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张慧群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640E3" w:rsidRDefault="001640E3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常州市第二十四中学</w:t>
            </w:r>
          </w:p>
        </w:tc>
      </w:tr>
    </w:tbl>
    <w:p w:rsidR="001640E3" w:rsidRDefault="001640E3">
      <w:pPr>
        <w:rPr>
          <w:rFonts w:cs="Times New Roman"/>
        </w:rPr>
      </w:pPr>
      <w:bookmarkStart w:id="0" w:name="_GoBack"/>
      <w:bookmarkEnd w:id="0"/>
    </w:p>
    <w:sectPr w:rsidR="001640E3" w:rsidSect="00521A18">
      <w:footerReference w:type="default" r:id="rId6"/>
      <w:pgSz w:w="11906" w:h="16838"/>
      <w:pgMar w:top="1701" w:right="1531" w:bottom="1701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40E3" w:rsidRDefault="001640E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1640E3" w:rsidRDefault="001640E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小标宋简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0E3" w:rsidRPr="00521A18" w:rsidRDefault="001640E3" w:rsidP="00E22DF2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521A18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521A18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521A18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- 3 -</w:t>
    </w:r>
    <w:r w:rsidRPr="00521A18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1640E3" w:rsidRDefault="001640E3" w:rsidP="00521A18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40E3" w:rsidRDefault="001640E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1640E3" w:rsidRDefault="001640E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ODNmZDE4NGRhN2QwMGMwYmM1NzllMzlhMzUzMWU3MzYifQ=="/>
  </w:docVars>
  <w:rsids>
    <w:rsidRoot w:val="668822FA"/>
    <w:rsid w:val="00132A30"/>
    <w:rsid w:val="001640E3"/>
    <w:rsid w:val="00521A18"/>
    <w:rsid w:val="005F16A2"/>
    <w:rsid w:val="006B0530"/>
    <w:rsid w:val="00DB6638"/>
    <w:rsid w:val="00E22DF2"/>
    <w:rsid w:val="00F72481"/>
    <w:rsid w:val="00F83135"/>
    <w:rsid w:val="00FA336B"/>
    <w:rsid w:val="66882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481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21A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521A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18"/>
      <w:szCs w:val="18"/>
    </w:rPr>
  </w:style>
  <w:style w:type="character" w:styleId="PageNumber">
    <w:name w:val="page number"/>
    <w:basedOn w:val="DefaultParagraphFont"/>
    <w:uiPriority w:val="99"/>
    <w:rsid w:val="00521A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95</Words>
  <Characters>118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感觉</dc:creator>
  <cp:keywords/>
  <dc:description/>
  <cp:lastModifiedBy>吴琳赟</cp:lastModifiedBy>
  <cp:revision>3</cp:revision>
  <dcterms:created xsi:type="dcterms:W3CDTF">2022-05-06T07:44:00Z</dcterms:created>
  <dcterms:modified xsi:type="dcterms:W3CDTF">2022-05-10T01:44:00Z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60FF4A1A16A24AB993236429090ECD25</vt:lpwstr>
  </property>
</Properties>
</file>