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8BF" w:rsidRDefault="007978BF" w:rsidP="00671CDC">
      <w:pPr>
        <w:spacing w:line="560" w:lineRule="exact"/>
        <w:jc w:val="left"/>
        <w:rPr>
          <w:rFonts w:ascii="黑体" w:eastAsia="黑体" w:hAnsi="黑体" w:cs="Times New Roman"/>
          <w:sz w:val="32"/>
          <w:szCs w:val="32"/>
        </w:rPr>
      </w:pPr>
      <w:r w:rsidRPr="001C08C2"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5</w:t>
      </w:r>
    </w:p>
    <w:p w:rsidR="007978BF" w:rsidRPr="006442DF" w:rsidRDefault="007978BF" w:rsidP="00FC091E">
      <w:pPr>
        <w:jc w:val="center"/>
        <w:rPr>
          <w:rFonts w:ascii="方正小标宋简体" w:eastAsia="方正小标宋简体" w:cs="Times New Roman"/>
          <w:sz w:val="44"/>
          <w:szCs w:val="44"/>
        </w:rPr>
      </w:pPr>
      <w:r w:rsidRPr="006442DF">
        <w:rPr>
          <w:rFonts w:ascii="方正小标宋简体" w:eastAsia="方正小标宋简体" w:cs="方正小标宋简体" w:hint="eastAsia"/>
          <w:sz w:val="44"/>
          <w:szCs w:val="44"/>
        </w:rPr>
        <w:t>常州市基础教育综合改革</w:t>
      </w:r>
      <w:bookmarkStart w:id="0" w:name="_Hlk99631163"/>
      <w:r w:rsidRPr="006442DF">
        <w:rPr>
          <w:rFonts w:ascii="方正小标宋简体" w:eastAsia="方正小标宋简体" w:cs="方正小标宋简体" w:hint="eastAsia"/>
          <w:sz w:val="44"/>
          <w:szCs w:val="44"/>
        </w:rPr>
        <w:t>实验区、实验乡镇和实验学校</w:t>
      </w:r>
      <w:bookmarkEnd w:id="0"/>
      <w:r w:rsidRPr="006442DF">
        <w:rPr>
          <w:rFonts w:ascii="方正小标宋简体" w:eastAsia="方正小标宋简体" w:cs="方正小标宋简体" w:hint="eastAsia"/>
          <w:sz w:val="44"/>
          <w:szCs w:val="44"/>
        </w:rPr>
        <w:t>推荐汇总表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1701"/>
        <w:gridCol w:w="3969"/>
        <w:gridCol w:w="1300"/>
        <w:gridCol w:w="1535"/>
        <w:gridCol w:w="2126"/>
        <w:gridCol w:w="2288"/>
      </w:tblGrid>
      <w:tr w:rsidR="007978BF" w:rsidRPr="00FC091E" w:rsidTr="00FC091E">
        <w:trPr>
          <w:trHeight w:val="624"/>
          <w:jc w:val="center"/>
        </w:trPr>
        <w:tc>
          <w:tcPr>
            <w:tcW w:w="959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 w:rsidRPr="00FC091E">
              <w:rPr>
                <w:rFonts w:ascii="黑体" w:eastAsia="黑体" w:hAnsi="黑体" w:cs="黑体" w:hint="eastAsia"/>
                <w:sz w:val="28"/>
                <w:szCs w:val="28"/>
              </w:rPr>
              <w:t>序号</w:t>
            </w:r>
          </w:p>
        </w:tc>
        <w:tc>
          <w:tcPr>
            <w:tcW w:w="1701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 w:rsidRPr="00FC091E">
              <w:rPr>
                <w:rFonts w:ascii="黑体" w:eastAsia="黑体" w:hAnsi="黑体" w:cs="黑体" w:hint="eastAsia"/>
                <w:sz w:val="28"/>
                <w:szCs w:val="28"/>
              </w:rPr>
              <w:t>申报类型</w:t>
            </w:r>
          </w:p>
        </w:tc>
        <w:tc>
          <w:tcPr>
            <w:tcW w:w="3969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 w:rsidRPr="00FC091E">
              <w:rPr>
                <w:rFonts w:ascii="黑体" w:eastAsia="黑体" w:hAnsi="黑体" w:cs="黑体" w:hint="eastAsia"/>
                <w:sz w:val="28"/>
                <w:szCs w:val="28"/>
              </w:rPr>
              <w:t>申报单位</w:t>
            </w:r>
          </w:p>
        </w:tc>
        <w:tc>
          <w:tcPr>
            <w:tcW w:w="1300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 w:rsidRPr="00FC091E">
              <w:rPr>
                <w:rFonts w:ascii="黑体" w:eastAsia="黑体" w:hAnsi="黑体" w:cs="黑体" w:hint="eastAsia"/>
                <w:sz w:val="28"/>
                <w:szCs w:val="28"/>
              </w:rPr>
              <w:t>负责人</w:t>
            </w:r>
          </w:p>
        </w:tc>
        <w:tc>
          <w:tcPr>
            <w:tcW w:w="1535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 w:rsidRPr="00FC091E">
              <w:rPr>
                <w:rFonts w:ascii="黑体" w:eastAsia="黑体" w:hAnsi="黑体" w:cs="黑体" w:hint="eastAsia"/>
                <w:sz w:val="28"/>
                <w:szCs w:val="28"/>
              </w:rPr>
              <w:t>联系人</w:t>
            </w:r>
          </w:p>
        </w:tc>
        <w:tc>
          <w:tcPr>
            <w:tcW w:w="2126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 w:rsidRPr="00FC091E">
              <w:rPr>
                <w:rFonts w:ascii="黑体" w:eastAsia="黑体" w:hAnsi="黑体" w:cs="黑体" w:hint="eastAsia"/>
                <w:sz w:val="28"/>
                <w:szCs w:val="28"/>
              </w:rPr>
              <w:t>联系人电话</w:t>
            </w:r>
          </w:p>
        </w:tc>
        <w:tc>
          <w:tcPr>
            <w:tcW w:w="2288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 w:rsidRPr="00FC091E">
              <w:rPr>
                <w:rFonts w:ascii="黑体" w:eastAsia="黑体" w:hAnsi="黑体" w:cs="黑体" w:hint="eastAsia"/>
                <w:sz w:val="28"/>
                <w:szCs w:val="28"/>
              </w:rPr>
              <w:t>备注</w:t>
            </w:r>
          </w:p>
        </w:tc>
      </w:tr>
      <w:tr w:rsidR="007978BF" w:rsidRPr="00FC091E" w:rsidTr="00FC091E">
        <w:trPr>
          <w:trHeight w:val="624"/>
          <w:jc w:val="center"/>
        </w:trPr>
        <w:tc>
          <w:tcPr>
            <w:tcW w:w="959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300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535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2288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</w:tr>
      <w:tr w:rsidR="007978BF" w:rsidRPr="00FC091E" w:rsidTr="00FC091E">
        <w:trPr>
          <w:trHeight w:val="624"/>
          <w:jc w:val="center"/>
        </w:trPr>
        <w:tc>
          <w:tcPr>
            <w:tcW w:w="959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300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535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2288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</w:tr>
      <w:tr w:rsidR="007978BF" w:rsidRPr="00FC091E" w:rsidTr="00FC091E">
        <w:trPr>
          <w:trHeight w:val="624"/>
          <w:jc w:val="center"/>
        </w:trPr>
        <w:tc>
          <w:tcPr>
            <w:tcW w:w="959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300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535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2288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</w:tr>
      <w:tr w:rsidR="007978BF" w:rsidRPr="00FC091E" w:rsidTr="00FC091E">
        <w:trPr>
          <w:trHeight w:val="624"/>
          <w:jc w:val="center"/>
        </w:trPr>
        <w:tc>
          <w:tcPr>
            <w:tcW w:w="959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300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535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2288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</w:tr>
      <w:tr w:rsidR="007978BF" w:rsidRPr="00FC091E" w:rsidTr="00FC091E">
        <w:trPr>
          <w:trHeight w:val="624"/>
          <w:jc w:val="center"/>
        </w:trPr>
        <w:tc>
          <w:tcPr>
            <w:tcW w:w="959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300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535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2288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</w:tr>
      <w:tr w:rsidR="007978BF" w:rsidRPr="00FC091E" w:rsidTr="00FC091E">
        <w:trPr>
          <w:trHeight w:val="624"/>
          <w:jc w:val="center"/>
        </w:trPr>
        <w:tc>
          <w:tcPr>
            <w:tcW w:w="959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300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535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2288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</w:tr>
      <w:tr w:rsidR="007978BF" w:rsidRPr="00FC091E" w:rsidTr="00FC091E">
        <w:trPr>
          <w:trHeight w:val="624"/>
          <w:jc w:val="center"/>
        </w:trPr>
        <w:tc>
          <w:tcPr>
            <w:tcW w:w="959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300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535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2288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</w:tr>
      <w:tr w:rsidR="007978BF" w:rsidRPr="00FC091E" w:rsidTr="00FC091E">
        <w:trPr>
          <w:trHeight w:val="624"/>
          <w:jc w:val="center"/>
        </w:trPr>
        <w:tc>
          <w:tcPr>
            <w:tcW w:w="959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300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535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2288" w:type="dxa"/>
            <w:vAlign w:val="center"/>
          </w:tcPr>
          <w:p w:rsidR="007978BF" w:rsidRPr="00FC091E" w:rsidRDefault="007978BF" w:rsidP="00FC091E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</w:tr>
    </w:tbl>
    <w:p w:rsidR="007978BF" w:rsidRPr="00FC091E" w:rsidRDefault="007978BF" w:rsidP="00671CDC">
      <w:pPr>
        <w:spacing w:line="560" w:lineRule="exact"/>
        <w:jc w:val="left"/>
        <w:rPr>
          <w:rFonts w:ascii="仿宋_GB2312" w:eastAsia="仿宋_GB2312" w:cs="Times New Roman"/>
          <w:b/>
          <w:bCs/>
          <w:sz w:val="32"/>
          <w:szCs w:val="32"/>
        </w:rPr>
      </w:pPr>
      <w:r w:rsidRPr="00FC091E">
        <w:rPr>
          <w:rFonts w:ascii="仿宋_GB2312" w:eastAsia="仿宋_GB2312" w:cs="仿宋_GB2312" w:hint="eastAsia"/>
          <w:b/>
          <w:bCs/>
          <w:sz w:val="32"/>
          <w:szCs w:val="32"/>
        </w:rPr>
        <w:t>说明：申报类型填写：实验区、实验乡镇、实验学校之一。</w:t>
      </w:r>
    </w:p>
    <w:p w:rsidR="007978BF" w:rsidRPr="00671CDC" w:rsidRDefault="007978BF">
      <w:pPr>
        <w:rPr>
          <w:rFonts w:cs="Times New Roman"/>
        </w:rPr>
      </w:pPr>
    </w:p>
    <w:sectPr w:rsidR="007978BF" w:rsidRPr="00671CDC" w:rsidSect="00FC091E">
      <w:footerReference w:type="default" r:id="rId6"/>
      <w:pgSz w:w="16838" w:h="11906" w:orient="landscape"/>
      <w:pgMar w:top="1701" w:right="1531" w:bottom="1701" w:left="1531" w:header="851" w:footer="992" w:gutter="0"/>
      <w:pgNumType w:fmt="numberInDash" w:start="3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78BF" w:rsidRDefault="007978B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7978BF" w:rsidRDefault="007978B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8BF" w:rsidRPr="00FC091E" w:rsidRDefault="007978BF" w:rsidP="00DF2A2E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FC091E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FC091E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FC091E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- 31 -</w:t>
    </w:r>
    <w:r w:rsidRPr="00FC091E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7978BF" w:rsidRDefault="007978BF" w:rsidP="00FC091E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78BF" w:rsidRDefault="007978B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7978BF" w:rsidRDefault="007978B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1CDC"/>
    <w:rsid w:val="00007B8B"/>
    <w:rsid w:val="0002120B"/>
    <w:rsid w:val="00033C6F"/>
    <w:rsid w:val="000C5622"/>
    <w:rsid w:val="000E6409"/>
    <w:rsid w:val="000F6261"/>
    <w:rsid w:val="0010524C"/>
    <w:rsid w:val="00123D85"/>
    <w:rsid w:val="00133913"/>
    <w:rsid w:val="00133B3A"/>
    <w:rsid w:val="00155C09"/>
    <w:rsid w:val="001561FA"/>
    <w:rsid w:val="00186843"/>
    <w:rsid w:val="001C08C2"/>
    <w:rsid w:val="001C4F8D"/>
    <w:rsid w:val="0022273C"/>
    <w:rsid w:val="002475E2"/>
    <w:rsid w:val="002711B6"/>
    <w:rsid w:val="002730F9"/>
    <w:rsid w:val="002A2E55"/>
    <w:rsid w:val="002A3EB1"/>
    <w:rsid w:val="002D1446"/>
    <w:rsid w:val="002E59FB"/>
    <w:rsid w:val="002E6801"/>
    <w:rsid w:val="00334B58"/>
    <w:rsid w:val="00352E07"/>
    <w:rsid w:val="00357D54"/>
    <w:rsid w:val="0036067C"/>
    <w:rsid w:val="0038040D"/>
    <w:rsid w:val="003E54E9"/>
    <w:rsid w:val="003F7530"/>
    <w:rsid w:val="003F79C8"/>
    <w:rsid w:val="004001B3"/>
    <w:rsid w:val="00420216"/>
    <w:rsid w:val="00465EB4"/>
    <w:rsid w:val="004677D1"/>
    <w:rsid w:val="004750BA"/>
    <w:rsid w:val="004B1015"/>
    <w:rsid w:val="004B36A4"/>
    <w:rsid w:val="00512991"/>
    <w:rsid w:val="00516593"/>
    <w:rsid w:val="00550EBE"/>
    <w:rsid w:val="00556CD9"/>
    <w:rsid w:val="00577E6D"/>
    <w:rsid w:val="00594A92"/>
    <w:rsid w:val="005B7567"/>
    <w:rsid w:val="006442DF"/>
    <w:rsid w:val="00657D10"/>
    <w:rsid w:val="00671CDC"/>
    <w:rsid w:val="0069137B"/>
    <w:rsid w:val="00695900"/>
    <w:rsid w:val="006A1538"/>
    <w:rsid w:val="006A78F7"/>
    <w:rsid w:val="006B778F"/>
    <w:rsid w:val="006C42B5"/>
    <w:rsid w:val="00724981"/>
    <w:rsid w:val="007978BF"/>
    <w:rsid w:val="007A5100"/>
    <w:rsid w:val="007B1A8A"/>
    <w:rsid w:val="007D381D"/>
    <w:rsid w:val="0080337F"/>
    <w:rsid w:val="00803C70"/>
    <w:rsid w:val="00805D59"/>
    <w:rsid w:val="00816097"/>
    <w:rsid w:val="008166C2"/>
    <w:rsid w:val="0082348A"/>
    <w:rsid w:val="00837249"/>
    <w:rsid w:val="008868BF"/>
    <w:rsid w:val="008C5298"/>
    <w:rsid w:val="008C54C7"/>
    <w:rsid w:val="008D7DB1"/>
    <w:rsid w:val="00912814"/>
    <w:rsid w:val="00920CC5"/>
    <w:rsid w:val="00931A59"/>
    <w:rsid w:val="0097724C"/>
    <w:rsid w:val="009A671A"/>
    <w:rsid w:val="009B3484"/>
    <w:rsid w:val="009D682D"/>
    <w:rsid w:val="00A06B1C"/>
    <w:rsid w:val="00AC22D1"/>
    <w:rsid w:val="00AC5D65"/>
    <w:rsid w:val="00AC7208"/>
    <w:rsid w:val="00B118BD"/>
    <w:rsid w:val="00BB77C4"/>
    <w:rsid w:val="00BD3EBD"/>
    <w:rsid w:val="00BF5398"/>
    <w:rsid w:val="00C0522F"/>
    <w:rsid w:val="00C51241"/>
    <w:rsid w:val="00C647C6"/>
    <w:rsid w:val="00C655B2"/>
    <w:rsid w:val="00C7653D"/>
    <w:rsid w:val="00C93F3E"/>
    <w:rsid w:val="00C97A6D"/>
    <w:rsid w:val="00D03EBC"/>
    <w:rsid w:val="00D23A69"/>
    <w:rsid w:val="00D4141E"/>
    <w:rsid w:val="00D60072"/>
    <w:rsid w:val="00D767E6"/>
    <w:rsid w:val="00DA39A5"/>
    <w:rsid w:val="00DC2AA8"/>
    <w:rsid w:val="00DF0D65"/>
    <w:rsid w:val="00DF2A2E"/>
    <w:rsid w:val="00E0523C"/>
    <w:rsid w:val="00E0526A"/>
    <w:rsid w:val="00E15566"/>
    <w:rsid w:val="00E437B8"/>
    <w:rsid w:val="00E6051D"/>
    <w:rsid w:val="00E66DE5"/>
    <w:rsid w:val="00E9572D"/>
    <w:rsid w:val="00EF28A3"/>
    <w:rsid w:val="00F05E87"/>
    <w:rsid w:val="00F52D3D"/>
    <w:rsid w:val="00F62703"/>
    <w:rsid w:val="00F77EA4"/>
    <w:rsid w:val="00F86938"/>
    <w:rsid w:val="00F945AA"/>
    <w:rsid w:val="00FC091E"/>
    <w:rsid w:val="00FF7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CDC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71C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71CDC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671C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71CDC"/>
    <w:rPr>
      <w:sz w:val="18"/>
      <w:szCs w:val="18"/>
    </w:rPr>
  </w:style>
  <w:style w:type="table" w:styleId="TableGrid">
    <w:name w:val="Table Grid"/>
    <w:basedOn w:val="TableNormal"/>
    <w:uiPriority w:val="99"/>
    <w:rsid w:val="00671CDC"/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FC09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77</Words>
  <Characters>80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 峰</dc:creator>
  <cp:keywords/>
  <dc:description/>
  <cp:lastModifiedBy>吴琳赟</cp:lastModifiedBy>
  <cp:revision>4</cp:revision>
  <dcterms:created xsi:type="dcterms:W3CDTF">2022-04-15T07:27:00Z</dcterms:created>
  <dcterms:modified xsi:type="dcterms:W3CDTF">2022-04-18T03:13:00Z</dcterms:modified>
</cp:coreProperties>
</file>