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9FA" w:rsidRDefault="002F19FA" w:rsidP="00671CDC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 w:rsidRPr="001C08C2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4</w:t>
      </w:r>
    </w:p>
    <w:p w:rsidR="002F19FA" w:rsidRDefault="002F19FA" w:rsidP="00671CDC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</w:p>
    <w:p w:rsidR="002F19FA" w:rsidRPr="00466DE3" w:rsidRDefault="002F19FA" w:rsidP="00671CDC">
      <w:pPr>
        <w:spacing w:line="360" w:lineRule="auto"/>
        <w:jc w:val="center"/>
        <w:rPr>
          <w:rFonts w:ascii="方正小标宋简体" w:eastAsia="方正小标宋简体" w:hAnsi="华文中宋" w:cs="Times New Roman"/>
          <w:sz w:val="52"/>
          <w:szCs w:val="52"/>
        </w:rPr>
      </w:pPr>
      <w:r w:rsidRPr="00466DE3">
        <w:rPr>
          <w:rFonts w:ascii="方正小标宋简体" w:eastAsia="方正小标宋简体" w:hAnsi="华文中宋" w:cs="方正小标宋简体" w:hint="eastAsia"/>
          <w:sz w:val="52"/>
          <w:szCs w:val="52"/>
        </w:rPr>
        <w:t>常州市基础教育综合改革实验</w:t>
      </w:r>
      <w:r>
        <w:rPr>
          <w:rFonts w:ascii="方正小标宋简体" w:eastAsia="方正小标宋简体" w:hAnsi="华文中宋" w:cs="方正小标宋简体" w:hint="eastAsia"/>
          <w:sz w:val="52"/>
          <w:szCs w:val="52"/>
        </w:rPr>
        <w:t>学校</w:t>
      </w:r>
    </w:p>
    <w:p w:rsidR="002F19FA" w:rsidRPr="00466DE3" w:rsidRDefault="002F19FA" w:rsidP="00671CDC">
      <w:pPr>
        <w:spacing w:line="1560" w:lineRule="exact"/>
        <w:jc w:val="center"/>
        <w:rPr>
          <w:rFonts w:ascii="方正小标宋简体" w:eastAsia="方正小标宋简体" w:hAnsi="华文中宋" w:cs="Times New Roman"/>
          <w:sz w:val="84"/>
          <w:szCs w:val="84"/>
        </w:rPr>
      </w:pPr>
      <w:r w:rsidRPr="00466DE3">
        <w:rPr>
          <w:rFonts w:ascii="方正小标宋简体" w:eastAsia="方正小标宋简体" w:hAnsi="华文中宋" w:cs="方正小标宋简体" w:hint="eastAsia"/>
          <w:sz w:val="84"/>
          <w:szCs w:val="84"/>
        </w:rPr>
        <w:t>申</w:t>
      </w:r>
    </w:p>
    <w:p w:rsidR="002F19FA" w:rsidRPr="00466DE3" w:rsidRDefault="002F19FA" w:rsidP="00671CDC">
      <w:pPr>
        <w:spacing w:line="1560" w:lineRule="exact"/>
        <w:jc w:val="center"/>
        <w:rPr>
          <w:rFonts w:ascii="方正小标宋简体" w:eastAsia="方正小标宋简体" w:hAnsi="华文中宋" w:cs="Times New Roman"/>
          <w:sz w:val="84"/>
          <w:szCs w:val="84"/>
        </w:rPr>
      </w:pPr>
      <w:r w:rsidRPr="00466DE3">
        <w:rPr>
          <w:rFonts w:ascii="方正小标宋简体" w:eastAsia="方正小标宋简体" w:hAnsi="华文中宋" w:cs="方正小标宋简体" w:hint="eastAsia"/>
          <w:sz w:val="84"/>
          <w:szCs w:val="84"/>
        </w:rPr>
        <w:t>报</w:t>
      </w:r>
    </w:p>
    <w:p w:rsidR="002F19FA" w:rsidRPr="00466DE3" w:rsidRDefault="002F19FA" w:rsidP="00671CDC">
      <w:pPr>
        <w:spacing w:line="1560" w:lineRule="exact"/>
        <w:jc w:val="center"/>
        <w:rPr>
          <w:rFonts w:ascii="华文中宋" w:eastAsia="华文中宋" w:hAnsi="华文中宋" w:cs="Times New Roman"/>
          <w:sz w:val="84"/>
          <w:szCs w:val="84"/>
        </w:rPr>
      </w:pPr>
      <w:r w:rsidRPr="00466DE3">
        <w:rPr>
          <w:rFonts w:ascii="方正小标宋简体" w:eastAsia="方正小标宋简体" w:hAnsi="华文中宋" w:cs="方正小标宋简体" w:hint="eastAsia"/>
          <w:sz w:val="84"/>
          <w:szCs w:val="84"/>
        </w:rPr>
        <w:t>表</w:t>
      </w:r>
    </w:p>
    <w:p w:rsidR="002F19FA" w:rsidRDefault="002F19FA" w:rsidP="00AB1478">
      <w:pPr>
        <w:spacing w:line="480" w:lineRule="auto"/>
        <w:rPr>
          <w:rFonts w:ascii="华文中宋" w:eastAsia="华文中宋" w:hAnsi="华文中宋" w:cs="Times New Roman"/>
          <w:sz w:val="48"/>
          <w:szCs w:val="48"/>
        </w:rPr>
      </w:pPr>
    </w:p>
    <w:p w:rsidR="002F19FA" w:rsidRPr="00BD5053" w:rsidRDefault="002F19FA" w:rsidP="0019472A">
      <w:pPr>
        <w:spacing w:line="960" w:lineRule="exact"/>
        <w:ind w:firstLineChars="350" w:firstLine="31680"/>
        <w:rPr>
          <w:rFonts w:ascii="仿宋_GB2312" w:eastAsia="仿宋_GB2312" w:hAnsi="华文中宋" w:cs="Times New Roman"/>
          <w:sz w:val="44"/>
          <w:szCs w:val="44"/>
          <w:u w:val="single"/>
        </w:rPr>
      </w:pPr>
      <w:r>
        <w:rPr>
          <w:rFonts w:ascii="仿宋_GB2312" w:eastAsia="仿宋_GB2312" w:hAnsi="华文中宋" w:cs="仿宋_GB2312" w:hint="eastAsia"/>
          <w:sz w:val="44"/>
          <w:szCs w:val="44"/>
        </w:rPr>
        <w:t>申报单位：</w:t>
      </w:r>
      <w:r>
        <w:rPr>
          <w:rFonts w:ascii="仿宋_GB2312" w:eastAsia="仿宋_GB2312" w:hAnsi="华文中宋" w:cs="仿宋_GB2312"/>
          <w:sz w:val="44"/>
          <w:szCs w:val="44"/>
          <w:u w:val="single"/>
        </w:rPr>
        <w:t xml:space="preserve">              </w:t>
      </w:r>
    </w:p>
    <w:p w:rsidR="002F19FA" w:rsidRPr="00BD5053" w:rsidRDefault="002F19FA" w:rsidP="0019472A">
      <w:pPr>
        <w:spacing w:line="960" w:lineRule="exact"/>
        <w:ind w:firstLineChars="350" w:firstLine="31680"/>
        <w:rPr>
          <w:rFonts w:ascii="黑体" w:eastAsia="黑体" w:hAnsi="华文中宋" w:cs="Times New Roman"/>
          <w:sz w:val="44"/>
          <w:szCs w:val="44"/>
          <w:u w:val="single"/>
        </w:rPr>
      </w:pPr>
      <w:r>
        <w:rPr>
          <w:rFonts w:ascii="仿宋_GB2312" w:eastAsia="仿宋_GB2312" w:hAnsi="华文中宋" w:cs="仿宋_GB2312" w:hint="eastAsia"/>
          <w:sz w:val="44"/>
          <w:szCs w:val="44"/>
        </w:rPr>
        <w:t>负责人签字：</w:t>
      </w:r>
      <w:r>
        <w:rPr>
          <w:rFonts w:ascii="仿宋_GB2312" w:eastAsia="仿宋_GB2312" w:hAnsi="华文中宋" w:cs="仿宋_GB2312"/>
          <w:sz w:val="44"/>
          <w:szCs w:val="44"/>
          <w:u w:val="single"/>
        </w:rPr>
        <w:t xml:space="preserve">            </w:t>
      </w:r>
    </w:p>
    <w:p w:rsidR="002F19FA" w:rsidRPr="00BD5053" w:rsidRDefault="002F19FA" w:rsidP="0019472A">
      <w:pPr>
        <w:spacing w:line="960" w:lineRule="exact"/>
        <w:ind w:firstLineChars="350" w:firstLine="31680"/>
        <w:rPr>
          <w:rFonts w:ascii="仿宋_GB2312" w:eastAsia="仿宋_GB2312" w:hAnsi="华文中宋" w:cs="Times New Roman"/>
          <w:sz w:val="44"/>
          <w:szCs w:val="44"/>
          <w:u w:val="single"/>
        </w:rPr>
      </w:pPr>
      <w:r>
        <w:rPr>
          <w:rFonts w:ascii="仿宋_GB2312" w:eastAsia="仿宋_GB2312" w:hAnsi="华文中宋" w:cs="仿宋_GB2312" w:hint="eastAsia"/>
          <w:sz w:val="44"/>
          <w:szCs w:val="44"/>
        </w:rPr>
        <w:t>申报日期：</w:t>
      </w:r>
      <w:r>
        <w:rPr>
          <w:rFonts w:ascii="仿宋_GB2312" w:eastAsia="仿宋_GB2312" w:hAnsi="华文中宋" w:cs="仿宋_GB2312"/>
          <w:sz w:val="44"/>
          <w:szCs w:val="44"/>
          <w:u w:val="single"/>
        </w:rPr>
        <w:t xml:space="preserve">              </w:t>
      </w:r>
    </w:p>
    <w:p w:rsidR="002F19FA" w:rsidRDefault="002F19FA" w:rsidP="0019472A">
      <w:pPr>
        <w:spacing w:line="960" w:lineRule="exact"/>
        <w:ind w:firstLineChars="350" w:firstLine="31680"/>
        <w:rPr>
          <w:rFonts w:ascii="黑体" w:eastAsia="黑体" w:hAnsi="华文中宋" w:cs="Times New Roman"/>
          <w:sz w:val="44"/>
          <w:szCs w:val="44"/>
        </w:rPr>
      </w:pPr>
    </w:p>
    <w:p w:rsidR="002F19FA" w:rsidRPr="00BD5053" w:rsidRDefault="002F19FA" w:rsidP="0019472A">
      <w:pPr>
        <w:spacing w:line="600" w:lineRule="exact"/>
        <w:ind w:firstLineChars="350" w:firstLine="31680"/>
        <w:rPr>
          <w:rFonts w:ascii="黑体" w:eastAsia="黑体" w:hAnsi="华文中宋" w:cs="Times New Roman"/>
          <w:sz w:val="44"/>
          <w:szCs w:val="44"/>
        </w:rPr>
      </w:pPr>
    </w:p>
    <w:p w:rsidR="002F19FA" w:rsidRPr="00BD5053" w:rsidRDefault="002F19FA" w:rsidP="00AB1478">
      <w:pPr>
        <w:spacing w:line="960" w:lineRule="exact"/>
        <w:jc w:val="center"/>
        <w:rPr>
          <w:rFonts w:ascii="楷体_GB2312" w:eastAsia="楷体_GB2312" w:hAnsi="黑体" w:cs="Times New Roman"/>
          <w:b/>
          <w:bCs/>
          <w:sz w:val="44"/>
          <w:szCs w:val="44"/>
        </w:rPr>
      </w:pPr>
      <w:r w:rsidRPr="00BD5053">
        <w:rPr>
          <w:rFonts w:ascii="楷体_GB2312" w:eastAsia="楷体_GB2312" w:hAnsi="黑体" w:cs="楷体_GB2312" w:hint="eastAsia"/>
          <w:b/>
          <w:bCs/>
          <w:sz w:val="44"/>
          <w:szCs w:val="44"/>
        </w:rPr>
        <w:t>常州市教育局</w:t>
      </w:r>
    </w:p>
    <w:p w:rsidR="002F19FA" w:rsidRPr="005B2800" w:rsidRDefault="002F19FA" w:rsidP="00671CDC">
      <w:pPr>
        <w:spacing w:line="560" w:lineRule="exact"/>
        <w:jc w:val="left"/>
        <w:rPr>
          <w:rFonts w:ascii="黑体" w:eastAsia="黑体" w:hAnsi="黑体" w:cs="Times New Roman"/>
          <w:sz w:val="30"/>
          <w:szCs w:val="30"/>
        </w:rPr>
      </w:pPr>
      <w:r w:rsidRPr="005B2800">
        <w:rPr>
          <w:rFonts w:ascii="黑体" w:eastAsia="黑体" w:hAnsi="黑体" w:cs="黑体" w:hint="eastAsia"/>
          <w:sz w:val="30"/>
          <w:szCs w:val="30"/>
        </w:rPr>
        <w:t>一、申报</w:t>
      </w:r>
      <w:r>
        <w:rPr>
          <w:rFonts w:ascii="黑体" w:eastAsia="黑体" w:hAnsi="黑体" w:cs="黑体" w:hint="eastAsia"/>
          <w:sz w:val="30"/>
          <w:szCs w:val="30"/>
        </w:rPr>
        <w:t>学校</w:t>
      </w:r>
      <w:r w:rsidRPr="005B2800">
        <w:rPr>
          <w:rFonts w:ascii="黑体" w:eastAsia="黑体" w:hAnsi="黑体" w:cs="黑体" w:hint="eastAsia"/>
          <w:sz w:val="30"/>
          <w:szCs w:val="30"/>
        </w:rPr>
        <w:t>基本信息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74"/>
        <w:gridCol w:w="1656"/>
        <w:gridCol w:w="904"/>
        <w:gridCol w:w="1658"/>
        <w:gridCol w:w="1357"/>
        <w:gridCol w:w="1711"/>
      </w:tblGrid>
      <w:tr w:rsidR="002F19FA" w:rsidRPr="004E5BA1">
        <w:trPr>
          <w:trHeight w:val="565"/>
          <w:jc w:val="center"/>
        </w:trPr>
        <w:tc>
          <w:tcPr>
            <w:tcW w:w="979" w:type="pc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学校名称</w:t>
            </w:r>
          </w:p>
        </w:tc>
        <w:tc>
          <w:tcPr>
            <w:tcW w:w="4021" w:type="pct"/>
            <w:gridSpan w:val="5"/>
            <w:vAlign w:val="center"/>
          </w:tcPr>
          <w:p w:rsidR="002F19FA" w:rsidRPr="004E5BA1" w:rsidRDefault="002F19FA" w:rsidP="004E5BA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2F19FA" w:rsidRPr="004E5BA1">
        <w:trPr>
          <w:trHeight w:val="559"/>
          <w:jc w:val="center"/>
        </w:trPr>
        <w:tc>
          <w:tcPr>
            <w:tcW w:w="979" w:type="pc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通信地址</w:t>
            </w:r>
          </w:p>
        </w:tc>
        <w:tc>
          <w:tcPr>
            <w:tcW w:w="2328" w:type="pct"/>
            <w:gridSpan w:val="3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邮编</w:t>
            </w:r>
          </w:p>
        </w:tc>
        <w:tc>
          <w:tcPr>
            <w:tcW w:w="944" w:type="pc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2F19FA" w:rsidRPr="004E5BA1">
        <w:trPr>
          <w:trHeight w:val="552"/>
          <w:jc w:val="center"/>
        </w:trPr>
        <w:tc>
          <w:tcPr>
            <w:tcW w:w="979" w:type="pc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党组织负责人</w:t>
            </w:r>
          </w:p>
        </w:tc>
        <w:tc>
          <w:tcPr>
            <w:tcW w:w="914" w:type="pc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499" w:type="pc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915" w:type="pc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联系方式</w:t>
            </w:r>
          </w:p>
        </w:tc>
        <w:tc>
          <w:tcPr>
            <w:tcW w:w="944" w:type="pc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2F19FA" w:rsidRPr="004E5BA1">
        <w:trPr>
          <w:trHeight w:val="560"/>
          <w:jc w:val="center"/>
        </w:trPr>
        <w:tc>
          <w:tcPr>
            <w:tcW w:w="979" w:type="pc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行政负责人</w:t>
            </w:r>
          </w:p>
        </w:tc>
        <w:tc>
          <w:tcPr>
            <w:tcW w:w="914" w:type="pc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499" w:type="pc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915" w:type="pc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联系方式</w:t>
            </w:r>
          </w:p>
        </w:tc>
        <w:tc>
          <w:tcPr>
            <w:tcW w:w="944" w:type="pc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2F19FA" w:rsidRPr="004E5BA1">
        <w:trPr>
          <w:jc w:val="center"/>
        </w:trPr>
        <w:tc>
          <w:tcPr>
            <w:tcW w:w="979" w:type="pct"/>
            <w:vMerge w:val="restar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联系人</w:t>
            </w:r>
            <w:r w:rsidRPr="004E5BA1">
              <w:rPr>
                <w:rFonts w:asci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914" w:type="pct"/>
            <w:vMerge w:val="restar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499" w:type="pc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所在</w:t>
            </w:r>
          </w:p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部门</w:t>
            </w:r>
          </w:p>
        </w:tc>
        <w:tc>
          <w:tcPr>
            <w:tcW w:w="915" w:type="pc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944" w:type="pc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2F19FA" w:rsidRPr="004E5BA1">
        <w:trPr>
          <w:jc w:val="center"/>
        </w:trPr>
        <w:tc>
          <w:tcPr>
            <w:tcW w:w="979" w:type="pct"/>
            <w:vMerge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914" w:type="pct"/>
            <w:vMerge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499" w:type="pc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联系方式</w:t>
            </w:r>
          </w:p>
        </w:tc>
        <w:tc>
          <w:tcPr>
            <w:tcW w:w="915" w:type="pc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电子</w:t>
            </w:r>
          </w:p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邮箱</w:t>
            </w:r>
          </w:p>
        </w:tc>
        <w:tc>
          <w:tcPr>
            <w:tcW w:w="944" w:type="pc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2F19FA" w:rsidRPr="004E5BA1">
        <w:trPr>
          <w:jc w:val="center"/>
        </w:trPr>
        <w:tc>
          <w:tcPr>
            <w:tcW w:w="979" w:type="pct"/>
            <w:vMerge w:val="restar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联系人</w:t>
            </w:r>
            <w:r w:rsidRPr="004E5BA1">
              <w:rPr>
                <w:rFonts w:asci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914" w:type="pct"/>
            <w:vMerge w:val="restar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499" w:type="pc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所在</w:t>
            </w:r>
          </w:p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部门</w:t>
            </w:r>
          </w:p>
        </w:tc>
        <w:tc>
          <w:tcPr>
            <w:tcW w:w="915" w:type="pc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944" w:type="pc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2F19FA" w:rsidRPr="004E5BA1">
        <w:trPr>
          <w:jc w:val="center"/>
        </w:trPr>
        <w:tc>
          <w:tcPr>
            <w:tcW w:w="979" w:type="pct"/>
            <w:vMerge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914" w:type="pct"/>
            <w:vMerge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499" w:type="pc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联系方式</w:t>
            </w:r>
          </w:p>
        </w:tc>
        <w:tc>
          <w:tcPr>
            <w:tcW w:w="915" w:type="pc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电子</w:t>
            </w:r>
          </w:p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邮箱</w:t>
            </w:r>
          </w:p>
        </w:tc>
        <w:tc>
          <w:tcPr>
            <w:tcW w:w="944" w:type="pct"/>
            <w:vAlign w:val="center"/>
          </w:tcPr>
          <w:p w:rsidR="002F19FA" w:rsidRPr="004E5BA1" w:rsidRDefault="002F19FA" w:rsidP="004E5BA1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2F19FA" w:rsidRPr="005B2800" w:rsidRDefault="002F19FA" w:rsidP="00671CDC">
      <w:pPr>
        <w:spacing w:line="560" w:lineRule="exact"/>
        <w:jc w:val="left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二</w:t>
      </w:r>
      <w:r w:rsidRPr="005B2800">
        <w:rPr>
          <w:rFonts w:ascii="黑体" w:eastAsia="黑体" w:hAnsi="黑体" w:cs="黑体" w:hint="eastAsia"/>
          <w:sz w:val="30"/>
          <w:szCs w:val="30"/>
        </w:rPr>
        <w:t>、申报内容摘要</w:t>
      </w:r>
    </w:p>
    <w:tbl>
      <w:tblPr>
        <w:tblW w:w="9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88"/>
      </w:tblGrid>
      <w:tr w:rsidR="002F19FA" w:rsidRPr="004E5BA1">
        <w:trPr>
          <w:jc w:val="center"/>
        </w:trPr>
        <w:tc>
          <w:tcPr>
            <w:tcW w:w="9088" w:type="dxa"/>
            <w:vAlign w:val="center"/>
          </w:tcPr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（概述申报主要内容，包括基础教育综合改革实验学校建设的基础、目标、任务、方案、保障等，</w:t>
            </w:r>
            <w:r w:rsidRPr="004E5BA1">
              <w:rPr>
                <w:rFonts w:ascii="仿宋_GB2312" w:eastAsia="仿宋_GB2312" w:cs="仿宋_GB2312"/>
                <w:sz w:val="24"/>
                <w:szCs w:val="24"/>
              </w:rPr>
              <w:t>500</w:t>
            </w: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字以内）</w:t>
            </w: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2F19FA" w:rsidRPr="005B2800" w:rsidRDefault="002F19FA" w:rsidP="00671CDC">
      <w:pPr>
        <w:spacing w:line="560" w:lineRule="exact"/>
        <w:jc w:val="left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三</w:t>
      </w:r>
      <w:r w:rsidRPr="005B2800">
        <w:rPr>
          <w:rFonts w:ascii="黑体" w:eastAsia="黑体" w:hAnsi="黑体" w:cs="黑体" w:hint="eastAsia"/>
          <w:sz w:val="30"/>
          <w:szCs w:val="30"/>
        </w:rPr>
        <w:t>、现有工作基础</w:t>
      </w:r>
    </w:p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77"/>
      </w:tblGrid>
      <w:tr w:rsidR="002F19FA" w:rsidRPr="004E5BA1">
        <w:trPr>
          <w:jc w:val="center"/>
        </w:trPr>
        <w:tc>
          <w:tcPr>
            <w:tcW w:w="9077" w:type="dxa"/>
            <w:vAlign w:val="center"/>
          </w:tcPr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（围绕国家、省、市基础教育领域综合改革政策要求，简述</w:t>
            </w:r>
            <w:r w:rsidRPr="004E5BA1">
              <w:rPr>
                <w:rFonts w:ascii="仿宋_GB2312" w:eastAsia="仿宋_GB2312" w:cs="仿宋_GB2312"/>
                <w:sz w:val="24"/>
                <w:szCs w:val="24"/>
              </w:rPr>
              <w:t>2018</w:t>
            </w: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年以来学校教育综合改革重点工作推进落实情况和进展成效，</w:t>
            </w:r>
            <w:r w:rsidRPr="004E5BA1">
              <w:rPr>
                <w:rFonts w:ascii="仿宋_GB2312" w:eastAsia="仿宋_GB2312" w:cs="仿宋_GB2312"/>
                <w:sz w:val="24"/>
                <w:szCs w:val="24"/>
              </w:rPr>
              <w:t xml:space="preserve"> 500</w:t>
            </w: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字以内）</w:t>
            </w: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2F19FA" w:rsidRPr="005B2800" w:rsidRDefault="002F19FA" w:rsidP="00671CDC">
      <w:pPr>
        <w:spacing w:line="560" w:lineRule="exact"/>
        <w:jc w:val="left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四</w:t>
      </w:r>
      <w:r w:rsidRPr="005B2800">
        <w:rPr>
          <w:rFonts w:ascii="黑体" w:eastAsia="黑体" w:hAnsi="黑体" w:cs="黑体" w:hint="eastAsia"/>
          <w:sz w:val="30"/>
          <w:szCs w:val="30"/>
        </w:rPr>
        <w:t>、实验</w:t>
      </w:r>
      <w:r>
        <w:rPr>
          <w:rFonts w:ascii="黑体" w:eastAsia="黑体" w:hAnsi="黑体" w:cs="黑体" w:hint="eastAsia"/>
          <w:sz w:val="30"/>
          <w:szCs w:val="30"/>
        </w:rPr>
        <w:t>学校</w:t>
      </w:r>
      <w:r w:rsidRPr="005B2800">
        <w:rPr>
          <w:rFonts w:ascii="黑体" w:eastAsia="黑体" w:hAnsi="黑体" w:cs="黑体" w:hint="eastAsia"/>
          <w:sz w:val="30"/>
          <w:szCs w:val="30"/>
        </w:rPr>
        <w:t>建设的</w:t>
      </w:r>
      <w:r>
        <w:rPr>
          <w:rFonts w:ascii="黑体" w:eastAsia="黑体" w:hAnsi="黑体" w:cs="黑体" w:hint="eastAsia"/>
          <w:sz w:val="30"/>
          <w:szCs w:val="30"/>
        </w:rPr>
        <w:t>主要</w:t>
      </w:r>
      <w:r w:rsidRPr="005B2800">
        <w:rPr>
          <w:rFonts w:ascii="黑体" w:eastAsia="黑体" w:hAnsi="黑体" w:cs="黑体" w:hint="eastAsia"/>
          <w:sz w:val="30"/>
          <w:szCs w:val="30"/>
        </w:rPr>
        <w:t>目标和</w:t>
      </w:r>
      <w:r>
        <w:rPr>
          <w:rFonts w:ascii="黑体" w:eastAsia="黑体" w:hAnsi="黑体" w:cs="黑体" w:hint="eastAsia"/>
          <w:sz w:val="30"/>
          <w:szCs w:val="30"/>
        </w:rPr>
        <w:t>重点任务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08"/>
      </w:tblGrid>
      <w:tr w:rsidR="002F19FA" w:rsidRPr="004E5BA1">
        <w:trPr>
          <w:jc w:val="center"/>
        </w:trPr>
        <w:tc>
          <w:tcPr>
            <w:tcW w:w="9108" w:type="dxa"/>
            <w:vAlign w:val="center"/>
          </w:tcPr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（概述基础教育综合改革实验学校建设的主要目标和重点任务，</w:t>
            </w:r>
            <w:r w:rsidRPr="004E5BA1">
              <w:rPr>
                <w:rFonts w:ascii="仿宋_GB2312" w:eastAsia="仿宋_GB2312" w:cs="仿宋_GB2312"/>
                <w:sz w:val="24"/>
                <w:szCs w:val="24"/>
              </w:rPr>
              <w:t>500</w:t>
            </w: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字以内）</w:t>
            </w: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2F19FA" w:rsidRPr="005B2800" w:rsidRDefault="002F19FA" w:rsidP="00671CDC">
      <w:pPr>
        <w:spacing w:line="560" w:lineRule="exact"/>
        <w:jc w:val="left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五</w:t>
      </w:r>
      <w:r w:rsidRPr="005B2800">
        <w:rPr>
          <w:rFonts w:ascii="黑体" w:eastAsia="黑体" w:hAnsi="黑体" w:cs="黑体" w:hint="eastAsia"/>
          <w:sz w:val="30"/>
          <w:szCs w:val="30"/>
        </w:rPr>
        <w:t>、实验</w:t>
      </w:r>
      <w:r>
        <w:rPr>
          <w:rFonts w:ascii="黑体" w:eastAsia="黑体" w:hAnsi="黑体" w:cs="黑体" w:hint="eastAsia"/>
          <w:sz w:val="30"/>
          <w:szCs w:val="30"/>
        </w:rPr>
        <w:t>学校</w:t>
      </w:r>
      <w:r w:rsidRPr="005B2800">
        <w:rPr>
          <w:rFonts w:ascii="黑体" w:eastAsia="黑体" w:hAnsi="黑体" w:cs="黑体" w:hint="eastAsia"/>
          <w:sz w:val="30"/>
          <w:szCs w:val="30"/>
        </w:rPr>
        <w:t>建设的实施方案</w:t>
      </w:r>
    </w:p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77"/>
      </w:tblGrid>
      <w:tr w:rsidR="002F19FA" w:rsidRPr="004E5BA1">
        <w:trPr>
          <w:jc w:val="center"/>
        </w:trPr>
        <w:tc>
          <w:tcPr>
            <w:tcW w:w="9077" w:type="dxa"/>
            <w:vAlign w:val="center"/>
          </w:tcPr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（阐述基础教育综合改革实验学校建设的具体举措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，</w:t>
            </w:r>
            <w:r w:rsidRPr="004E5BA1">
              <w:rPr>
                <w:rFonts w:ascii="仿宋_GB2312" w:eastAsia="仿宋_GB2312" w:cs="仿宋_GB2312"/>
                <w:sz w:val="24"/>
                <w:szCs w:val="24"/>
              </w:rPr>
              <w:t>2000</w:t>
            </w: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字以内）</w:t>
            </w: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2F19FA" w:rsidRPr="005B2800" w:rsidRDefault="002F19FA" w:rsidP="00671CDC">
      <w:pPr>
        <w:spacing w:line="560" w:lineRule="exact"/>
        <w:jc w:val="left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六</w:t>
      </w:r>
      <w:r w:rsidRPr="005B2800">
        <w:rPr>
          <w:rFonts w:ascii="黑体" w:eastAsia="黑体" w:hAnsi="黑体" w:cs="黑体" w:hint="eastAsia"/>
          <w:sz w:val="30"/>
          <w:szCs w:val="30"/>
        </w:rPr>
        <w:t>、实验</w:t>
      </w:r>
      <w:r>
        <w:rPr>
          <w:rFonts w:ascii="黑体" w:eastAsia="黑体" w:hAnsi="黑体" w:cs="黑体" w:hint="eastAsia"/>
          <w:sz w:val="30"/>
          <w:szCs w:val="30"/>
        </w:rPr>
        <w:t>学校</w:t>
      </w:r>
      <w:r w:rsidRPr="005B2800">
        <w:rPr>
          <w:rFonts w:ascii="黑体" w:eastAsia="黑体" w:hAnsi="黑体" w:cs="黑体" w:hint="eastAsia"/>
          <w:sz w:val="30"/>
          <w:szCs w:val="30"/>
        </w:rPr>
        <w:t>建设的</w:t>
      </w:r>
      <w:r>
        <w:rPr>
          <w:rFonts w:ascii="黑体" w:eastAsia="黑体" w:hAnsi="黑体" w:cs="黑体" w:hint="eastAsia"/>
          <w:sz w:val="30"/>
          <w:szCs w:val="30"/>
        </w:rPr>
        <w:t>时序进度与绩效评估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08"/>
      </w:tblGrid>
      <w:tr w:rsidR="002F19FA" w:rsidRPr="004E5BA1">
        <w:trPr>
          <w:jc w:val="center"/>
        </w:trPr>
        <w:tc>
          <w:tcPr>
            <w:tcW w:w="9108" w:type="dxa"/>
            <w:vAlign w:val="center"/>
          </w:tcPr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（简述基础教育综合改革实验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学校建设的</w:t>
            </w: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时序进度与绩效评估等，</w:t>
            </w:r>
            <w:r w:rsidRPr="004E5BA1">
              <w:rPr>
                <w:rFonts w:ascii="仿宋_GB2312" w:eastAsia="仿宋_GB2312" w:cs="仿宋_GB2312"/>
                <w:sz w:val="24"/>
                <w:szCs w:val="24"/>
              </w:rPr>
              <w:t>500</w:t>
            </w: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字以内）</w:t>
            </w: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2F19FA" w:rsidRPr="005B2800" w:rsidRDefault="002F19FA" w:rsidP="00671CDC">
      <w:pPr>
        <w:spacing w:line="560" w:lineRule="exact"/>
        <w:jc w:val="left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七</w:t>
      </w:r>
      <w:r w:rsidRPr="005B2800">
        <w:rPr>
          <w:rFonts w:ascii="黑体" w:eastAsia="黑体" w:hAnsi="黑体" w:cs="黑体" w:hint="eastAsia"/>
          <w:sz w:val="30"/>
          <w:szCs w:val="30"/>
        </w:rPr>
        <w:t>、实验</w:t>
      </w:r>
      <w:r>
        <w:rPr>
          <w:rFonts w:ascii="黑体" w:eastAsia="黑体" w:hAnsi="黑体" w:cs="黑体" w:hint="eastAsia"/>
          <w:sz w:val="30"/>
          <w:szCs w:val="30"/>
        </w:rPr>
        <w:t>学校</w:t>
      </w:r>
      <w:r w:rsidRPr="005B2800">
        <w:rPr>
          <w:rFonts w:ascii="黑体" w:eastAsia="黑体" w:hAnsi="黑体" w:cs="黑体" w:hint="eastAsia"/>
          <w:sz w:val="30"/>
          <w:szCs w:val="30"/>
        </w:rPr>
        <w:t>建设的保障方案</w:t>
      </w:r>
    </w:p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77"/>
      </w:tblGrid>
      <w:tr w:rsidR="002F19FA" w:rsidRPr="004E5BA1">
        <w:trPr>
          <w:jc w:val="center"/>
        </w:trPr>
        <w:tc>
          <w:tcPr>
            <w:tcW w:w="9077" w:type="dxa"/>
            <w:vAlign w:val="center"/>
          </w:tcPr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（概述基础教育综合改革实验学校建设的组织领导、经费投入、视导检查、宣传引导等，</w:t>
            </w:r>
            <w:r w:rsidRPr="004E5BA1">
              <w:rPr>
                <w:rFonts w:ascii="仿宋_GB2312" w:eastAsia="仿宋_GB2312" w:cs="仿宋_GB2312"/>
                <w:sz w:val="24"/>
                <w:szCs w:val="24"/>
              </w:rPr>
              <w:t>500</w:t>
            </w: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字左右）</w:t>
            </w: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2F19FA" w:rsidRPr="005B2800" w:rsidRDefault="002F19FA" w:rsidP="00671CDC">
      <w:pPr>
        <w:spacing w:line="560" w:lineRule="exact"/>
        <w:jc w:val="left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八</w:t>
      </w:r>
      <w:r w:rsidRPr="005B2800">
        <w:rPr>
          <w:rFonts w:ascii="黑体" w:eastAsia="黑体" w:hAnsi="黑体" w:cs="黑体" w:hint="eastAsia"/>
          <w:sz w:val="30"/>
          <w:szCs w:val="30"/>
        </w:rPr>
        <w:t>、申报、推荐及审核意见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08"/>
      </w:tblGrid>
      <w:tr w:rsidR="002F19FA" w:rsidRPr="004E5BA1">
        <w:trPr>
          <w:jc w:val="center"/>
        </w:trPr>
        <w:tc>
          <w:tcPr>
            <w:tcW w:w="9108" w:type="dxa"/>
            <w:vAlign w:val="center"/>
          </w:tcPr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学校申报意见</w:t>
            </w: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2F19FA">
            <w:pPr>
              <w:spacing w:line="400" w:lineRule="exact"/>
              <w:ind w:firstLineChars="150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负责人签字：</w:t>
            </w:r>
          </w:p>
          <w:p w:rsidR="002F19FA" w:rsidRPr="004E5BA1" w:rsidRDefault="002F19FA" w:rsidP="002F19FA">
            <w:pPr>
              <w:spacing w:line="400" w:lineRule="exact"/>
              <w:ind w:firstLineChars="260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（盖章）</w:t>
            </w:r>
          </w:p>
          <w:p w:rsidR="002F19FA" w:rsidRPr="004E5BA1" w:rsidRDefault="002F19FA" w:rsidP="00AB1478">
            <w:pPr>
              <w:wordWrap w:val="0"/>
              <w:spacing w:line="400" w:lineRule="exact"/>
              <w:ind w:right="1200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           </w:t>
            </w: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4E5BA1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4E5BA1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  <w:tr w:rsidR="002F19FA" w:rsidRPr="004E5BA1">
        <w:trPr>
          <w:jc w:val="center"/>
        </w:trPr>
        <w:tc>
          <w:tcPr>
            <w:tcW w:w="9108" w:type="dxa"/>
            <w:vAlign w:val="center"/>
          </w:tcPr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辖市（区）教育行政部门推荐意见</w:t>
            </w: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2F19FA">
            <w:pPr>
              <w:spacing w:line="400" w:lineRule="exact"/>
              <w:ind w:firstLineChars="150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负责人签字：</w:t>
            </w:r>
          </w:p>
          <w:p w:rsidR="002F19FA" w:rsidRPr="004E5BA1" w:rsidRDefault="002F19FA" w:rsidP="002F19FA">
            <w:pPr>
              <w:spacing w:line="400" w:lineRule="exact"/>
              <w:ind w:firstLineChars="260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（盖章）</w:t>
            </w:r>
          </w:p>
          <w:p w:rsidR="002F19FA" w:rsidRPr="004E5BA1" w:rsidRDefault="002F19FA" w:rsidP="002F19FA">
            <w:pPr>
              <w:spacing w:line="400" w:lineRule="exact"/>
              <w:ind w:firstLineChars="260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4E5BA1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4E5BA1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  <w:tr w:rsidR="002F19FA" w:rsidRPr="004E5BA1">
        <w:trPr>
          <w:jc w:val="center"/>
        </w:trPr>
        <w:tc>
          <w:tcPr>
            <w:tcW w:w="9108" w:type="dxa"/>
          </w:tcPr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市教育局审核意见</w:t>
            </w: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4E5BA1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2F19FA" w:rsidRPr="004E5BA1" w:rsidRDefault="002F19FA" w:rsidP="002F19FA">
            <w:pPr>
              <w:spacing w:line="400" w:lineRule="exact"/>
              <w:ind w:firstLineChars="150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负责人签字：</w:t>
            </w:r>
          </w:p>
          <w:p w:rsidR="002F19FA" w:rsidRPr="004E5BA1" w:rsidRDefault="002F19FA" w:rsidP="002F19FA">
            <w:pPr>
              <w:spacing w:line="400" w:lineRule="exact"/>
              <w:ind w:firstLineChars="260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（盖章）</w:t>
            </w:r>
          </w:p>
          <w:p w:rsidR="002F19FA" w:rsidRPr="004E5BA1" w:rsidRDefault="002F19FA" w:rsidP="002F19FA">
            <w:pPr>
              <w:wordWrap w:val="0"/>
              <w:spacing w:line="400" w:lineRule="exact"/>
              <w:ind w:right="1200" w:firstLineChars="255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4E5BA1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4E5BA1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4E5BA1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</w:tbl>
    <w:p w:rsidR="002F19FA" w:rsidRPr="00671CDC" w:rsidRDefault="002F19FA" w:rsidP="005D36B7">
      <w:pPr>
        <w:spacing w:line="560" w:lineRule="exact"/>
        <w:jc w:val="left"/>
        <w:rPr>
          <w:rFonts w:cs="Times New Roman"/>
        </w:rPr>
      </w:pPr>
    </w:p>
    <w:sectPr w:rsidR="002F19FA" w:rsidRPr="00671CDC" w:rsidSect="00AB1478">
      <w:footerReference w:type="default" r:id="rId6"/>
      <w:pgSz w:w="11906" w:h="16838"/>
      <w:pgMar w:top="1701" w:right="1531" w:bottom="1701" w:left="1531" w:header="851" w:footer="992" w:gutter="0"/>
      <w:pgNumType w:fmt="numberInDash" w:start="2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9FA" w:rsidRDefault="002F19FA" w:rsidP="005D36B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2F19FA" w:rsidRDefault="002F19FA" w:rsidP="005D36B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9FA" w:rsidRPr="00AB1478" w:rsidRDefault="002F19FA" w:rsidP="00DF2A2E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AB1478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AB1478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AB1478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- 27 -</w:t>
    </w:r>
    <w:r w:rsidRPr="00AB1478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2F19FA" w:rsidRDefault="002F19FA" w:rsidP="00AB1478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9FA" w:rsidRDefault="002F19FA" w:rsidP="005D36B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2F19FA" w:rsidRDefault="002F19FA" w:rsidP="005D36B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1CDC"/>
    <w:rsid w:val="00007B8B"/>
    <w:rsid w:val="00033C6F"/>
    <w:rsid w:val="000C5622"/>
    <w:rsid w:val="000E6409"/>
    <w:rsid w:val="000F6261"/>
    <w:rsid w:val="0010524C"/>
    <w:rsid w:val="00123D85"/>
    <w:rsid w:val="00133913"/>
    <w:rsid w:val="00133B3A"/>
    <w:rsid w:val="00155C09"/>
    <w:rsid w:val="001561FA"/>
    <w:rsid w:val="00186843"/>
    <w:rsid w:val="0019472A"/>
    <w:rsid w:val="001C08C2"/>
    <w:rsid w:val="001C4F8D"/>
    <w:rsid w:val="0022273C"/>
    <w:rsid w:val="002475E2"/>
    <w:rsid w:val="002711B6"/>
    <w:rsid w:val="002730F9"/>
    <w:rsid w:val="002A2E55"/>
    <w:rsid w:val="002A3EB1"/>
    <w:rsid w:val="002D1446"/>
    <w:rsid w:val="002E59FB"/>
    <w:rsid w:val="002E6801"/>
    <w:rsid w:val="002F19FA"/>
    <w:rsid w:val="00334B58"/>
    <w:rsid w:val="00352E07"/>
    <w:rsid w:val="00357D54"/>
    <w:rsid w:val="0036067C"/>
    <w:rsid w:val="0038040D"/>
    <w:rsid w:val="003A495A"/>
    <w:rsid w:val="003E54E9"/>
    <w:rsid w:val="003F7530"/>
    <w:rsid w:val="003F79C8"/>
    <w:rsid w:val="004001B3"/>
    <w:rsid w:val="00420216"/>
    <w:rsid w:val="00465EB4"/>
    <w:rsid w:val="00466DE3"/>
    <w:rsid w:val="004677D1"/>
    <w:rsid w:val="004750BA"/>
    <w:rsid w:val="004B1015"/>
    <w:rsid w:val="004B36A4"/>
    <w:rsid w:val="004B52DD"/>
    <w:rsid w:val="004E5BA1"/>
    <w:rsid w:val="00512991"/>
    <w:rsid w:val="00516593"/>
    <w:rsid w:val="00550EBE"/>
    <w:rsid w:val="00556CD9"/>
    <w:rsid w:val="00577E6D"/>
    <w:rsid w:val="00594A92"/>
    <w:rsid w:val="005B2800"/>
    <w:rsid w:val="005B7567"/>
    <w:rsid w:val="005D36B7"/>
    <w:rsid w:val="00657D10"/>
    <w:rsid w:val="00671CDC"/>
    <w:rsid w:val="0069137B"/>
    <w:rsid w:val="00695900"/>
    <w:rsid w:val="006A78F7"/>
    <w:rsid w:val="006B778F"/>
    <w:rsid w:val="006C42B5"/>
    <w:rsid w:val="006F13BA"/>
    <w:rsid w:val="00724981"/>
    <w:rsid w:val="007A5100"/>
    <w:rsid w:val="007B1A8A"/>
    <w:rsid w:val="007D381D"/>
    <w:rsid w:val="0080337F"/>
    <w:rsid w:val="00803C70"/>
    <w:rsid w:val="00805D59"/>
    <w:rsid w:val="00816097"/>
    <w:rsid w:val="008166C2"/>
    <w:rsid w:val="0082348A"/>
    <w:rsid w:val="00837249"/>
    <w:rsid w:val="008868BF"/>
    <w:rsid w:val="008C5298"/>
    <w:rsid w:val="008C54C7"/>
    <w:rsid w:val="008D7DB1"/>
    <w:rsid w:val="00901A32"/>
    <w:rsid w:val="00912814"/>
    <w:rsid w:val="00920CC5"/>
    <w:rsid w:val="00931A59"/>
    <w:rsid w:val="0097724C"/>
    <w:rsid w:val="009A671A"/>
    <w:rsid w:val="009B3484"/>
    <w:rsid w:val="009D682D"/>
    <w:rsid w:val="00A06B1C"/>
    <w:rsid w:val="00AB1478"/>
    <w:rsid w:val="00AC22D1"/>
    <w:rsid w:val="00AC5D65"/>
    <w:rsid w:val="00AC7208"/>
    <w:rsid w:val="00B118BD"/>
    <w:rsid w:val="00BB77C4"/>
    <w:rsid w:val="00BD3EBD"/>
    <w:rsid w:val="00BD5053"/>
    <w:rsid w:val="00BF5398"/>
    <w:rsid w:val="00C0522F"/>
    <w:rsid w:val="00C51241"/>
    <w:rsid w:val="00C7653D"/>
    <w:rsid w:val="00C93F3E"/>
    <w:rsid w:val="00C97A6D"/>
    <w:rsid w:val="00D23A69"/>
    <w:rsid w:val="00D4141E"/>
    <w:rsid w:val="00D60072"/>
    <w:rsid w:val="00D767E6"/>
    <w:rsid w:val="00D76B9F"/>
    <w:rsid w:val="00DA39A5"/>
    <w:rsid w:val="00DC2AA8"/>
    <w:rsid w:val="00DF0D65"/>
    <w:rsid w:val="00DF2A2E"/>
    <w:rsid w:val="00E0523C"/>
    <w:rsid w:val="00E0526A"/>
    <w:rsid w:val="00E15566"/>
    <w:rsid w:val="00E304B2"/>
    <w:rsid w:val="00E437B8"/>
    <w:rsid w:val="00E52097"/>
    <w:rsid w:val="00E6051D"/>
    <w:rsid w:val="00E66DE5"/>
    <w:rsid w:val="00E9572D"/>
    <w:rsid w:val="00EC7A57"/>
    <w:rsid w:val="00EF28A3"/>
    <w:rsid w:val="00F05E87"/>
    <w:rsid w:val="00F125F1"/>
    <w:rsid w:val="00F52D3D"/>
    <w:rsid w:val="00F62703"/>
    <w:rsid w:val="00F77EA4"/>
    <w:rsid w:val="00F86938"/>
    <w:rsid w:val="00F945AA"/>
    <w:rsid w:val="00FF7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CDC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71C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71CDC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671C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71CDC"/>
    <w:rPr>
      <w:sz w:val="18"/>
      <w:szCs w:val="18"/>
    </w:rPr>
  </w:style>
  <w:style w:type="table" w:styleId="TableGrid">
    <w:name w:val="Table Grid"/>
    <w:basedOn w:val="TableNormal"/>
    <w:uiPriority w:val="99"/>
    <w:rsid w:val="00671CDC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AB14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7</Pages>
  <Words>134</Words>
  <Characters>764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 峰</dc:creator>
  <cp:keywords/>
  <dc:description/>
  <cp:lastModifiedBy>吴琳赟</cp:lastModifiedBy>
  <cp:revision>6</cp:revision>
  <dcterms:created xsi:type="dcterms:W3CDTF">2022-04-15T07:27:00Z</dcterms:created>
  <dcterms:modified xsi:type="dcterms:W3CDTF">2022-04-19T02:33:00Z</dcterms:modified>
</cp:coreProperties>
</file>