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5B7" w:rsidRPr="00C84A1D" w:rsidRDefault="004245B7" w:rsidP="00671CDC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1C08C2">
        <w:rPr>
          <w:rFonts w:ascii="黑体" w:eastAsia="黑体" w:hAnsi="黑体" w:cs="黑体" w:hint="eastAsia"/>
          <w:sz w:val="32"/>
          <w:szCs w:val="32"/>
        </w:rPr>
        <w:t>附件</w:t>
      </w:r>
      <w:r w:rsidRPr="001C08C2">
        <w:rPr>
          <w:rFonts w:ascii="黑体" w:eastAsia="黑体" w:hAnsi="黑体" w:cs="黑体"/>
          <w:sz w:val="32"/>
          <w:szCs w:val="32"/>
        </w:rPr>
        <w:t>1</w:t>
      </w:r>
    </w:p>
    <w:p w:rsidR="004245B7" w:rsidRDefault="004245B7" w:rsidP="00C84A1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Hlk89009672"/>
      <w:r w:rsidRPr="000714A7">
        <w:rPr>
          <w:rFonts w:ascii="方正小标宋简体" w:eastAsia="方正小标宋简体" w:cs="方正小标宋简体" w:hint="eastAsia"/>
          <w:sz w:val="44"/>
          <w:szCs w:val="44"/>
        </w:rPr>
        <w:t>常州市基础教育综合改革</w:t>
      </w:r>
    </w:p>
    <w:p w:rsidR="004245B7" w:rsidRDefault="004245B7" w:rsidP="00C84A1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0714A7">
        <w:rPr>
          <w:rFonts w:ascii="方正小标宋简体" w:eastAsia="方正小标宋简体" w:cs="方正小标宋简体" w:hint="eastAsia"/>
          <w:sz w:val="44"/>
          <w:szCs w:val="44"/>
        </w:rPr>
        <w:t>实验</w:t>
      </w:r>
      <w:bookmarkEnd w:id="0"/>
      <w:r w:rsidRPr="000714A7">
        <w:rPr>
          <w:rFonts w:ascii="方正小标宋简体" w:eastAsia="方正小标宋简体" w:cs="方正小标宋简体" w:hint="eastAsia"/>
          <w:sz w:val="44"/>
          <w:szCs w:val="44"/>
        </w:rPr>
        <w:t>乡镇和实验学校推荐名额</w:t>
      </w:r>
    </w:p>
    <w:p w:rsidR="004245B7" w:rsidRDefault="004245B7" w:rsidP="00AF6178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0"/>
        <w:gridCol w:w="1523"/>
        <w:gridCol w:w="1317"/>
        <w:gridCol w:w="1420"/>
        <w:gridCol w:w="1421"/>
        <w:gridCol w:w="1421"/>
      </w:tblGrid>
      <w:tr w:rsidR="004245B7" w:rsidRPr="00AF6178" w:rsidTr="00AF6178">
        <w:trPr>
          <w:trHeight w:val="680"/>
          <w:jc w:val="center"/>
        </w:trPr>
        <w:tc>
          <w:tcPr>
            <w:tcW w:w="1420" w:type="dxa"/>
            <w:vMerge w:val="restart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AF6178">
              <w:rPr>
                <w:rFonts w:ascii="黑体" w:eastAsia="黑体" w:hAnsi="黑体" w:cs="黑体" w:hint="eastAsia"/>
                <w:sz w:val="28"/>
                <w:szCs w:val="28"/>
              </w:rPr>
              <w:t>区域</w:t>
            </w:r>
          </w:p>
        </w:tc>
        <w:tc>
          <w:tcPr>
            <w:tcW w:w="1523" w:type="dxa"/>
            <w:vMerge w:val="restart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AF6178">
              <w:rPr>
                <w:rFonts w:ascii="黑体" w:eastAsia="黑体" w:hAnsi="黑体" w:cs="黑体" w:hint="eastAsia"/>
                <w:sz w:val="28"/>
                <w:szCs w:val="28"/>
              </w:rPr>
              <w:t>实验乡镇</w:t>
            </w:r>
          </w:p>
        </w:tc>
        <w:tc>
          <w:tcPr>
            <w:tcW w:w="5579" w:type="dxa"/>
            <w:gridSpan w:val="4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AF6178">
              <w:rPr>
                <w:rFonts w:ascii="黑体" w:eastAsia="黑体" w:hAnsi="黑体" w:cs="黑体" w:hint="eastAsia"/>
                <w:sz w:val="28"/>
                <w:szCs w:val="28"/>
              </w:rPr>
              <w:t>实验学校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Merge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523" w:type="dxa"/>
            <w:vMerge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AF6178">
              <w:rPr>
                <w:rFonts w:ascii="黑体" w:eastAsia="黑体" w:hAnsi="黑体" w:cs="黑体" w:hint="eastAsia"/>
                <w:sz w:val="28"/>
                <w:szCs w:val="28"/>
              </w:rPr>
              <w:t>学前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AF6178">
              <w:rPr>
                <w:rFonts w:ascii="黑体" w:eastAsia="黑体" w:hAnsi="黑体" w:cs="黑体" w:hint="eastAsia"/>
                <w:sz w:val="28"/>
                <w:szCs w:val="28"/>
              </w:rPr>
              <w:t>小学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AF6178">
              <w:rPr>
                <w:rFonts w:ascii="黑体" w:eastAsia="黑体" w:hAnsi="黑体" w:cs="黑体" w:hint="eastAsia"/>
                <w:sz w:val="28"/>
                <w:szCs w:val="28"/>
              </w:rPr>
              <w:t>初中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AF6178">
              <w:rPr>
                <w:rFonts w:ascii="黑体" w:eastAsia="黑体" w:hAnsi="黑体" w:cs="黑体" w:hint="eastAsia"/>
                <w:sz w:val="28"/>
                <w:szCs w:val="28"/>
              </w:rPr>
              <w:t>高中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溧阳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3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金坛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武进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3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经开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新北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钟楼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天宁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局属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2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合计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6</w:t>
            </w:r>
          </w:p>
        </w:tc>
        <w:tc>
          <w:tcPr>
            <w:tcW w:w="1317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11</w:t>
            </w:r>
          </w:p>
        </w:tc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15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13</w:t>
            </w:r>
          </w:p>
        </w:tc>
        <w:tc>
          <w:tcPr>
            <w:tcW w:w="1421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7</w:t>
            </w:r>
          </w:p>
        </w:tc>
      </w:tr>
      <w:tr w:rsidR="004245B7" w:rsidRPr="00AF6178" w:rsidTr="00AF6178">
        <w:trPr>
          <w:trHeight w:val="680"/>
          <w:jc w:val="center"/>
        </w:trPr>
        <w:tc>
          <w:tcPr>
            <w:tcW w:w="1420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AF6178">
              <w:rPr>
                <w:rFonts w:ascii="仿宋_GB2312" w:eastAsia="仿宋_GB2312" w:cs="仿宋_GB2312" w:hint="eastAsia"/>
                <w:sz w:val="28"/>
                <w:szCs w:val="28"/>
              </w:rPr>
              <w:t>总计</w:t>
            </w:r>
          </w:p>
        </w:tc>
        <w:tc>
          <w:tcPr>
            <w:tcW w:w="1523" w:type="dxa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6</w:t>
            </w:r>
          </w:p>
        </w:tc>
        <w:tc>
          <w:tcPr>
            <w:tcW w:w="5579" w:type="dxa"/>
            <w:gridSpan w:val="4"/>
            <w:vAlign w:val="center"/>
          </w:tcPr>
          <w:p w:rsidR="004245B7" w:rsidRPr="00AF6178" w:rsidRDefault="004245B7" w:rsidP="00AF6178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AF6178">
              <w:rPr>
                <w:rFonts w:ascii="仿宋_GB2312" w:eastAsia="仿宋_GB2312" w:hAnsi="Times New Roman" w:cs="仿宋_GB2312"/>
                <w:sz w:val="28"/>
                <w:szCs w:val="28"/>
              </w:rPr>
              <w:t>46</w:t>
            </w:r>
          </w:p>
        </w:tc>
      </w:tr>
    </w:tbl>
    <w:p w:rsidR="004245B7" w:rsidRPr="00AF6178" w:rsidRDefault="004245B7" w:rsidP="00C84A1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sectPr w:rsidR="004245B7" w:rsidRPr="00AF6178" w:rsidSect="00C84A1D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5B7" w:rsidRDefault="004245B7" w:rsidP="00F63C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245B7" w:rsidRDefault="004245B7" w:rsidP="00F63C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5B7" w:rsidRPr="00C84A1D" w:rsidRDefault="004245B7" w:rsidP="00DF2A2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84A1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84A1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84A1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C84A1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245B7" w:rsidRDefault="004245B7" w:rsidP="00C84A1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5B7" w:rsidRDefault="004245B7" w:rsidP="00F63C2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245B7" w:rsidRDefault="004245B7" w:rsidP="00F63C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CDC"/>
    <w:rsid w:val="00007B8B"/>
    <w:rsid w:val="00033C6F"/>
    <w:rsid w:val="0007107F"/>
    <w:rsid w:val="000714A7"/>
    <w:rsid w:val="000C5622"/>
    <w:rsid w:val="000E6409"/>
    <w:rsid w:val="000F6261"/>
    <w:rsid w:val="0010524C"/>
    <w:rsid w:val="0012056F"/>
    <w:rsid w:val="00123D85"/>
    <w:rsid w:val="00133913"/>
    <w:rsid w:val="00133B3A"/>
    <w:rsid w:val="00155C09"/>
    <w:rsid w:val="001561FA"/>
    <w:rsid w:val="00180313"/>
    <w:rsid w:val="00186843"/>
    <w:rsid w:val="00197F12"/>
    <w:rsid w:val="001A3D9A"/>
    <w:rsid w:val="001C08C2"/>
    <w:rsid w:val="001C4F8D"/>
    <w:rsid w:val="0022273C"/>
    <w:rsid w:val="002475E2"/>
    <w:rsid w:val="002711B6"/>
    <w:rsid w:val="002730F9"/>
    <w:rsid w:val="002A2E55"/>
    <w:rsid w:val="002A3EB1"/>
    <w:rsid w:val="002D1446"/>
    <w:rsid w:val="002E59FB"/>
    <w:rsid w:val="002E6801"/>
    <w:rsid w:val="00334B58"/>
    <w:rsid w:val="00352E07"/>
    <w:rsid w:val="00357D54"/>
    <w:rsid w:val="0036067C"/>
    <w:rsid w:val="0038040D"/>
    <w:rsid w:val="003E54E9"/>
    <w:rsid w:val="003F79C8"/>
    <w:rsid w:val="004001B3"/>
    <w:rsid w:val="00420216"/>
    <w:rsid w:val="004245B7"/>
    <w:rsid w:val="00465EB4"/>
    <w:rsid w:val="004677D1"/>
    <w:rsid w:val="004750BA"/>
    <w:rsid w:val="004B1015"/>
    <w:rsid w:val="004B36A4"/>
    <w:rsid w:val="004C7D31"/>
    <w:rsid w:val="00512991"/>
    <w:rsid w:val="00516593"/>
    <w:rsid w:val="00550EBE"/>
    <w:rsid w:val="00556CD9"/>
    <w:rsid w:val="00577E6D"/>
    <w:rsid w:val="00594A92"/>
    <w:rsid w:val="00657D10"/>
    <w:rsid w:val="00671CDC"/>
    <w:rsid w:val="00680500"/>
    <w:rsid w:val="0069137B"/>
    <w:rsid w:val="00695900"/>
    <w:rsid w:val="006A78F7"/>
    <w:rsid w:val="006B778F"/>
    <w:rsid w:val="006C42B5"/>
    <w:rsid w:val="00724981"/>
    <w:rsid w:val="007A5100"/>
    <w:rsid w:val="007B1A8A"/>
    <w:rsid w:val="007D381D"/>
    <w:rsid w:val="0080337F"/>
    <w:rsid w:val="00803C70"/>
    <w:rsid w:val="00805D59"/>
    <w:rsid w:val="00816097"/>
    <w:rsid w:val="008166C2"/>
    <w:rsid w:val="0082348A"/>
    <w:rsid w:val="00837249"/>
    <w:rsid w:val="00843056"/>
    <w:rsid w:val="008853C3"/>
    <w:rsid w:val="008868BF"/>
    <w:rsid w:val="008C5298"/>
    <w:rsid w:val="008C54C7"/>
    <w:rsid w:val="008D7DB1"/>
    <w:rsid w:val="00912814"/>
    <w:rsid w:val="00920CC5"/>
    <w:rsid w:val="00931A59"/>
    <w:rsid w:val="0097724C"/>
    <w:rsid w:val="009A671A"/>
    <w:rsid w:val="009B3484"/>
    <w:rsid w:val="009D682D"/>
    <w:rsid w:val="00A06B1C"/>
    <w:rsid w:val="00AC22D1"/>
    <w:rsid w:val="00AC5D65"/>
    <w:rsid w:val="00AC7208"/>
    <w:rsid w:val="00AF6178"/>
    <w:rsid w:val="00B118BD"/>
    <w:rsid w:val="00BB77C4"/>
    <w:rsid w:val="00BF5398"/>
    <w:rsid w:val="00C0522F"/>
    <w:rsid w:val="00C51241"/>
    <w:rsid w:val="00C7653D"/>
    <w:rsid w:val="00C84A1D"/>
    <w:rsid w:val="00C93F3E"/>
    <w:rsid w:val="00C97A6D"/>
    <w:rsid w:val="00D23A69"/>
    <w:rsid w:val="00D4141E"/>
    <w:rsid w:val="00D60072"/>
    <w:rsid w:val="00D767E6"/>
    <w:rsid w:val="00DA39A5"/>
    <w:rsid w:val="00DC2AA8"/>
    <w:rsid w:val="00DF0D65"/>
    <w:rsid w:val="00DF2A2E"/>
    <w:rsid w:val="00E0523C"/>
    <w:rsid w:val="00E0526A"/>
    <w:rsid w:val="00E15566"/>
    <w:rsid w:val="00E437B8"/>
    <w:rsid w:val="00E6051D"/>
    <w:rsid w:val="00E66DE5"/>
    <w:rsid w:val="00E9572D"/>
    <w:rsid w:val="00EE58EC"/>
    <w:rsid w:val="00EF28A3"/>
    <w:rsid w:val="00F05E87"/>
    <w:rsid w:val="00F52D3D"/>
    <w:rsid w:val="00F62703"/>
    <w:rsid w:val="00F63C26"/>
    <w:rsid w:val="00F77EA4"/>
    <w:rsid w:val="00F86938"/>
    <w:rsid w:val="00F945AA"/>
    <w:rsid w:val="00FF0004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D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1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1CD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1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1CDC"/>
    <w:rPr>
      <w:sz w:val="18"/>
      <w:szCs w:val="18"/>
    </w:rPr>
  </w:style>
  <w:style w:type="table" w:styleId="TableGrid">
    <w:name w:val="Table Grid"/>
    <w:basedOn w:val="TableNormal"/>
    <w:uiPriority w:val="99"/>
    <w:rsid w:val="00671CDC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84A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28</Words>
  <Characters>163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峰</dc:creator>
  <cp:keywords/>
  <dc:description/>
  <cp:lastModifiedBy>吴琳赟</cp:lastModifiedBy>
  <cp:revision>5</cp:revision>
  <dcterms:created xsi:type="dcterms:W3CDTF">2022-04-15T07:24:00Z</dcterms:created>
  <dcterms:modified xsi:type="dcterms:W3CDTF">2022-04-19T02:30:00Z</dcterms:modified>
</cp:coreProperties>
</file>