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E5D" w:rsidRPr="00505B67" w:rsidRDefault="001A7E5D" w:rsidP="00505B67">
      <w:pPr>
        <w:spacing w:line="560" w:lineRule="exact"/>
        <w:rPr>
          <w:rFonts w:ascii="黑体" w:eastAsia="黑体" w:hAnsi="黑体" w:cs="黑体"/>
          <w:w w:val="95"/>
          <w:kern w:val="0"/>
          <w:sz w:val="32"/>
          <w:szCs w:val="32"/>
        </w:rPr>
      </w:pPr>
      <w:r w:rsidRPr="00505B67">
        <w:rPr>
          <w:rFonts w:ascii="黑体" w:eastAsia="黑体" w:hAnsi="黑体" w:cs="黑体" w:hint="eastAsia"/>
          <w:w w:val="95"/>
          <w:kern w:val="0"/>
          <w:sz w:val="32"/>
          <w:szCs w:val="32"/>
        </w:rPr>
        <w:t>附件</w:t>
      </w:r>
      <w:r w:rsidRPr="00505B67">
        <w:rPr>
          <w:rFonts w:ascii="黑体" w:eastAsia="黑体" w:hAnsi="黑体" w:cs="黑体"/>
          <w:w w:val="95"/>
          <w:kern w:val="0"/>
          <w:sz w:val="32"/>
          <w:szCs w:val="32"/>
        </w:rPr>
        <w:t>1</w:t>
      </w:r>
    </w:p>
    <w:p w:rsidR="001A7E5D" w:rsidRDefault="001A7E5D" w:rsidP="00505B67">
      <w:pPr>
        <w:spacing w:line="700" w:lineRule="exact"/>
        <w:jc w:val="center"/>
        <w:rPr>
          <w:rFonts w:ascii="方正小标宋简体" w:eastAsia="方正小标宋简体" w:hAnsi="宋体"/>
          <w:w w:val="95"/>
          <w:kern w:val="0"/>
          <w:sz w:val="44"/>
          <w:szCs w:val="44"/>
        </w:rPr>
      </w:pPr>
      <w:r w:rsidRPr="00505B67">
        <w:rPr>
          <w:rFonts w:ascii="方正小标宋简体" w:eastAsia="方正小标宋简体" w:hAnsi="宋体" w:cs="方正小标宋简体" w:hint="eastAsia"/>
          <w:w w:val="95"/>
          <w:kern w:val="0"/>
          <w:sz w:val="44"/>
          <w:szCs w:val="44"/>
        </w:rPr>
        <w:t>市级和省级“三创”优秀学生、优秀学生干部、先进班集体推荐名额分配表</w:t>
      </w:r>
    </w:p>
    <w:p w:rsidR="001A7E5D" w:rsidRPr="00505B67" w:rsidRDefault="001A7E5D" w:rsidP="00505B67">
      <w:pPr>
        <w:spacing w:line="240" w:lineRule="exact"/>
        <w:jc w:val="center"/>
        <w:rPr>
          <w:rFonts w:ascii="方正小标宋简体" w:eastAsia="方正小标宋简体" w:hAnsi="宋体"/>
          <w:w w:val="95"/>
          <w:kern w:val="0"/>
          <w:sz w:val="44"/>
          <w:szCs w:val="44"/>
        </w:rPr>
      </w:pPr>
    </w:p>
    <w:tbl>
      <w:tblPr>
        <w:tblW w:w="14319" w:type="dxa"/>
        <w:jc w:val="center"/>
        <w:tblLayout w:type="fixed"/>
        <w:tblLook w:val="00A0"/>
      </w:tblPr>
      <w:tblGrid>
        <w:gridCol w:w="3760"/>
        <w:gridCol w:w="1759"/>
        <w:gridCol w:w="1760"/>
        <w:gridCol w:w="1760"/>
        <w:gridCol w:w="1760"/>
        <w:gridCol w:w="1760"/>
        <w:gridCol w:w="1760"/>
      </w:tblGrid>
      <w:tr w:rsidR="001A7E5D" w:rsidRPr="00505B67" w:rsidTr="00505B67">
        <w:trPr>
          <w:trHeight w:val="340"/>
          <w:jc w:val="center"/>
        </w:trPr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单位</w:t>
            </w:r>
          </w:p>
        </w:tc>
        <w:tc>
          <w:tcPr>
            <w:tcW w:w="52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市级</w:t>
            </w:r>
          </w:p>
        </w:tc>
        <w:tc>
          <w:tcPr>
            <w:tcW w:w="5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省级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三创优秀学生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优秀学生干部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先进班集体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三创优秀学生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优秀学生干部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b/>
                <w:bCs/>
                <w:kern w:val="0"/>
                <w:sz w:val="24"/>
                <w:szCs w:val="24"/>
              </w:rPr>
              <w:t>先进班集体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江苏省金坛中等专业学校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hAnsi="Calibri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江苏省溧阳中等专业学校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hAnsi="Calibri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溧阳市天目湖中等专业学校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hAnsi="Calibri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常州市高级职业技术学校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hAnsi="Calibri" w:cs="仿宋_GB2312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常州幼儿师范学校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hAnsi="Calibri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常州刘国钧高等职业技术学校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hAnsi="Calibri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常州旅游商贸高等职业技术学校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hAnsi="Calibri" w:cs="仿宋_GB2312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常州铁道高等职业技术学校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hAnsi="Calibri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常州卫生高等职业技术学校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hAnsi="Calibri" w:cs="仿宋_GB2312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常州艺术高等职业学校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江苏省常州体育运动学校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 w:hAnsi="宋体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常州开放大学</w:t>
            </w:r>
          </w:p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（江苏城市职业学院常州办学点）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江苏省常州技师学院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hAnsi="Calibri" w:cs="仿宋_GB2312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常州交通技师学院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hAnsi="Calibri" w:cs="仿宋_GB2312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常州冶金技师学院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hAnsi="Calibri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kern w:val="0"/>
                <w:sz w:val="24"/>
                <w:szCs w:val="24"/>
              </w:rPr>
              <w:t>常州市工贸高级技工学校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 w:hAnsi="Calibri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hAnsi="Calibri" w:cs="仿宋_GB2312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color w:val="000000"/>
                <w:sz w:val="24"/>
                <w:szCs w:val="24"/>
              </w:rPr>
              <w:t>1</w:t>
            </w:r>
          </w:p>
        </w:tc>
      </w:tr>
      <w:tr w:rsidR="001A7E5D" w:rsidRPr="00505B67" w:rsidTr="00505B67">
        <w:trPr>
          <w:trHeight w:val="340"/>
          <w:jc w:val="center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E5D" w:rsidRPr="00505B67" w:rsidRDefault="001A7E5D" w:rsidP="00505B67">
            <w:pPr>
              <w:widowControl/>
              <w:spacing w:line="240" w:lineRule="atLeast"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  <w:sz w:val="24"/>
                <w:szCs w:val="24"/>
              </w:rPr>
            </w:pPr>
            <w:r w:rsidRPr="00505B6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</w:rPr>
              <w:t>47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7E5D" w:rsidRPr="00505B67" w:rsidRDefault="001A7E5D" w:rsidP="00505B67">
            <w:pPr>
              <w:jc w:val="center"/>
              <w:rPr>
                <w:rFonts w:ascii="仿宋_GB2312" w:eastAsia="仿宋_GB2312"/>
                <w:b/>
                <w:bCs/>
                <w:color w:val="000000"/>
                <w:sz w:val="24"/>
                <w:szCs w:val="24"/>
              </w:rPr>
            </w:pPr>
            <w:r w:rsidRPr="00505B67">
              <w:rPr>
                <w:rFonts w:ascii="仿宋_GB2312" w:eastAsia="仿宋_GB2312" w:cs="仿宋_GB2312"/>
                <w:b/>
                <w:bCs/>
                <w:color w:val="000000"/>
                <w:sz w:val="24"/>
                <w:szCs w:val="24"/>
              </w:rPr>
              <w:t>27</w:t>
            </w:r>
          </w:p>
        </w:tc>
      </w:tr>
    </w:tbl>
    <w:p w:rsidR="001A7E5D" w:rsidRDefault="001A7E5D" w:rsidP="00505B67">
      <w:pPr>
        <w:spacing w:line="20" w:lineRule="exact"/>
      </w:pPr>
    </w:p>
    <w:sectPr w:rsidR="001A7E5D" w:rsidSect="00505B67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7E5D" w:rsidRDefault="001A7E5D" w:rsidP="003C481B">
      <w:r>
        <w:separator/>
      </w:r>
    </w:p>
  </w:endnote>
  <w:endnote w:type="continuationSeparator" w:id="1">
    <w:p w:rsidR="001A7E5D" w:rsidRDefault="001A7E5D" w:rsidP="003C48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7E5D" w:rsidRPr="00505B67" w:rsidRDefault="001A7E5D" w:rsidP="009260DF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05B6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05B6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05B6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- 6 -</w:t>
    </w:r>
    <w:r w:rsidRPr="00505B6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1A7E5D" w:rsidRDefault="001A7E5D" w:rsidP="00505B6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7E5D" w:rsidRDefault="001A7E5D" w:rsidP="003C481B">
      <w:r>
        <w:separator/>
      </w:r>
    </w:p>
  </w:footnote>
  <w:footnote w:type="continuationSeparator" w:id="1">
    <w:p w:rsidR="001A7E5D" w:rsidRDefault="001A7E5D" w:rsidP="003C48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81B"/>
    <w:rsid w:val="001A7E5D"/>
    <w:rsid w:val="003C481B"/>
    <w:rsid w:val="00505B67"/>
    <w:rsid w:val="00664091"/>
    <w:rsid w:val="006C167D"/>
    <w:rsid w:val="006D4BE0"/>
    <w:rsid w:val="009260DF"/>
    <w:rsid w:val="00B37149"/>
    <w:rsid w:val="00D93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481B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C48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481B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C481B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481B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05B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260</Words>
  <Characters>273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葛轩</dc:creator>
  <cp:keywords/>
  <dc:description/>
  <cp:lastModifiedBy>吴琳赟</cp:lastModifiedBy>
  <cp:revision>3</cp:revision>
  <dcterms:created xsi:type="dcterms:W3CDTF">2022-04-08T03:36:00Z</dcterms:created>
  <dcterms:modified xsi:type="dcterms:W3CDTF">2022-04-11T07:04:00Z</dcterms:modified>
</cp:coreProperties>
</file>