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F3" w:rsidRPr="00C810D8" w:rsidRDefault="00D547F3" w:rsidP="00E66E1E">
      <w:pPr>
        <w:spacing w:after="0"/>
        <w:jc w:val="left"/>
        <w:rPr>
          <w:rFonts w:ascii="黑体" w:eastAsia="黑体" w:hAnsi="黑体" w:cs="黑体"/>
          <w:sz w:val="32"/>
          <w:szCs w:val="32"/>
        </w:rPr>
      </w:pPr>
      <w:r w:rsidRPr="00C810D8">
        <w:rPr>
          <w:rFonts w:ascii="黑体" w:eastAsia="黑体" w:hAnsi="黑体" w:cs="黑体" w:hint="eastAsia"/>
          <w:sz w:val="32"/>
          <w:szCs w:val="32"/>
        </w:rPr>
        <w:t>附件</w:t>
      </w:r>
      <w:r w:rsidRPr="00C810D8">
        <w:rPr>
          <w:rFonts w:ascii="黑体" w:eastAsia="黑体" w:hAnsi="黑体" w:cs="黑体"/>
          <w:sz w:val="32"/>
          <w:szCs w:val="32"/>
        </w:rPr>
        <w:t>1</w:t>
      </w:r>
    </w:p>
    <w:p w:rsidR="00D547F3" w:rsidRPr="00793797" w:rsidRDefault="00D547F3" w:rsidP="00E66E1E">
      <w:pPr>
        <w:spacing w:after="0"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793797">
        <w:rPr>
          <w:rFonts w:ascii="方正小标宋简体" w:eastAsia="方正小标宋简体" w:cs="方正小标宋简体" w:hint="eastAsia"/>
          <w:sz w:val="44"/>
          <w:szCs w:val="44"/>
        </w:rPr>
        <w:t>常州市“五好乡村教工之家”申报表</w:t>
      </w:r>
    </w:p>
    <w:p w:rsidR="00D547F3" w:rsidRDefault="00D547F3" w:rsidP="00C810D8">
      <w:pPr>
        <w:spacing w:after="0"/>
        <w:rPr>
          <w:rFonts w:ascii="仿宋_GB2312" w:eastAsia="仿宋_GB2312"/>
          <w:sz w:val="28"/>
          <w:szCs w:val="28"/>
        </w:rPr>
      </w:pPr>
    </w:p>
    <w:p w:rsidR="00D547F3" w:rsidRPr="00C810D8" w:rsidRDefault="00D547F3" w:rsidP="00C810D8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辖市</w:t>
      </w:r>
      <w:r>
        <w:rPr>
          <w:rFonts w:ascii="仿宋_GB2312" w:eastAsia="仿宋_GB2312" w:cs="仿宋_GB2312" w:hint="eastAsia"/>
          <w:sz w:val="28"/>
          <w:szCs w:val="28"/>
        </w:rPr>
        <w:t>（</w:t>
      </w:r>
      <w:r w:rsidRPr="00C810D8">
        <w:rPr>
          <w:rFonts w:ascii="仿宋_GB2312" w:eastAsia="仿宋_GB2312" w:cs="仿宋_GB2312" w:hint="eastAsia"/>
          <w:sz w:val="28"/>
          <w:szCs w:val="28"/>
        </w:rPr>
        <w:t>区</w:t>
      </w:r>
      <w:r>
        <w:rPr>
          <w:rFonts w:ascii="仿宋_GB2312" w:eastAsia="仿宋_GB2312" w:cs="仿宋_GB2312" w:hint="eastAsia"/>
          <w:sz w:val="28"/>
          <w:szCs w:val="28"/>
        </w:rPr>
        <w:t>）</w:t>
      </w:r>
      <w:r w:rsidRPr="00C810D8">
        <w:rPr>
          <w:rFonts w:ascii="仿宋_GB2312" w:eastAsia="仿宋_GB2312" w:cs="仿宋_GB2312" w:hint="eastAsia"/>
          <w:sz w:val="28"/>
          <w:szCs w:val="28"/>
        </w:rPr>
        <w:t>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522"/>
        <w:gridCol w:w="1234"/>
        <w:gridCol w:w="2196"/>
        <w:gridCol w:w="3323"/>
      </w:tblGrid>
      <w:tr w:rsidR="00D547F3" w:rsidRPr="00C810D8">
        <w:tc>
          <w:tcPr>
            <w:tcW w:w="3484" w:type="dxa"/>
            <w:gridSpan w:val="3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学校工会名称（与印章同）</w:t>
            </w:r>
          </w:p>
        </w:tc>
        <w:tc>
          <w:tcPr>
            <w:tcW w:w="5519" w:type="dxa"/>
            <w:gridSpan w:val="2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c>
          <w:tcPr>
            <w:tcW w:w="2250" w:type="dxa"/>
            <w:gridSpan w:val="2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学校详细地址</w:t>
            </w:r>
          </w:p>
        </w:tc>
        <w:tc>
          <w:tcPr>
            <w:tcW w:w="6753" w:type="dxa"/>
            <w:gridSpan w:val="3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c>
          <w:tcPr>
            <w:tcW w:w="5680" w:type="dxa"/>
            <w:gridSpan w:val="4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辖市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（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区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）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级“五好乡村教工之家”授予时间</w:t>
            </w:r>
          </w:p>
        </w:tc>
        <w:tc>
          <w:tcPr>
            <w:tcW w:w="3323" w:type="dxa"/>
          </w:tcPr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rPr>
          <w:trHeight w:val="5948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五好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乡村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教工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之家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建设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简要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7275" w:type="dxa"/>
            <w:gridSpan w:val="4"/>
          </w:tcPr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ind w:right="56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学校印章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工会印章</w:t>
            </w:r>
          </w:p>
          <w:p w:rsidR="00D547F3" w:rsidRPr="00C810D8" w:rsidRDefault="00D547F3" w:rsidP="00D547F3">
            <w:pPr>
              <w:spacing w:after="0"/>
              <w:ind w:right="595" w:firstLineChars="20" w:firstLine="3168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日期：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D547F3" w:rsidRPr="00C810D8">
        <w:trPr>
          <w:trHeight w:val="2678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辖市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（区）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教育局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教育工会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275" w:type="dxa"/>
            <w:gridSpan w:val="4"/>
            <w:vAlign w:val="bottom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D547F3" w:rsidRPr="00C810D8" w:rsidRDefault="00D547F3" w:rsidP="00D547F3">
            <w:pPr>
              <w:spacing w:after="0"/>
              <w:ind w:firstLineChars="550" w:firstLine="31680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D547F3" w:rsidRPr="00C86E8B">
        <w:trPr>
          <w:trHeight w:val="2815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市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教育局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教育工会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275" w:type="dxa"/>
            <w:gridSpan w:val="4"/>
            <w:vAlign w:val="bottom"/>
          </w:tcPr>
          <w:p w:rsidR="00D547F3" w:rsidRPr="00C810D8" w:rsidRDefault="00D547F3" w:rsidP="00C86E8B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D547F3" w:rsidRPr="00C810D8" w:rsidRDefault="00D547F3" w:rsidP="00C86E8B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</w:tbl>
    <w:p w:rsidR="00D547F3" w:rsidRDefault="00D547F3" w:rsidP="00AD17AD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注：</w:t>
      </w:r>
      <w:r>
        <w:rPr>
          <w:rFonts w:ascii="仿宋_GB2312" w:eastAsia="仿宋_GB2312" w:cs="仿宋_GB2312"/>
          <w:sz w:val="28"/>
          <w:szCs w:val="28"/>
        </w:rPr>
        <w:t>1.</w:t>
      </w:r>
      <w:r>
        <w:rPr>
          <w:rFonts w:ascii="仿宋_GB2312" w:eastAsia="仿宋_GB2312" w:cs="仿宋_GB2312" w:hint="eastAsia"/>
          <w:sz w:val="28"/>
          <w:szCs w:val="28"/>
        </w:rPr>
        <w:t>本表纸质稿一式二份。</w:t>
      </w:r>
      <w:r w:rsidRPr="00C810D8">
        <w:rPr>
          <w:rFonts w:ascii="仿宋_GB2312" w:eastAsia="仿宋_GB2312" w:cs="仿宋_GB2312" w:hint="eastAsia"/>
          <w:sz w:val="28"/>
          <w:szCs w:val="28"/>
        </w:rPr>
        <w:t>建设详细情况，可以另附。字数</w:t>
      </w:r>
      <w:r w:rsidRPr="00C810D8">
        <w:rPr>
          <w:rFonts w:ascii="仿宋_GB2312" w:eastAsia="仿宋_GB2312" w:cs="仿宋_GB2312"/>
          <w:sz w:val="28"/>
          <w:szCs w:val="28"/>
        </w:rPr>
        <w:t>3000</w:t>
      </w:r>
      <w:r w:rsidRPr="00C810D8">
        <w:rPr>
          <w:rFonts w:ascii="仿宋_GB2312" w:eastAsia="仿宋_GB2312" w:cs="仿宋_GB2312" w:hint="eastAsia"/>
          <w:sz w:val="28"/>
          <w:szCs w:val="28"/>
        </w:rPr>
        <w:t>以内。</w:t>
      </w:r>
    </w:p>
    <w:p w:rsidR="00D547F3" w:rsidRDefault="00D547F3" w:rsidP="00C86E8B">
      <w:pPr>
        <w:spacing w:after="0"/>
        <w:ind w:firstLineChars="200" w:firstLine="316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>
        <w:rPr>
          <w:rFonts w:ascii="仿宋_GB2312" w:eastAsia="仿宋_GB2312" w:cs="仿宋_GB2312" w:hint="eastAsia"/>
          <w:sz w:val="28"/>
          <w:szCs w:val="28"/>
        </w:rPr>
        <w:t>辖市（区）意见一栏，填写“同意推荐”。</w:t>
      </w:r>
      <w:bookmarkStart w:id="0" w:name="_GoBack"/>
      <w:bookmarkEnd w:id="0"/>
    </w:p>
    <w:p w:rsidR="00D547F3" w:rsidRPr="00C810D8" w:rsidRDefault="00D547F3" w:rsidP="00195212">
      <w:pPr>
        <w:spacing w:after="0"/>
        <w:ind w:firstLineChars="200" w:firstLine="316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3.</w:t>
      </w:r>
      <w:r>
        <w:rPr>
          <w:rFonts w:ascii="仿宋_GB2312" w:eastAsia="仿宋_GB2312" w:cs="仿宋_GB2312" w:hint="eastAsia"/>
          <w:sz w:val="28"/>
          <w:szCs w:val="28"/>
        </w:rPr>
        <w:t>不得改变本表格式、增加页数及其他页面设置。</w:t>
      </w:r>
    </w:p>
    <w:sectPr w:rsidR="00D547F3" w:rsidRPr="00C810D8" w:rsidSect="00C810D8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7F3" w:rsidRDefault="00D547F3" w:rsidP="00425C30">
      <w:pPr>
        <w:spacing w:after="0"/>
      </w:pPr>
      <w:r>
        <w:separator/>
      </w:r>
    </w:p>
  </w:endnote>
  <w:endnote w:type="continuationSeparator" w:id="1">
    <w:p w:rsidR="00D547F3" w:rsidRDefault="00D547F3" w:rsidP="00425C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F3" w:rsidRPr="00C810D8" w:rsidRDefault="00D547F3" w:rsidP="00821CF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810D8">
      <w:rPr>
        <w:rStyle w:val="PageNumber"/>
        <w:sz w:val="28"/>
        <w:szCs w:val="28"/>
      </w:rPr>
      <w:fldChar w:fldCharType="begin"/>
    </w:r>
    <w:r w:rsidRPr="00C810D8">
      <w:rPr>
        <w:rStyle w:val="PageNumber"/>
        <w:sz w:val="28"/>
        <w:szCs w:val="28"/>
      </w:rPr>
      <w:instrText xml:space="preserve">PAGE  </w:instrText>
    </w:r>
    <w:r w:rsidRPr="00C810D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- 4 -</w:t>
    </w:r>
    <w:r w:rsidRPr="00C810D8">
      <w:rPr>
        <w:rStyle w:val="PageNumber"/>
        <w:sz w:val="28"/>
        <w:szCs w:val="28"/>
      </w:rPr>
      <w:fldChar w:fldCharType="end"/>
    </w:r>
  </w:p>
  <w:p w:rsidR="00D547F3" w:rsidRDefault="00D547F3" w:rsidP="00C810D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7F3" w:rsidRDefault="00D547F3" w:rsidP="00425C30">
      <w:pPr>
        <w:spacing w:after="0"/>
      </w:pPr>
      <w:r>
        <w:separator/>
      </w:r>
    </w:p>
  </w:footnote>
  <w:footnote w:type="continuationSeparator" w:id="1">
    <w:p w:rsidR="00D547F3" w:rsidRDefault="00D547F3" w:rsidP="00425C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18E"/>
    <w:rsid w:val="00006A24"/>
    <w:rsid w:val="00031AE7"/>
    <w:rsid w:val="00031D84"/>
    <w:rsid w:val="00044A22"/>
    <w:rsid w:val="0004718E"/>
    <w:rsid w:val="00072C9C"/>
    <w:rsid w:val="000A76A3"/>
    <w:rsid w:val="000B683A"/>
    <w:rsid w:val="000C35AA"/>
    <w:rsid w:val="000D249F"/>
    <w:rsid w:val="000D5024"/>
    <w:rsid w:val="000F25D1"/>
    <w:rsid w:val="00104208"/>
    <w:rsid w:val="00111F6E"/>
    <w:rsid w:val="0012275F"/>
    <w:rsid w:val="001872E4"/>
    <w:rsid w:val="00195212"/>
    <w:rsid w:val="001C4ACD"/>
    <w:rsid w:val="001E4B8F"/>
    <w:rsid w:val="00257771"/>
    <w:rsid w:val="00267B1C"/>
    <w:rsid w:val="002A44C4"/>
    <w:rsid w:val="002D22B6"/>
    <w:rsid w:val="00425C30"/>
    <w:rsid w:val="004960E7"/>
    <w:rsid w:val="004B58D8"/>
    <w:rsid w:val="00581651"/>
    <w:rsid w:val="005A139B"/>
    <w:rsid w:val="00614596"/>
    <w:rsid w:val="006418EF"/>
    <w:rsid w:val="0066480D"/>
    <w:rsid w:val="00674573"/>
    <w:rsid w:val="00696F81"/>
    <w:rsid w:val="006A54DF"/>
    <w:rsid w:val="006D562D"/>
    <w:rsid w:val="0073256D"/>
    <w:rsid w:val="0076625F"/>
    <w:rsid w:val="00792152"/>
    <w:rsid w:val="00793797"/>
    <w:rsid w:val="007939CF"/>
    <w:rsid w:val="007B3CB9"/>
    <w:rsid w:val="007D2F8C"/>
    <w:rsid w:val="00821CF8"/>
    <w:rsid w:val="008379A4"/>
    <w:rsid w:val="008C16B7"/>
    <w:rsid w:val="008E5052"/>
    <w:rsid w:val="00915907"/>
    <w:rsid w:val="009967FF"/>
    <w:rsid w:val="009A2924"/>
    <w:rsid w:val="009D7208"/>
    <w:rsid w:val="009E1EF1"/>
    <w:rsid w:val="00A14D10"/>
    <w:rsid w:val="00A16082"/>
    <w:rsid w:val="00A252F4"/>
    <w:rsid w:val="00A6314E"/>
    <w:rsid w:val="00AD17AD"/>
    <w:rsid w:val="00B665E2"/>
    <w:rsid w:val="00B9750D"/>
    <w:rsid w:val="00BD6FEC"/>
    <w:rsid w:val="00BE5487"/>
    <w:rsid w:val="00BF4C38"/>
    <w:rsid w:val="00C269F6"/>
    <w:rsid w:val="00C74644"/>
    <w:rsid w:val="00C810D8"/>
    <w:rsid w:val="00C86E8B"/>
    <w:rsid w:val="00CB4C2B"/>
    <w:rsid w:val="00CF581E"/>
    <w:rsid w:val="00D07249"/>
    <w:rsid w:val="00D547F3"/>
    <w:rsid w:val="00D96BCE"/>
    <w:rsid w:val="00E66E1E"/>
    <w:rsid w:val="00E82F9F"/>
    <w:rsid w:val="00E93AF2"/>
    <w:rsid w:val="00EA03BF"/>
    <w:rsid w:val="00EB747E"/>
    <w:rsid w:val="00EF0CC8"/>
    <w:rsid w:val="00F43458"/>
    <w:rsid w:val="00FE3088"/>
    <w:rsid w:val="00FE7851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75F"/>
    <w:pPr>
      <w:widowControl w:val="0"/>
      <w:spacing w:after="8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25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5C30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25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5C30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7939C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8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57</Words>
  <Characters>326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吴琳赟</cp:lastModifiedBy>
  <cp:revision>27</cp:revision>
  <dcterms:created xsi:type="dcterms:W3CDTF">2020-11-24T01:04:00Z</dcterms:created>
  <dcterms:modified xsi:type="dcterms:W3CDTF">2022-04-02T01:51:00Z</dcterms:modified>
</cp:coreProperties>
</file>