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813" w:rsidRDefault="00A76813" w:rsidP="00CD5C96">
      <w:pPr>
        <w:widowControl/>
        <w:jc w:val="left"/>
        <w:rPr>
          <w:rFonts w:ascii="黑体" w:eastAsia="黑体" w:hAnsi="黑体"/>
          <w:kern w:val="0"/>
          <w:sz w:val="32"/>
          <w:szCs w:val="32"/>
        </w:rPr>
      </w:pPr>
      <w:r w:rsidRPr="00CD5C96">
        <w:rPr>
          <w:rFonts w:ascii="黑体" w:eastAsia="黑体" w:hAnsi="黑体" w:cs="黑体" w:hint="eastAsia"/>
          <w:kern w:val="0"/>
          <w:sz w:val="32"/>
          <w:szCs w:val="32"/>
        </w:rPr>
        <w:t>附件</w:t>
      </w:r>
      <w:r w:rsidRPr="00CD5C96">
        <w:rPr>
          <w:rFonts w:ascii="黑体" w:eastAsia="黑体" w:hAnsi="黑体" w:cs="黑体"/>
          <w:kern w:val="0"/>
          <w:sz w:val="32"/>
          <w:szCs w:val="32"/>
        </w:rPr>
        <w:t>1</w:t>
      </w:r>
    </w:p>
    <w:p w:rsidR="00A76813" w:rsidRPr="00CD5C96" w:rsidRDefault="00A76813" w:rsidP="00CD5C96">
      <w:pPr>
        <w:widowControl/>
        <w:jc w:val="center"/>
        <w:rPr>
          <w:rFonts w:ascii="方正小标宋简体" w:eastAsia="方正小标宋简体" w:hAnsi="黑体"/>
          <w:kern w:val="0"/>
          <w:sz w:val="44"/>
          <w:szCs w:val="44"/>
        </w:rPr>
      </w:pPr>
      <w:r w:rsidRPr="00CD5C96">
        <w:rPr>
          <w:rFonts w:ascii="方正小标宋简体" w:eastAsia="方正小标宋简体" w:cs="方正小标宋简体"/>
          <w:kern w:val="0"/>
          <w:sz w:val="44"/>
          <w:szCs w:val="44"/>
        </w:rPr>
        <w:t>2022</w:t>
      </w:r>
      <w:r w:rsidRPr="00CD5C96">
        <w:rPr>
          <w:rFonts w:ascii="方正小标宋简体" w:eastAsia="方正小标宋简体" w:cs="方正小标宋简体" w:hint="eastAsia"/>
          <w:kern w:val="0"/>
          <w:sz w:val="44"/>
          <w:szCs w:val="44"/>
        </w:rPr>
        <w:t>年常州市节水型学校建设申报计划表</w:t>
      </w:r>
    </w:p>
    <w:tbl>
      <w:tblPr>
        <w:tblW w:w="13794" w:type="dxa"/>
        <w:jc w:val="center"/>
        <w:tblLook w:val="00A0"/>
      </w:tblPr>
      <w:tblGrid>
        <w:gridCol w:w="871"/>
        <w:gridCol w:w="4820"/>
        <w:gridCol w:w="2411"/>
        <w:gridCol w:w="2480"/>
        <w:gridCol w:w="3212"/>
      </w:tblGrid>
      <w:tr w:rsidR="00A76813" w:rsidRPr="00CD5C96" w:rsidTr="00CD5C96">
        <w:trPr>
          <w:trHeight w:val="567"/>
          <w:jc w:val="center"/>
        </w:trPr>
        <w:tc>
          <w:tcPr>
            <w:tcW w:w="56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CD5C96"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单位：</w:t>
            </w: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76813" w:rsidRPr="00CD5C96" w:rsidRDefault="00A76813" w:rsidP="00CD5C96">
            <w:pPr>
              <w:widowControl/>
              <w:jc w:val="right"/>
              <w:rPr>
                <w:rFonts w:ascii="仿宋_GB2312" w:eastAsia="仿宋_GB2312" w:cs="仿宋_GB2312"/>
                <w:kern w:val="0"/>
                <w:sz w:val="24"/>
                <w:szCs w:val="24"/>
              </w:rPr>
            </w:pPr>
            <w:r w:rsidRPr="00CD5C96">
              <w:rPr>
                <w:rFonts w:ascii="仿宋_GB2312" w:eastAsia="仿宋_GB2312" w:cs="仿宋_GB2312"/>
                <w:kern w:val="0"/>
                <w:sz w:val="24"/>
                <w:szCs w:val="24"/>
              </w:rPr>
              <w:t>2021.03</w:t>
            </w:r>
          </w:p>
        </w:tc>
      </w:tr>
      <w:tr w:rsidR="00A76813" w:rsidRPr="00CD5C96" w:rsidTr="00CD5C96">
        <w:trPr>
          <w:trHeight w:val="567"/>
          <w:jc w:val="center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 w:rsidRPr="00CD5C96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 w:rsidRPr="00CD5C96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学</w:t>
            </w:r>
            <w:r w:rsidRPr="00CD5C96">
              <w:rPr>
                <w:rFonts w:ascii="仿宋_GB2312" w:eastAsia="仿宋_GB2312" w:hAnsi="宋体" w:cs="仿宋_GB2312"/>
                <w:b/>
                <w:bCs/>
                <w:kern w:val="0"/>
                <w:sz w:val="24"/>
                <w:szCs w:val="24"/>
              </w:rPr>
              <w:t xml:space="preserve"> </w:t>
            </w:r>
            <w:r w:rsidRPr="00CD5C96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校</w:t>
            </w:r>
            <w:r w:rsidRPr="00CD5C96">
              <w:rPr>
                <w:rFonts w:ascii="仿宋_GB2312" w:eastAsia="仿宋_GB2312" w:hAnsi="宋体" w:cs="仿宋_GB2312"/>
                <w:b/>
                <w:bCs/>
                <w:kern w:val="0"/>
                <w:sz w:val="24"/>
                <w:szCs w:val="24"/>
              </w:rPr>
              <w:t xml:space="preserve"> </w:t>
            </w:r>
            <w:r w:rsidRPr="00CD5C96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名</w:t>
            </w:r>
            <w:r w:rsidRPr="00CD5C96">
              <w:rPr>
                <w:rFonts w:ascii="仿宋_GB2312" w:eastAsia="仿宋_GB2312" w:hAnsi="宋体" w:cs="仿宋_GB2312"/>
                <w:b/>
                <w:bCs/>
                <w:kern w:val="0"/>
                <w:sz w:val="24"/>
                <w:szCs w:val="24"/>
              </w:rPr>
              <w:t xml:space="preserve"> </w:t>
            </w:r>
            <w:r w:rsidRPr="00CD5C96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称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 w:rsidRPr="00CD5C96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联系人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 w:rsidRPr="00CD5C96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电</w:t>
            </w:r>
            <w:r w:rsidRPr="00CD5C96">
              <w:rPr>
                <w:rFonts w:ascii="仿宋_GB2312" w:eastAsia="仿宋_GB2312" w:hAnsi="宋体" w:cs="仿宋_GB2312"/>
                <w:b/>
                <w:bCs/>
                <w:kern w:val="0"/>
                <w:sz w:val="24"/>
                <w:szCs w:val="24"/>
              </w:rPr>
              <w:t xml:space="preserve">    </w:t>
            </w:r>
            <w:r w:rsidRPr="00CD5C96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话</w:t>
            </w:r>
          </w:p>
        </w:tc>
        <w:tc>
          <w:tcPr>
            <w:tcW w:w="3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 w:rsidRPr="00CD5C96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备</w:t>
            </w:r>
            <w:r w:rsidRPr="00CD5C96">
              <w:rPr>
                <w:rFonts w:ascii="仿宋_GB2312" w:eastAsia="仿宋_GB2312" w:hAnsi="宋体" w:cs="仿宋_GB2312"/>
                <w:b/>
                <w:bCs/>
                <w:kern w:val="0"/>
                <w:sz w:val="24"/>
                <w:szCs w:val="24"/>
              </w:rPr>
              <w:t xml:space="preserve">   </w:t>
            </w:r>
            <w:r w:rsidRPr="00CD5C96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注</w:t>
            </w:r>
          </w:p>
        </w:tc>
      </w:tr>
      <w:tr w:rsidR="00A76813" w:rsidRPr="00CD5C96" w:rsidTr="00CD5C96">
        <w:trPr>
          <w:trHeight w:val="567"/>
          <w:jc w:val="center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A76813" w:rsidRPr="00CD5C96" w:rsidTr="00CD5C96">
        <w:trPr>
          <w:trHeight w:val="567"/>
          <w:jc w:val="center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A76813" w:rsidRPr="00CD5C96" w:rsidTr="00CD5C96">
        <w:trPr>
          <w:trHeight w:val="567"/>
          <w:jc w:val="center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A76813" w:rsidRPr="00CD5C96" w:rsidTr="00CD5C96">
        <w:trPr>
          <w:trHeight w:val="567"/>
          <w:jc w:val="center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A76813" w:rsidRPr="00CD5C96" w:rsidTr="00CD5C96">
        <w:trPr>
          <w:trHeight w:val="567"/>
          <w:jc w:val="center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A76813" w:rsidRPr="00CD5C96" w:rsidTr="00CD5C96">
        <w:trPr>
          <w:trHeight w:val="567"/>
          <w:jc w:val="center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A76813" w:rsidRPr="00CD5C96" w:rsidTr="00CD5C96">
        <w:trPr>
          <w:trHeight w:val="567"/>
          <w:jc w:val="center"/>
        </w:trPr>
        <w:tc>
          <w:tcPr>
            <w:tcW w:w="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A76813" w:rsidRPr="00CD5C96" w:rsidTr="00CD5C96">
        <w:trPr>
          <w:trHeight w:val="567"/>
          <w:jc w:val="center"/>
        </w:trPr>
        <w:tc>
          <w:tcPr>
            <w:tcW w:w="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321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 w:rsidR="00A76813" w:rsidRPr="00CD5C96" w:rsidTr="00CD5C96">
        <w:trPr>
          <w:trHeight w:val="567"/>
          <w:jc w:val="center"/>
        </w:trPr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6813" w:rsidRPr="00CD5C96" w:rsidRDefault="00A76813" w:rsidP="00DE65E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</w:tbl>
    <w:p w:rsidR="00A76813" w:rsidRDefault="00A76813"/>
    <w:sectPr w:rsidR="00A76813" w:rsidSect="00CD5C96">
      <w:footerReference w:type="default" r:id="rId6"/>
      <w:pgSz w:w="16838" w:h="11906" w:orient="landscape"/>
      <w:pgMar w:top="1701" w:right="1531" w:bottom="1701" w:left="1531" w:header="851" w:footer="992" w:gutter="0"/>
      <w:pgNumType w:fmt="numberInDash" w:start="5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6813" w:rsidRDefault="00A76813">
      <w:r>
        <w:separator/>
      </w:r>
    </w:p>
  </w:endnote>
  <w:endnote w:type="continuationSeparator" w:id="1">
    <w:p w:rsidR="00A76813" w:rsidRDefault="00A768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813" w:rsidRPr="00CD5C96" w:rsidRDefault="00A76813" w:rsidP="00F92560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CD5C96">
      <w:rPr>
        <w:rStyle w:val="PageNumber"/>
        <w:sz w:val="28"/>
        <w:szCs w:val="28"/>
      </w:rPr>
      <w:fldChar w:fldCharType="begin"/>
    </w:r>
    <w:r w:rsidRPr="00CD5C96">
      <w:rPr>
        <w:rStyle w:val="PageNumber"/>
        <w:sz w:val="28"/>
        <w:szCs w:val="28"/>
      </w:rPr>
      <w:instrText xml:space="preserve">PAGE  </w:instrText>
    </w:r>
    <w:r w:rsidRPr="00CD5C96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- 5 -</w:t>
    </w:r>
    <w:r w:rsidRPr="00CD5C96">
      <w:rPr>
        <w:rStyle w:val="PageNumber"/>
        <w:sz w:val="28"/>
        <w:szCs w:val="28"/>
      </w:rPr>
      <w:fldChar w:fldCharType="end"/>
    </w:r>
  </w:p>
  <w:p w:rsidR="00A76813" w:rsidRDefault="00A76813" w:rsidP="00CD5C96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6813" w:rsidRDefault="00A76813">
      <w:r>
        <w:separator/>
      </w:r>
    </w:p>
  </w:footnote>
  <w:footnote w:type="continuationSeparator" w:id="1">
    <w:p w:rsidR="00A76813" w:rsidRDefault="00A768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39A3"/>
    <w:rsid w:val="001D39A3"/>
    <w:rsid w:val="004C4DDE"/>
    <w:rsid w:val="00594FE5"/>
    <w:rsid w:val="00A76813"/>
    <w:rsid w:val="00B26EE2"/>
    <w:rsid w:val="00C10650"/>
    <w:rsid w:val="00CD5C96"/>
    <w:rsid w:val="00CF6D62"/>
    <w:rsid w:val="00D314B9"/>
    <w:rsid w:val="00DE65E7"/>
    <w:rsid w:val="00F92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9A3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D5C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F4BBA"/>
    <w:rPr>
      <w:rFonts w:ascii="Times New Roman" w:hAnsi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CD5C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5F4BBA"/>
    <w:rPr>
      <w:rFonts w:ascii="Times New Roman" w:hAnsi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CD5C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18</Words>
  <Characters>106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吴琳赟</cp:lastModifiedBy>
  <cp:revision>2</cp:revision>
  <dcterms:created xsi:type="dcterms:W3CDTF">2022-02-09T05:54:00Z</dcterms:created>
  <dcterms:modified xsi:type="dcterms:W3CDTF">2022-02-14T01:46:00Z</dcterms:modified>
</cp:coreProperties>
</file>