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F1B" w:rsidRDefault="00E80F1B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E80F1B" w:rsidRPr="00B63861" w:rsidRDefault="00E80F1B">
      <w:pPr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 w:rsidRPr="00B63861">
        <w:rPr>
          <w:rFonts w:ascii="方正小标宋简体" w:eastAsia="方正小标宋简体" w:hAnsi="华文中宋" w:cs="方正小标宋简体" w:hint="eastAsia"/>
          <w:sz w:val="44"/>
          <w:szCs w:val="44"/>
        </w:rPr>
        <w:t>常州市深化学校体育改革实验学校名单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</w:rPr>
        <w:t>常州市雕庄中心小学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常州市第二实验小学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常州市实验小学教育集团平冈校区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常州市怀德苑小学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常州市白云小学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常州市龙城小学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常州市新北区国英小学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常州市湖塘桥实验小学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常州市朝阳中学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常州市清潭中学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常州市明德中学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常州市田家炳初级中学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常州市二十四中学天宁分校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常州市田家炳高级中学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常州市武进区清英外国语学校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常州市武进区星河实验小学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常州市武进区崔桥小学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常州市武进区实验小学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常州市戚墅堰东方小学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常州市西新桥实验小学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常州市泰村实验学校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常州市花园小学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常州市荆川小学（常州市教科院附小）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常州市兰陵小学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常州市青龙实验小学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常州市实验初级中学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常州市第二十四中学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江苏省常州高级中学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常州市第三中学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常州市金坛区东城实验小学</w:t>
      </w:r>
    </w:p>
    <w:p w:rsidR="00E80F1B" w:rsidRDefault="00E80F1B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E80F1B" w:rsidRDefault="00E80F1B">
      <w:pPr>
        <w:rPr>
          <w:rFonts w:cs="Times New Roman"/>
        </w:rPr>
      </w:pPr>
    </w:p>
    <w:sectPr w:rsidR="00E80F1B" w:rsidSect="0090097E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F1B" w:rsidRDefault="00E80F1B" w:rsidP="009009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80F1B" w:rsidRDefault="00E80F1B" w:rsidP="009009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F1B" w:rsidRDefault="00E80F1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80F1B" w:rsidRDefault="00E80F1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F1B" w:rsidRDefault="00E80F1B" w:rsidP="0090097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80F1B" w:rsidRDefault="00E80F1B" w:rsidP="009009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A8513E1"/>
    <w:rsid w:val="00145B1F"/>
    <w:rsid w:val="004715A2"/>
    <w:rsid w:val="00582499"/>
    <w:rsid w:val="00664411"/>
    <w:rsid w:val="007A4F7B"/>
    <w:rsid w:val="007F6171"/>
    <w:rsid w:val="008A3EA6"/>
    <w:rsid w:val="0090097E"/>
    <w:rsid w:val="00AC71A4"/>
    <w:rsid w:val="00B612B6"/>
    <w:rsid w:val="00B63861"/>
    <w:rsid w:val="00E178C4"/>
    <w:rsid w:val="00E80F1B"/>
    <w:rsid w:val="00EF5F50"/>
    <w:rsid w:val="00FD1F93"/>
    <w:rsid w:val="14942B05"/>
    <w:rsid w:val="2A8513E1"/>
    <w:rsid w:val="2F937157"/>
    <w:rsid w:val="6D535020"/>
    <w:rsid w:val="6E9A0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7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0097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97E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9009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0097E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900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0097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9009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51</Words>
  <Characters>292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4</cp:revision>
  <cp:lastPrinted>2018-10-18T07:31:00Z</cp:lastPrinted>
  <dcterms:created xsi:type="dcterms:W3CDTF">2018-10-17T01:16:00Z</dcterms:created>
  <dcterms:modified xsi:type="dcterms:W3CDTF">2021-12-06T02:27:00Z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