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6E3" w:rsidRDefault="002076E3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1"/>
        <w:gridCol w:w="1932"/>
        <w:gridCol w:w="5416"/>
      </w:tblGrid>
      <w:tr w:rsidR="002076E3">
        <w:trPr>
          <w:trHeight w:val="285"/>
          <w:jc w:val="center"/>
        </w:trPr>
        <w:tc>
          <w:tcPr>
            <w:tcW w:w="846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2076E3" w:rsidRDefault="002076E3">
            <w:pPr>
              <w:widowControl/>
              <w:jc w:val="center"/>
              <w:rPr>
                <w:rFonts w:ascii="方正小标宋简体" w:eastAsia="方正小标宋简体" w:hAnsi="宋体" w:cs="Times New Roman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方正小标宋简体"/>
                <w:kern w:val="0"/>
                <w:sz w:val="44"/>
                <w:szCs w:val="44"/>
              </w:rPr>
              <w:t>2021</w:t>
            </w:r>
            <w:r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年常州市校园足球示范校名单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32" w:type="dxa"/>
            <w:vAlign w:val="center"/>
          </w:tcPr>
          <w:p w:rsidR="002076E3" w:rsidRDefault="002076E3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区域</w:t>
            </w:r>
          </w:p>
        </w:tc>
        <w:tc>
          <w:tcPr>
            <w:tcW w:w="5416" w:type="dxa"/>
            <w:vAlign w:val="center"/>
          </w:tcPr>
          <w:p w:rsidR="002076E3" w:rsidRDefault="002076E3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溧阳市溧城中心小学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溧阳市文化小学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常州市金坛区第二中学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常州市武进区礼河实验学校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常州市武进区刘海粟小学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常州市武进区卢家巷实验学校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常州市武进区夏溪小学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常州市武进区洛阳初级中学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常州市武进区淹城初级中学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常州市武进区礼嘉中心小学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常州市武进区湟里高级中学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常州市武进区戴溪小学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常州市武进区东安实验学校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常州市武进区湖塘桥初级中学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常州市新北区河海实验小学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常州市新北区圩塘中心小学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常州市龙城小学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常州市雕庄中心小学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常州市东青实验学校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常州市实验初级中学天宁分校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常州市丽华新村第三小学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常州市朝阳新村第二小学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常州市华润小学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常州市第二实验小学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常州市三河口小学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常州市实验小学教育集团平冈校区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常州市白云小学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1932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等线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等线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常州市钟楼实验中学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1932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常州市横山桥中心小学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1932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江苏省横林高级中学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1932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常州市横林实验小学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1932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D170D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常州市田家炳高级中学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1932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3914EB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常州市北郊高级中学</w:t>
            </w:r>
          </w:p>
        </w:tc>
      </w:tr>
    </w:tbl>
    <w:p w:rsidR="002076E3" w:rsidRDefault="002076E3">
      <w:pPr>
        <w:rPr>
          <w:rFonts w:ascii="Times New Roman" w:hAnsi="Times New Roman" w:cs="Times New Roman"/>
        </w:rPr>
      </w:pPr>
    </w:p>
    <w:p w:rsidR="002076E3" w:rsidRDefault="002076E3">
      <w:pPr>
        <w:jc w:val="center"/>
        <w:rPr>
          <w:rFonts w:ascii="Times New Roman" w:hAnsi="Times New Roman" w:cs="Times New Roman"/>
        </w:rPr>
      </w:pPr>
    </w:p>
    <w:p w:rsidR="002076E3" w:rsidRDefault="002076E3">
      <w:pPr>
        <w:jc w:val="center"/>
        <w:rPr>
          <w:rFonts w:ascii="Times New Roman" w:hAnsi="Times New Roman" w:cs="Times New Roman"/>
        </w:rPr>
      </w:pPr>
    </w:p>
    <w:p w:rsidR="002076E3" w:rsidRDefault="002076E3">
      <w:pPr>
        <w:jc w:val="center"/>
        <w:rPr>
          <w:rFonts w:ascii="Times New Roman" w:hAnsi="Times New Roman" w:cs="Times New Roman"/>
        </w:rPr>
      </w:pPr>
    </w:p>
    <w:p w:rsidR="002076E3" w:rsidRDefault="002076E3">
      <w:pPr>
        <w:jc w:val="center"/>
        <w:rPr>
          <w:rFonts w:ascii="Times New Roman" w:hAnsi="Times New Roman" w:cs="Times New Roman"/>
        </w:rPr>
      </w:pPr>
    </w:p>
    <w:p w:rsidR="002076E3" w:rsidRDefault="002076E3">
      <w:pPr>
        <w:jc w:val="center"/>
        <w:rPr>
          <w:rFonts w:ascii="Times New Roman" w:hAnsi="Times New Roman" w:cs="Times New Roman"/>
        </w:rPr>
      </w:pPr>
    </w:p>
    <w:p w:rsidR="002076E3" w:rsidRDefault="002076E3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1"/>
        <w:gridCol w:w="1932"/>
        <w:gridCol w:w="5416"/>
      </w:tblGrid>
      <w:tr w:rsidR="002076E3">
        <w:trPr>
          <w:trHeight w:val="285"/>
          <w:jc w:val="center"/>
        </w:trPr>
        <w:tc>
          <w:tcPr>
            <w:tcW w:w="846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2076E3" w:rsidRDefault="002076E3" w:rsidP="00765474">
            <w:pPr>
              <w:widowControl/>
              <w:jc w:val="center"/>
              <w:rPr>
                <w:rFonts w:ascii="方正小标宋简体" w:eastAsia="方正小标宋简体" w:hAnsi="宋体" w:cs="Times New Roman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方正小标宋简体"/>
                <w:kern w:val="0"/>
                <w:sz w:val="44"/>
                <w:szCs w:val="44"/>
              </w:rPr>
              <w:t>2021</w:t>
            </w:r>
            <w:r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年常州市校园足球试点校名单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76547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32" w:type="dxa"/>
            <w:vAlign w:val="center"/>
          </w:tcPr>
          <w:p w:rsidR="002076E3" w:rsidRDefault="002076E3" w:rsidP="0076547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区域</w:t>
            </w:r>
          </w:p>
        </w:tc>
        <w:tc>
          <w:tcPr>
            <w:tcW w:w="5416" w:type="dxa"/>
            <w:vAlign w:val="center"/>
          </w:tcPr>
          <w:p w:rsidR="002076E3" w:rsidRDefault="002076E3" w:rsidP="0076547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溧阳市东升小学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溧阳市天目湖实验学校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溧阳市竹箦中心小学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溧阳市燕山中学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江苏省溧阳中学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溧阳市戴埠高级中学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金坛区朱林中心小学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金坛区河滨小学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2076E3" w:rsidRPr="00DE4F6D" w:rsidRDefault="002076E3" w:rsidP="006C5BD5">
            <w:pPr>
              <w:widowControl/>
              <w:spacing w:line="60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DE4F6D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常州市金坛区西旸小学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金坛区五叶小学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金坛区华罗庚实验学校新城分校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金坛区直溪初级中学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金坛区第四中学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常州市武进区实验小学分校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常州市武进区厚余小学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常州市武进区星河实验小学分校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常州市武进区清英外国语学校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常州市武进区礼嘉中学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常州市武进区夏溪初级中学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常州市武进区湖塘桥实验初中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常州市武进区坂上小学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常州市武进区前黄初级中学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常州市武进区湖塘桥第二实验小学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常州市武进区前黄中心小学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常州市新北区三井实验小学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常州市新北区薛家中心小学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常州市新北区安家中心小学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常州市新北区春江中心小学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常州市新北区新桥初级中学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常州市新桥高级中学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常州市新北区魏村中学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常州市新北区魏村中心小学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常州市新北区飞龙中学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常州市新北区飞龙实验小学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常州市新北区香槟湖小学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常州市宋剑湖小学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常州市横山桥初级中学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常州市横林初级中学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常州市遥观中心小学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常州市遥观初级中学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常州市横山桥高级中学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常州市崔桥小学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常州市戚墅堰实验中学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常州市潞城小学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常州市虹景小学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常州市红梅实验小学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常州市青龙实验小学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常州市解放路小学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常州市香梅小学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常州市龙锦小学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常州市第二十四中学天宁分校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常州市清凉小学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常州市郑陆实验学校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常州市三河口高级中学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常州市焦溪小学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1932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6C5BD5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常州市钟楼实验小学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常州市谭市小学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常州市花园小学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常州市东方小学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北京师范大学常州附属学校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常州市怀德苑小学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常州市荆川小学（市教科院附属小学）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spacing w:line="6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常州市清潭中学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spacing w:line="6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常州市田家炳初级中学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spacing w:line="62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常州市外国语学校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常州市花园中学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69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常州市兰陵中学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常州市丽华中学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常州市正衡中学天宁分校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72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常州市明德实验中学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73</w:t>
            </w:r>
          </w:p>
          <w:p w:rsidR="002076E3" w:rsidRPr="00AE790F" w:rsidRDefault="002076E3" w:rsidP="00AE790F">
            <w:pPr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2076E3" w:rsidRPr="00AE790F" w:rsidRDefault="002076E3" w:rsidP="00AE790F">
            <w:pPr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2076E3" w:rsidRPr="00AE790F" w:rsidRDefault="002076E3" w:rsidP="00AE790F">
            <w:pPr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常州市第一中学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74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常州市教科院附属中学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75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常州市实验初级中学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76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常州市北郊初级中学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77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常州市勤业中学</w:t>
            </w:r>
          </w:p>
        </w:tc>
      </w:tr>
      <w:tr w:rsidR="002076E3">
        <w:trPr>
          <w:trHeight w:hRule="exact" w:val="680"/>
          <w:jc w:val="center"/>
        </w:trPr>
        <w:tc>
          <w:tcPr>
            <w:tcW w:w="1121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78</w:t>
            </w:r>
          </w:p>
        </w:tc>
        <w:tc>
          <w:tcPr>
            <w:tcW w:w="1932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2076E3" w:rsidRDefault="002076E3" w:rsidP="00DE4F6D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8"/>
                <w:szCs w:val="28"/>
              </w:rPr>
              <w:t>常州市戚墅堰高级中学</w:t>
            </w:r>
          </w:p>
        </w:tc>
      </w:tr>
    </w:tbl>
    <w:p w:rsidR="002076E3" w:rsidRDefault="002076E3" w:rsidP="00745E74">
      <w:pPr>
        <w:rPr>
          <w:rFonts w:cs="Times New Roman"/>
        </w:rPr>
      </w:pPr>
    </w:p>
    <w:p w:rsidR="002076E3" w:rsidRPr="00745E74" w:rsidRDefault="002076E3">
      <w:pPr>
        <w:jc w:val="center"/>
        <w:rPr>
          <w:rFonts w:ascii="Times New Roman" w:hAnsi="Times New Roman" w:cs="Times New Roman"/>
        </w:rPr>
      </w:pPr>
    </w:p>
    <w:sectPr w:rsidR="002076E3" w:rsidRPr="00745E74" w:rsidSect="000E16EE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6E3" w:rsidRDefault="002076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076E3" w:rsidRDefault="002076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6E3" w:rsidRPr="000E16EE" w:rsidRDefault="002076E3" w:rsidP="00FD7D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E16E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E16E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E16E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0E16E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076E3" w:rsidRDefault="002076E3" w:rsidP="000E16E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6E3" w:rsidRDefault="002076E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076E3" w:rsidRDefault="002076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FD0"/>
    <w:rsid w:val="00020B15"/>
    <w:rsid w:val="00026F74"/>
    <w:rsid w:val="00036EB3"/>
    <w:rsid w:val="000966EF"/>
    <w:rsid w:val="000A7FD0"/>
    <w:rsid w:val="000E16EE"/>
    <w:rsid w:val="000F7883"/>
    <w:rsid w:val="001146FF"/>
    <w:rsid w:val="001211B7"/>
    <w:rsid w:val="001620D0"/>
    <w:rsid w:val="00195ECF"/>
    <w:rsid w:val="002076E3"/>
    <w:rsid w:val="0021792D"/>
    <w:rsid w:val="00245DFE"/>
    <w:rsid w:val="002858D1"/>
    <w:rsid w:val="002B0B57"/>
    <w:rsid w:val="002D04D1"/>
    <w:rsid w:val="00317D2E"/>
    <w:rsid w:val="0032392C"/>
    <w:rsid w:val="003253DA"/>
    <w:rsid w:val="00360DB5"/>
    <w:rsid w:val="003914EB"/>
    <w:rsid w:val="00394491"/>
    <w:rsid w:val="003C1979"/>
    <w:rsid w:val="003F5BEE"/>
    <w:rsid w:val="004D4449"/>
    <w:rsid w:val="004F0A51"/>
    <w:rsid w:val="00523436"/>
    <w:rsid w:val="005537B2"/>
    <w:rsid w:val="00563C87"/>
    <w:rsid w:val="0058371C"/>
    <w:rsid w:val="005E4341"/>
    <w:rsid w:val="005F664D"/>
    <w:rsid w:val="00680C0F"/>
    <w:rsid w:val="00697484"/>
    <w:rsid w:val="006C5BD5"/>
    <w:rsid w:val="006C5EF1"/>
    <w:rsid w:val="00745E74"/>
    <w:rsid w:val="007577E7"/>
    <w:rsid w:val="00765409"/>
    <w:rsid w:val="00765474"/>
    <w:rsid w:val="0077404A"/>
    <w:rsid w:val="00792B50"/>
    <w:rsid w:val="007C128C"/>
    <w:rsid w:val="007E5D41"/>
    <w:rsid w:val="00801050"/>
    <w:rsid w:val="008269D4"/>
    <w:rsid w:val="008861D8"/>
    <w:rsid w:val="00886479"/>
    <w:rsid w:val="008A500D"/>
    <w:rsid w:val="008D3637"/>
    <w:rsid w:val="008E5399"/>
    <w:rsid w:val="00907D1A"/>
    <w:rsid w:val="00A15C0E"/>
    <w:rsid w:val="00AE53E9"/>
    <w:rsid w:val="00AE790F"/>
    <w:rsid w:val="00B61653"/>
    <w:rsid w:val="00B6735F"/>
    <w:rsid w:val="00BE3046"/>
    <w:rsid w:val="00BE7B12"/>
    <w:rsid w:val="00C0180B"/>
    <w:rsid w:val="00C10D5B"/>
    <w:rsid w:val="00C459F7"/>
    <w:rsid w:val="00C76350"/>
    <w:rsid w:val="00CD48FC"/>
    <w:rsid w:val="00D23462"/>
    <w:rsid w:val="00D934B8"/>
    <w:rsid w:val="00DD170D"/>
    <w:rsid w:val="00DE4336"/>
    <w:rsid w:val="00DE4F6D"/>
    <w:rsid w:val="00DE7402"/>
    <w:rsid w:val="00E37BD1"/>
    <w:rsid w:val="00E66C21"/>
    <w:rsid w:val="00E86FD7"/>
    <w:rsid w:val="00E91E99"/>
    <w:rsid w:val="00EA6AD8"/>
    <w:rsid w:val="00ED6A51"/>
    <w:rsid w:val="00EE36E9"/>
    <w:rsid w:val="00EE6849"/>
    <w:rsid w:val="00FD7D24"/>
    <w:rsid w:val="04174A68"/>
    <w:rsid w:val="277D48A0"/>
    <w:rsid w:val="29002A58"/>
    <w:rsid w:val="43B03783"/>
    <w:rsid w:val="45F92A29"/>
    <w:rsid w:val="46855124"/>
    <w:rsid w:val="518B7CAC"/>
    <w:rsid w:val="7321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宋体" w:hAnsi="??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C87"/>
    <w:pPr>
      <w:widowControl w:val="0"/>
      <w:jc w:val="both"/>
    </w:pPr>
    <w:rPr>
      <w:rFonts w:cs="??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63C8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63C87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563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63C8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63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7</Pages>
  <Words>316</Words>
  <Characters>1807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693591661@qq.com</dc:creator>
  <cp:keywords/>
  <dc:description/>
  <cp:lastModifiedBy>吴琳赟</cp:lastModifiedBy>
  <cp:revision>43</cp:revision>
  <cp:lastPrinted>2018-02-05T06:32:00Z</cp:lastPrinted>
  <dcterms:created xsi:type="dcterms:W3CDTF">2018-01-07T06:28:00Z</dcterms:created>
  <dcterms:modified xsi:type="dcterms:W3CDTF">2021-12-03T01:28:00Z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