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EA" w:rsidRPr="00BB5949" w:rsidRDefault="006432EA" w:rsidP="0002683C">
      <w:pPr>
        <w:spacing w:line="700" w:lineRule="exact"/>
        <w:rPr>
          <w:rFonts w:ascii="黑体" w:eastAsia="黑体" w:hAnsi="黑体" w:cs="黑体"/>
          <w:sz w:val="32"/>
          <w:szCs w:val="32"/>
        </w:rPr>
      </w:pPr>
      <w:r w:rsidRPr="00BB5949">
        <w:rPr>
          <w:rFonts w:ascii="黑体" w:eastAsia="黑体" w:hAnsi="黑体" w:cs="黑体" w:hint="eastAsia"/>
          <w:sz w:val="32"/>
          <w:szCs w:val="32"/>
        </w:rPr>
        <w:t>附件</w:t>
      </w:r>
      <w:r w:rsidRPr="00BB5949">
        <w:rPr>
          <w:rFonts w:ascii="黑体" w:eastAsia="黑体" w:hAnsi="黑体" w:cs="黑体"/>
          <w:sz w:val="32"/>
          <w:szCs w:val="32"/>
        </w:rPr>
        <w:t>2</w:t>
      </w:r>
    </w:p>
    <w:p w:rsidR="006432EA" w:rsidRPr="00BB5949" w:rsidRDefault="006432EA" w:rsidP="0002683C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BB5949">
        <w:rPr>
          <w:rFonts w:ascii="方正小标宋简体" w:eastAsia="方正小标宋简体" w:cs="方正小标宋简体" w:hint="eastAsia"/>
          <w:sz w:val="44"/>
          <w:szCs w:val="44"/>
        </w:rPr>
        <w:t>常州市“优秀教师跟岗锻炼”学员</w:t>
      </w:r>
    </w:p>
    <w:p w:rsidR="006432EA" w:rsidRPr="00BB5949" w:rsidRDefault="006432EA" w:rsidP="004E0327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BB5949">
        <w:rPr>
          <w:rFonts w:ascii="方正小标宋简体" w:eastAsia="方正小标宋简体" w:cs="方正小标宋简体" w:hint="eastAsia"/>
          <w:sz w:val="44"/>
          <w:szCs w:val="44"/>
        </w:rPr>
        <w:t>总结材料要求</w:t>
      </w:r>
    </w:p>
    <w:p w:rsidR="006432EA" w:rsidRPr="0097508E" w:rsidRDefault="006432EA" w:rsidP="0097508E">
      <w:pPr>
        <w:rPr>
          <w:rFonts w:cs="Times New Roman"/>
          <w:sz w:val="28"/>
          <w:szCs w:val="28"/>
        </w:rPr>
      </w:pPr>
    </w:p>
    <w:p w:rsidR="006432EA" w:rsidRPr="004E0327" w:rsidRDefault="006432EA" w:rsidP="00D55EF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跟岗锻炼学习总结。</w:t>
      </w:r>
    </w:p>
    <w:p w:rsidR="006432EA" w:rsidRPr="004E0327" w:rsidRDefault="006432EA" w:rsidP="00D55EF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/>
          <w:sz w:val="32"/>
          <w:szCs w:val="32"/>
        </w:rPr>
        <w:t>2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跟岗锻炼现场照片</w:t>
      </w:r>
      <w:r w:rsidRPr="004E0327">
        <w:rPr>
          <w:rFonts w:ascii="仿宋_GB2312" w:eastAsia="仿宋_GB2312" w:hAnsi="宋体" w:cs="仿宋_GB2312"/>
          <w:sz w:val="32"/>
          <w:szCs w:val="32"/>
        </w:rPr>
        <w:t>3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至</w:t>
      </w:r>
      <w:r w:rsidRPr="004E0327">
        <w:rPr>
          <w:rFonts w:ascii="仿宋_GB2312" w:eastAsia="仿宋_GB2312" w:hAnsi="宋体" w:cs="仿宋_GB2312"/>
          <w:sz w:val="32"/>
          <w:szCs w:val="32"/>
        </w:rPr>
        <w:t>5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张（照片命名要能说明照片内容，分辨率尽量高些）。</w:t>
      </w:r>
    </w:p>
    <w:p w:rsidR="006432EA" w:rsidRPr="004E0327" w:rsidRDefault="006432EA" w:rsidP="00D55EF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/>
          <w:sz w:val="32"/>
          <w:szCs w:val="32"/>
        </w:rPr>
        <w:t>3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跟岗锻炼的视频</w:t>
      </w:r>
      <w:r w:rsidRPr="004E0327">
        <w:rPr>
          <w:rFonts w:ascii="仿宋_GB2312" w:eastAsia="仿宋_GB2312" w:hAnsi="宋体" w:cs="仿宋_GB2312"/>
          <w:sz w:val="32"/>
          <w:szCs w:val="32"/>
        </w:rPr>
        <w:t>1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至</w:t>
      </w:r>
      <w:r w:rsidRPr="004E0327">
        <w:rPr>
          <w:rFonts w:ascii="仿宋_GB2312" w:eastAsia="仿宋_GB2312" w:hAnsi="宋体" w:cs="仿宋_GB2312"/>
          <w:sz w:val="32"/>
          <w:szCs w:val="32"/>
        </w:rPr>
        <w:t>2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个（文件名说明视频内容，</w:t>
      </w:r>
      <w:r w:rsidRPr="004E0327">
        <w:rPr>
          <w:rFonts w:ascii="仿宋_GB2312" w:eastAsia="仿宋_GB2312" w:hAnsi="宋体" w:cs="仿宋_GB2312"/>
          <w:sz w:val="32"/>
          <w:szCs w:val="32"/>
        </w:rPr>
        <w:t>mp4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格式，横向拍摄，屏幕比例</w:t>
      </w:r>
      <w:r w:rsidRPr="004E0327">
        <w:rPr>
          <w:rFonts w:ascii="仿宋_GB2312" w:eastAsia="仿宋_GB2312" w:hAnsi="宋体" w:cs="仿宋_GB2312"/>
          <w:sz w:val="32"/>
          <w:szCs w:val="32"/>
        </w:rPr>
        <w:t>16:9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，时长</w:t>
      </w:r>
      <w:r w:rsidRPr="004E0327">
        <w:rPr>
          <w:rFonts w:ascii="仿宋_GB2312" w:eastAsia="仿宋_GB2312" w:hAnsi="宋体" w:cs="仿宋_GB2312"/>
          <w:sz w:val="32"/>
          <w:szCs w:val="32"/>
        </w:rPr>
        <w:t>5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分钟以内；内容可以是活动现场视频、课堂教学视频、成果介绍视频、个人总结视频）。</w:t>
      </w:r>
    </w:p>
    <w:p w:rsidR="006432EA" w:rsidRPr="004E0327" w:rsidRDefault="006432EA" w:rsidP="00D55EF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/>
          <w:sz w:val="32"/>
          <w:szCs w:val="32"/>
        </w:rPr>
        <w:t>4</w:t>
      </w:r>
      <w:r>
        <w:rPr>
          <w:rFonts w:ascii="仿宋_GB2312" w:eastAsia="仿宋_GB2312" w:hAnsi="宋体" w:cs="仿宋_GB2312"/>
          <w:sz w:val="32"/>
          <w:szCs w:val="32"/>
        </w:rPr>
        <w:t>.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跟岗锻炼后近一年的成果汇总。（见附件</w:t>
      </w:r>
      <w:r>
        <w:rPr>
          <w:rFonts w:ascii="仿宋_GB2312" w:eastAsia="仿宋_GB2312" w:hAnsi="宋体" w:cs="仿宋_GB2312"/>
          <w:sz w:val="32"/>
          <w:szCs w:val="32"/>
        </w:rPr>
        <w:t>3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）</w:t>
      </w:r>
    </w:p>
    <w:p w:rsidR="006432EA" w:rsidRPr="004E0327" w:rsidRDefault="006432EA" w:rsidP="00D55EFB">
      <w:pPr>
        <w:spacing w:line="600" w:lineRule="exact"/>
        <w:ind w:firstLineChars="200" w:firstLine="31680"/>
        <w:rPr>
          <w:rFonts w:ascii="仿宋_GB2312" w:eastAsia="仿宋_GB2312" w:hAnsi="宋体" w:cs="Times New Roman"/>
          <w:sz w:val="32"/>
          <w:szCs w:val="32"/>
        </w:rPr>
      </w:pPr>
      <w:r w:rsidRPr="004E0327">
        <w:rPr>
          <w:rFonts w:ascii="仿宋_GB2312" w:eastAsia="仿宋_GB2312" w:hAnsi="宋体" w:cs="仿宋_GB2312" w:hint="eastAsia"/>
          <w:sz w:val="32"/>
          <w:szCs w:val="32"/>
        </w:rPr>
        <w:t>以上材料</w:t>
      </w:r>
      <w:r w:rsidRPr="004E0327"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/>
          <w:sz w:val="32"/>
          <w:szCs w:val="32"/>
        </w:rPr>
        <w:t>—</w:t>
      </w:r>
      <w:r w:rsidRPr="004E0327">
        <w:rPr>
          <w:rFonts w:ascii="仿宋_GB2312" w:eastAsia="仿宋_GB2312" w:hAnsi="宋体" w:cs="仿宋_GB2312"/>
          <w:sz w:val="32"/>
          <w:szCs w:val="32"/>
        </w:rPr>
        <w:t>3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按每位学员压缩打包，材料</w:t>
      </w:r>
      <w:r w:rsidRPr="004E0327">
        <w:rPr>
          <w:rFonts w:ascii="仿宋_GB2312" w:eastAsia="仿宋_GB2312" w:hAnsi="宋体" w:cs="仿宋_GB2312"/>
          <w:sz w:val="32"/>
          <w:szCs w:val="32"/>
        </w:rPr>
        <w:t>4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以区（局属以学校）为单位汇总。材料</w:t>
      </w:r>
      <w:r w:rsidRPr="004E0327">
        <w:rPr>
          <w:rFonts w:ascii="仿宋_GB2312" w:eastAsia="仿宋_GB2312" w:hAnsi="宋体" w:cs="仿宋_GB2312"/>
          <w:sz w:val="32"/>
          <w:szCs w:val="32"/>
        </w:rPr>
        <w:t>1-4</w:t>
      </w:r>
      <w:r w:rsidRPr="004E0327">
        <w:rPr>
          <w:rFonts w:ascii="仿宋_GB2312" w:eastAsia="仿宋_GB2312" w:hAnsi="宋体" w:cs="仿宋_GB2312" w:hint="eastAsia"/>
          <w:sz w:val="32"/>
          <w:szCs w:val="32"/>
        </w:rPr>
        <w:t>按区域（局属以学校）为单位递交。</w:t>
      </w:r>
      <w:bookmarkStart w:id="0" w:name="_GoBack"/>
      <w:bookmarkEnd w:id="0"/>
    </w:p>
    <w:p w:rsidR="006432EA" w:rsidRPr="004E0327" w:rsidRDefault="006432EA" w:rsidP="004E0327">
      <w:pPr>
        <w:spacing w:line="560" w:lineRule="exact"/>
        <w:rPr>
          <w:rFonts w:ascii="仿宋_GB2312" w:eastAsia="仿宋_GB2312" w:hAnsi="宋体" w:cs="Times New Roman"/>
          <w:sz w:val="32"/>
          <w:szCs w:val="32"/>
        </w:rPr>
      </w:pPr>
    </w:p>
    <w:sectPr w:rsidR="006432EA" w:rsidRPr="004E0327" w:rsidSect="00D55EFB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2EA" w:rsidRDefault="006432EA" w:rsidP="0097508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432EA" w:rsidRDefault="006432EA" w:rsidP="0097508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2EA" w:rsidRPr="00BB5949" w:rsidRDefault="006432EA" w:rsidP="00EA58C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BB5949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BB5949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BB5949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BB5949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432EA" w:rsidRDefault="006432EA" w:rsidP="00BB594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2EA" w:rsidRDefault="006432EA" w:rsidP="0097508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432EA" w:rsidRDefault="006432EA" w:rsidP="0097508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165D"/>
    <w:rsid w:val="00017D95"/>
    <w:rsid w:val="0002683C"/>
    <w:rsid w:val="000E5563"/>
    <w:rsid w:val="00146ABA"/>
    <w:rsid w:val="001848ED"/>
    <w:rsid w:val="003335E6"/>
    <w:rsid w:val="003B38B5"/>
    <w:rsid w:val="00411E0B"/>
    <w:rsid w:val="004E0327"/>
    <w:rsid w:val="00534BC0"/>
    <w:rsid w:val="006432EA"/>
    <w:rsid w:val="00720297"/>
    <w:rsid w:val="007A2534"/>
    <w:rsid w:val="008F7F0D"/>
    <w:rsid w:val="00942908"/>
    <w:rsid w:val="009506B0"/>
    <w:rsid w:val="0097508E"/>
    <w:rsid w:val="00B91F41"/>
    <w:rsid w:val="00BA6A9D"/>
    <w:rsid w:val="00BB5949"/>
    <w:rsid w:val="00BE467B"/>
    <w:rsid w:val="00BF165D"/>
    <w:rsid w:val="00C16014"/>
    <w:rsid w:val="00CE628C"/>
    <w:rsid w:val="00D55EFB"/>
    <w:rsid w:val="00D9184C"/>
    <w:rsid w:val="00EA1AE5"/>
    <w:rsid w:val="00EA58CC"/>
    <w:rsid w:val="00F35A1C"/>
    <w:rsid w:val="00F97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8B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0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7508E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9750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7508E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BB59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118</Words>
  <Characters>128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李冬梅</dc:creator>
  <cp:keywords/>
  <dc:description/>
  <cp:lastModifiedBy>吴琳赟</cp:lastModifiedBy>
  <cp:revision>15</cp:revision>
  <dcterms:created xsi:type="dcterms:W3CDTF">2019-06-05T02:22:00Z</dcterms:created>
  <dcterms:modified xsi:type="dcterms:W3CDTF">2021-10-19T08:16:00Z</dcterms:modified>
</cp:coreProperties>
</file>