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AD" w:rsidRPr="00D413C3" w:rsidRDefault="00F157AD" w:rsidP="00D413C3">
      <w:pPr>
        <w:rPr>
          <w:rFonts w:ascii="黑体" w:eastAsia="黑体" w:hAnsi="黑体" w:cs="黑体"/>
          <w:w w:val="95"/>
          <w:kern w:val="0"/>
          <w:sz w:val="32"/>
          <w:szCs w:val="32"/>
        </w:rPr>
      </w:pPr>
      <w:r w:rsidRPr="00D413C3">
        <w:rPr>
          <w:rFonts w:ascii="黑体" w:eastAsia="黑体" w:hAnsi="黑体" w:cs="黑体" w:hint="eastAsia"/>
          <w:w w:val="95"/>
          <w:kern w:val="0"/>
          <w:sz w:val="32"/>
          <w:szCs w:val="32"/>
        </w:rPr>
        <w:t>附件</w:t>
      </w:r>
      <w:r w:rsidRPr="00D413C3">
        <w:rPr>
          <w:rFonts w:ascii="黑体" w:eastAsia="黑体" w:hAnsi="黑体" w:cs="黑体"/>
          <w:w w:val="95"/>
          <w:kern w:val="0"/>
          <w:sz w:val="32"/>
          <w:szCs w:val="32"/>
        </w:rPr>
        <w:t>1</w:t>
      </w:r>
    </w:p>
    <w:p w:rsidR="00F157AD" w:rsidRDefault="00F157AD" w:rsidP="00D413C3">
      <w:pPr>
        <w:spacing w:line="7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D413C3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</w:t>
      </w:r>
      <w:r w:rsidRPr="00D413C3">
        <w:rPr>
          <w:rFonts w:ascii="方正小标宋简体" w:eastAsia="方正小标宋简体" w:hAnsi="宋体" w:cs="方正小标宋简体"/>
          <w:w w:val="95"/>
          <w:kern w:val="0"/>
          <w:sz w:val="44"/>
          <w:szCs w:val="44"/>
        </w:rPr>
        <w:t xml:space="preserve"> </w:t>
      </w:r>
      <w:r w:rsidRPr="00D413C3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“三创”优秀学生、优秀学生干部、</w:t>
      </w:r>
    </w:p>
    <w:p w:rsidR="00F157AD" w:rsidRDefault="00F157AD" w:rsidP="00D413C3">
      <w:pPr>
        <w:spacing w:line="7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D413C3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先进班集体推荐名额分配表</w:t>
      </w:r>
    </w:p>
    <w:p w:rsidR="00F157AD" w:rsidRPr="00D413C3" w:rsidRDefault="00F157AD" w:rsidP="00D413C3">
      <w:pPr>
        <w:spacing w:line="4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</w:p>
    <w:tbl>
      <w:tblPr>
        <w:tblW w:w="8990" w:type="dxa"/>
        <w:jc w:val="center"/>
        <w:tblLayout w:type="fixed"/>
        <w:tblLook w:val="00A0"/>
      </w:tblPr>
      <w:tblGrid>
        <w:gridCol w:w="3763"/>
        <w:gridCol w:w="1742"/>
        <w:gridCol w:w="1742"/>
        <w:gridCol w:w="1743"/>
      </w:tblGrid>
      <w:tr w:rsidR="00F157AD" w:rsidRPr="00D413C3">
        <w:trPr>
          <w:trHeight w:val="454"/>
          <w:jc w:val="center"/>
        </w:trPr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市级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三创优秀学生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先进班集体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江苏省溧阳中等专业学校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溧阳市天目湖中等专业学校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常州幼儿师范学校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常州铁道高等职业技术学校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常州卫生高等职业技术学校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常州艺术高等职业学校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江苏省常州体育运动学校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常州开放大学</w:t>
            </w:r>
          </w:p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（江苏城市职业学院常州办学点）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武进开放大学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江苏省常州技师学院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  <w:r w:rsidRPr="00D413C3">
              <w:rPr>
                <w:rFonts w:ascii="仿宋_GB2312" w:eastAsia="仿宋_GB2312" w:cs="仿宋_GB2312"/>
                <w:kern w:val="0"/>
                <w:sz w:val="24"/>
                <w:szCs w:val="24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常州交通技师学院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常州冶金技师学院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常州市工贸高级技工学校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常州航空技工学校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常州科技经贸技工学校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常州天正技工学校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</w:p>
        </w:tc>
      </w:tr>
      <w:tr w:rsidR="00F157AD" w:rsidRPr="00D413C3">
        <w:trPr>
          <w:trHeight w:val="454"/>
          <w:jc w:val="center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bookmarkStart w:id="0" w:name="_GoBack"/>
            <w:bookmarkEnd w:id="0"/>
            <w:r w:rsidRPr="00D413C3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AD" w:rsidRPr="00D413C3" w:rsidRDefault="00F157AD" w:rsidP="00986F47"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413C3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</w:tr>
    </w:tbl>
    <w:p w:rsidR="00F157AD" w:rsidRDefault="00F157AD" w:rsidP="00D413C3">
      <w:pPr>
        <w:spacing w:line="20" w:lineRule="exact"/>
      </w:pPr>
    </w:p>
    <w:sectPr w:rsidR="00F157AD" w:rsidSect="008A1B35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7AD" w:rsidRDefault="00F157AD" w:rsidP="00C44C6D">
      <w:r>
        <w:separator/>
      </w:r>
    </w:p>
  </w:endnote>
  <w:endnote w:type="continuationSeparator" w:id="1">
    <w:p w:rsidR="00F157AD" w:rsidRDefault="00F157AD" w:rsidP="00C44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AD" w:rsidRPr="00D413C3" w:rsidRDefault="00F157AD" w:rsidP="00F411D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D413C3">
      <w:rPr>
        <w:rStyle w:val="PageNumber"/>
        <w:sz w:val="28"/>
        <w:szCs w:val="28"/>
      </w:rPr>
      <w:fldChar w:fldCharType="begin"/>
    </w:r>
    <w:r w:rsidRPr="00D413C3">
      <w:rPr>
        <w:rStyle w:val="PageNumber"/>
        <w:sz w:val="28"/>
        <w:szCs w:val="28"/>
      </w:rPr>
      <w:instrText xml:space="preserve">PAGE  </w:instrText>
    </w:r>
    <w:r w:rsidRPr="00D413C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D413C3">
      <w:rPr>
        <w:rStyle w:val="PageNumber"/>
        <w:sz w:val="28"/>
        <w:szCs w:val="28"/>
      </w:rPr>
      <w:fldChar w:fldCharType="end"/>
    </w:r>
  </w:p>
  <w:p w:rsidR="00F157AD" w:rsidRDefault="00F157AD" w:rsidP="00D413C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7AD" w:rsidRDefault="00F157AD" w:rsidP="00C44C6D">
      <w:r>
        <w:separator/>
      </w:r>
    </w:p>
  </w:footnote>
  <w:footnote w:type="continuationSeparator" w:id="1">
    <w:p w:rsidR="00F157AD" w:rsidRDefault="00F157AD" w:rsidP="00C44C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256"/>
    <w:rsid w:val="00007BEB"/>
    <w:rsid w:val="000344B2"/>
    <w:rsid w:val="00045173"/>
    <w:rsid w:val="000567D8"/>
    <w:rsid w:val="000E7422"/>
    <w:rsid w:val="001B7DD3"/>
    <w:rsid w:val="00204DE0"/>
    <w:rsid w:val="00230A69"/>
    <w:rsid w:val="00234271"/>
    <w:rsid w:val="00265A98"/>
    <w:rsid w:val="002D009A"/>
    <w:rsid w:val="00345BC2"/>
    <w:rsid w:val="003E2216"/>
    <w:rsid w:val="003F281F"/>
    <w:rsid w:val="00465E63"/>
    <w:rsid w:val="004A06B8"/>
    <w:rsid w:val="004F15B2"/>
    <w:rsid w:val="005B341D"/>
    <w:rsid w:val="006132FA"/>
    <w:rsid w:val="00646203"/>
    <w:rsid w:val="00651CBA"/>
    <w:rsid w:val="006B3F22"/>
    <w:rsid w:val="006B5AB0"/>
    <w:rsid w:val="006C134A"/>
    <w:rsid w:val="006C23AD"/>
    <w:rsid w:val="006D4BE0"/>
    <w:rsid w:val="00751DBE"/>
    <w:rsid w:val="00815BAA"/>
    <w:rsid w:val="00892CF5"/>
    <w:rsid w:val="008A1B35"/>
    <w:rsid w:val="00977948"/>
    <w:rsid w:val="00986F47"/>
    <w:rsid w:val="009C3602"/>
    <w:rsid w:val="00B2007F"/>
    <w:rsid w:val="00B72ED3"/>
    <w:rsid w:val="00BE4DF4"/>
    <w:rsid w:val="00C44C6D"/>
    <w:rsid w:val="00C91879"/>
    <w:rsid w:val="00CD3378"/>
    <w:rsid w:val="00CF02C2"/>
    <w:rsid w:val="00D413C3"/>
    <w:rsid w:val="00D43257"/>
    <w:rsid w:val="00DE10F0"/>
    <w:rsid w:val="00DF556C"/>
    <w:rsid w:val="00E1750E"/>
    <w:rsid w:val="00E51FE5"/>
    <w:rsid w:val="00E57C4A"/>
    <w:rsid w:val="00EB42D9"/>
    <w:rsid w:val="00F132C2"/>
    <w:rsid w:val="00F14CFB"/>
    <w:rsid w:val="00F157AD"/>
    <w:rsid w:val="00F20256"/>
    <w:rsid w:val="00F411D0"/>
    <w:rsid w:val="31080D45"/>
    <w:rsid w:val="749B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D4BE0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4BE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D4BE0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6D4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D4BE0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6D4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4BE0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D41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70</Words>
  <Characters>402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Administrator</dc:creator>
  <cp:keywords/>
  <dc:description/>
  <cp:lastModifiedBy>吴琳赟</cp:lastModifiedBy>
  <cp:revision>12</cp:revision>
  <cp:lastPrinted>2020-04-09T02:27:00Z</cp:lastPrinted>
  <dcterms:created xsi:type="dcterms:W3CDTF">2020-04-09T03:30:00Z</dcterms:created>
  <dcterms:modified xsi:type="dcterms:W3CDTF">2021-07-16T07:34:00Z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