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AB" w:rsidRDefault="006763AB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6763AB" w:rsidRDefault="006763AB" w:rsidP="002150AB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2150AB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常州市第四批中小学（职业学校、幼儿园）</w:t>
      </w:r>
    </w:p>
    <w:p w:rsidR="006763AB" w:rsidRDefault="006763AB" w:rsidP="002150AB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2150AB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特级校长（园长）名单</w:t>
      </w:r>
    </w:p>
    <w:p w:rsidR="006763AB" w:rsidRPr="002150AB" w:rsidRDefault="006763AB" w:rsidP="002150AB">
      <w:pPr>
        <w:spacing w:line="4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</w:p>
    <w:tbl>
      <w:tblPr>
        <w:tblW w:w="8479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327"/>
        <w:gridCol w:w="1651"/>
        <w:gridCol w:w="5501"/>
      </w:tblGrid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施超华</w:t>
            </w:r>
            <w:bookmarkEnd w:id="0"/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溧阳市文化小学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吕文清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溧阳市第二实验小学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方建华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溧阳市马垫小学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管春洪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溧阳市别桥初级中学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鲁旭东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溧阳市周城初级中学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</w:t>
            </w: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权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常州市金坛西城实验小学常胜分校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张立俊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常州市金坛西城实验小学城西分校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王粉林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常州市金坛华城实验小学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吴群英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周小芬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常州市武进区礼嘉中心小学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章华忠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常州市武进区淹城初级中学</w:t>
            </w:r>
          </w:p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常州市武进区青少年业余体育学校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蒋群良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常州市武进区湟里中心小学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高</w:t>
            </w: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曼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常州市武进区湖塘镇成人教育中心校</w:t>
            </w:r>
          </w:p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常州市武进区社区培训学院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蔡剑波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常州市中天实验学校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钱国云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常州市青龙实验小学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曹月红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常州市荆川小学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朱文蓉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常州市钟楼区盛菊影幼儿园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李华兴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常州市新闸中心小学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吴</w:t>
            </w: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忠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常州经济开发区大明幼儿园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王立新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常州市武进区宋剑湖小学</w:t>
            </w:r>
          </w:p>
        </w:tc>
      </w:tr>
      <w:tr w:rsidR="006763AB" w:rsidTr="002150AB">
        <w:trPr>
          <w:trHeight w:val="510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蔡</w:t>
            </w: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军</w:t>
            </w:r>
          </w:p>
        </w:tc>
        <w:tc>
          <w:tcPr>
            <w:tcW w:w="5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3AB" w:rsidRDefault="006763A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常州市清潭中学</w:t>
            </w:r>
          </w:p>
        </w:tc>
      </w:tr>
    </w:tbl>
    <w:p w:rsidR="006763AB" w:rsidRDefault="006763AB">
      <w:pPr>
        <w:rPr>
          <w:rFonts w:cs="Times New Roman"/>
        </w:rPr>
      </w:pPr>
    </w:p>
    <w:sectPr w:rsidR="006763AB" w:rsidSect="002150AB">
      <w:footerReference w:type="default" r:id="rId6"/>
      <w:pgSz w:w="11907" w:h="16840" w:code="9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3AB" w:rsidRDefault="006763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763AB" w:rsidRDefault="006763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AB" w:rsidRPr="002150AB" w:rsidRDefault="006763AB" w:rsidP="00710F9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150A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150A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150A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2150A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763AB" w:rsidRDefault="006763AB" w:rsidP="002150A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3AB" w:rsidRDefault="006763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763AB" w:rsidRDefault="006763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0FF"/>
    <w:rsid w:val="002150AB"/>
    <w:rsid w:val="00291E72"/>
    <w:rsid w:val="002D6FCA"/>
    <w:rsid w:val="00406243"/>
    <w:rsid w:val="006763AB"/>
    <w:rsid w:val="006E24BD"/>
    <w:rsid w:val="00710F9B"/>
    <w:rsid w:val="00A37EA0"/>
    <w:rsid w:val="00B420FF"/>
    <w:rsid w:val="00B7166B"/>
    <w:rsid w:val="00CA1BF7"/>
    <w:rsid w:val="00CC6808"/>
    <w:rsid w:val="00ED0499"/>
    <w:rsid w:val="00EE5F1C"/>
    <w:rsid w:val="06C93736"/>
    <w:rsid w:val="212E0F2D"/>
    <w:rsid w:val="6E81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7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5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4BD3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150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64BD3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215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72</Words>
  <Characters>411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史磊</dc:creator>
  <cp:keywords/>
  <dc:description/>
  <cp:lastModifiedBy>吴琳赟</cp:lastModifiedBy>
  <cp:revision>2</cp:revision>
  <dcterms:created xsi:type="dcterms:W3CDTF">2020-12-30T07:14:00Z</dcterms:created>
  <dcterms:modified xsi:type="dcterms:W3CDTF">2021-01-04T01:38:00Z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