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32" w:rsidRPr="005720BF" w:rsidRDefault="00F17432">
      <w:pPr>
        <w:rPr>
          <w:rFonts w:ascii="黑体" w:eastAsia="黑体" w:hAnsi="黑体" w:cs="黑体"/>
          <w:sz w:val="32"/>
          <w:szCs w:val="32"/>
        </w:rPr>
      </w:pPr>
      <w:r w:rsidRPr="005720BF">
        <w:rPr>
          <w:rFonts w:ascii="黑体" w:eastAsia="黑体" w:hAnsi="黑体" w:cs="黑体" w:hint="eastAsia"/>
          <w:sz w:val="32"/>
          <w:szCs w:val="32"/>
        </w:rPr>
        <w:t>附件</w:t>
      </w:r>
      <w:r w:rsidRPr="005720BF">
        <w:rPr>
          <w:rFonts w:ascii="黑体" w:eastAsia="黑体" w:hAnsi="黑体" w:cs="黑体"/>
          <w:sz w:val="32"/>
          <w:szCs w:val="32"/>
        </w:rPr>
        <w:t>1</w:t>
      </w:r>
    </w:p>
    <w:p w:rsidR="00F17432" w:rsidRDefault="00F17432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常州市“团心聚力、‘艺’起战疫”</w:t>
      </w:r>
    </w:p>
    <w:p w:rsidR="00F17432" w:rsidRDefault="00F17432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邮票设计大赛学生获奖名单</w:t>
      </w:r>
    </w:p>
    <w:p w:rsidR="00F17432" w:rsidRDefault="00F17432" w:rsidP="005720BF">
      <w:pPr>
        <w:widowControl/>
        <w:spacing w:line="600" w:lineRule="exact"/>
        <w:jc w:val="center"/>
        <w:rPr>
          <w:rFonts w:ascii="黑体" w:eastAsia="黑体" w:hAnsi="黑体" w:cs="Times New Roman"/>
          <w:kern w:val="0"/>
          <w:sz w:val="32"/>
          <w:szCs w:val="32"/>
        </w:rPr>
      </w:pPr>
    </w:p>
    <w:p w:rsidR="00F17432" w:rsidRPr="005720BF" w:rsidRDefault="00F17432">
      <w:pPr>
        <w:widowControl/>
        <w:spacing w:line="700" w:lineRule="exact"/>
        <w:jc w:val="center"/>
        <w:rPr>
          <w:rFonts w:ascii="黑体" w:eastAsia="黑体" w:hAnsi="黑体" w:cs="Times New Roman"/>
          <w:kern w:val="0"/>
          <w:sz w:val="32"/>
          <w:szCs w:val="32"/>
        </w:rPr>
      </w:pPr>
      <w:r w:rsidRPr="005720BF">
        <w:rPr>
          <w:rFonts w:ascii="黑体" w:eastAsia="黑体" w:hAnsi="黑体" w:cs="黑体" w:hint="eastAsia"/>
          <w:kern w:val="0"/>
          <w:sz w:val="32"/>
          <w:szCs w:val="32"/>
        </w:rPr>
        <w:t>（小学组）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845"/>
        <w:gridCol w:w="1274"/>
        <w:gridCol w:w="3260"/>
      </w:tblGrid>
      <w:tr w:rsidR="00F17432" w:rsidRPr="005720BF">
        <w:trPr>
          <w:trHeight w:val="425"/>
          <w:jc w:val="center"/>
        </w:trPr>
        <w:tc>
          <w:tcPr>
            <w:tcW w:w="9073" w:type="dxa"/>
            <w:gridSpan w:val="4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一等奖（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名）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《共同战役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我们必胜》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左依依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程秋萍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河海实验小学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《守护家园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世界加油》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朱子鱼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葛利娟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《背影》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季嘉业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杨丽香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常州市金坛区段玉裁实验小学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《非常之州》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刘宇轩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张宝瑾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常州市金坛区水北小学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《不一样的元宵节》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李杨阳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张书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《无畏的战士》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刘鑫磊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蒋燕芬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常州市延陵小学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《“同心相守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展望春天”套系套票》</w:t>
            </w:r>
          </w:p>
        </w:tc>
        <w:tc>
          <w:tcPr>
            <w:tcW w:w="1845" w:type="dxa"/>
            <w:noWrap/>
            <w:vAlign w:val="center"/>
          </w:tcPr>
          <w:p w:rsidR="00F17432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崔妙可、李思瞳</w:t>
            </w:r>
          </w:p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徐铭佳、钱茗</w:t>
            </w:r>
            <w:r w:rsidRPr="005720BF">
              <w:rPr>
                <w:rFonts w:ascii="仿宋_GB2312" w:hAnsi="宋体" w:cs="宋体" w:hint="eastAsia"/>
                <w:color w:val="000000"/>
                <w:kern w:val="0"/>
              </w:rPr>
              <w:t>玥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潘立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横林实验小学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《团心聚力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守护家园》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袁行知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秦燕红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《天使的印记》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奚菡忆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施莹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《青山一道同风雨》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王若可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唐晨露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新北区三井实验小学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9073" w:type="dxa"/>
            <w:gridSpan w:val="4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二等奖（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>20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名）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《武汉加油》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乐佳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丁晓莉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常州市花园第二小学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《抗疫》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杨伊宸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唐芸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常州市华润小学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《四面围剿》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潘佳怡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郑悦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>2020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魏静姝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唐妍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《逆行》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王梓</w:t>
            </w:r>
            <w:r w:rsidRPr="005720BF">
              <w:rPr>
                <w:rFonts w:ascii="仿宋_GB2312" w:hAnsi="宋体" w:cs="宋体" w:hint="eastAsia"/>
                <w:color w:val="000000"/>
                <w:kern w:val="0"/>
              </w:rPr>
              <w:t>埮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王蕾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常州市郑陆实验学校（小学部）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《致敬英雄》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郁心辰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唐妍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《团结一心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众志成城》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李天程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丁晓俊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河海实验小学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《致敬逆行者》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钱玟铎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王婷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《最美逆行者》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</w:t>
            </w:r>
            <w:r w:rsidRPr="005720BF">
              <w:rPr>
                <w:rFonts w:ascii="仿宋_GB2312" w:hAnsi="宋体" w:cs="宋体" w:hint="eastAsia"/>
                <w:color w:val="000000"/>
                <w:kern w:val="0"/>
              </w:rPr>
              <w:t>嫤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浠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王婷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《抗疫英雄》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薛亦</w:t>
            </w:r>
            <w:r w:rsidRPr="005720BF">
              <w:rPr>
                <w:rFonts w:ascii="仿宋_GB2312" w:hAnsi="宋体" w:cs="宋体" w:hint="eastAsia"/>
                <w:color w:val="000000"/>
                <w:kern w:val="0"/>
              </w:rPr>
              <w:t>璟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陈翠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常州市金坛区常胜小学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《致敬最美逆行者》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许茜然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《众志成城，战胜疫情》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周禹宸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《最美逆行者》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刘奕辰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是轶群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经开区横山桥中心小学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《手拉手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万众一心抗疫情》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沈佳宁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李娜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《众志成城共抗疫情》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高逸豪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新桥第二实验小学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《抗击疫情》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徐铭悦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金立成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崔桥小学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《国是最大家》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徐婧宸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陈晓蕾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横林实验小学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《抗击病毒》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李佳芯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陈萍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溧阳市旧县小学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《地球防疫站》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诸子妍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邹萍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常州市觅渡教育集团冠英校区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《武汉加油！》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魏晨欣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蔡佳飞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常州市西新桥小学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9073" w:type="dxa"/>
            <w:gridSpan w:val="4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三等奖（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>30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名）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抗击病毒》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杜林</w:t>
            </w:r>
            <w:r w:rsidRPr="005720BF">
              <w:rPr>
                <w:rFonts w:ascii="仿宋_GB2312" w:hAnsi="宋体" w:cs="宋体" w:hint="eastAsia"/>
                <w:color w:val="000000"/>
                <w:kern w:val="0"/>
              </w:rPr>
              <w:t>晅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顾雅钰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常州市华润小学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《“疫”路有情》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何奕潼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唐妍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《抗击疫情》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董轩毓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金立成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崔桥小学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《大国担当》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王鑫洋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樊幻园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常州市金坛区东城实验小学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《与你同在》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王梓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曹钰皎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常州市金坛区段玉裁实验小学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《万众一心》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夷秋源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薛冬平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常州市金坛区河滨小学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《亲近自然》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黄梓萱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万蕊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常州市金坛区汤庄小学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《同气连枝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共盼春来》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郑颖蓉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胡庄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经开区横山桥中心小学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《保护野生动物》</w:t>
            </w:r>
          </w:p>
        </w:tc>
        <w:tc>
          <w:tcPr>
            <w:tcW w:w="1845" w:type="dxa"/>
            <w:noWrap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焦雨辰</w:t>
            </w:r>
          </w:p>
        </w:tc>
        <w:tc>
          <w:tcPr>
            <w:tcW w:w="1274" w:type="dxa"/>
            <w:noWrap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高茹</w:t>
            </w:r>
          </w:p>
        </w:tc>
        <w:tc>
          <w:tcPr>
            <w:tcW w:w="3260" w:type="dxa"/>
            <w:noWrap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新桥第二实验小学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《最美逆行者》</w:t>
            </w:r>
          </w:p>
        </w:tc>
        <w:tc>
          <w:tcPr>
            <w:tcW w:w="1845" w:type="dxa"/>
            <w:noWrap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黄珂雪</w:t>
            </w:r>
          </w:p>
        </w:tc>
        <w:tc>
          <w:tcPr>
            <w:tcW w:w="1274" w:type="dxa"/>
            <w:noWrap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邵凌云</w:t>
            </w:r>
          </w:p>
        </w:tc>
        <w:tc>
          <w:tcPr>
            <w:tcW w:w="3260" w:type="dxa"/>
            <w:noWrap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新桥第二实验小学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《保护野生动物》</w:t>
            </w:r>
          </w:p>
        </w:tc>
        <w:tc>
          <w:tcPr>
            <w:tcW w:w="1845" w:type="dxa"/>
            <w:noWrap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孙冉冉</w:t>
            </w:r>
          </w:p>
        </w:tc>
        <w:tc>
          <w:tcPr>
            <w:tcW w:w="1274" w:type="dxa"/>
            <w:noWrap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杨静</w:t>
            </w:r>
          </w:p>
        </w:tc>
        <w:tc>
          <w:tcPr>
            <w:tcW w:w="3260" w:type="dxa"/>
            <w:noWrap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新桥第二实验小学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《中国加油》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马宇桐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谢小静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常州市金坛区后阳小学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《防疫志愿者》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杨一轩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何蔚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常州市天宁区北郊小学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钱依凝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严沁雯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常州市凤凰新城实验小学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《让我来》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贺天逸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蒋一红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龙虎塘实验小学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《众志成城战疫情》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黄沁笛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孙逸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横林实验小学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bottom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《敬畏自然，拒食“野味”》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于希源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袁娇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常州戚墅堰东方小学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《抗疫勇士》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吴桐语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王蓓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溧阳市第二实验小学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《众志成城战胜疫情》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虞桐雨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王蓓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溧阳市第二实验小学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顾凯元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张蓉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溧阳市永平小学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《武汉加油》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施文燕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易善才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溧阳市上沛小学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《平等友爱，和谐共生》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韩旭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邹萍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觅渡教育集团冠英小学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《共生》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周彦羽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邹萍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常州市觅渡教育集团冠英校区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《保护野生动物，不让悲剧再发生》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王宣懿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王艳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《最美逆行者》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印炫昊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陆敏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戚墅堰实验小学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《众志成城战疫情》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陆子寒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陈洁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新北区小河中心小学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《最美逆行者》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钱佳萱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刘露娟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常州市新北区薛家中心小学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《同心聚力抗疫情》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李宁立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王亮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新桥第二实验小学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王骏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黄向新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常州市天宁区北郊小学</w:t>
            </w:r>
          </w:p>
        </w:tc>
      </w:tr>
      <w:tr w:rsidR="00F17432" w:rsidRPr="005720BF">
        <w:trPr>
          <w:trHeight w:val="425"/>
          <w:jc w:val="center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《最美掠影》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陈弋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杨婷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常州戚墅堰东方小学</w:t>
            </w:r>
          </w:p>
        </w:tc>
      </w:tr>
    </w:tbl>
    <w:p w:rsidR="00F17432" w:rsidRDefault="00F17432">
      <w:pPr>
        <w:widowControl/>
        <w:spacing w:line="700" w:lineRule="exac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Pr="005720BF" w:rsidRDefault="00F17432">
      <w:pPr>
        <w:widowControl/>
        <w:spacing w:line="700" w:lineRule="exact"/>
        <w:jc w:val="center"/>
        <w:rPr>
          <w:rFonts w:ascii="黑体" w:eastAsia="黑体" w:hAnsi="黑体" w:cs="Times New Roman"/>
          <w:kern w:val="0"/>
          <w:sz w:val="32"/>
          <w:szCs w:val="32"/>
        </w:rPr>
      </w:pPr>
      <w:r w:rsidRPr="005720BF">
        <w:rPr>
          <w:rFonts w:ascii="黑体" w:eastAsia="黑体" w:hAnsi="黑体" w:cs="黑体" w:hint="eastAsia"/>
          <w:kern w:val="0"/>
          <w:sz w:val="32"/>
          <w:szCs w:val="32"/>
        </w:rPr>
        <w:t>（中学组）</w:t>
      </w:r>
    </w:p>
    <w:tbl>
      <w:tblPr>
        <w:tblW w:w="90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845"/>
        <w:gridCol w:w="1274"/>
        <w:gridCol w:w="3260"/>
      </w:tblGrid>
      <w:tr w:rsidR="00F17432" w:rsidRPr="005720BF">
        <w:trPr>
          <w:trHeight w:val="425"/>
        </w:trPr>
        <w:tc>
          <w:tcPr>
            <w:tcW w:w="9073" w:type="dxa"/>
            <w:gridSpan w:val="4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一等奖（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名）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《战役》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杨丁、李刘畅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李昭君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周国宇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邱伟刚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《抗疫最美人物》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孙誉恒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陈莉吉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《共同战疫》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翟佳欣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邹沁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《齐心协力》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张国庆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朱琳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《共心下的守望相助》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周银瑶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刘薇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《同心战“疫”》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明颖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许史萍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江苏省溧阳中等专业学校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《同心抗疫》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韩麒佳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《团结就是力量》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冯朝静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江礼晔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常州市市北实验初级中学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《天佑武汉》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王旭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郑志娟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常州市第四中学</w:t>
            </w:r>
          </w:p>
        </w:tc>
      </w:tr>
      <w:tr w:rsidR="00F17432" w:rsidRPr="005720BF">
        <w:trPr>
          <w:trHeight w:val="425"/>
        </w:trPr>
        <w:tc>
          <w:tcPr>
            <w:tcW w:w="9073" w:type="dxa"/>
            <w:gridSpan w:val="4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二等奖（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>20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名）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《致敬逆行者》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周雯丽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赵洁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《另一个春天》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管恬宁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李昭君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《万众一心，共抗疫情》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冯智琪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肖兰萍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浦河实验学校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《共克时艰》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王伽圣</w:t>
            </w:r>
          </w:p>
        </w:tc>
        <w:tc>
          <w:tcPr>
            <w:tcW w:w="1274" w:type="dxa"/>
            <w:noWrap/>
            <w:vAlign w:val="center"/>
          </w:tcPr>
          <w:p w:rsidR="00F17432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陆峥华</w:t>
            </w:r>
          </w:p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丁瑜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《致敬，逆行者》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潘心怡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王志丽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《武汉加油》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张雅云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史春梅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常州市金坛区段玉裁中学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《窗》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田文慧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张宇红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《披星戴月，与疫共舞》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叶明晶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孙青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《中国加油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武汉加油》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永真岗吉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霍霖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常州西藏民族中学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《齐心抗疫情》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陈荟萱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任宁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常州市翠竹中学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《雷神山和火神山》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陈羿如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任宁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常州市翠竹中学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《待到春花烂漫时》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韩易航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孙文淼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《众志成城抗击疫情》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奚璐瑶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梁瑞韵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芙蓉初级中学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《同心抗疫》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周紫煜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狄云娟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光华初级中学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《共抗疫情，你我同行》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淡娅娉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袁雪莉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武进区横林初级中学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《中国抗疫》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雷哓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葛雪燕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江苏省溧阳中等专业学校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《樱花已开》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朱韵之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吴云姣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《英雄》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蔡予阳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汤琳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《寒春》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周栎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石丽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《众志成城，抗击疫情》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彭丽娟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李夏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</w:tr>
      <w:tr w:rsidR="00F17432" w:rsidRPr="005720BF">
        <w:trPr>
          <w:trHeight w:val="425"/>
        </w:trPr>
        <w:tc>
          <w:tcPr>
            <w:tcW w:w="9073" w:type="dxa"/>
            <w:gridSpan w:val="4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三等奖（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>30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名）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《逆行者》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李佳宜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汤培凤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《逆境中的温暖》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周倩英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周强伟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常州市第三中学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《知识的网约》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龚晋禾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陈莉吉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《梦与春》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安太琪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金锴琰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《战疫情·我们在一起》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赵文强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金锴琰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《向着光》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姚语茜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邹沁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《致敬最美逆行者》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沈纾铭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王相怡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《“还吃吗？”》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高非池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詹凤娥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常州市金坛区第五中学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《森林物语》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林芮西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周强伟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常州市第三中学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《致敬抗“疫”英雄》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冀佳毅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王田甜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常州市金坛区社头中学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《中国加油》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王怡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朱琳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常州市潞城中学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《因为有你们》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孙柏芝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刘薇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《武汉加油》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岳雨倩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蒋彦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《“疫”路有你》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梅曦睿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施春霞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《请战书》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方汝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</w:t>
            </w:r>
            <w:r w:rsidRPr="005720BF">
              <w:rPr>
                <w:rFonts w:ascii="仿宋_GB2312" w:hAnsi="宋体" w:cs="宋体" w:hint="eastAsia"/>
                <w:color w:val="000000"/>
                <w:kern w:val="0"/>
              </w:rPr>
              <w:t>珕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《天使的铠甲》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许诺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《同一片天空，同一片家园》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宋辰琳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胡丹华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常州市中天实验学校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《坚守》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戴志杰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朱谦友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《国，光》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江白拉姆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霍霖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常州西藏民族中学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《万众一心抗击新型冠状病毒》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王旭东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梁瑞韵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芙蓉初级中学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《致敬最可爱的人》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杨东林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宋亚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横山桥初级中学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《别让地球只剩人类》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吕霏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</w:t>
            </w:r>
            <w:r w:rsidRPr="005720BF">
              <w:rPr>
                <w:rFonts w:ascii="仿宋_GB2312" w:hAnsi="宋体" w:cs="宋体" w:hint="eastAsia"/>
                <w:color w:val="000000"/>
                <w:kern w:val="0"/>
              </w:rPr>
              <w:t>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江苏省溧阳中等专业学校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《加油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>China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宋安然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孙钰婧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常州市明德实验中学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</w:t>
            </w:r>
            <w:r w:rsidRPr="005720BF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抗疫情》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顾佳宇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刘嘉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溧阳市南渡高级中学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《战意》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hAnsi="宋体" w:cs="宋体" w:hint="eastAsia"/>
                <w:color w:val="000000"/>
                <w:kern w:val="0"/>
              </w:rPr>
              <w:t>偰</w:t>
            </w: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文立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刘嘉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溧阳市南渡高级中学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《致敬》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陈婧煊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吴艳玲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罗溪中学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《夕望》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巢弥菲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周强伟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常州市第三中学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《逆行者》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张雨晨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李定妹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江苏省溧阳中学附属初级中学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《众志成城》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杨曦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郑志娟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常州市第四中学</w:t>
            </w:r>
          </w:p>
        </w:tc>
      </w:tr>
      <w:tr w:rsidR="00F17432" w:rsidRPr="005720BF">
        <w:trPr>
          <w:trHeight w:val="425"/>
        </w:trPr>
        <w:tc>
          <w:tcPr>
            <w:tcW w:w="269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《心连心等于全世界》</w:t>
            </w:r>
          </w:p>
        </w:tc>
        <w:tc>
          <w:tcPr>
            <w:tcW w:w="1845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孙晴</w:t>
            </w:r>
          </w:p>
        </w:tc>
        <w:tc>
          <w:tcPr>
            <w:tcW w:w="1274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沈梦恬</w:t>
            </w:r>
          </w:p>
        </w:tc>
        <w:tc>
          <w:tcPr>
            <w:tcW w:w="3260" w:type="dxa"/>
            <w:noWrap/>
            <w:vAlign w:val="center"/>
          </w:tcPr>
          <w:p w:rsidR="00F17432" w:rsidRPr="005720BF" w:rsidRDefault="00F17432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5720BF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正衡中学天宁分校</w:t>
            </w:r>
          </w:p>
        </w:tc>
      </w:tr>
    </w:tbl>
    <w:p w:rsidR="00F17432" w:rsidRDefault="00F17432">
      <w:pPr>
        <w:widowControl/>
        <w:spacing w:line="700" w:lineRule="exact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Default="00F17432" w:rsidP="00F33449">
      <w:pPr>
        <w:widowControl/>
        <w:spacing w:line="700" w:lineRule="exact"/>
        <w:ind w:leftChars="-202" w:left="31680" w:rightChars="-94" w:right="31680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p w:rsidR="00F17432" w:rsidRPr="00C66430" w:rsidRDefault="00F17432" w:rsidP="008961D4">
      <w:pPr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sectPr w:rsidR="00F17432" w:rsidRPr="00C66430" w:rsidSect="005720BF">
      <w:footerReference w:type="default" r:id="rId6"/>
      <w:pgSz w:w="11906" w:h="16838"/>
      <w:pgMar w:top="1701" w:right="1531" w:bottom="1701" w:left="1531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432" w:rsidRDefault="00F1743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17432" w:rsidRDefault="00F1743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432" w:rsidRPr="005720BF" w:rsidRDefault="00F17432" w:rsidP="00340443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5720BF">
      <w:rPr>
        <w:rStyle w:val="PageNumber"/>
        <w:sz w:val="28"/>
        <w:szCs w:val="28"/>
      </w:rPr>
      <w:fldChar w:fldCharType="begin"/>
    </w:r>
    <w:r w:rsidRPr="005720BF">
      <w:rPr>
        <w:rStyle w:val="PageNumber"/>
        <w:sz w:val="28"/>
        <w:szCs w:val="28"/>
      </w:rPr>
      <w:instrText xml:space="preserve">PAGE  </w:instrText>
    </w:r>
    <w:r w:rsidRPr="005720B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- 4 -</w:t>
    </w:r>
    <w:r w:rsidRPr="005720BF">
      <w:rPr>
        <w:rStyle w:val="PageNumber"/>
        <w:sz w:val="28"/>
        <w:szCs w:val="28"/>
      </w:rPr>
      <w:fldChar w:fldCharType="end"/>
    </w:r>
  </w:p>
  <w:p w:rsidR="00F17432" w:rsidRDefault="00F17432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432" w:rsidRDefault="00F1743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17432" w:rsidRDefault="00F1743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A4E"/>
    <w:rsid w:val="00002BC8"/>
    <w:rsid w:val="00036F75"/>
    <w:rsid w:val="00061718"/>
    <w:rsid w:val="000A068C"/>
    <w:rsid w:val="000C3D3E"/>
    <w:rsid w:val="00100A4E"/>
    <w:rsid w:val="0011797C"/>
    <w:rsid w:val="00132DDD"/>
    <w:rsid w:val="001A30AA"/>
    <w:rsid w:val="001A7C30"/>
    <w:rsid w:val="001B1FA8"/>
    <w:rsid w:val="001D017E"/>
    <w:rsid w:val="0021442E"/>
    <w:rsid w:val="002314AA"/>
    <w:rsid w:val="0023715A"/>
    <w:rsid w:val="00255673"/>
    <w:rsid w:val="0028702A"/>
    <w:rsid w:val="002912C4"/>
    <w:rsid w:val="002E00DE"/>
    <w:rsid w:val="002F4D6B"/>
    <w:rsid w:val="002F76EC"/>
    <w:rsid w:val="00302262"/>
    <w:rsid w:val="00320B4A"/>
    <w:rsid w:val="00324AEF"/>
    <w:rsid w:val="00340443"/>
    <w:rsid w:val="00347BCF"/>
    <w:rsid w:val="00355D05"/>
    <w:rsid w:val="00366D26"/>
    <w:rsid w:val="003C71A1"/>
    <w:rsid w:val="003D3D37"/>
    <w:rsid w:val="003F24FF"/>
    <w:rsid w:val="00413CF1"/>
    <w:rsid w:val="00433991"/>
    <w:rsid w:val="00437C27"/>
    <w:rsid w:val="005677A6"/>
    <w:rsid w:val="00571CBA"/>
    <w:rsid w:val="005720BF"/>
    <w:rsid w:val="0057546A"/>
    <w:rsid w:val="0057789A"/>
    <w:rsid w:val="00585B21"/>
    <w:rsid w:val="005A320B"/>
    <w:rsid w:val="005B5A3B"/>
    <w:rsid w:val="005B79E1"/>
    <w:rsid w:val="005D46F6"/>
    <w:rsid w:val="005E4341"/>
    <w:rsid w:val="005E6E84"/>
    <w:rsid w:val="005F31D4"/>
    <w:rsid w:val="00606600"/>
    <w:rsid w:val="00612928"/>
    <w:rsid w:val="006505A4"/>
    <w:rsid w:val="006524EC"/>
    <w:rsid w:val="00654F06"/>
    <w:rsid w:val="006631D7"/>
    <w:rsid w:val="00687CF2"/>
    <w:rsid w:val="00691F0C"/>
    <w:rsid w:val="006A7E1D"/>
    <w:rsid w:val="006F090A"/>
    <w:rsid w:val="007154F1"/>
    <w:rsid w:val="00716A45"/>
    <w:rsid w:val="0072640F"/>
    <w:rsid w:val="00773EE3"/>
    <w:rsid w:val="007A2E4C"/>
    <w:rsid w:val="007E20C5"/>
    <w:rsid w:val="007F15E1"/>
    <w:rsid w:val="008019D2"/>
    <w:rsid w:val="0081632D"/>
    <w:rsid w:val="008276CB"/>
    <w:rsid w:val="00845151"/>
    <w:rsid w:val="00850A53"/>
    <w:rsid w:val="00867E20"/>
    <w:rsid w:val="008820B3"/>
    <w:rsid w:val="00886FD6"/>
    <w:rsid w:val="00890AFB"/>
    <w:rsid w:val="008961D4"/>
    <w:rsid w:val="008B42D9"/>
    <w:rsid w:val="008D4AAB"/>
    <w:rsid w:val="008E1417"/>
    <w:rsid w:val="009306F7"/>
    <w:rsid w:val="00940484"/>
    <w:rsid w:val="00987EB9"/>
    <w:rsid w:val="009C4E7D"/>
    <w:rsid w:val="009D1E03"/>
    <w:rsid w:val="009F01A4"/>
    <w:rsid w:val="00A50459"/>
    <w:rsid w:val="00AE687F"/>
    <w:rsid w:val="00AE7A8C"/>
    <w:rsid w:val="00B05A63"/>
    <w:rsid w:val="00B634BD"/>
    <w:rsid w:val="00B82641"/>
    <w:rsid w:val="00BB5164"/>
    <w:rsid w:val="00BD7B57"/>
    <w:rsid w:val="00BF5AB8"/>
    <w:rsid w:val="00C02905"/>
    <w:rsid w:val="00C34411"/>
    <w:rsid w:val="00C66430"/>
    <w:rsid w:val="00C715C1"/>
    <w:rsid w:val="00C830F1"/>
    <w:rsid w:val="00C84531"/>
    <w:rsid w:val="00C91CA6"/>
    <w:rsid w:val="00CA7C45"/>
    <w:rsid w:val="00CD7A2B"/>
    <w:rsid w:val="00CE1BEF"/>
    <w:rsid w:val="00D119C1"/>
    <w:rsid w:val="00D345BF"/>
    <w:rsid w:val="00D436D5"/>
    <w:rsid w:val="00D657EB"/>
    <w:rsid w:val="00D83A63"/>
    <w:rsid w:val="00D911A1"/>
    <w:rsid w:val="00D91540"/>
    <w:rsid w:val="00D92D7F"/>
    <w:rsid w:val="00DA48E0"/>
    <w:rsid w:val="00DB6B86"/>
    <w:rsid w:val="00DE0435"/>
    <w:rsid w:val="00DF6D69"/>
    <w:rsid w:val="00DF7418"/>
    <w:rsid w:val="00E06BC3"/>
    <w:rsid w:val="00E3490A"/>
    <w:rsid w:val="00E41268"/>
    <w:rsid w:val="00E8278B"/>
    <w:rsid w:val="00E85ADB"/>
    <w:rsid w:val="00EA4FAA"/>
    <w:rsid w:val="00EC46E0"/>
    <w:rsid w:val="00F105D5"/>
    <w:rsid w:val="00F17432"/>
    <w:rsid w:val="00F33449"/>
    <w:rsid w:val="00FB536F"/>
    <w:rsid w:val="03D93700"/>
    <w:rsid w:val="05C63F8B"/>
    <w:rsid w:val="18247392"/>
    <w:rsid w:val="1D402D91"/>
    <w:rsid w:val="227700F9"/>
    <w:rsid w:val="377358ED"/>
    <w:rsid w:val="3B8B380F"/>
    <w:rsid w:val="3F3E3664"/>
    <w:rsid w:val="42587ACF"/>
    <w:rsid w:val="43AC24DE"/>
    <w:rsid w:val="550D2830"/>
    <w:rsid w:val="58594CF7"/>
    <w:rsid w:val="6C241D58"/>
    <w:rsid w:val="6D60587E"/>
    <w:rsid w:val="73103396"/>
    <w:rsid w:val="77290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9E1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B79E1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B79E1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5B79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79E1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B79E1"/>
  </w:style>
  <w:style w:type="character" w:styleId="Hyperlink">
    <w:name w:val="Hyperlink"/>
    <w:basedOn w:val="DefaultParagraphFont"/>
    <w:uiPriority w:val="99"/>
    <w:semiHidden/>
    <w:rsid w:val="005B79E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3344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067"/>
    <w:rPr>
      <w:rFonts w:ascii="Calibri" w:hAnsi="Calibri"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6</Pages>
  <Words>512</Words>
  <Characters>2920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yunwu333</dc:creator>
  <cp:keywords/>
  <dc:description/>
  <cp:lastModifiedBy>吴琳赟</cp:lastModifiedBy>
  <cp:revision>66</cp:revision>
  <cp:lastPrinted>2020-09-15T07:49:00Z</cp:lastPrinted>
  <dcterms:created xsi:type="dcterms:W3CDTF">2018-01-22T05:59:00Z</dcterms:created>
  <dcterms:modified xsi:type="dcterms:W3CDTF">2020-09-15T07:49:00Z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