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578" w:rsidRPr="00356F1F" w:rsidRDefault="003C3578" w:rsidP="008848C4">
      <w:pPr>
        <w:rPr>
          <w:rFonts w:ascii="黑体" w:eastAsia="黑体" w:hAnsi="黑体" w:cs="黑体"/>
          <w:sz w:val="32"/>
          <w:szCs w:val="32"/>
        </w:rPr>
      </w:pPr>
      <w:r w:rsidRPr="00356F1F">
        <w:rPr>
          <w:rFonts w:ascii="黑体" w:eastAsia="黑体" w:hAnsi="黑体" w:cs="黑体" w:hint="eastAsia"/>
          <w:sz w:val="32"/>
          <w:szCs w:val="32"/>
        </w:rPr>
        <w:t>附件</w:t>
      </w:r>
      <w:r w:rsidRPr="00356F1F">
        <w:rPr>
          <w:rFonts w:ascii="黑体" w:eastAsia="黑体" w:hAnsi="黑体" w:cs="黑体"/>
          <w:sz w:val="32"/>
          <w:szCs w:val="32"/>
        </w:rPr>
        <w:t>1</w:t>
      </w:r>
    </w:p>
    <w:p w:rsidR="003C3578" w:rsidRDefault="003C3578" w:rsidP="00356F1F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356F1F">
        <w:rPr>
          <w:rFonts w:ascii="方正小标宋简体" w:eastAsia="方正小标宋简体" w:cs="方正小标宋简体" w:hint="eastAsia"/>
          <w:sz w:val="44"/>
          <w:szCs w:val="44"/>
        </w:rPr>
        <w:t>常州市第七届“师德标兵”候选人名额分配表</w:t>
      </w:r>
    </w:p>
    <w:p w:rsidR="003C3578" w:rsidRPr="00356F1F" w:rsidRDefault="003C3578" w:rsidP="00356F1F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6"/>
        <w:gridCol w:w="4261"/>
      </w:tblGrid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</w:rPr>
              <w:t>推荐单位</w:t>
            </w:r>
          </w:p>
        </w:tc>
        <w:tc>
          <w:tcPr>
            <w:tcW w:w="4261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</w:rPr>
              <w:t>候选人名额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溧阳市教育局</w:t>
            </w:r>
          </w:p>
        </w:tc>
        <w:tc>
          <w:tcPr>
            <w:tcW w:w="4261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8</w:t>
            </w:r>
          </w:p>
        </w:tc>
        <w:bookmarkStart w:id="0" w:name="_GoBack"/>
        <w:bookmarkEnd w:id="0"/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金坛区教育局</w:t>
            </w:r>
          </w:p>
        </w:tc>
        <w:tc>
          <w:tcPr>
            <w:tcW w:w="4261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8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武进区教育局</w:t>
            </w:r>
          </w:p>
        </w:tc>
        <w:tc>
          <w:tcPr>
            <w:tcW w:w="4261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8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经开区社会事业局</w:t>
            </w:r>
          </w:p>
        </w:tc>
        <w:tc>
          <w:tcPr>
            <w:tcW w:w="4261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4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新北区教育局</w:t>
            </w:r>
          </w:p>
        </w:tc>
        <w:tc>
          <w:tcPr>
            <w:tcW w:w="4261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5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天宁区教育局</w:t>
            </w:r>
          </w:p>
        </w:tc>
        <w:tc>
          <w:tcPr>
            <w:tcW w:w="4261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5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钟楼区教育局</w:t>
            </w:r>
          </w:p>
        </w:tc>
        <w:tc>
          <w:tcPr>
            <w:tcW w:w="4261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5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在常高校</w:t>
            </w:r>
          </w:p>
        </w:tc>
        <w:tc>
          <w:tcPr>
            <w:tcW w:w="4261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7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局属单位</w:t>
            </w:r>
          </w:p>
        </w:tc>
        <w:tc>
          <w:tcPr>
            <w:tcW w:w="4261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6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其他有关学校</w:t>
            </w:r>
          </w:p>
        </w:tc>
        <w:tc>
          <w:tcPr>
            <w:tcW w:w="4261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4</w:t>
            </w:r>
          </w:p>
        </w:tc>
      </w:tr>
    </w:tbl>
    <w:p w:rsidR="003C3578" w:rsidRPr="004A1128" w:rsidRDefault="003C3578" w:rsidP="008848C4">
      <w:pPr>
        <w:rPr>
          <w:rFonts w:ascii="宋体"/>
          <w:sz w:val="32"/>
          <w:szCs w:val="32"/>
        </w:rPr>
      </w:pPr>
    </w:p>
    <w:p w:rsidR="003C3578" w:rsidRPr="004A1128" w:rsidRDefault="003C3578" w:rsidP="008848C4">
      <w:pPr>
        <w:rPr>
          <w:rFonts w:ascii="宋体"/>
          <w:sz w:val="32"/>
          <w:szCs w:val="32"/>
        </w:rPr>
      </w:pPr>
    </w:p>
    <w:p w:rsidR="003C3578" w:rsidRPr="004A1128" w:rsidRDefault="003C3578" w:rsidP="008848C4">
      <w:pPr>
        <w:rPr>
          <w:rFonts w:ascii="宋体"/>
          <w:sz w:val="32"/>
          <w:szCs w:val="32"/>
        </w:rPr>
      </w:pPr>
    </w:p>
    <w:p w:rsidR="003C3578" w:rsidRDefault="003C3578" w:rsidP="008848C4">
      <w:pPr>
        <w:rPr>
          <w:rFonts w:ascii="宋体"/>
          <w:sz w:val="32"/>
          <w:szCs w:val="32"/>
        </w:rPr>
      </w:pPr>
    </w:p>
    <w:p w:rsidR="003C3578" w:rsidRDefault="003C3578" w:rsidP="008848C4">
      <w:pPr>
        <w:rPr>
          <w:rFonts w:ascii="宋体"/>
          <w:sz w:val="32"/>
          <w:szCs w:val="32"/>
        </w:rPr>
      </w:pPr>
    </w:p>
    <w:p w:rsidR="003C3578" w:rsidRPr="004A1128" w:rsidRDefault="003C3578" w:rsidP="008848C4">
      <w:pPr>
        <w:rPr>
          <w:rFonts w:ascii="宋体"/>
          <w:sz w:val="32"/>
          <w:szCs w:val="32"/>
        </w:rPr>
      </w:pPr>
    </w:p>
    <w:p w:rsidR="003C3578" w:rsidRPr="00356F1F" w:rsidRDefault="003C3578" w:rsidP="008848C4">
      <w:pPr>
        <w:rPr>
          <w:rFonts w:ascii="黑体" w:eastAsia="黑体" w:hAnsi="黑体" w:cs="黑体"/>
          <w:sz w:val="32"/>
          <w:szCs w:val="32"/>
        </w:rPr>
      </w:pPr>
      <w:r w:rsidRPr="00356F1F">
        <w:rPr>
          <w:rFonts w:ascii="黑体" w:eastAsia="黑体" w:hAnsi="黑体" w:cs="黑体" w:hint="eastAsia"/>
          <w:sz w:val="32"/>
          <w:szCs w:val="32"/>
        </w:rPr>
        <w:t>附件</w:t>
      </w:r>
      <w:r w:rsidRPr="00356F1F">
        <w:rPr>
          <w:rFonts w:ascii="黑体" w:eastAsia="黑体" w:hAnsi="黑体" w:cs="黑体"/>
          <w:sz w:val="32"/>
          <w:szCs w:val="32"/>
        </w:rPr>
        <w:t>2</w:t>
      </w:r>
    </w:p>
    <w:p w:rsidR="003C3578" w:rsidRDefault="003C3578" w:rsidP="00356F1F">
      <w:pPr>
        <w:widowControl/>
        <w:spacing w:line="700" w:lineRule="exact"/>
        <w:jc w:val="center"/>
        <w:rPr>
          <w:rFonts w:ascii="方正小标宋简体" w:eastAsia="方正小标宋简体" w:hAnsi="华文中宋"/>
          <w:color w:val="000000"/>
          <w:kern w:val="0"/>
          <w:sz w:val="44"/>
          <w:szCs w:val="44"/>
        </w:rPr>
      </w:pPr>
      <w:r w:rsidRPr="00356F1F">
        <w:rPr>
          <w:rFonts w:ascii="方正小标宋简体" w:eastAsia="方正小标宋简体" w:cs="方正小标宋简体" w:hint="eastAsia"/>
          <w:sz w:val="44"/>
          <w:szCs w:val="44"/>
        </w:rPr>
        <w:t>常州市第七届“师德标兵”候选人</w:t>
      </w:r>
      <w:r w:rsidRPr="00356F1F">
        <w:rPr>
          <w:rFonts w:ascii="方正小标宋简体" w:eastAsia="方正小标宋简体" w:hAnsi="华文中宋" w:cs="方正小标宋简体" w:hint="eastAsia"/>
          <w:color w:val="000000"/>
          <w:kern w:val="0"/>
          <w:sz w:val="44"/>
          <w:szCs w:val="44"/>
        </w:rPr>
        <w:t>推荐表</w:t>
      </w:r>
    </w:p>
    <w:p w:rsidR="003C3578" w:rsidRPr="00356F1F" w:rsidRDefault="003C3578" w:rsidP="00356F1F">
      <w:pPr>
        <w:widowControl/>
        <w:spacing w:line="700" w:lineRule="exact"/>
        <w:jc w:val="center"/>
        <w:rPr>
          <w:rFonts w:ascii="方正小标宋简体" w:eastAsia="方正小标宋简体" w:hAnsi="华文中宋"/>
          <w:color w:val="000000"/>
          <w:kern w:val="0"/>
          <w:sz w:val="44"/>
          <w:szCs w:val="44"/>
        </w:rPr>
      </w:pPr>
    </w:p>
    <w:tbl>
      <w:tblPr>
        <w:tblW w:w="9108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719"/>
        <w:gridCol w:w="538"/>
        <w:gridCol w:w="903"/>
        <w:gridCol w:w="357"/>
        <w:gridCol w:w="1011"/>
        <w:gridCol w:w="789"/>
        <w:gridCol w:w="363"/>
        <w:gridCol w:w="537"/>
        <w:gridCol w:w="903"/>
        <w:gridCol w:w="900"/>
        <w:gridCol w:w="913"/>
        <w:gridCol w:w="1175"/>
      </w:tblGrid>
      <w:tr w:rsidR="003C3578" w:rsidRPr="00356F1F" w:rsidTr="00356F1F">
        <w:trPr>
          <w:cantSplit/>
          <w:trHeight w:hRule="exact" w:val="56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3C3578" w:rsidRPr="00356F1F" w:rsidTr="00356F1F">
        <w:trPr>
          <w:cantSplit/>
          <w:trHeight w:hRule="exact" w:val="56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 w:firstLineChars="100" w:firstLine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3C3578" w:rsidRPr="00356F1F" w:rsidTr="00356F1F">
        <w:trPr>
          <w:cantSplit/>
          <w:trHeight w:hRule="exact" w:val="567"/>
        </w:trPr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3C3578" w:rsidRPr="00356F1F" w:rsidTr="00356F1F">
        <w:trPr>
          <w:cantSplit/>
          <w:trHeight w:val="17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本</w:t>
            </w:r>
          </w:p>
          <w:p w:rsidR="003C3578" w:rsidRPr="00356F1F" w:rsidRDefault="003C3578" w:rsidP="003C3578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  <w:p w:rsidR="003C3578" w:rsidRPr="00356F1F" w:rsidRDefault="003C3578" w:rsidP="003C3578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简</w:t>
            </w:r>
          </w:p>
          <w:p w:rsidR="003C3578" w:rsidRPr="00356F1F" w:rsidRDefault="003C3578" w:rsidP="003C3578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400" w:lineRule="exact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3C3578" w:rsidRPr="00356F1F" w:rsidTr="00356F1F">
        <w:trPr>
          <w:cantSplit/>
          <w:trHeight w:val="17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获</w:t>
            </w:r>
          </w:p>
          <w:p w:rsidR="003C3578" w:rsidRPr="00356F1F" w:rsidRDefault="003C3578" w:rsidP="003C3578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奖</w:t>
            </w:r>
          </w:p>
          <w:p w:rsidR="003C3578" w:rsidRPr="00356F1F" w:rsidRDefault="003C3578" w:rsidP="003C3578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情</w:t>
            </w:r>
          </w:p>
          <w:p w:rsidR="003C3578" w:rsidRPr="00356F1F" w:rsidRDefault="003C3578" w:rsidP="003C3578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况</w:t>
            </w: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400" w:lineRule="exact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3C3578" w:rsidRPr="00356F1F" w:rsidTr="00356F1F">
        <w:trPr>
          <w:cantSplit/>
          <w:trHeight w:val="589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主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要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事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迹</w:t>
            </w: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78" w:rsidRPr="00356F1F" w:rsidRDefault="003C3578" w:rsidP="002D3E16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2D3E16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3C3578" w:rsidRPr="00356F1F" w:rsidTr="00356F1F">
        <w:trPr>
          <w:cantSplit/>
          <w:trHeight w:val="35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beforeLines="50" w:line="48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所在单位意见</w:t>
            </w: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beforeLines="100" w:line="360" w:lineRule="auto"/>
              <w:ind w:rightChars="-36" w:right="31680" w:firstLineChars="195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 w:firstLineChars="210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 w:rsidR="003C3578" w:rsidRPr="00356F1F" w:rsidTr="00356F1F">
        <w:trPr>
          <w:cantSplit/>
          <w:trHeight w:val="374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辖市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区教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育工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会意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见</w:t>
            </w:r>
          </w:p>
        </w:tc>
        <w:tc>
          <w:tcPr>
            <w:tcW w:w="3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500" w:lineRule="exact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500" w:lineRule="exact"/>
              <w:ind w:left="31680" w:rightChars="-36" w:right="31680" w:hangingChars="45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500" w:lineRule="exact"/>
              <w:ind w:left="31680" w:rightChars="-36" w:right="31680" w:hangingChars="20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500" w:lineRule="exact"/>
              <w:ind w:left="31680" w:rightChars="-36" w:right="31680" w:hangingChars="20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Default="003C3578" w:rsidP="003C3578">
            <w:pPr>
              <w:widowControl/>
              <w:spacing w:line="500" w:lineRule="exact"/>
              <w:ind w:leftChars="513" w:left="31680" w:rightChars="-36" w:right="31680" w:firstLineChars="250" w:firstLine="31680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3C3578" w:rsidRPr="00356F1F" w:rsidRDefault="003C3578" w:rsidP="003C3578">
            <w:pPr>
              <w:widowControl/>
              <w:spacing w:line="500" w:lineRule="exact"/>
              <w:ind w:leftChars="513" w:left="31680" w:rightChars="-36" w:right="31680" w:firstLineChars="40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辖市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区教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育局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500" w:lineRule="exact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500" w:lineRule="exact"/>
              <w:ind w:left="31680" w:rightChars="-36" w:right="31680" w:hangingChars="45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500" w:lineRule="exact"/>
              <w:ind w:left="31680" w:rightChars="-36" w:right="31680" w:hangingChars="20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500" w:lineRule="exact"/>
              <w:ind w:left="31680" w:rightChars="-36" w:right="31680" w:hangingChars="20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Default="003C3578" w:rsidP="003C3578">
            <w:pPr>
              <w:widowControl/>
              <w:spacing w:line="500" w:lineRule="exact"/>
              <w:ind w:leftChars="513" w:left="31680" w:rightChars="-36" w:right="31680" w:firstLineChars="250" w:firstLine="31680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3C3578" w:rsidRPr="00356F1F" w:rsidRDefault="003C3578" w:rsidP="003C3578">
            <w:pPr>
              <w:widowControl/>
              <w:spacing w:line="500" w:lineRule="exact"/>
              <w:ind w:rightChars="-36" w:right="31680" w:firstLineChars="90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 w:rsidR="003C3578" w:rsidRPr="00356F1F" w:rsidTr="00356F1F">
        <w:trPr>
          <w:cantSplit/>
          <w:trHeight w:val="35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市教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育工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会意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见</w:t>
            </w:r>
          </w:p>
        </w:tc>
        <w:tc>
          <w:tcPr>
            <w:tcW w:w="3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500" w:lineRule="exact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500" w:lineRule="exact"/>
              <w:ind w:left="31680" w:rightChars="-36" w:right="31680" w:hangingChars="45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500" w:lineRule="exact"/>
              <w:ind w:left="31680" w:rightChars="-36" w:right="31680" w:hangingChars="20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500" w:lineRule="exact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Default="003C3578" w:rsidP="003C3578">
            <w:pPr>
              <w:widowControl/>
              <w:spacing w:line="500" w:lineRule="exact"/>
              <w:ind w:leftChars="513" w:left="31680" w:rightChars="-36" w:right="31680" w:firstLineChars="250" w:firstLine="31680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3C3578" w:rsidRPr="00356F1F" w:rsidRDefault="003C3578" w:rsidP="003C3578">
            <w:pPr>
              <w:widowControl/>
              <w:spacing w:line="500" w:lineRule="exact"/>
              <w:ind w:rightChars="-36" w:right="31680" w:firstLineChars="85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市教</w:t>
            </w: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育局</w:t>
            </w:r>
          </w:p>
          <w:p w:rsidR="003C3578" w:rsidRPr="00356F1F" w:rsidRDefault="003C3578" w:rsidP="003C3578">
            <w:pPr>
              <w:spacing w:line="240" w:lineRule="atLeas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500" w:lineRule="exact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500" w:lineRule="exact"/>
              <w:ind w:left="31680" w:rightChars="-36" w:right="31680" w:hangingChars="45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500" w:lineRule="exact"/>
              <w:ind w:left="31680" w:rightChars="-36" w:right="31680" w:hangingChars="20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500" w:lineRule="exact"/>
              <w:ind w:left="31680" w:rightChars="-36" w:right="31680" w:hangingChars="20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Default="003C3578" w:rsidP="003C3578">
            <w:pPr>
              <w:widowControl/>
              <w:spacing w:line="500" w:lineRule="exact"/>
              <w:ind w:leftChars="513" w:left="31680" w:rightChars="-36" w:right="31680" w:firstLineChars="250" w:firstLine="31680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3C3578" w:rsidRPr="00356F1F" w:rsidRDefault="003C3578" w:rsidP="003C3578">
            <w:pPr>
              <w:spacing w:line="500" w:lineRule="exact"/>
              <w:ind w:rightChars="-36" w:right="31680" w:firstLineChars="850" w:firstLine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 w:rsidR="003C3578" w:rsidRPr="00356F1F" w:rsidTr="00356F1F">
        <w:trPr>
          <w:cantSplit/>
          <w:trHeight w:val="102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备</w:t>
            </w:r>
            <w:r w:rsidRPr="00356F1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注</w:t>
            </w: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Default="003C3578" w:rsidP="003C3578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3C3578" w:rsidRPr="00356F1F" w:rsidRDefault="003C3578" w:rsidP="003C3578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3C3578" w:rsidRDefault="003C3578"/>
    <w:sectPr w:rsidR="003C3578" w:rsidSect="00356F1F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578" w:rsidRDefault="003C3578">
      <w:r>
        <w:separator/>
      </w:r>
    </w:p>
  </w:endnote>
  <w:endnote w:type="continuationSeparator" w:id="1">
    <w:p w:rsidR="003C3578" w:rsidRDefault="003C3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578" w:rsidRPr="00356F1F" w:rsidRDefault="003C3578" w:rsidP="001F58E6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356F1F">
      <w:rPr>
        <w:rStyle w:val="PageNumber"/>
        <w:sz w:val="28"/>
        <w:szCs w:val="28"/>
      </w:rPr>
      <w:fldChar w:fldCharType="begin"/>
    </w:r>
    <w:r w:rsidRPr="00356F1F">
      <w:rPr>
        <w:rStyle w:val="PageNumber"/>
        <w:sz w:val="28"/>
        <w:szCs w:val="28"/>
      </w:rPr>
      <w:instrText xml:space="preserve">PAGE  </w:instrText>
    </w:r>
    <w:r w:rsidRPr="00356F1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- 6 -</w:t>
    </w:r>
    <w:r w:rsidRPr="00356F1F">
      <w:rPr>
        <w:rStyle w:val="PageNumber"/>
        <w:sz w:val="28"/>
        <w:szCs w:val="28"/>
      </w:rPr>
      <w:fldChar w:fldCharType="end"/>
    </w:r>
  </w:p>
  <w:p w:rsidR="003C3578" w:rsidRPr="00356F1F" w:rsidRDefault="003C3578" w:rsidP="00356F1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578" w:rsidRDefault="003C3578">
      <w:r>
        <w:separator/>
      </w:r>
    </w:p>
  </w:footnote>
  <w:footnote w:type="continuationSeparator" w:id="1">
    <w:p w:rsidR="003C3578" w:rsidRDefault="003C35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8C4"/>
    <w:rsid w:val="000A0275"/>
    <w:rsid w:val="0014119B"/>
    <w:rsid w:val="001E3125"/>
    <w:rsid w:val="001F58E6"/>
    <w:rsid w:val="002D3E16"/>
    <w:rsid w:val="003100EA"/>
    <w:rsid w:val="00356F1F"/>
    <w:rsid w:val="003C3578"/>
    <w:rsid w:val="004A1128"/>
    <w:rsid w:val="004E5AEA"/>
    <w:rsid w:val="005D42B2"/>
    <w:rsid w:val="006120C9"/>
    <w:rsid w:val="008848C4"/>
    <w:rsid w:val="00885978"/>
    <w:rsid w:val="008F2498"/>
    <w:rsid w:val="00A31618"/>
    <w:rsid w:val="00AA04A7"/>
    <w:rsid w:val="00B10192"/>
    <w:rsid w:val="00B45CF2"/>
    <w:rsid w:val="00CA169B"/>
    <w:rsid w:val="00CA4740"/>
    <w:rsid w:val="00D36DB1"/>
    <w:rsid w:val="00E63A38"/>
    <w:rsid w:val="00EB73E3"/>
    <w:rsid w:val="00F82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8C4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uiPriority w:val="99"/>
    <w:semiHidden/>
    <w:rsid w:val="008848C4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8848C4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884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848C4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8848C4"/>
  </w:style>
  <w:style w:type="paragraph" w:styleId="Header">
    <w:name w:val="header"/>
    <w:basedOn w:val="Normal"/>
    <w:link w:val="HeaderChar"/>
    <w:uiPriority w:val="99"/>
    <w:rsid w:val="005D4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42B2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F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249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3</Pages>
  <Words>205</Words>
  <Characters>212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8</cp:revision>
  <cp:lastPrinted>2020-07-02T06:06:00Z</cp:lastPrinted>
  <dcterms:created xsi:type="dcterms:W3CDTF">2019-05-22T07:11:00Z</dcterms:created>
  <dcterms:modified xsi:type="dcterms:W3CDTF">2020-07-06T02:54:00Z</dcterms:modified>
</cp:coreProperties>
</file>