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7D" w:rsidRPr="00366E66" w:rsidRDefault="00F5237D" w:rsidP="00366E66">
      <w:pPr>
        <w:rPr>
          <w:rFonts w:ascii="黑体" w:eastAsia="黑体" w:hAnsi="黑体" w:cs="黑体"/>
          <w:w w:val="95"/>
          <w:kern w:val="0"/>
          <w:sz w:val="32"/>
          <w:szCs w:val="32"/>
        </w:rPr>
      </w:pPr>
      <w:r w:rsidRPr="00366E66">
        <w:rPr>
          <w:rFonts w:ascii="黑体" w:eastAsia="黑体" w:hAnsi="黑体" w:cs="黑体" w:hint="eastAsia"/>
          <w:w w:val="95"/>
          <w:kern w:val="0"/>
          <w:sz w:val="32"/>
          <w:szCs w:val="32"/>
        </w:rPr>
        <w:t>附件</w:t>
      </w:r>
      <w:r w:rsidRPr="00366E66">
        <w:rPr>
          <w:rFonts w:ascii="黑体" w:eastAsia="黑体" w:hAnsi="黑体" w:cs="黑体"/>
          <w:w w:val="95"/>
          <w:kern w:val="0"/>
          <w:sz w:val="32"/>
          <w:szCs w:val="32"/>
        </w:rPr>
        <w:t>1</w:t>
      </w:r>
    </w:p>
    <w:p w:rsidR="00F5237D" w:rsidRPr="00366E66" w:rsidRDefault="00F5237D" w:rsidP="00366E66">
      <w:pPr>
        <w:jc w:val="center"/>
        <w:rPr>
          <w:rFonts w:ascii="方正小标宋简体" w:eastAsia="方正小标宋简体" w:hAnsi="宋体"/>
          <w:w w:val="95"/>
          <w:kern w:val="0"/>
          <w:sz w:val="44"/>
          <w:szCs w:val="44"/>
        </w:rPr>
      </w:pPr>
      <w:r w:rsidRPr="00366E66">
        <w:rPr>
          <w:rFonts w:ascii="方正小标宋简体" w:eastAsia="方正小标宋简体" w:hAnsi="宋体" w:cs="方正小标宋简体" w:hint="eastAsia"/>
          <w:w w:val="95"/>
          <w:kern w:val="0"/>
          <w:sz w:val="44"/>
          <w:szCs w:val="44"/>
        </w:rPr>
        <w:t>市级和省级“三创”优秀学生、优秀学生干部、先进班集体推荐名额分配表</w:t>
      </w: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63"/>
        <w:gridCol w:w="1742"/>
        <w:gridCol w:w="1743"/>
        <w:gridCol w:w="1742"/>
        <w:gridCol w:w="1743"/>
        <w:gridCol w:w="1742"/>
        <w:gridCol w:w="1743"/>
      </w:tblGrid>
      <w:tr w:rsidR="00F5237D" w:rsidRPr="00366E66">
        <w:trPr>
          <w:trHeight w:val="567"/>
          <w:jc w:val="center"/>
        </w:trPr>
        <w:tc>
          <w:tcPr>
            <w:tcW w:w="3763" w:type="dxa"/>
            <w:vMerge w:val="restart"/>
            <w:noWrap/>
            <w:vAlign w:val="center"/>
          </w:tcPr>
          <w:p w:rsidR="00F5237D" w:rsidRPr="007561AB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7561AB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5227" w:type="dxa"/>
            <w:gridSpan w:val="3"/>
            <w:noWrap/>
            <w:vAlign w:val="center"/>
          </w:tcPr>
          <w:p w:rsidR="00F5237D" w:rsidRPr="007561AB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7561AB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市级</w:t>
            </w:r>
          </w:p>
        </w:tc>
        <w:tc>
          <w:tcPr>
            <w:tcW w:w="5228" w:type="dxa"/>
            <w:gridSpan w:val="3"/>
            <w:noWrap/>
            <w:vAlign w:val="center"/>
          </w:tcPr>
          <w:p w:rsidR="00F5237D" w:rsidRPr="007561AB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7561AB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省级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Merge/>
            <w:vAlign w:val="center"/>
          </w:tcPr>
          <w:p w:rsidR="00F5237D" w:rsidRPr="007561AB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noWrap/>
            <w:vAlign w:val="center"/>
          </w:tcPr>
          <w:p w:rsidR="00F5237D" w:rsidRPr="007561AB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7561AB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三创优秀学生</w:t>
            </w:r>
          </w:p>
        </w:tc>
        <w:tc>
          <w:tcPr>
            <w:tcW w:w="1743" w:type="dxa"/>
            <w:noWrap/>
            <w:vAlign w:val="center"/>
          </w:tcPr>
          <w:p w:rsidR="00F5237D" w:rsidRPr="007561AB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7561AB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优秀学生干部</w:t>
            </w:r>
          </w:p>
        </w:tc>
        <w:tc>
          <w:tcPr>
            <w:tcW w:w="1742" w:type="dxa"/>
            <w:noWrap/>
            <w:vAlign w:val="center"/>
          </w:tcPr>
          <w:p w:rsidR="00F5237D" w:rsidRPr="007561AB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7561AB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先进班集体</w:t>
            </w:r>
          </w:p>
        </w:tc>
        <w:tc>
          <w:tcPr>
            <w:tcW w:w="1743" w:type="dxa"/>
            <w:noWrap/>
            <w:vAlign w:val="center"/>
          </w:tcPr>
          <w:p w:rsidR="00F5237D" w:rsidRPr="007561AB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7561AB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三创优秀学生</w:t>
            </w:r>
          </w:p>
        </w:tc>
        <w:tc>
          <w:tcPr>
            <w:tcW w:w="1742" w:type="dxa"/>
            <w:noWrap/>
            <w:vAlign w:val="center"/>
          </w:tcPr>
          <w:p w:rsidR="00F5237D" w:rsidRPr="007561AB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7561AB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优秀学生干部</w:t>
            </w:r>
          </w:p>
        </w:tc>
        <w:tc>
          <w:tcPr>
            <w:tcW w:w="1743" w:type="dxa"/>
            <w:noWrap/>
            <w:vAlign w:val="center"/>
          </w:tcPr>
          <w:p w:rsidR="00F5237D" w:rsidRPr="007561AB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7561AB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先进班集体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江苏省金坛中等专业学校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江苏省溧阳中等专业学校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13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溧阳市天目湖中等专业学校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常州市高级职业技术学校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24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14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常州幼儿师范学校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常州刘国钧高等职业技术学校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17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常州旅游商贸高等职业技术学校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16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常州铁道高等职业技术学校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常州卫生高等职业技术学校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常州艺术高等职业学校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江苏省常州体育运动学校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Default="00F5237D" w:rsidP="007561AB">
            <w:pPr>
              <w:widowControl/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常州开放大学</w:t>
            </w:r>
          </w:p>
          <w:p w:rsidR="00F5237D" w:rsidRPr="00366E66" w:rsidRDefault="00F5237D" w:rsidP="007561AB">
            <w:pPr>
              <w:widowControl/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（江苏城市职业学院常州办学点）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武进开放大学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江苏省常州技师学院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23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常州交通技师学院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常州冶金技师学院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常州市工贸高级技工学校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常州航空技工学校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常州科技经贸技工学校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</w:tr>
      <w:tr w:rsidR="00F5237D" w:rsidRPr="00366E66">
        <w:trPr>
          <w:trHeight w:val="567"/>
          <w:jc w:val="center"/>
        </w:trPr>
        <w:tc>
          <w:tcPr>
            <w:tcW w:w="3763" w:type="dxa"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742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86</w:t>
            </w:r>
            <w:bookmarkStart w:id="0" w:name="_GoBack"/>
            <w:bookmarkEnd w:id="0"/>
          </w:p>
        </w:tc>
        <w:tc>
          <w:tcPr>
            <w:tcW w:w="1742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742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743" w:type="dxa"/>
            <w:noWrap/>
            <w:vAlign w:val="center"/>
          </w:tcPr>
          <w:p w:rsidR="00F5237D" w:rsidRPr="00366E66" w:rsidRDefault="00F5237D" w:rsidP="007561AB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366E6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</w:tr>
    </w:tbl>
    <w:p w:rsidR="00F5237D" w:rsidRDefault="00F5237D">
      <w:pPr>
        <w:spacing w:line="240" w:lineRule="atLeast"/>
      </w:pPr>
    </w:p>
    <w:sectPr w:rsidR="00F5237D" w:rsidSect="00FC7DC2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37D" w:rsidRDefault="00F5237D" w:rsidP="00366E66">
      <w:r>
        <w:separator/>
      </w:r>
    </w:p>
  </w:endnote>
  <w:endnote w:type="continuationSeparator" w:id="1">
    <w:p w:rsidR="00F5237D" w:rsidRDefault="00F5237D" w:rsidP="00366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37D" w:rsidRPr="007561AB" w:rsidRDefault="00F5237D" w:rsidP="00E464E6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7561AB">
      <w:rPr>
        <w:rStyle w:val="PageNumber"/>
        <w:sz w:val="28"/>
        <w:szCs w:val="28"/>
      </w:rPr>
      <w:fldChar w:fldCharType="begin"/>
    </w:r>
    <w:r w:rsidRPr="007561AB">
      <w:rPr>
        <w:rStyle w:val="PageNumber"/>
        <w:sz w:val="28"/>
        <w:szCs w:val="28"/>
      </w:rPr>
      <w:instrText xml:space="preserve">PAGE  </w:instrText>
    </w:r>
    <w:r w:rsidRPr="007561A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- 7 -</w:t>
    </w:r>
    <w:r w:rsidRPr="007561AB">
      <w:rPr>
        <w:rStyle w:val="PageNumber"/>
        <w:sz w:val="28"/>
        <w:szCs w:val="28"/>
      </w:rPr>
      <w:fldChar w:fldCharType="end"/>
    </w:r>
  </w:p>
  <w:p w:rsidR="00F5237D" w:rsidRDefault="00F5237D" w:rsidP="007561AB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37D" w:rsidRDefault="00F5237D" w:rsidP="00366E66">
      <w:r>
        <w:separator/>
      </w:r>
    </w:p>
  </w:footnote>
  <w:footnote w:type="continuationSeparator" w:id="1">
    <w:p w:rsidR="00F5237D" w:rsidRDefault="00F5237D" w:rsidP="00366E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256"/>
    <w:rsid w:val="000344B2"/>
    <w:rsid w:val="00045173"/>
    <w:rsid w:val="000E7422"/>
    <w:rsid w:val="00121819"/>
    <w:rsid w:val="001B7DD3"/>
    <w:rsid w:val="00204DE0"/>
    <w:rsid w:val="00230A69"/>
    <w:rsid w:val="00251A58"/>
    <w:rsid w:val="00265A98"/>
    <w:rsid w:val="002D009A"/>
    <w:rsid w:val="002E5EF8"/>
    <w:rsid w:val="00366E66"/>
    <w:rsid w:val="003E2216"/>
    <w:rsid w:val="003F281F"/>
    <w:rsid w:val="00465E63"/>
    <w:rsid w:val="005B341D"/>
    <w:rsid w:val="00646203"/>
    <w:rsid w:val="00651CBA"/>
    <w:rsid w:val="006B3F22"/>
    <w:rsid w:val="006B5AB0"/>
    <w:rsid w:val="006C23AD"/>
    <w:rsid w:val="007561AB"/>
    <w:rsid w:val="00815BAA"/>
    <w:rsid w:val="00892CF5"/>
    <w:rsid w:val="0097542A"/>
    <w:rsid w:val="00977948"/>
    <w:rsid w:val="009C3602"/>
    <w:rsid w:val="00B2007F"/>
    <w:rsid w:val="00B377A8"/>
    <w:rsid w:val="00B72ED3"/>
    <w:rsid w:val="00B86430"/>
    <w:rsid w:val="00BE4DF4"/>
    <w:rsid w:val="00C91879"/>
    <w:rsid w:val="00CD3378"/>
    <w:rsid w:val="00CF02C2"/>
    <w:rsid w:val="00D43257"/>
    <w:rsid w:val="00DE10F0"/>
    <w:rsid w:val="00DF556C"/>
    <w:rsid w:val="00DF5586"/>
    <w:rsid w:val="00E1750E"/>
    <w:rsid w:val="00E464E6"/>
    <w:rsid w:val="00E51FE5"/>
    <w:rsid w:val="00E57C4A"/>
    <w:rsid w:val="00EB42D9"/>
    <w:rsid w:val="00F14CFB"/>
    <w:rsid w:val="00F20256"/>
    <w:rsid w:val="00F5237D"/>
    <w:rsid w:val="00FC7DC2"/>
    <w:rsid w:val="31080D45"/>
    <w:rsid w:val="749B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7542A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542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7542A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9754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542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9754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7542A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7561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88</Words>
  <Characters>507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Administrator</dc:creator>
  <cp:keywords/>
  <dc:description/>
  <cp:lastModifiedBy>吴琳赟</cp:lastModifiedBy>
  <cp:revision>9</cp:revision>
  <cp:lastPrinted>2020-04-09T02:27:00Z</cp:lastPrinted>
  <dcterms:created xsi:type="dcterms:W3CDTF">2020-04-09T03:30:00Z</dcterms:created>
  <dcterms:modified xsi:type="dcterms:W3CDTF">2020-04-10T08:40:00Z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