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D8" w:rsidRPr="00571CBA" w:rsidRDefault="005F68D8">
      <w:pPr>
        <w:rPr>
          <w:rFonts w:ascii="黑体" w:eastAsia="黑体" w:hAnsi="黑体" w:cs="黑体"/>
          <w:sz w:val="32"/>
          <w:szCs w:val="32"/>
        </w:rPr>
      </w:pPr>
      <w:r w:rsidRPr="00571CBA">
        <w:rPr>
          <w:rFonts w:ascii="黑体" w:eastAsia="黑体" w:hAnsi="黑体" w:cs="黑体" w:hint="eastAsia"/>
          <w:sz w:val="32"/>
          <w:szCs w:val="32"/>
        </w:rPr>
        <w:t>附件</w:t>
      </w:r>
      <w:r w:rsidRPr="00571CBA">
        <w:rPr>
          <w:rFonts w:ascii="黑体" w:eastAsia="黑体" w:hAnsi="黑体" w:cs="黑体"/>
          <w:sz w:val="32"/>
          <w:szCs w:val="32"/>
        </w:rPr>
        <w:t>1</w:t>
      </w:r>
    </w:p>
    <w:p w:rsidR="005F68D8" w:rsidRPr="00571CBA" w:rsidRDefault="005F68D8" w:rsidP="00571CB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571CBA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第十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二</w:t>
      </w:r>
      <w:r w:rsidRPr="00571CBA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届“生命之水”主题教育活动</w:t>
      </w:r>
    </w:p>
    <w:p w:rsidR="005F68D8" w:rsidRDefault="005F68D8" w:rsidP="00C830F1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571CBA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优秀指导教师名单（</w:t>
      </w:r>
      <w:r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  <w:t>169</w:t>
      </w:r>
      <w:r w:rsidRPr="00571CBA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名）</w:t>
      </w:r>
    </w:p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tbl>
      <w:tblPr>
        <w:tblW w:w="6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40"/>
        <w:gridCol w:w="4820"/>
      </w:tblGrid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优秀指导教师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卢星梅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溧阳市实验幼儿园清安园区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史一茜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溧阳市东升实验幼儿园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程</w:t>
            </w:r>
            <w:r w:rsidRPr="00246CDD">
              <w:rPr>
                <w:rFonts w:ascii="仿宋_GB2312" w:cs="宋体" w:hint="eastAsia"/>
              </w:rPr>
              <w:t>彧</w:t>
            </w:r>
            <w:r w:rsidRPr="00246CDD">
              <w:rPr>
                <w:rFonts w:ascii="仿宋_GB2312" w:eastAsia="仿宋_GB2312" w:cs="仿宋_GB2312" w:hint="eastAsia"/>
              </w:rPr>
              <w:t>立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溧阳市埭头中学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狄云娟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溧阳市光华初级中学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龚伊丽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溧阳市外国语小学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韩丽萍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溧阳市东升小学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蒋春芳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溧阳市埭头中心小学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罗寅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溧阳市外国语小学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马云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溧阳市埭头中心小学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彭衷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溧阳市溧城中心小学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罗昌铭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溧阳市上兴中心小学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滕霞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溧阳市南渡中心小学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</w:t>
            </w:r>
            <w:r w:rsidRPr="00246CDD">
              <w:rPr>
                <w:rFonts w:ascii="仿宋_GB2312" w:cs="宋体" w:hint="eastAsia"/>
              </w:rPr>
              <w:t>珺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溧阳市社渚中心小学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邢传来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溧阳市埭头中学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杨进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溧阳市实验初级中学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杨霖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溧阳市埭头中学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俞华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溧阳市永平小学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张莉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溧阳市文化小学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周君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溧阳市文化小学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周义杰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溧阳市燕湖小学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朱虹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溧阳市光华初级中学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卜灵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金坛区常胜小学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陈磊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江苏省华罗庚中学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陈丽、王霞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黄春根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金坛区朝阳小学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吉晨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金坛区朝阳小学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蒋艳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金坛区社头中学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居云霞、邓海霞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常州市第二十四中学金坛分校（段玉裁中学）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凌俊华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刘欢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金坛区薛埠中心小学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刘玲玲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罗湘云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金坛区罗村小学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潘霞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金坛区华罗庚实验学校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沈银粉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金坛区实验幼儿园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汤晓霞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金坛区社头中学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bookmarkStart w:id="0" w:name="_GoBack"/>
            <w:r w:rsidRPr="00246CDD">
              <w:rPr>
                <w:rFonts w:ascii="仿宋_GB2312" w:eastAsia="仿宋_GB2312" w:cs="仿宋_GB2312" w:hint="eastAsia"/>
              </w:rPr>
              <w:t>唐莉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金坛区薛埠中心小学</w:t>
            </w:r>
          </w:p>
        </w:tc>
      </w:tr>
      <w:bookmarkEnd w:id="0"/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万蕊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金坛区汤庄小学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王彩霞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金坛区薛埠中心小学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谢卫平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金坛区河滨小学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杨丽香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金坛区段玉裁实验小学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尹欣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金坛区第一中学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于晶、刘香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曹冬娟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武进区庙桥幼儿园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曹文庆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常州市武进区礼河实验学校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仇莉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常州市武进区星韵学校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傅晓丽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武进区刘海粟小学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高留云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省前中附属人民路初级中学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管雪琴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常州市武进区村前小学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胡敏明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武进区马杭初级中学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胡亚莉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常州市武进区卢家巷实验学校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花蕾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武进区鸣凰中心小学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黄颖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武进区星辰实验学校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蒋建刚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武进区南宅实验学校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康曼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武进区礼河幼儿园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李霞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常州市武进区潘家初级中学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陆天梦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武进区李公朴小学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吕华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武进区湖塘桥第二实验小学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莫美琴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潘春美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武进区庙桥小学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钱岳新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常州市武进区雪堰中心小学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沈红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常州市武进区洛阳高级中学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沈建新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常州市武进区雪堰初级中学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沈敏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武进区湖塘桥实验小学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宋爱芳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武进区湖塘桥第二实验小学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宋颖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江苏省前黄高级中学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苏叶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常州市武进区东安实验学校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睢佳琪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武进区星辰实验学校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孙琪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孙倩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常州市武进区嘉泽中心幼儿园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唐燕群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常州市三河口高级中学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王灿灿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常州市武进区鸣凰中学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王红霞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常州市武进区政平小学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王晓玲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武进区漕桥小学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王云燕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吴艳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江苏省武进职业教育中心校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徐姣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武进区星河实验小学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徐梅仙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武进区漕桥小学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徐小萍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常州市武进区南夏墅初级中学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许波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常州市武进区牛塘中心小学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许家悦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常州大学附属小学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薛蒙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武进区庙桥小学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薛亚红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常州市武进区鸣凰中学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</w:t>
            </w:r>
            <w:r w:rsidRPr="00246CDD">
              <w:rPr>
                <w:rFonts w:ascii="仿宋_GB2312" w:cs="宋体" w:hint="eastAsia"/>
              </w:rPr>
              <w:t>珺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常州市武进区夏溪小学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张华娟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武进区嘉泽初级中学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张倩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江苏省前黄高中国际分校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张维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省前中附属人民路初级中学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张小芬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武进区洛阳中心小学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赵勇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江苏省武进职业教育中心校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钟毅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周仙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武进区星河实验小学分校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庄波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江苏省武进职业教育中心校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庄秋燕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武进区星河实验小学分校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庄燕静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武进区礼嘉中心小学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丁红霞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常州市新北区三井街道华山幼儿园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丁梦晖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常州市龙城小学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顾澈、张静芳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顾文娟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常州市新北区香槟湖小学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管梦菲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常州市新北区新桥初级中学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郝妍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常州市新北区罗溪中心小学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黄静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常州市新北区三井街道华山幼儿园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蒋红琴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常州市新北区新桥实验小学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金佳竹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常州市龙城小学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景枫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常州市新北区三井街道华山幼儿园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刘露娟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常州市新北区薛家中心小学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路英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常州市新北区九里小学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马丽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常州市新北区百丈中心小学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汪建新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常州市新北区新桥实验小学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王蕾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王晓娟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吴玲、黄慧娴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常州市新北区百丈中心小学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胥亚丽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徐佳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常州市新北区香槟湖小学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徐文英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常州市新北区飞龙实验小学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徐瑶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常州市新北区藻江花园幼儿园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钟江舟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常州市新北区安家中心小学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周涵钰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常州市河海中学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邹雅琼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常州市中天实验学校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陈欣茹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常州市第二十四中学天宁分校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方莲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常州市郑陆实验学校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顾翔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常州市第二实验小学教育集团紫云小学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李航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常州市华润小学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濮晓华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常州市博爱小学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王海岩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常州市博爱教育集团龙锦小学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王霖晓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常州市朝阳桥小学</w:t>
            </w:r>
          </w:p>
        </w:tc>
      </w:tr>
      <w:tr w:rsidR="005F68D8" w:rsidRPr="00246CDD">
        <w:trPr>
          <w:trHeight w:val="225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王婷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常州市博爱教育集团怡康小学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杨茵雯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常州市局前街小学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周沁怡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常州市第二实验小学教育集团紫云小学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李晨菲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常州市邹区实验小学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cs="宋体" w:hint="eastAsia"/>
              </w:rPr>
              <w:t>繆</w:t>
            </w:r>
            <w:r w:rsidRPr="00246CDD">
              <w:rPr>
                <w:rFonts w:ascii="仿宋_GB2312" w:eastAsia="仿宋_GB2312" w:cs="仿宋_GB2312" w:hint="eastAsia"/>
              </w:rPr>
              <w:t>丹峰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常州市邹区实验小学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沈也欢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常州市西新桥小学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吴樾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北京师范大学常州附属学校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杨菲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常州市怀德苑小学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杨旭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周娇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常州市西新桥小学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周云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常州市实验小学双桂坊校区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朱萍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常州市怀德苑小学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郭杰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武进区横山桥初级中学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韩裕民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武进区横山桥高级中学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康丹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江苏常州经济开发区幼儿园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梁瑞韵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武进区芙蓉初级中学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戚燕萍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武进区横林初级中学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王丽萍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武进区遥观中心小学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袁娇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常州市戚墅堰东方小学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章志英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常州市武进区宋剑湖小学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周晓芬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常州市武进区横山桥中心小学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朱琳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常州市潞城中学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陈圣方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常州西藏民族中学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丁瑜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常州外国语学校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高波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常州市第三中学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何佳玲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常州市正衡中学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李通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李星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李咏梅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常州市市北实验初中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莫鸣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常州市田家炳高级中学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潘文超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沈贤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常州外国语学校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王相怡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常州市教科院附属中学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王晓蕾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王晓炜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常州市北郊初级中学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徐旭虹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许敏珠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常州市正衡中学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薛海波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杨铭妍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常州市北郊高级中学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杨颜华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常州市中吴实验学校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岳敏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常州市正衡中学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张倩仪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常州刘国钧高等职业技术学校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赵俊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常州市第三中学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周琴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常州市明德实验中学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04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邹沁</w:t>
            </w:r>
          </w:p>
        </w:tc>
        <w:tc>
          <w:tcPr>
            <w:tcW w:w="482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常州市第一中学</w:t>
            </w:r>
          </w:p>
        </w:tc>
      </w:tr>
    </w:tbl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246CDD">
        <w:rPr>
          <w:rFonts w:ascii="仿宋_GB2312" w:eastAsia="仿宋_GB2312" w:hAnsi="方正小标宋简体" w:cs="Times New Roman"/>
          <w:color w:val="000000"/>
          <w:kern w:val="0"/>
        </w:rPr>
        <w:br w:type="page"/>
      </w:r>
      <w:r w:rsidRPr="00246CDD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第十二届“生命之水”主题教育活动获奖作品</w:t>
      </w:r>
    </w:p>
    <w:p w:rsidR="005F68D8" w:rsidRDefault="005F68D8" w:rsidP="00246CDD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246CDD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（幼儿绘画）</w:t>
      </w:r>
    </w:p>
    <w:p w:rsidR="005F68D8" w:rsidRPr="00246CDD" w:rsidRDefault="005F68D8" w:rsidP="003736B5">
      <w:pPr>
        <w:widowControl/>
        <w:spacing w:line="4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18"/>
        <w:gridCol w:w="1418"/>
        <w:gridCol w:w="1701"/>
        <w:gridCol w:w="141"/>
        <w:gridCol w:w="3521"/>
      </w:tblGrid>
      <w:tr w:rsidR="005F68D8" w:rsidRPr="00246CDD">
        <w:trPr>
          <w:trHeight w:val="435"/>
          <w:jc w:val="center"/>
        </w:trPr>
        <w:tc>
          <w:tcPr>
            <w:tcW w:w="9699" w:type="dxa"/>
            <w:gridSpan w:val="5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246CDD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246CDD">
              <w:rPr>
                <w:rFonts w:ascii="黑体" w:eastAsia="黑体" w:hAnsi="黑体" w:cs="黑体"/>
                <w:color w:val="000000"/>
                <w:kern w:val="0"/>
              </w:rPr>
              <w:t>11</w:t>
            </w:r>
            <w:r w:rsidRPr="00246CDD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“水市”蜃楼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吴雨泽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卢星梅</w:t>
            </w:r>
          </w:p>
        </w:tc>
        <w:tc>
          <w:tcPr>
            <w:tcW w:w="3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溧阳市实验幼儿园清安园区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最后一滴水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杨易菲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史一茜</w:t>
            </w:r>
          </w:p>
        </w:tc>
        <w:tc>
          <w:tcPr>
            <w:tcW w:w="3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溧阳市东升实验幼儿园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杨贝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沈银粉</w:t>
            </w:r>
          </w:p>
        </w:tc>
        <w:tc>
          <w:tcPr>
            <w:tcW w:w="3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金坛区实验幼儿园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节约用水，从小做起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孙旭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孙倩</w:t>
            </w:r>
          </w:p>
        </w:tc>
        <w:tc>
          <w:tcPr>
            <w:tcW w:w="3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常州市武进区嘉泽中心幼儿园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争做惜水如金的环保小公民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张云焱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曹冬娟</w:t>
            </w:r>
          </w:p>
        </w:tc>
        <w:tc>
          <w:tcPr>
            <w:tcW w:w="3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武进区庙桥幼儿园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珍惜水之源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胡一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康曼</w:t>
            </w:r>
          </w:p>
        </w:tc>
        <w:tc>
          <w:tcPr>
            <w:tcW w:w="3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武进区礼河幼儿园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渴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马逸然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徐瑶</w:t>
            </w:r>
          </w:p>
        </w:tc>
        <w:tc>
          <w:tcPr>
            <w:tcW w:w="3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常州市新北区藻江花园幼儿园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渴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宋辰妍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景枫</w:t>
            </w:r>
          </w:p>
        </w:tc>
        <w:tc>
          <w:tcPr>
            <w:tcW w:w="3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常州市新北区三井街道华山幼儿园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拯救地球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张琳昕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丁红霞</w:t>
            </w:r>
          </w:p>
        </w:tc>
        <w:tc>
          <w:tcPr>
            <w:tcW w:w="3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常州市新北区三井街道华山幼儿园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泪·水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李芊锐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黄静</w:t>
            </w:r>
          </w:p>
        </w:tc>
        <w:tc>
          <w:tcPr>
            <w:tcW w:w="3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常州市新北区三井街道华山幼儿园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别走，朋友！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唐子宸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康丹</w:t>
            </w:r>
          </w:p>
        </w:tc>
        <w:tc>
          <w:tcPr>
            <w:tcW w:w="3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江苏常州经济开发区幼儿园</w:t>
            </w:r>
          </w:p>
        </w:tc>
      </w:tr>
      <w:tr w:rsidR="005F68D8" w:rsidRPr="00246CDD">
        <w:trPr>
          <w:trHeight w:val="511"/>
          <w:jc w:val="center"/>
        </w:trPr>
        <w:tc>
          <w:tcPr>
            <w:tcW w:w="9699" w:type="dxa"/>
            <w:gridSpan w:val="5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246CDD">
              <w:rPr>
                <w:rFonts w:ascii="黑体" w:eastAsia="黑体" w:hAnsi="黑体" w:cs="黑体"/>
                <w:color w:val="000000"/>
                <w:kern w:val="0"/>
              </w:rPr>
              <w:t>18</w:t>
            </w:r>
            <w:r w:rsidRPr="00246CDD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66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冰川去哪了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包芯怡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徐文婷</w:t>
            </w:r>
          </w:p>
        </w:tc>
        <w:tc>
          <w:tcPr>
            <w:tcW w:w="366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竹箦中心幼儿园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我的家园我的水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王辰宇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黄丽君</w:t>
            </w:r>
          </w:p>
        </w:tc>
        <w:tc>
          <w:tcPr>
            <w:tcW w:w="366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溧阳市前马幼儿园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沙漠与绿洲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周郅舜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蒋思望</w:t>
            </w:r>
          </w:p>
        </w:tc>
        <w:tc>
          <w:tcPr>
            <w:tcW w:w="366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溧阳市东升实验幼儿园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施雨辰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蒋湘云</w:t>
            </w:r>
          </w:p>
        </w:tc>
        <w:tc>
          <w:tcPr>
            <w:tcW w:w="366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溧阳市东升实验幼儿园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水，生命之源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史敏亨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师霞</w:t>
            </w:r>
          </w:p>
        </w:tc>
        <w:tc>
          <w:tcPr>
            <w:tcW w:w="366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金坛区实验幼儿园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救援小鱼儿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FF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尹雨萌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臧增芳</w:t>
            </w:r>
          </w:p>
        </w:tc>
        <w:tc>
          <w:tcPr>
            <w:tcW w:w="366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金坛区实验幼儿园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/>
              </w:rPr>
              <w:t>SOS</w:t>
            </w:r>
            <w:r w:rsidRPr="00246CDD">
              <w:rPr>
                <w:rFonts w:ascii="仿宋_GB2312" w:eastAsia="仿宋_GB2312" w:cs="仿宋_GB2312" w:hint="eastAsia"/>
              </w:rPr>
              <w:t>救救“我”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吴易轩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相春齐</w:t>
            </w:r>
          </w:p>
        </w:tc>
        <w:tc>
          <w:tcPr>
            <w:tcW w:w="366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常州市武进区刘海粟艺术幼儿园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地球生病了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钱欣彤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相春齐</w:t>
            </w:r>
          </w:p>
        </w:tc>
        <w:tc>
          <w:tcPr>
            <w:tcW w:w="366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常州市武进区刘海粟艺术幼儿园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地球变装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刘晨浠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相春齐</w:t>
            </w:r>
          </w:p>
        </w:tc>
        <w:tc>
          <w:tcPr>
            <w:tcW w:w="366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常州市武进区刘海粟艺术幼儿园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一滴清水，一片绿洲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</w:t>
            </w:r>
            <w:r w:rsidRPr="00246CDD">
              <w:rPr>
                <w:rFonts w:ascii="仿宋_GB2312" w:cs="宋体" w:hint="eastAsia"/>
              </w:rPr>
              <w:t>偲</w:t>
            </w:r>
            <w:r w:rsidRPr="00246CDD">
              <w:rPr>
                <w:rFonts w:ascii="仿宋_GB2312" w:eastAsia="仿宋_GB2312" w:cs="仿宋_GB2312" w:hint="eastAsia"/>
              </w:rPr>
              <w:t>祺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唐小丽</w:t>
            </w:r>
          </w:p>
        </w:tc>
        <w:tc>
          <w:tcPr>
            <w:tcW w:w="366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常州市武进区湖塘桥实验幼儿园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世界上最后一滴水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吴玟萱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张凌月</w:t>
            </w:r>
          </w:p>
        </w:tc>
        <w:tc>
          <w:tcPr>
            <w:tcW w:w="366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常州市武进区嘉泽中心幼儿园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让每一滴水变得有意义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陆衡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周黎</w:t>
            </w:r>
          </w:p>
        </w:tc>
        <w:tc>
          <w:tcPr>
            <w:tcW w:w="366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武进区礼河幼儿园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生命的悲歌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陈信妤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孙新娟</w:t>
            </w:r>
          </w:p>
        </w:tc>
        <w:tc>
          <w:tcPr>
            <w:tcW w:w="366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常州市新北区藻江花园幼儿园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水之益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常怡然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戚雷鹰</w:t>
            </w:r>
          </w:p>
        </w:tc>
        <w:tc>
          <w:tcPr>
            <w:tcW w:w="366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常州市新北区新桥镇中心幼儿园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木无本必枯，水无源必竭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</w:t>
            </w:r>
            <w:r w:rsidRPr="00246CDD">
              <w:rPr>
                <w:rFonts w:ascii="仿宋_GB2312" w:cs="宋体" w:hint="eastAsia"/>
              </w:rPr>
              <w:t>珺</w:t>
            </w:r>
            <w:r w:rsidRPr="00246CDD">
              <w:rPr>
                <w:rFonts w:ascii="仿宋_GB2312" w:eastAsia="仿宋_GB2312" w:cs="仿宋_GB2312" w:hint="eastAsia"/>
              </w:rPr>
              <w:t>雯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顾一丹</w:t>
            </w:r>
          </w:p>
        </w:tc>
        <w:tc>
          <w:tcPr>
            <w:tcW w:w="366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常州市新北区春江幼儿园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珍惜水立方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李城洋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黄丽</w:t>
            </w:r>
          </w:p>
        </w:tc>
        <w:tc>
          <w:tcPr>
            <w:tcW w:w="366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常州市新北区汤庄桥幼儿园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渴望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马欣悦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万丽莉</w:t>
            </w:r>
          </w:p>
        </w:tc>
        <w:tc>
          <w:tcPr>
            <w:tcW w:w="366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常州市新北区龙虎塘街道中心幼儿园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护水小卫士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张稔淮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徐艋</w:t>
            </w:r>
          </w:p>
        </w:tc>
        <w:tc>
          <w:tcPr>
            <w:tcW w:w="3662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常州市新北区奔牛实验幼儿园</w:t>
            </w:r>
          </w:p>
        </w:tc>
      </w:tr>
    </w:tbl>
    <w:p w:rsidR="005F68D8" w:rsidRDefault="005F68D8" w:rsidP="00246CDD">
      <w:pPr>
        <w:widowControl/>
        <w:jc w:val="center"/>
        <w:textAlignment w:val="center"/>
        <w:rPr>
          <w:rFonts w:ascii="黑体" w:eastAsia="黑体" w:hAnsi="黑体" w:cs="Times New Roman"/>
          <w:color w:val="000000"/>
          <w:kern w:val="0"/>
        </w:rPr>
        <w:sectPr w:rsidR="005F68D8" w:rsidSect="008C1DAA">
          <w:footerReference w:type="default" r:id="rId6"/>
          <w:pgSz w:w="11906" w:h="16838"/>
          <w:pgMar w:top="1701" w:right="1531" w:bottom="1701" w:left="1531" w:header="851" w:footer="992" w:gutter="0"/>
          <w:pgNumType w:fmt="numberInDash" w:start="4"/>
          <w:cols w:space="425"/>
          <w:docGrid w:type="lines" w:linePitch="312"/>
        </w:sectPr>
      </w:pP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18"/>
        <w:gridCol w:w="1418"/>
        <w:gridCol w:w="1701"/>
        <w:gridCol w:w="3662"/>
      </w:tblGrid>
      <w:tr w:rsidR="005F68D8" w:rsidRPr="00246CDD">
        <w:trPr>
          <w:trHeight w:val="415"/>
          <w:jc w:val="center"/>
        </w:trPr>
        <w:tc>
          <w:tcPr>
            <w:tcW w:w="9699" w:type="dxa"/>
            <w:gridSpan w:val="4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246CDD">
              <w:rPr>
                <w:rFonts w:ascii="黑体" w:eastAsia="黑体" w:hAnsi="黑体" w:cs="黑体"/>
                <w:color w:val="000000"/>
                <w:kern w:val="0"/>
              </w:rPr>
              <w:t>40</w:t>
            </w:r>
            <w:r w:rsidRPr="00246CDD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30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掌上明珠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王以葭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方啸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溧阳市实验幼儿园清安园区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海豚的泪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马辰沛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徐文婷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溧阳市竹箦中心幼儿园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沙洲之水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任佳煦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王萍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溧阳市前马幼儿园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沙漠一瓢饮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张睿曦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王萍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溧阳市前马幼儿园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孕育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姜欣彤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王亚兰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溧阳市前马幼儿园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请节约我们的水资源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芦</w:t>
            </w:r>
            <w:r w:rsidRPr="00246CDD">
              <w:rPr>
                <w:rFonts w:ascii="仿宋_GB2312" w:cs="宋体" w:hint="eastAsia"/>
                <w:color w:val="000000"/>
              </w:rPr>
              <w:t>芃</w:t>
            </w:r>
            <w:r w:rsidRPr="00246CDD">
              <w:rPr>
                <w:rFonts w:ascii="仿宋_GB2312" w:eastAsia="仿宋_GB2312" w:cs="仿宋_GB2312" w:hint="eastAsia"/>
                <w:color w:val="000000"/>
              </w:rPr>
              <w:t>宇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王珏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溧阳市实验幼儿园（奥体园区）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接生命之水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沈钰彤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濮姚槐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溧阳市东升实验幼儿园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鱼水深情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鲍奕然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史裕花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溧阳市东升实验幼儿园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笑与哭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王艺霖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吴小燕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金坛区实验幼儿园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爱护水，从我做起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徐奕萌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沈银粉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金坛区实验幼儿园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净化环境船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张欣瑶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李沛霖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金坛尧塘实验幼儿园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移动的水车小房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朱轩稹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李沛霖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金坛尧塘实验幼儿园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拯救地球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王伟豪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史桂芳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金坛区指前镇中心幼儿园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生命之源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夏迪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王琳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武进区南夏墅中心幼儿园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最后一滴泪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高珂涵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刘玉霞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常州市武进区潘家幼儿园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生命之蓝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余佳慧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倪海燕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常州市武进区潘家幼儿园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节约用水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胡润曦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孙玉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常州市武进区湖塘桥实验幼儿园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神奇的水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钱昕怡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崔琴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常州市武进区湖塘桥实验幼儿园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我眼中的生命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马艺轩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裴静娟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常州市武进区嘉泽中心幼儿园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生命之水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姚铭善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董伟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常州市武进区湟里中心幼儿园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从前现在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沈乐心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丁玲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常州市武进区湟里中心幼儿园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变色的小河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田书瑶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王珂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常州市武进区湟里中心幼儿园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别让地球最后一滴水成为人类的眼泪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陈</w:t>
            </w:r>
            <w:r w:rsidRPr="00246CDD">
              <w:rPr>
                <w:rFonts w:ascii="仿宋_GB2312" w:cs="宋体" w:hint="eastAsia"/>
                <w:color w:val="000000"/>
              </w:rPr>
              <w:t>旻</w:t>
            </w:r>
            <w:r w:rsidRPr="00246CDD">
              <w:rPr>
                <w:rFonts w:ascii="仿宋_GB2312" w:eastAsia="仿宋_GB2312" w:cs="仿宋_GB2312" w:hint="eastAsia"/>
                <w:color w:val="000000"/>
              </w:rPr>
              <w:t>熙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黄鑫霞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武进区礼河幼儿园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流失的不只是水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陶梓</w:t>
            </w:r>
            <w:r w:rsidRPr="00246CDD">
              <w:rPr>
                <w:rFonts w:ascii="仿宋_GB2312" w:cs="宋体" w:hint="eastAsia"/>
                <w:color w:val="000000"/>
              </w:rPr>
              <w:t>淏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陈焱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武进区礼河幼儿园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有用的水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赵鹏辰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丁洪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武进区马杭幼儿园南田分园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绿洲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马心悦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张晨玉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武进区漕桥幼儿园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水之四重奏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章舒菡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丁艳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常州市新北区藻江花园幼儿园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水之孕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张羽涵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刘雨佳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常州市新北区新桥镇中心幼儿园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“活”之水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李梦晨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卢杰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常州市新北区新桥镇中心幼儿园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节约用水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邹逸凡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丁蜀容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常州市新北区汤庄桥幼儿园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水是生命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蒋子赫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蒋玲、唐玮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常州市新北区魏村中心幼儿园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森林之眼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刘昱宏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朱宏萍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常州市新北区龙虎塘街道中心幼儿园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曲水流觞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王宁阳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陶乐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常州市新北区三井街道华山幼儿园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生命之源</w:t>
            </w:r>
            <w:r w:rsidRPr="00246CDD">
              <w:rPr>
                <w:rFonts w:ascii="仿宋_GB2312" w:eastAsia="仿宋_GB2312"/>
                <w:color w:val="000000"/>
              </w:rPr>
              <w:t>——</w:t>
            </w:r>
            <w:r w:rsidRPr="00246CDD">
              <w:rPr>
                <w:rFonts w:ascii="仿宋_GB2312" w:eastAsia="仿宋_GB2312" w:cs="仿宋_GB2312" w:hint="eastAsia"/>
                <w:color w:val="000000"/>
              </w:rPr>
              <w:t>水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高子舒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顾卓丽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常州市新北区奔牛实验幼儿园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节约用水，从我做起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戴嘉林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石贝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常州市新北区三井街道中心幼儿园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活力之水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严一程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王冬琴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常州市新北区河海幼儿园（国宾部）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珍贵的水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万时畅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彭晨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常州市新北区河海幼儿园（国宾部）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快乐“水”世界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邹馨怡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顾燕</w:t>
            </w:r>
            <w:r>
              <w:rPr>
                <w:rFonts w:ascii="仿宋_GB2312" w:eastAsia="仿宋_GB2312" w:cs="仿宋_GB2312" w:hint="eastAsia"/>
                <w:color w:val="000000"/>
              </w:rPr>
              <w:t>、</w:t>
            </w:r>
            <w:r w:rsidRPr="00246CDD">
              <w:rPr>
                <w:rFonts w:ascii="仿宋_GB2312" w:eastAsia="仿宋_GB2312" w:cs="仿宋_GB2312" w:hint="eastAsia"/>
                <w:color w:val="000000"/>
              </w:rPr>
              <w:t>朱红芬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常州市新北区安家中心幼儿园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水之源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段可馨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孙薇洁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江苏常州经济开发区幼儿园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9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地球妈妈的笑与泪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王逸舟</w:t>
            </w:r>
          </w:p>
        </w:tc>
        <w:tc>
          <w:tcPr>
            <w:tcW w:w="1701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周梦倩</w:t>
            </w:r>
          </w:p>
        </w:tc>
        <w:tc>
          <w:tcPr>
            <w:tcW w:w="3662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246CDD">
              <w:rPr>
                <w:rFonts w:ascii="仿宋_GB2312" w:eastAsia="仿宋_GB2312" w:cs="仿宋_GB2312" w:hint="eastAsia"/>
                <w:color w:val="000000"/>
              </w:rPr>
              <w:t>江苏常州经济开发区幼儿园</w:t>
            </w:r>
          </w:p>
        </w:tc>
      </w:tr>
    </w:tbl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3736B5">
      <w:pPr>
        <w:widowControl/>
        <w:spacing w:line="64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 w:rsidRPr="00246CDD">
        <w:rPr>
          <w:rFonts w:ascii="仿宋_GB2312" w:eastAsia="仿宋_GB2312" w:hAnsi="方正小标宋简体" w:cs="Times New Roman"/>
          <w:color w:val="000000"/>
          <w:kern w:val="0"/>
        </w:rPr>
        <w:br w:type="page"/>
      </w:r>
      <w:r w:rsidRPr="00246CDD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第十二届</w:t>
      </w:r>
      <w:r w:rsidRPr="00246CDD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“生命之水”主题教育活动获奖作品</w:t>
      </w:r>
    </w:p>
    <w:p w:rsidR="005F68D8" w:rsidRDefault="005F68D8" w:rsidP="003736B5">
      <w:pPr>
        <w:widowControl/>
        <w:spacing w:line="64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 w:rsidRPr="00246CDD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（小学绘画）</w:t>
      </w:r>
    </w:p>
    <w:p w:rsidR="005F68D8" w:rsidRPr="00246CDD" w:rsidRDefault="005F68D8" w:rsidP="00246CDD">
      <w:pPr>
        <w:widowControl/>
        <w:spacing w:line="4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tbl>
      <w:tblPr>
        <w:tblW w:w="10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34"/>
        <w:gridCol w:w="1647"/>
        <w:gridCol w:w="1416"/>
        <w:gridCol w:w="3912"/>
      </w:tblGrid>
      <w:tr w:rsidR="005F68D8" w:rsidRPr="00246CDD">
        <w:trPr>
          <w:trHeight w:val="428"/>
          <w:jc w:val="center"/>
        </w:trPr>
        <w:tc>
          <w:tcPr>
            <w:tcW w:w="10009" w:type="dxa"/>
            <w:gridSpan w:val="4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246CDD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246CDD">
              <w:rPr>
                <w:rFonts w:ascii="黑体" w:eastAsia="黑体" w:hAnsi="黑体" w:cs="黑体"/>
                <w:color w:val="000000"/>
                <w:kern w:val="0"/>
              </w:rPr>
              <w:t>34</w:t>
            </w:r>
            <w:r w:rsidRPr="00246CDD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同一片蓝色下的你我它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赵慧妍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罗寅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溧阳市外国语小学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尽头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史可欣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蒋春芳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溧阳市埭头中心小学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生命之源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谈婧文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龚伊丽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溧阳市外国语小学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水的拥抱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姜依廷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张莉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溧阳市文化小学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荷花深处鸳鸯宿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黄雨涵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韩丽萍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溧阳市东升小学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干涸的泪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虞依笑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</w:t>
            </w:r>
            <w:r w:rsidRPr="00246CDD">
              <w:rPr>
                <w:rFonts w:ascii="仿宋_GB2312" w:cs="宋体" w:hint="eastAsia"/>
              </w:rPr>
              <w:t>珺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溧阳市社渚中心小学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滴滴皆生命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唐丽萍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王彩霞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金坛区薛埠中心小学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水乡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刘心妍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吉晨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金坛区朝阳小学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水上热闹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张雅云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吉晨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金坛区朝阳小学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渔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李彦龙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吉晨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金坛区朝阳小学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守护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曹紫悦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卜灵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金坛区常胜小学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水生万物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刘佳欣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罗湘云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金坛区罗村小学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理想之国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张冰悦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薛蒙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武进区庙桥小学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沧海明珠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葛晨雨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庄秋燕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武进区星河实验小学分校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水世界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潘雅静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庄秋燕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武进区星河实验小学分校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万物之源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刘双双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王红霞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常州市武进区政平小学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富饶的热带雨林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张俊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傅晓丽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武进区刘海粟小学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裙子的演变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唐颖茜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花蕾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武进区鸣凰中心小学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水之灵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黄丽瑾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王晓玲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武进区漕桥小学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得水之果无水之果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汤佳仪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王云燕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生命不息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孔彦</w:t>
            </w:r>
            <w:r w:rsidRPr="00246CDD">
              <w:rPr>
                <w:rFonts w:ascii="仿宋_GB2312" w:cs="宋体" w:hint="eastAsia"/>
              </w:rPr>
              <w:t>珺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莫美琴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珍惜水资源守护绿家园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贡夕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郝妍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常州市新北区罗溪中心小学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枯水期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蓝靖熙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丁梦晖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常州市龙城小学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徐心瑶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路英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常州市新北区九里小学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逍遥游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王思雅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金佳竹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常州市龙城小学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纸版画工厂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张昊阳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蒋红琴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常州市新北区新桥实验小学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索取与赠与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温言睿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吴玲、黄慧娴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常州市新北区百丈中心小学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珍惜水资源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钱涵彬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刘露娟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常州市新北区薛家中心小学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鱼水情深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龚怡然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顾翔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常州市第二实验小学教育集团紫云小学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污水处理厂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谈祈萱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杨茵雯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常州市局前街小学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水之源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谈轩辰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李航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常州市华润小学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飞天注水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卢以闻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周沁怡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常州市第二实验小学教育集团紫云小学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大海的呼唤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程露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周娇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常州市西新桥小学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渴望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王雨婷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李晨菲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常州市邹区实验小学</w:t>
            </w:r>
          </w:p>
        </w:tc>
      </w:tr>
      <w:tr w:rsidR="005F68D8" w:rsidRPr="00246CDD">
        <w:trPr>
          <w:trHeight w:val="449"/>
          <w:jc w:val="center"/>
        </w:trPr>
        <w:tc>
          <w:tcPr>
            <w:tcW w:w="10009" w:type="dxa"/>
            <w:gridSpan w:val="4"/>
            <w:noWrap/>
            <w:vAlign w:val="center"/>
          </w:tcPr>
          <w:p w:rsidR="005F68D8" w:rsidRPr="003736B5" w:rsidRDefault="005F68D8" w:rsidP="00F50C96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3736B5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3736B5">
              <w:rPr>
                <w:rFonts w:ascii="黑体" w:eastAsia="黑体" w:hAnsi="黑体" w:cs="黑体"/>
                <w:color w:val="000000"/>
                <w:kern w:val="0"/>
              </w:rPr>
              <w:t>69</w:t>
            </w:r>
            <w:r w:rsidRPr="003736B5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海洋卫士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彭纪哲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陶艳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溧阳市南渡中心小学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一滴泪的故事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张金翊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缪红霞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溧阳市前马小学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水是生命之源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秦可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张莉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溧阳市文化小学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留住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周子皓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金琪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溧阳市外国语小学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周紫煜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史华娟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珍爱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史峻溪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周瑛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水系之旅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李子涵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王蓓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溧阳市第二实验小学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寻找清水的动物们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侯</w:t>
            </w:r>
            <w:r w:rsidRPr="00246CDD">
              <w:rPr>
                <w:rFonts w:ascii="仿宋_GB2312" w:cs="宋体" w:hint="eastAsia"/>
              </w:rPr>
              <w:t>玥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王蓓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溧阳市第二实验小学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水的合理利用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史丰毓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钱丽萍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溧阳市第二实验小学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沙漠储水车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虞舒涵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马小飞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溧阳市第二实验小学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生命之源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陈梦艺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钱丽萍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溧阳市第二实验小学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水的正反面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马燕燕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颜静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金坛区薛埠中心小学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沙漠制水机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陈卉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罗湘云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金坛区罗村小学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水乡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蒋杏雨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周磊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金坛区社头小学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世间万物都离不开水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李俊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邹梅香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金坛区建昌小学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展望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王纤纤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秦露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金坛区茅麓小学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水镇姑娘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</w:t>
            </w:r>
            <w:r w:rsidRPr="00246CDD">
              <w:rPr>
                <w:rFonts w:ascii="仿宋_GB2312" w:cs="宋体" w:hint="eastAsia"/>
              </w:rPr>
              <w:t>彧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戴丽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金坛区东城实验小学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鱼水交融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郭静怡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许红英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金坛区东城实验小学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泉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陈太香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孔玲霞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金坛区河头小学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荷塘戏水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林芝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冷亚敏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金坛区河头小学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渴望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麻国仙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冷亚敏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金坛区河头小学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水，孕育生命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张孟夕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汤无垠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金坛区西城实验小学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生命之源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蒋子贤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薛冬平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金坛区河滨小学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参观水族馆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蒋千煜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王希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武进区刘海粟小学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魔瓶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周小龙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时珍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常州市武进区戴溪小学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渔趣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汪悦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庄秋燕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武进区星河实验小学分校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谢楚怡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曹静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礼河实验学校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漂流城堡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戴佳怡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李奕璇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武进区湖塘桥实验小学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鹿鸣溪涧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陈昱洵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沈敏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武进区湖塘桥实验小学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水上摘莲青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刘心悦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王飞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武进区采菱小学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青山绿水伴我同行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张智秀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花蕾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武进区鸣凰中心小学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万物之源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霍慧心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路宽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常州市武进区实验小学分校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朱宸舒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黄颖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武进区星辰实验学校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水精灵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卢佳康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徐旭香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常州市武进区卢家巷实验学校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白水鉴心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贾佩希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顾佳伟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武进区星河实验小学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海水转换器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姬思妤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顾娜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常州市武进区实验小学分校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拯救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钮蔻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季琴芬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武进区刘海粟小学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金贵的水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黄钰洁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李华萍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武进区鸣凰中心小学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沈函宁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王云燕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钮馨冉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吴静研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武进区人民路小学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生命之水美食之水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周垣岑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卞嘉玲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丁铭泽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吴玲、黄慧娴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常州市新北区百丈中心小学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生命的倒影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陈昕琳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丁蕾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常州市新北区飞龙实验小学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踩出生命的节奏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朱可欣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邓卫华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常州市新北区飞龙实验小学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哭泣的水源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郑洋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翁丽燕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常州市新北区孟河实验小学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沉寂</w:t>
            </w:r>
            <w:r w:rsidRPr="00246CDD">
              <w:rPr>
                <w:rFonts w:ascii="仿宋_GB2312" w:eastAsia="仿宋_GB2312" w:cs="仿宋_GB2312"/>
              </w:rPr>
              <w:t>-</w:t>
            </w:r>
            <w:r w:rsidRPr="00246CDD">
              <w:rPr>
                <w:rFonts w:ascii="仿宋_GB2312" w:eastAsia="仿宋_GB2312" w:cs="仿宋_GB2312" w:hint="eastAsia"/>
              </w:rPr>
              <w:t>船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杨稼轩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卞佳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常州市新北区奔牛实验小学（五兴校区）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</w:t>
            </w:r>
            <w:r w:rsidRPr="00246CDD">
              <w:rPr>
                <w:rFonts w:ascii="仿宋_GB2312" w:eastAsia="仿宋_GB2312" w:cs="仿宋_GB2312"/>
              </w:rPr>
              <w:t>-</w:t>
            </w:r>
            <w:r w:rsidRPr="00246CDD">
              <w:rPr>
                <w:rFonts w:ascii="仿宋_GB2312" w:eastAsia="仿宋_GB2312" w:cs="仿宋_GB2312" w:hint="eastAsia"/>
              </w:rPr>
              <w:t>冥想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万可心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卞佳、王甜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常州市新北区奔牛实验小学（五兴校区）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绿水保卫战全民在行动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唐柯宇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唐舒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常州市新北区孟河中心小学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向往那一滴水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邱晗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郝妍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常州市新北区罗溪中心小学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节水从我做起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谢林含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郝妍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常州市新北区罗溪中心小学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生命之舟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印嵘琪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周心怡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常州市新北区龙虎塘实验小学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沙漠汲水生态农场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李毓萱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陈丹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常州市新北区龙虎塘实验小学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我设计的新型集水车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张天心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王端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常州市新北区圩塘中心小学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水的旅行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张笑晗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王芸君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常州市华润小学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水，我们的生命之源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费羽彤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张雨寒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常州市博爱小学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最后的生存空间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陈语希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雍晓燕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常州市第二实验小学教育集团翰学校区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水的幻景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金昊</w:t>
            </w:r>
            <w:r w:rsidRPr="00246CDD">
              <w:rPr>
                <w:rFonts w:ascii="仿宋_GB2312" w:cs="宋体" w:hint="eastAsia"/>
              </w:rPr>
              <w:t>垚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</w:t>
            </w:r>
            <w:r w:rsidRPr="00246CDD">
              <w:rPr>
                <w:rFonts w:ascii="仿宋_GB2312" w:cs="宋体" w:hint="eastAsia"/>
              </w:rPr>
              <w:t>玥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常州市第二实验小学教育集团翠小校区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最后的水源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范淑媛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刘敏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常州市第二实验小学教育集团翰学校区</w:t>
            </w:r>
          </w:p>
        </w:tc>
      </w:tr>
      <w:tr w:rsidR="005F68D8" w:rsidRPr="003736B5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生活之水生命之水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曹佑华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任美娟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常州市第二实验小学教育集团翠小校区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人鱼的眼泪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张佳欣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顾翔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常州市第二实验小学教育集团紫云小学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水的忧思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王亚轩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周沁怡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常州市第二实验小学教育集团紫云小学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一滴忆过往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陆晓敏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李晨菲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常州市邹区实验小学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一滴世界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李大鑫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李晨菲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常州市邹区实验小学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王皖本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李晨菲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常州市邹区实验小学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生命的力量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殷玮彤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顾坚茹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常州市西新桥小学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刘紫尧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夏丽萍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常州市怀德苑小学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顾小舟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陈小红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常州市怀德苑小学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生命的起源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丁一诺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朱蓉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武进区芙蓉小学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不让沧海悲歌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杜子涵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龚绯霖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常州市武进区宋剑湖小学</w:t>
            </w:r>
          </w:p>
        </w:tc>
      </w:tr>
      <w:tr w:rsidR="005F68D8" w:rsidRPr="00246CDD">
        <w:trPr>
          <w:trHeight w:val="442"/>
          <w:jc w:val="center"/>
        </w:trPr>
        <w:tc>
          <w:tcPr>
            <w:tcW w:w="10009" w:type="dxa"/>
            <w:gridSpan w:val="4"/>
            <w:noWrap/>
            <w:vAlign w:val="center"/>
          </w:tcPr>
          <w:p w:rsidR="005F68D8" w:rsidRPr="003736B5" w:rsidRDefault="005F68D8" w:rsidP="00F50C96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3736B5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3736B5">
              <w:rPr>
                <w:rFonts w:ascii="黑体" w:eastAsia="黑体" w:hAnsi="黑体" w:cs="黑体"/>
                <w:color w:val="000000"/>
                <w:kern w:val="0"/>
              </w:rPr>
              <w:t>126</w:t>
            </w:r>
            <w:r w:rsidRPr="003736B5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姜秋实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张岚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溧阳市昆仑小学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马苏阳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张岚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溧阳市昆仑小学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寻找生命的源泉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宋芸蕊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滕霞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溧阳市南渡中心小学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海之畅想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唐娅楠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李琴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溧阳市溧城镇西平小学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畅游水下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史欣奕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张莉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溧阳市文化小学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吴柳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芮鹏媛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溧阳市竹箦中心小学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我们需要水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贾蕊竹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金琪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溧阳市外国语小学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镜框内外的世界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周凌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龚伊丽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溧阳市外国语小学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生命之源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顾佳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史菲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溧阳市永平小学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水的回忆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史昊雯、史一茗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蒋春芳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溧阳市埭头中心小学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沙漏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史雨涵、史君豪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蒋春芳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溧阳市埭头中心小学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李欣诺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张岚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溧阳市昆仑小学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滴落的眼泪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赵芯艺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</w:t>
            </w:r>
            <w:r w:rsidRPr="00246CDD">
              <w:rPr>
                <w:rFonts w:ascii="仿宋_GB2312" w:cs="宋体" w:hint="eastAsia"/>
              </w:rPr>
              <w:t>珺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溧阳市社渚中心小学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失去的家园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葛欣怡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</w:t>
            </w:r>
            <w:r w:rsidRPr="00246CDD">
              <w:rPr>
                <w:rFonts w:ascii="仿宋_GB2312" w:cs="宋体" w:hint="eastAsia"/>
              </w:rPr>
              <w:t>珺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溧阳市社渚中心小学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水上家园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余大秀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潘月琴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金坛区后阳小学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水与美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张婷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潘月琴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金坛区后阳小学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生命灌溉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钱丽丽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沈丽君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金坛区薛埠中心小学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不要让我们变成化石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王慧慧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邹梅香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金坛区建昌小学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双色星球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周玲粤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康振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金坛区西</w:t>
            </w:r>
            <w:r w:rsidRPr="00246CDD">
              <w:rPr>
                <w:rFonts w:ascii="仿宋_GB2312" w:cs="宋体" w:hint="eastAsia"/>
              </w:rPr>
              <w:t>旸</w:t>
            </w:r>
            <w:r w:rsidRPr="00246CDD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我的海洋朋友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倪妮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康振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金坛区西</w:t>
            </w:r>
            <w:r w:rsidRPr="00246CDD">
              <w:rPr>
                <w:rFonts w:ascii="仿宋_GB2312" w:cs="宋体" w:hint="eastAsia"/>
              </w:rPr>
              <w:t>旸</w:t>
            </w:r>
            <w:r w:rsidRPr="00246CDD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蓝色任意门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周琳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康振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金坛区西</w:t>
            </w:r>
            <w:r w:rsidRPr="00246CDD">
              <w:rPr>
                <w:rFonts w:ascii="仿宋_GB2312" w:cs="宋体" w:hint="eastAsia"/>
              </w:rPr>
              <w:t>旸</w:t>
            </w:r>
            <w:r w:rsidRPr="00246CDD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生命的泉水叮咚叮咚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项碧瑶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康振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金坛区西</w:t>
            </w:r>
            <w:r w:rsidRPr="00246CDD">
              <w:rPr>
                <w:rFonts w:ascii="仿宋_GB2312" w:cs="宋体" w:hint="eastAsia"/>
              </w:rPr>
              <w:t>旸</w:t>
            </w:r>
            <w:r w:rsidRPr="00246CDD">
              <w:rPr>
                <w:rFonts w:ascii="仿宋_GB2312" w:eastAsia="仿宋_GB2312" w:cs="仿宋_GB2312" w:hint="eastAsia"/>
              </w:rPr>
              <w:t>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最后的水资源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刘升敏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秦露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金坛区茅麓小学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如鱼得水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杨梦琪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秦露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金坛区茅麓小学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沙漠之水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陈银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秦露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金坛区茅麓小学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马天跃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芮丽佳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金坛区白塔小学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尚善若水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刘宇轩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周春华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金坛区水北小学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呵护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周金鑫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张宝瑾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金坛区水北小学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谢心妍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杨晋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金坛区尧塘中心小学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未来水世界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刘思含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杨晋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金坛区尧塘中心小学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水之序曲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丁丽文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万蕊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金坛区汤庄小学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泉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张苏文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汤无垠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金坛区西城实验小学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饥渴的水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唐家栎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沈云中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金坛区河滨小学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下雨了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张欣蕾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薛冬平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金坛区河滨小学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最后的生存</w:t>
            </w:r>
            <w:r w:rsidRPr="00246CDD">
              <w:rPr>
                <w:rFonts w:ascii="仿宋_GB2312" w:eastAsia="仿宋_GB2312"/>
              </w:rPr>
              <w:t>——</w:t>
            </w:r>
            <w:r w:rsidRPr="00246CDD">
              <w:rPr>
                <w:rFonts w:ascii="仿宋_GB2312" w:eastAsia="仿宋_GB2312" w:cs="仿宋_GB2312" w:hint="eastAsia"/>
              </w:rPr>
              <w:t>空中之城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陈芸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杨惠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金坛区明珍实验学校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生命的源泉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路梅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王婷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金坛区儒林中心小学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净化水资源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沈冉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秦露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金坛区茅麓小学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生命的活水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杨谨萱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王希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武进区刘海粟小学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感受·水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刘爽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庄秋燕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武进区星河实验小学分校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雨水能源转化器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罗梓萱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沈建文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武进区庙桥小学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绿水青山就是金山银山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王卓瑶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王新甜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金山银山不如青山绿水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时鑫晨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王苏君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武进区礼嘉中心小学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生命狂想曲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王欣悦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陆天梦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武进区李公朴小学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地下水城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陈芝蕾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张填惠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常州市武进清英外国语学校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龙城水路（烙画）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祁竞贤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吕华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武进区湖塘桥第二实验小学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生命水枪（烙画）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陈思羽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祁本国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武进区湖塘桥第二实验小学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守护地球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杨悦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薛蒙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武进区庙桥小学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生生不息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沈子涵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陈筱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武进区庙桥小学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快乐的花星球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缪悠冉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殷晓霞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常州市武进区潘家小学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艰难的迁徙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张御航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王红霞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常州市武进区政平小学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生命水源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杨光梅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吴碧波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武进区漕桥小学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沙漠绿洲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金雨琪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陈英芬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武进区洛阳中心小学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我们流失的不只是水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陈芊羽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吴琳娜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武进区洛阳中心小学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夫诸之泪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孙渺迪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顾佳伟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武进区星河实验小学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水中冥想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茆陶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严桃梨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武进区星河实验小学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最后一滴眼泪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王馨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顾攀乐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武进区星河实验小学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鱼水之情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柴靖涵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李青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武进区星河实验小学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魔法水滴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邱怡萱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吕倩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常州市东青实验学校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龙王污水处理器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管芯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王雪娇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武进区李公朴小学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3736B5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6"/>
                <w:kern w:val="0"/>
              </w:rPr>
            </w:pPr>
            <w:r w:rsidRPr="003736B5">
              <w:rPr>
                <w:rFonts w:ascii="仿宋_GB2312" w:eastAsia="仿宋_GB2312" w:cs="仿宋_GB2312" w:hint="eastAsia"/>
                <w:spacing w:val="-6"/>
              </w:rPr>
              <w:t>别让你的泪成为地球最后一滴水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张皖苏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朱怡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武进区人民路小学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波光倒影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李美妍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朱敏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常州市武进区马杭中心小学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山林水域（烙画）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赵于晨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祁本国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武进区湖塘桥第二实验小学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天地之吻，水孕万物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程泯雅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翁小玉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常州市武进区星韵学校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孤单的我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庄童煜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翁小颜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武进区湖塘桥第二实验小学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水的用处大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张伟杰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王建法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常州市武进区湟里中心小学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最后一桶水拍卖会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蒋宜轩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王建法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常州市武进区湟里中心小学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水下新城市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姚倩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王雪娇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武进区李公朴小学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cs="宋体" w:hint="eastAsia"/>
              </w:rPr>
              <w:t>瞭</w:t>
            </w:r>
            <w:r w:rsidRPr="00246CDD">
              <w:rPr>
                <w:rFonts w:ascii="仿宋_GB2312" w:eastAsia="仿宋_GB2312" w:cs="仿宋_GB2312" w:hint="eastAsia"/>
              </w:rPr>
              <w:t>望水乡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聂熙彦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吴琰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武进区鸣凰中心小学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“婉”在水中央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雍舒楠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徐文英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常州市新北区飞龙实验小学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回忆山后的一汪清泉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张佳睿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徐意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常州市新北区飞龙实验小学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水下的世界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吴子瑞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卞佳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常州市新北区奔牛实验小学（五兴校区）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童心嬉水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黄姿羽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卞佳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常州市新北区奔牛实验小学（五兴校区）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鱼戏莲叶间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江馨筱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顾澈、张静芳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静谧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沈馨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顾澈、张静芳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渴望·绝望·希望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朱一若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唐舒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常州市新北区孟河中心小学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如果我是鱼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孙瑶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郝妍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常州市新北区罗溪中心小学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水之诱惑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祖金荣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路英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常州市新北区九里小学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水系大战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张霖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沈安妮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常州市新北区春江中心小学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如鱼得水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庞宇娟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黄雯君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常州市新北区春江中心小学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两个世界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刘雨欣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谢茜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常州市新北区春江中心小学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节约用水（版画）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王鹏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许黎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常州市新北区安家中心小学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乌鸦喝水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</w:t>
            </w:r>
            <w:r w:rsidRPr="00246CDD">
              <w:rPr>
                <w:rFonts w:ascii="仿宋_GB2312" w:cs="宋体" w:hint="eastAsia"/>
              </w:rPr>
              <w:t>玭玥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陈洁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常州市新北区小河中心小学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陆子寒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陈洁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常州市新北区小河中心小学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最后一滴水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高嘉悦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陈玉莹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常州市新北区新华实验小学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万物之源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丁沐曦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周小燕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常州市新北区龙虎塘实验小学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神奇的仙人掌储水器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朱宸言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刘紫娟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常州市新北区龙虎塘实验小学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污水净化器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何墨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姚海燕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常州市新北区龙虎塘实验小学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节水护水我能行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黄向彤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王端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常州市新北区圩塘中心小学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润一湾清流，泽万物生命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冯依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王端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常州市新北区圩塘中心小学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节约用水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潘思思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王端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常州市新北区圩塘中心小学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家庭水循环使用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王艾晶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崔芳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常州市三河口小学</w:t>
            </w:r>
          </w:p>
        </w:tc>
      </w:tr>
      <w:tr w:rsidR="005F68D8" w:rsidRPr="00246CDD">
        <w:trPr>
          <w:trHeight w:val="319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吴思颖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周丽玲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常州市局前街小学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水之韵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吴沛凝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王芸君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常州市华润小学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水的守护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欧慧琳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王芸君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常州市华润小学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水之物语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李若燕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王芸君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常州市华润小学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我给地球洗个澡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梁瑾</w:t>
            </w:r>
            <w:r w:rsidRPr="00246CDD">
              <w:rPr>
                <w:rFonts w:ascii="仿宋_GB2312" w:cs="宋体" w:hint="eastAsia"/>
              </w:rPr>
              <w:t>瑄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袁俊景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常州市朝阳桥小学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珍惜水资源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魏苏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袁俊景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常州市朝阳桥小学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海水清洁机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朱芷仪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崔芳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常州市三河口小学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环保净水机器人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黄钰洋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雍晓燕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常州市第二实验小学教育集团翰学校区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水是生命之源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李奕乐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雍晓燕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常州市第二实验小学教育集团翰学校区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生命绿洲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刘佳柠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刘敏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常州市第二实验小学教育集团翠小校区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欢乐水滴行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宋雨恬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刘敏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常州市第二实验小学教育集团翠小校区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生命的真空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荀梓恒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任美娟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常州市第二实验小学教育集团翠小校区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美丽中国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FF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夏欣雅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FF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朱瑛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常州市延陵小学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一滴水的使命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林朔一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蔡佳飞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常州市西新桥小学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苍天的施舍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李辰阳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沈也欢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常州市西新桥小学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魏晨欣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蔡佳飞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常州市西新桥小学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水润万物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吴梓悦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张曦丹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常州市荆川小学（市教科院附小）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托起最后的希望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王嘉微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张圳圳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常州市荆川小学（市教科院附小）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/>
              </w:rPr>
              <w:t>0.03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邹新宇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张圳圳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常州市荆川小学（市教科院附小）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  <w:r w:rsidRPr="00246CDD">
              <w:rPr>
                <w:rFonts w:ascii="仿宋_GB2312" w:eastAsia="仿宋_GB2312"/>
              </w:rPr>
              <w:t>—</w:t>
            </w:r>
            <w:r w:rsidRPr="00246CDD">
              <w:rPr>
                <w:rFonts w:ascii="仿宋_GB2312" w:eastAsia="仿宋_GB2312" w:cs="仿宋_GB2312" w:hint="eastAsia"/>
              </w:rPr>
              <w:t>乐游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董力行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钱红芬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常州市怀德苑小学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万物之源</w:t>
            </w:r>
            <w:r w:rsidRPr="00246CDD">
              <w:rPr>
                <w:rFonts w:ascii="仿宋_GB2312" w:eastAsia="仿宋_GB2312"/>
              </w:rPr>
              <w:t>—</w:t>
            </w:r>
            <w:r w:rsidRPr="00246CDD">
              <w:rPr>
                <w:rFonts w:ascii="仿宋_GB2312" w:eastAsia="仿宋_GB2312" w:cs="仿宋_GB2312" w:hint="eastAsia"/>
              </w:rPr>
              <w:t>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濮文妍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杨菲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常州市怀德苑小学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无价之水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胡家溢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杨菲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常州市怀德苑小学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小熊环游海洋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徐玉强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董越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创造绿色家园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尹雨婕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钮建刚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海上丝绸之路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张相宇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杨婷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常州市戚墅堰东方小学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水的天堂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肖宇彤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杨婷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常州市戚墅堰东方小学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水·生命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潘思安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杨婷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常州市戚墅堰东方小学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海水能量转化器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袁权钰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王艳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戚墅堰实验小学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家乡的水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项王果果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沈页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戚墅堰实验小学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水镇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董建玲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黄德忠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武进区新安小学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大自然的福音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李方舟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徐蓉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武进区遥观中心小学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绿色憧憬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谷昭阳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段美君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武进区遥观中心小学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星球因水而美丽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董慈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符念慈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常州市武进区横山桥中心小学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水的价值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陈钰瑶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李娜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常州市潞城小学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3034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海趣</w:t>
            </w:r>
          </w:p>
        </w:tc>
        <w:tc>
          <w:tcPr>
            <w:tcW w:w="1647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戴子涵</w:t>
            </w:r>
          </w:p>
        </w:tc>
        <w:tc>
          <w:tcPr>
            <w:tcW w:w="1416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黄德忠</w:t>
            </w:r>
          </w:p>
        </w:tc>
        <w:tc>
          <w:tcPr>
            <w:tcW w:w="391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武进区新安小学</w:t>
            </w:r>
          </w:p>
        </w:tc>
      </w:tr>
    </w:tbl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751C73">
      <w:pPr>
        <w:widowControl/>
        <w:spacing w:line="700" w:lineRule="exact"/>
        <w:ind w:leftChars="-202" w:left="31680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1F53C5" w:rsidRDefault="005F68D8" w:rsidP="001F53C5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 w:rsidRPr="001F53C5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第十二届“生命之水”主题教育活动获奖作品</w:t>
      </w:r>
    </w:p>
    <w:p w:rsidR="005F68D8" w:rsidRDefault="005F68D8" w:rsidP="001F53C5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 w:rsidRPr="001F53C5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（初中绘画）</w:t>
      </w:r>
    </w:p>
    <w:p w:rsidR="005F68D8" w:rsidRPr="001F53C5" w:rsidRDefault="005F68D8" w:rsidP="001F53C5">
      <w:pPr>
        <w:widowControl/>
        <w:spacing w:line="4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50"/>
        <w:gridCol w:w="1560"/>
        <w:gridCol w:w="1521"/>
        <w:gridCol w:w="84"/>
        <w:gridCol w:w="3453"/>
      </w:tblGrid>
      <w:tr w:rsidR="005F68D8" w:rsidRPr="00246CDD">
        <w:trPr>
          <w:trHeight w:val="428"/>
          <w:jc w:val="center"/>
        </w:trPr>
        <w:tc>
          <w:tcPr>
            <w:tcW w:w="9468" w:type="dxa"/>
            <w:gridSpan w:val="5"/>
            <w:noWrap/>
            <w:vAlign w:val="center"/>
          </w:tcPr>
          <w:p w:rsidR="005F68D8" w:rsidRPr="001F53C5" w:rsidRDefault="005F68D8" w:rsidP="00F50C96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1F53C5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1F53C5">
              <w:rPr>
                <w:rFonts w:ascii="黑体" w:eastAsia="黑体" w:hAnsi="黑体" w:cs="黑体"/>
                <w:color w:val="000000"/>
                <w:kern w:val="0"/>
              </w:rPr>
              <w:t>20</w:t>
            </w:r>
            <w:r w:rsidRPr="001F53C5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水。生命的起源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黄熙雅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狄云娟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溧阳市光华初级中学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生命之源的泪滴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周怡昊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狄云娟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溧阳市光华初级中学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春水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常冰玉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凌俊华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清风流泉韵亦长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沈欣怡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刘玲玲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小桥流水人家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夏韧捷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薛亚红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常州市武进区鸣凰中学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无水之地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许靖涵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睢佳琪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武进区星辰实验学校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和谐共生之水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曾烨娇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张维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省前中附属人民路初级中学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逍遥游（淡彩）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言鼎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胥亚丽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涛声（油画）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徐一笑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胥亚丽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“水”晶球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丁恩雅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方莲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常州市郑陆实验学校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梦想？现实？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李铎风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方莲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常州市郑陆实验学校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爱水节水珍惜水资源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俞心焘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梁瑞韵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武进区芙蓉初级中学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流水易逝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吴双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朱琳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常州市潞城中学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水中跪族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沈露露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戚燕萍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武进区横林初级中学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章宸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岳敏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常州市正衡中学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能源送富源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俞承言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岳敏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常州市正衡中学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生机之源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沈纾铭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王相怡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常州市教科院附属中学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望山水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朱媛媛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周琴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常州市明德实验中学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锦鲤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刘思敏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徐旭虹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一杯生命的希望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恽瑞佳</w:t>
            </w:r>
          </w:p>
        </w:tc>
        <w:tc>
          <w:tcPr>
            <w:tcW w:w="1521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丁瑜</w:t>
            </w:r>
          </w:p>
        </w:tc>
        <w:tc>
          <w:tcPr>
            <w:tcW w:w="3537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常州外国语学校</w:t>
            </w:r>
          </w:p>
        </w:tc>
      </w:tr>
      <w:tr w:rsidR="005F68D8" w:rsidRPr="00246CDD">
        <w:trPr>
          <w:trHeight w:val="441"/>
          <w:jc w:val="center"/>
        </w:trPr>
        <w:tc>
          <w:tcPr>
            <w:tcW w:w="9468" w:type="dxa"/>
            <w:gridSpan w:val="5"/>
            <w:noWrap/>
            <w:vAlign w:val="center"/>
          </w:tcPr>
          <w:p w:rsidR="005F68D8" w:rsidRPr="001F53C5" w:rsidRDefault="005F68D8" w:rsidP="00F50C96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1F53C5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1F53C5">
              <w:rPr>
                <w:rFonts w:ascii="黑体" w:eastAsia="黑体" w:hAnsi="黑体" w:cs="黑体"/>
                <w:color w:val="000000"/>
                <w:kern w:val="0"/>
              </w:rPr>
              <w:t>38</w:t>
            </w:r>
            <w:r w:rsidRPr="001F53C5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别走</w:t>
            </w:r>
            <w:r w:rsidRPr="00246CDD">
              <w:rPr>
                <w:rFonts w:ascii="仿宋_GB2312" w:eastAsia="仿宋_GB2312"/>
              </w:rPr>
              <w:t>—</w:t>
            </w:r>
            <w:r w:rsidRPr="00246CDD">
              <w:rPr>
                <w:rFonts w:ascii="仿宋_GB2312" w:eastAsia="仿宋_GB2312" w:cs="仿宋_GB2312" w:hint="eastAsia"/>
              </w:rPr>
              <w:t>水姑娘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周妍池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杨进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溧阳市实验初级中学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最后的生命希望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蒋姣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尤斐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溧阳市光华初级中学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眼泪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韩俊杰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李艳秋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金坛区薛埠中学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鱼乐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孟芙蓉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董海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金坛区茅麓中学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饥渴的猫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张欣怡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居云霞</w:t>
            </w:r>
            <w:r>
              <w:rPr>
                <w:rFonts w:ascii="仿宋_GB2312" w:eastAsia="仿宋_GB2312" w:cs="仿宋_GB2312" w:hint="eastAsia"/>
              </w:rPr>
              <w:t>、</w:t>
            </w:r>
            <w:r w:rsidRPr="00246CDD">
              <w:rPr>
                <w:rFonts w:ascii="仿宋_GB2312" w:eastAsia="仿宋_GB2312" w:cs="仿宋_GB2312" w:hint="eastAsia"/>
              </w:rPr>
              <w:t>邓海霞</w:t>
            </w:r>
          </w:p>
        </w:tc>
        <w:tc>
          <w:tcPr>
            <w:tcW w:w="3453" w:type="dxa"/>
            <w:noWrap/>
            <w:vAlign w:val="center"/>
          </w:tcPr>
          <w:p w:rsidR="005F68D8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常州市第二十四中学金坛分校</w:t>
            </w:r>
          </w:p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（段玉裁中学）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畅游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陈诗琦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居云霞</w:t>
            </w:r>
            <w:r>
              <w:rPr>
                <w:rFonts w:ascii="仿宋_GB2312" w:eastAsia="仿宋_GB2312" w:cs="仿宋_GB2312" w:hint="eastAsia"/>
              </w:rPr>
              <w:t>、</w:t>
            </w:r>
            <w:r w:rsidRPr="00246CDD">
              <w:rPr>
                <w:rFonts w:ascii="仿宋_GB2312" w:eastAsia="仿宋_GB2312" w:cs="仿宋_GB2312" w:hint="eastAsia"/>
              </w:rPr>
              <w:t>邓海霞</w:t>
            </w:r>
          </w:p>
        </w:tc>
        <w:tc>
          <w:tcPr>
            <w:tcW w:w="3453" w:type="dxa"/>
            <w:noWrap/>
            <w:vAlign w:val="center"/>
          </w:tcPr>
          <w:p w:rsidR="005F68D8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常州市第二十四中学金坛分校</w:t>
            </w:r>
          </w:p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（段玉裁中学）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蓝色枯萎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马贞贞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汤晓霞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金坛区社头中学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空中救援站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金峻弘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滕金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常州市焦溪初级中学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珍惜水资源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顾思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滕金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常州市焦溪初级中学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肖颖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马叶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常州市武进区牛塘初级中学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渔舟唱晚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周贵依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李霞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常州市武进区潘家初级中学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祈水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徐静雯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徐小萍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常州市武进区南夏墅初级中学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凝固的水下时光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许愿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吴英亚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水精灵之深海之悦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姜星宇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吴刚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节约用水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董梓慧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杨颖子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常州市新北区新桥初级中学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万物有灵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杭雨轩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周涵钰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常州市河海中学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饮水思源（素描）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殷诗然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胥亚丽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诗意的栖居（水粉）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黄振洋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胥亚丽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清香（国画）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牟昕芸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胥亚丽</w:t>
            </w:r>
          </w:p>
        </w:tc>
        <w:tc>
          <w:tcPr>
            <w:tcW w:w="3453" w:type="dxa"/>
            <w:noWrap/>
            <w:vAlign w:val="center"/>
          </w:tcPr>
          <w:p w:rsidR="005F68D8" w:rsidRPr="001F53C5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spacing w:val="-4"/>
              </w:rPr>
            </w:pPr>
            <w:r w:rsidRPr="001F53C5">
              <w:rPr>
                <w:rFonts w:ascii="仿宋_GB2312" w:eastAsia="仿宋_GB2312" w:cs="仿宋_GB2312" w:hint="eastAsia"/>
                <w:spacing w:val="-4"/>
              </w:rPr>
              <w:t>常州市新北区实验中学</w:t>
            </w:r>
            <w:r>
              <w:rPr>
                <w:rFonts w:ascii="仿宋_GB2312" w:eastAsia="仿宋_GB2312" w:cs="仿宋_GB2312" w:hint="eastAsia"/>
                <w:spacing w:val="-4"/>
              </w:rPr>
              <w:t>（</w:t>
            </w:r>
            <w:r w:rsidRPr="001F53C5">
              <w:rPr>
                <w:rFonts w:ascii="仿宋_GB2312" w:eastAsia="仿宋_GB2312" w:cs="仿宋_GB2312" w:hint="eastAsia"/>
                <w:spacing w:val="-4"/>
              </w:rPr>
              <w:t>常工院校区</w:t>
            </w:r>
            <w:r>
              <w:rPr>
                <w:rFonts w:ascii="仿宋_GB2312" w:eastAsia="仿宋_GB2312" w:cs="仿宋_GB2312" w:hint="eastAsia"/>
                <w:spacing w:val="-4"/>
              </w:rPr>
              <w:t>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生命之水，生命之树！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徐艾嫒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唐小红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常州市新北区薛家中学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生命的延续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陈韩怡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方莲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常州市郑陆实验学校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韩梦雨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李夏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常州市实验初级中学天宁分校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绝地哀鸣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王馨仪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陈颖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常州市正衡中学天宁分校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洛神降临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胡婧雯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戚燕萍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武进区横林初级中学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请按上水龙头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杨安琪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强琪华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常州市武进区剑湖实验学校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比比谁的家乡水最美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宿谦谦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强琪华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常州市武进区剑湖实验学校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希望的源泉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耿瑜涵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朱琳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常州市潞城中学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幽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陈奕静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蒋雯娜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常州市翠竹中学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李佳宜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汤培凤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常州市花园中学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高心悦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何佳玲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常州市正衡中学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向往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薛依宁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常芸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常州外国语学校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八仙过“海”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吴思萱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欧阳旭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常州外国语学校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鱼的眼泪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张语宸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虞惠丽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常州外国语学校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灭世</w:t>
            </w:r>
            <w:r w:rsidRPr="00246CDD">
              <w:rPr>
                <w:rFonts w:ascii="仿宋_GB2312" w:eastAsia="仿宋_GB2312"/>
              </w:rPr>
              <w:t>——</w:t>
            </w: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蒋文煜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陈丹斐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常州外国语学校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最后的世界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丁逸媛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李媛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常州市市北实验初级中学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仰望银河水只取一瓢星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顾一凡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王相怡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常州市教科院附属中学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溯水之源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董</w:t>
            </w:r>
            <w:r w:rsidRPr="00246CDD">
              <w:rPr>
                <w:rFonts w:ascii="仿宋_GB2312" w:cs="宋体" w:hint="eastAsia"/>
              </w:rPr>
              <w:t>祎</w:t>
            </w:r>
            <w:r w:rsidRPr="00246CDD">
              <w:rPr>
                <w:rFonts w:ascii="仿宋_GB2312" w:eastAsia="仿宋_GB2312" w:cs="仿宋_GB2312" w:hint="eastAsia"/>
              </w:rPr>
              <w:t>珂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王相怡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常州市教科院附属中学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运河之脉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陈果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王相怡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常州市教科院附属中学</w:t>
            </w:r>
          </w:p>
        </w:tc>
      </w:tr>
      <w:tr w:rsidR="005F68D8" w:rsidRPr="00246CDD">
        <w:trPr>
          <w:trHeight w:val="399"/>
          <w:jc w:val="center"/>
        </w:trPr>
        <w:tc>
          <w:tcPr>
            <w:tcW w:w="9468" w:type="dxa"/>
            <w:gridSpan w:val="5"/>
            <w:noWrap/>
            <w:vAlign w:val="center"/>
          </w:tcPr>
          <w:p w:rsidR="005F68D8" w:rsidRPr="001F53C5" w:rsidRDefault="005F68D8" w:rsidP="00F50C96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1F53C5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1F53C5">
              <w:rPr>
                <w:rFonts w:ascii="黑体" w:eastAsia="黑体" w:hAnsi="黑体" w:cs="黑体"/>
                <w:color w:val="000000"/>
                <w:kern w:val="0"/>
              </w:rPr>
              <w:t>51</w:t>
            </w:r>
            <w:r w:rsidRPr="001F53C5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自给自足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钱瑶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钱梁颖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溧阳市平桥初级中学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会开花的水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杨备岩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钱梁颖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溧阳市平桥初级中学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青山绿水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陈发丹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卢龙兰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金坛区朱林中学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鱼的眼泪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岳媛琪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殷玉莲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还我绿水青山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司马瑞莉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任格琴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金坛区指前实验学校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清趣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蒋言语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董海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金坛区茅麓中学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斑马饮水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于莉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居云霞、邓海霞</w:t>
            </w:r>
          </w:p>
        </w:tc>
        <w:tc>
          <w:tcPr>
            <w:tcW w:w="3453" w:type="dxa"/>
            <w:noWrap/>
            <w:vAlign w:val="center"/>
          </w:tcPr>
          <w:p w:rsidR="005F68D8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常州市第二十四中学金坛分校</w:t>
            </w:r>
          </w:p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（段玉裁中学）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江南水乡夜景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马畅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居云霞、邓海霞</w:t>
            </w:r>
          </w:p>
        </w:tc>
        <w:tc>
          <w:tcPr>
            <w:tcW w:w="3453" w:type="dxa"/>
            <w:noWrap/>
            <w:vAlign w:val="center"/>
          </w:tcPr>
          <w:p w:rsidR="005F68D8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常州市第二十四中学金坛分校</w:t>
            </w:r>
          </w:p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（段玉裁中学）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王雅璇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吴丽丽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金坛区直溪初级中学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智能灭火器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李希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滕金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常州市焦溪初级中学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水资源守护神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顾嘉镱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滕金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常州市焦溪初级中学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水的供养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陈宇晴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滕金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常州市焦溪初级中学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灵动的水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张诗雨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陆立平、王洁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常州市武进区淹城初级中学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山海经·起源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黄正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李佳琳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省前中附属人民路初级中学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美哉，大自然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王宜佳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薛亚红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常州市武进区鸣凰中学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绝境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阚涵滢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王雪霜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武进区星辰实验学校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生命之水！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商韵涵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王雪霜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武进区星辰实验学校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渡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籍静纯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曹薇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乘风破浪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贡晨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姜晓飞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常州市武进区卢家巷实验学校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水之舞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邱依凡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陆燕妮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武进区洛阳初级中学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渴望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罗雨淇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陆燕妮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武进区洛阳初级中学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生命的精灵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张玲菲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沈凌佳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武进区庙桥初级中学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节水从现在开始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潘冰清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汪宝珠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常州市新北区龙虎塘中学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共生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马佳</w:t>
            </w:r>
            <w:r w:rsidRPr="00246CDD">
              <w:rPr>
                <w:rFonts w:ascii="仿宋_GB2312" w:cs="宋体" w:hint="eastAsia"/>
              </w:rPr>
              <w:t>祎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丁菊萍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常州市新北区吕墅中学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与水共生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巢舟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丁菊萍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常州市新北区吕墅中学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一滴清水一片绿地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陈闪闪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张红霞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常州市新北区小河中学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行到水穷处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贡欣怡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邹雅琼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常州市中天实验学校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海洋之心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赵旭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邹雅琼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常州市中天实验学校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归家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蒋上宇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蒋奇寒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常州市中天实验学校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守护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蒋傲冰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周涵钰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常州市河海中学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大海深处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何冰鑫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周涵钰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常州市河海中学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让恐龙的命运不再重演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王睿麒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张美荣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远方（水彩）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张远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胥亚丽</w:t>
            </w:r>
          </w:p>
        </w:tc>
        <w:tc>
          <w:tcPr>
            <w:tcW w:w="3453" w:type="dxa"/>
            <w:noWrap/>
            <w:vAlign w:val="center"/>
          </w:tcPr>
          <w:p w:rsidR="005F68D8" w:rsidRPr="001F53C5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</w:rPr>
            </w:pPr>
            <w:r w:rsidRPr="001F53C5">
              <w:rPr>
                <w:rFonts w:ascii="仿宋_GB2312" w:eastAsia="仿宋_GB2312" w:cs="仿宋_GB2312" w:hint="eastAsia"/>
                <w:spacing w:val="-4"/>
              </w:rPr>
              <w:t>常州市新北区实验中学</w:t>
            </w:r>
            <w:r w:rsidRPr="001F53C5">
              <w:rPr>
                <w:rFonts w:ascii="仿宋_GB2312" w:eastAsia="仿宋_GB2312" w:cs="仿宋_GB2312"/>
                <w:spacing w:val="-4"/>
              </w:rPr>
              <w:t>(</w:t>
            </w:r>
            <w:r w:rsidRPr="001F53C5">
              <w:rPr>
                <w:rFonts w:ascii="仿宋_GB2312" w:eastAsia="仿宋_GB2312" w:cs="仿宋_GB2312" w:hint="eastAsia"/>
                <w:spacing w:val="-4"/>
              </w:rPr>
              <w:t>常工院校区</w:t>
            </w:r>
            <w:r w:rsidRPr="001F53C5">
              <w:rPr>
                <w:rFonts w:ascii="仿宋_GB2312" w:eastAsia="仿宋_GB2312" w:cs="仿宋_GB2312"/>
                <w:spacing w:val="-4"/>
              </w:rPr>
              <w:t>)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莲叶深处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糜芷</w:t>
            </w:r>
            <w:r w:rsidRPr="00246CDD">
              <w:rPr>
                <w:rFonts w:ascii="仿宋_GB2312" w:cs="宋体" w:hint="eastAsia"/>
              </w:rPr>
              <w:t>珺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何仲君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常州市第二十四中学天宁分校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生命之源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李晨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陈颖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常州市正衡中学天宁分校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喻田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李夏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常州市实验初级中学天宁分校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雨中漫步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王非凡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杨荣蓉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戚墅堰实验中学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孕育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贾炜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方华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常州市武进区遥观初级中学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追随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刘淼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郭杰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武进区横山桥初级中学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逝水流年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刘沁颖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郭杰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武进区横山桥初级中学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影</w:t>
            </w:r>
            <w:r w:rsidRPr="00246CDD">
              <w:rPr>
                <w:rFonts w:ascii="仿宋_GB2312" w:eastAsia="仿宋_GB2312"/>
              </w:rPr>
              <w:t>——</w:t>
            </w:r>
            <w:r w:rsidRPr="00246CDD">
              <w:rPr>
                <w:rFonts w:ascii="仿宋_GB2312" w:eastAsia="仿宋_GB2312" w:cs="仿宋_GB2312" w:hint="eastAsia"/>
              </w:rPr>
              <w:t>未来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王欣茹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周琴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常州市明德实验中学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金钱买不到的希望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姚桓钰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孙钰婧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常州市明德实验中学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一“液”障目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叶紫萱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王琛华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刘盈兰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许敏珠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常州市正衡中学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张丛锦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何佳玲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常州市正衡中学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此票缺水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扎西萨珍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陈圣方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常州西藏民族中学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最后一罐水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旦真伦珠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陈圣方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常州西藏民族中学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请还我一个美好家园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谢佳美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王相怡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常州市教科院附属中学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百川东到海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梅文馨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张抗抗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常州市田家炳初级中学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画中水手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何悦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张抗抗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常州市田家炳初级中学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记录</w:t>
            </w:r>
          </w:p>
        </w:tc>
        <w:tc>
          <w:tcPr>
            <w:tcW w:w="1560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周洁</w:t>
            </w:r>
          </w:p>
        </w:tc>
        <w:tc>
          <w:tcPr>
            <w:tcW w:w="1605" w:type="dxa"/>
            <w:gridSpan w:val="2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张抗抗</w:t>
            </w:r>
          </w:p>
        </w:tc>
        <w:tc>
          <w:tcPr>
            <w:tcW w:w="3453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常州市田家炳初级中学</w:t>
            </w:r>
          </w:p>
        </w:tc>
      </w:tr>
    </w:tbl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1F53C5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 w:rsidRPr="001F53C5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第十二届“生命之水”主题教育活动获奖作品</w:t>
      </w:r>
    </w:p>
    <w:p w:rsidR="005F68D8" w:rsidRDefault="005F68D8" w:rsidP="001F53C5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 w:rsidRPr="001F53C5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（高中绘画）</w:t>
      </w:r>
    </w:p>
    <w:p w:rsidR="005F68D8" w:rsidRPr="001F53C5" w:rsidRDefault="005F68D8" w:rsidP="001F53C5">
      <w:pPr>
        <w:widowControl/>
        <w:spacing w:line="4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tbl>
      <w:tblPr>
        <w:tblW w:w="8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2"/>
        <w:gridCol w:w="1042"/>
        <w:gridCol w:w="1375"/>
        <w:gridCol w:w="4015"/>
      </w:tblGrid>
      <w:tr w:rsidR="005F68D8" w:rsidRPr="00246CDD">
        <w:trPr>
          <w:trHeight w:val="400"/>
          <w:jc w:val="center"/>
        </w:trPr>
        <w:tc>
          <w:tcPr>
            <w:tcW w:w="8804" w:type="dxa"/>
            <w:gridSpan w:val="4"/>
            <w:noWrap/>
            <w:vAlign w:val="center"/>
          </w:tcPr>
          <w:p w:rsidR="005F68D8" w:rsidRPr="001F53C5" w:rsidRDefault="005F68D8" w:rsidP="00F50C96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1F53C5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1F53C5">
              <w:rPr>
                <w:rFonts w:ascii="黑体" w:eastAsia="黑体" w:hAnsi="黑体" w:cs="黑体"/>
                <w:color w:val="000000"/>
                <w:kern w:val="0"/>
              </w:rPr>
              <w:t>9</w:t>
            </w:r>
            <w:r w:rsidRPr="001F53C5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沐雨春色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蒋承渝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杨霖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溧阳市埭头中学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两条咸鱼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吕金艺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陈磊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江苏省华罗庚中学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水到渠成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江舒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沈红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常州市武进区洛阳高级中学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无奈的搁浅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孙刘阳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吴艳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江苏省武进职业教育中心校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水之润泽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沈钰阳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王灿灿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常州市武进区鸣凰中学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鱼跃于渊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汤方仪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赵勇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江苏省武进职业教育中心校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最后一滴水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许皓博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莫鸣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常州市田家炳高级中学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时渊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游毅多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薛海波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水的交响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巢弥菲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高波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常州市第三中学</w:t>
            </w:r>
          </w:p>
        </w:tc>
      </w:tr>
      <w:tr w:rsidR="005F68D8" w:rsidRPr="00246CDD">
        <w:trPr>
          <w:trHeight w:val="399"/>
          <w:jc w:val="center"/>
        </w:trPr>
        <w:tc>
          <w:tcPr>
            <w:tcW w:w="8804" w:type="dxa"/>
            <w:gridSpan w:val="4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1F53C5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1F53C5">
              <w:rPr>
                <w:rFonts w:ascii="黑体" w:eastAsia="黑体" w:hAnsi="黑体" w:cs="黑体"/>
                <w:color w:val="000000"/>
                <w:kern w:val="0"/>
              </w:rPr>
              <w:t>18</w:t>
            </w:r>
            <w:r w:rsidRPr="001F53C5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荷塘白鹭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丁姝予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唐玉法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溧阳市南渡高级中学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鸟语花香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李佳乐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强冬平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溧阳市南渡高级中学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大江奔腾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吴艺缘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陈丽</w:t>
            </w:r>
            <w:r>
              <w:rPr>
                <w:rFonts w:ascii="仿宋_GB2312" w:eastAsia="仿宋_GB2312" w:cs="仿宋_GB2312" w:hint="eastAsia"/>
              </w:rPr>
              <w:t>、</w:t>
            </w:r>
            <w:r w:rsidRPr="00246CDD">
              <w:rPr>
                <w:rFonts w:ascii="仿宋_GB2312" w:eastAsia="仿宋_GB2312" w:cs="仿宋_GB2312" w:hint="eastAsia"/>
              </w:rPr>
              <w:t>王亚娟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拯救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周豫茜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陈丽</w:t>
            </w:r>
            <w:r>
              <w:rPr>
                <w:rFonts w:ascii="仿宋_GB2312" w:eastAsia="仿宋_GB2312" w:cs="仿宋_GB2312" w:hint="eastAsia"/>
              </w:rPr>
              <w:t>、</w:t>
            </w:r>
            <w:r w:rsidRPr="00246CDD">
              <w:rPr>
                <w:rFonts w:ascii="仿宋_GB2312" w:eastAsia="仿宋_GB2312" w:cs="仿宋_GB2312" w:hint="eastAsia"/>
              </w:rPr>
              <w:t>李宁伟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洛神之叹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陈诺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王灿灿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常州市武进区鸣凰中学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拯救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王若</w:t>
            </w:r>
            <w:r w:rsidRPr="00246CDD">
              <w:rPr>
                <w:rFonts w:ascii="仿宋_GB2312" w:cs="宋体" w:hint="eastAsia"/>
              </w:rPr>
              <w:t>玥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刘新茹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常州市武进区洛阳高级中学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古镇水乡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方玲玲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钱玲玲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常州市武进区洛阳高级中学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小桥流水人家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郭心雨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秦</w:t>
            </w:r>
            <w:r w:rsidRPr="00246CDD">
              <w:rPr>
                <w:rFonts w:ascii="仿宋_GB2312" w:cs="宋体" w:hint="eastAsia"/>
              </w:rPr>
              <w:t>旻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常州市武进区洛阳高级中学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商人手段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张晓凤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宋颖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江苏省前黄高级中学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荷韵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郑清怡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张倩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江苏省前黄高中国际分校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杨萍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贺国平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常州市西夏墅中学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世界树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薛薇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周菲菲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常州刘国钧高等职业技术学校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木森水淼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杨芩</w:t>
            </w:r>
            <w:r w:rsidRPr="00246CDD">
              <w:rPr>
                <w:rFonts w:ascii="仿宋_GB2312" w:cs="宋体" w:hint="eastAsia"/>
              </w:rPr>
              <w:t>晞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李鸣楼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常州刘国钧高等职业技术学校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祈求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钱瑶佳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周菲菲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常州刘国钧高等职业技术学校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最后的眼泪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刘富凯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彭生萍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域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牟妮卡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邹沁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常州市第一中学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流</w:t>
            </w:r>
            <w:r w:rsidRPr="00246CDD">
              <w:rPr>
                <w:rFonts w:ascii="仿宋_GB2312" w:eastAsia="仿宋_GB2312" w:cs="Times New Roman"/>
              </w:rPr>
              <w:t>•</w:t>
            </w:r>
            <w:r w:rsidRPr="00246CDD">
              <w:rPr>
                <w:rFonts w:ascii="仿宋_GB2312" w:eastAsia="仿宋_GB2312" w:cs="仿宋_GB2312" w:hint="eastAsia"/>
              </w:rPr>
              <w:t>浪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丁晔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邹沁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常州市第一中学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星海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杨雨萱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邹沁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常州市第一中学</w:t>
            </w:r>
          </w:p>
        </w:tc>
      </w:tr>
      <w:tr w:rsidR="005F68D8" w:rsidRPr="00246CDD">
        <w:trPr>
          <w:trHeight w:val="400"/>
          <w:jc w:val="center"/>
        </w:trPr>
        <w:tc>
          <w:tcPr>
            <w:tcW w:w="8804" w:type="dxa"/>
            <w:gridSpan w:val="4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1F53C5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1F53C5">
              <w:rPr>
                <w:rFonts w:ascii="黑体" w:eastAsia="黑体" w:hAnsi="黑体" w:cs="黑体"/>
                <w:color w:val="000000"/>
                <w:kern w:val="0"/>
              </w:rPr>
              <w:t>23</w:t>
            </w:r>
            <w:r w:rsidRPr="001F53C5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水的供养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翁玲雅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周印月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溧阳市竹箦中学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和谐生趣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周璇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陈丽、孔艳君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喜与悲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王琦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于晶、陈丽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是水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史珊珊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戚小燕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金坛区第一中学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水乡夜色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罗光豪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王灿灿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常州市武进区鸣凰中学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最后一滴水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陈姝安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王灿灿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常州市武进区鸣凰中学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生命的脉络</w:t>
            </w:r>
            <w:r w:rsidRPr="00246CDD">
              <w:rPr>
                <w:rFonts w:ascii="仿宋_GB2312" w:eastAsia="仿宋_GB2312"/>
              </w:rPr>
              <w:t>—</w:t>
            </w:r>
            <w:r w:rsidRPr="00246CDD">
              <w:rPr>
                <w:rFonts w:ascii="仿宋_GB2312" w:eastAsia="仿宋_GB2312" w:cs="仿宋_GB2312" w:hint="eastAsia"/>
              </w:rPr>
              <w:t>水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王耀华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王灿灿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常州市武进区鸣凰中学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共舞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姚柯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张桔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常州市武进区洛阳高级中学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孙赫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宋颖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江苏省前黄高级中学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水生万物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吴佳怡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张倩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江苏省前黄高中国际分校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地球之泪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沈阳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刘艳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武进区湟里高级中学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涸·水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程瑜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庄波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江苏省武进职业教育中心校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水·生命之源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王艺霖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陈星怡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常州幼儿师范学校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林靖怡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孙文淼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水之国度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林雅洁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周菲菲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常州刘国钧高等职业技术学校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怪水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张乙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周菲菲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常州刘国钧高等职业技术学校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秘境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徐芸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高波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常州市第三中学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“她”能否存在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黄安琪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朱剑飞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自然母亲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崔湛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莫鸣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常州市田家炳高级中学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境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钟欣妍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邹沁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常州市第一中学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陈俊博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/>
              </w:rPr>
              <w:t>——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江苏省常州高级中学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生与死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赵艺铭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李学鹏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江苏省常州高级中学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7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危机？希望？</w:t>
            </w:r>
          </w:p>
        </w:tc>
        <w:tc>
          <w:tcPr>
            <w:tcW w:w="1042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徐蜀孜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李学鹏</w:t>
            </w:r>
          </w:p>
        </w:tc>
        <w:tc>
          <w:tcPr>
            <w:tcW w:w="4015" w:type="dxa"/>
            <w:noWrap/>
            <w:vAlign w:val="center"/>
          </w:tcPr>
          <w:p w:rsidR="005F68D8" w:rsidRPr="00246CDD" w:rsidRDefault="005F68D8" w:rsidP="00F50C9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江苏省常州高级中学</w:t>
            </w:r>
          </w:p>
        </w:tc>
      </w:tr>
    </w:tbl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F50C96">
      <w:pPr>
        <w:widowControl/>
        <w:spacing w:line="700" w:lineRule="exact"/>
        <w:rPr>
          <w:rFonts w:ascii="仿宋_GB2312" w:eastAsia="仿宋_GB2312" w:hAnsi="方正小标宋简体" w:cs="Times New Roman"/>
          <w:kern w:val="0"/>
        </w:rPr>
      </w:pPr>
    </w:p>
    <w:p w:rsidR="005F68D8" w:rsidRDefault="005F68D8" w:rsidP="00F50C96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 w:rsidRPr="00F50C96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第十二届“生命之水”主题教育活动获奖作品</w:t>
      </w:r>
    </w:p>
    <w:p w:rsidR="005F68D8" w:rsidRPr="00F50C96" w:rsidRDefault="005F68D8" w:rsidP="00F50C96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 w:rsidRPr="00F50C96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（小学摄影）</w:t>
      </w:r>
    </w:p>
    <w:p w:rsidR="005F68D8" w:rsidRPr="00246CDD" w:rsidRDefault="005F68D8" w:rsidP="00F50C96">
      <w:pPr>
        <w:widowControl/>
        <w:spacing w:line="400" w:lineRule="exact"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tbl>
      <w:tblPr>
        <w:tblW w:w="8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25"/>
        <w:gridCol w:w="1134"/>
        <w:gridCol w:w="1418"/>
        <w:gridCol w:w="4005"/>
      </w:tblGrid>
      <w:tr w:rsidR="005F68D8" w:rsidRPr="00246CDD">
        <w:trPr>
          <w:trHeight w:val="428"/>
          <w:jc w:val="center"/>
        </w:trPr>
        <w:tc>
          <w:tcPr>
            <w:tcW w:w="8982" w:type="dxa"/>
            <w:gridSpan w:val="4"/>
            <w:noWrap/>
            <w:vAlign w:val="center"/>
          </w:tcPr>
          <w:p w:rsidR="005F68D8" w:rsidRPr="004C3485" w:rsidRDefault="005F68D8" w:rsidP="00246CDD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4C3485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4C3485">
              <w:rPr>
                <w:rFonts w:ascii="黑体" w:eastAsia="黑体" w:hAnsi="黑体" w:cs="黑体"/>
                <w:color w:val="000000"/>
                <w:kern w:val="0"/>
              </w:rPr>
              <w:t>18</w:t>
            </w:r>
            <w:r w:rsidRPr="004C3485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4005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生机勃勃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宋沁怡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周君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溧阳市文化小学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节约用水，珍爱生命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董希文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俞华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溧阳市永平小学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节水治水护水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刘思雨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唐莉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金坛区薛埠中心小学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珍惜水资源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钱丽丽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刘欢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金坛区薛埠中心小学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呵护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杨淳钰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杨丽香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金坛区段玉裁实验小学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汪可欣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庄燕静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武进区礼嘉中心小学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水岸生活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杨悦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</w:t>
            </w:r>
            <w:r w:rsidRPr="00246CDD">
              <w:rPr>
                <w:rFonts w:ascii="仿宋_GB2312" w:cs="宋体" w:hint="eastAsia"/>
              </w:rPr>
              <w:t>珺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常州市武进区夏溪小学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生命之水（三）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彭雨欣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周仙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武进区星河实验小学分校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生命之源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张文馨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徐梅仙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武进区漕桥小学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太湖美容师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沈青琳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钱岳新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常州市武进区雪堰中心小学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一滴清水一片绿意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刘彬钰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王蕾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还你一张清澈的脸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陈茜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郝妍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常州市新北区罗溪中心小学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鱼得水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钱沁瑶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徐佳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常州市新北区香槟湖小学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天赐的甘露、生命的源泉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芮婉清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顾文娟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常州市新北区香槟湖小学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水之影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陆煜柠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顾翔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常州市第二实验小学教育集团紫云小学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点滴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崔逸涵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王婷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常州市博爱教育集团怡康小学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生命之水（三组）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朱胤珲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沈也欢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常州市西新桥小学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污水变清流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潘思安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袁娇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常州市戚墅堰东方小学</w:t>
            </w:r>
          </w:p>
        </w:tc>
      </w:tr>
      <w:tr w:rsidR="005F68D8" w:rsidRPr="00246CDD">
        <w:trPr>
          <w:trHeight w:val="441"/>
          <w:jc w:val="center"/>
        </w:trPr>
        <w:tc>
          <w:tcPr>
            <w:tcW w:w="8982" w:type="dxa"/>
            <w:gridSpan w:val="4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4C3485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4C3485">
              <w:rPr>
                <w:rFonts w:ascii="黑体" w:eastAsia="黑体" w:hAnsi="黑体" w:cs="黑体"/>
                <w:color w:val="000000"/>
                <w:kern w:val="0"/>
              </w:rPr>
              <w:t>42</w:t>
            </w:r>
            <w:r w:rsidRPr="004C3485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4005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喷灌育秧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陈敏安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闵维静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溧阳市外国语小学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生命之泉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刘筱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闵维静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溧阳市外国语小学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夕阳下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杨阳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汤果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溧阳市永平小学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哭泣的水龙头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郑璇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俞华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溧阳市永平小学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润物细无声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刘家月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毕荣花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溧阳市永和小学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无声之润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郑博文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史振云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溧阳市埭头中心小学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涓涓细流、绵绵长流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叶金鹏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杨露霞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金坛区薛埠中心小学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水乡人家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丁柯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徐敏芳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金坛区指前实验学校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绿憩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葛欣柏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王惠琴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金坛区河头小学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粼波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刘江琴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王磊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金坛区涑渎小学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晶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林熳王晶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王磊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金坛区涑渎小学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集水成画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周慧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吴俊杰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金坛区儒林中心小学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待雨还春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顾涵涛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戚伯萍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常州市武进区戴溪小学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碧塔海枯木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冯夕悦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刘凌骏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武进区人民路小学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老井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徐可欣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丁姣英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常州市武进区运村实验学校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贺钰茜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张俊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武进区礼河实验学校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沃野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王亦涵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赵云龙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武进区南宅实验学校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清·</w:t>
            </w:r>
            <w:r w:rsidRPr="00246CDD">
              <w:rPr>
                <w:rFonts w:ascii="仿宋_GB2312" w:cs="宋体" w:hint="eastAsia"/>
              </w:rPr>
              <w:t>聽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汤奇凡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白文俊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常州市武进清英外国语学校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喝水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张婷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朱林洁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常州市武进区实验小学分校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生命的洗礼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邱政哲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姜晓飞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常州市武进区卢家巷实验学校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陈锦鹏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颜琳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水滴</w:t>
            </w:r>
            <w:r w:rsidRPr="00246CDD">
              <w:rPr>
                <w:rFonts w:ascii="仿宋_GB2312" w:eastAsia="仿宋_GB2312" w:cs="仿宋_GB2312"/>
              </w:rPr>
              <w:t>1/2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耿炜然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周小燕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常州市新北区龙虎塘实验小学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水的精灵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崔忘忧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徐志强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常州市新北区吕墅小学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古城新雨绽心花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潘颖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唐舒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常州市新北区孟河中心小学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水上森林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马艺宸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王卉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常州市新北区泰山小学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浇灌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胡笑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谭辉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常州市新北区万绥小学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觅水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潘茜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谭辉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常州市新北区万绥小学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生命之源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池凯欣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谭辉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常州市新北区万绥小学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最后的水滴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何若筠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韦小露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常州市新北区西夏墅中心小学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烟雨人家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廖多乐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陈冰洁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常州市新北区新桥实验小学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奔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金承宇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徐新瑜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天宁区三河口小学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</w:t>
            </w:r>
            <w:r w:rsidRPr="00246CDD">
              <w:rPr>
                <w:rFonts w:ascii="仿宋_GB2312" w:eastAsia="仿宋_GB2312" w:cs="仿宋_GB2312"/>
              </w:rPr>
              <w:t>--</w:t>
            </w:r>
            <w:r w:rsidRPr="00246CDD">
              <w:rPr>
                <w:rFonts w:ascii="仿宋_GB2312" w:eastAsia="仿宋_GB2312" w:cs="仿宋_GB2312" w:hint="eastAsia"/>
              </w:rPr>
              <w:t>生命的渴望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毛书恒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刘敏</w:t>
            </w:r>
          </w:p>
        </w:tc>
        <w:tc>
          <w:tcPr>
            <w:tcW w:w="4005" w:type="dxa"/>
            <w:noWrap/>
          </w:tcPr>
          <w:p w:rsidR="005F68D8" w:rsidRPr="00246CDD" w:rsidRDefault="005F68D8" w:rsidP="004C348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常州市第二实验小学教育集团翠小校区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洗与喜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范淑媛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刘敏</w:t>
            </w:r>
          </w:p>
        </w:tc>
        <w:tc>
          <w:tcPr>
            <w:tcW w:w="4005" w:type="dxa"/>
            <w:noWrap/>
          </w:tcPr>
          <w:p w:rsidR="005F68D8" w:rsidRPr="00246CDD" w:rsidRDefault="005F68D8" w:rsidP="004C348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常州市第二实验小学教育集团翰学校区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顽强的生命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钱予翎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张灿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常州市第二实验小学教育集团紫云小学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渴了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叶馥菲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张曦丹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常州市荆川小学（市教科院附小）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西太湖写生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王忠悦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吴敏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常州市卜弋小学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外婆的河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李沛珊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封齐明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常州市怀德苑小学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饮水思源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张幸予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谢益萍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常州市怀德苑小学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分享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汪涵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张伟华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常州市丁堰小学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节日之水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许芯月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杨建东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常州市武进区宋剑湖小学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</w:t>
            </w:r>
            <w:r w:rsidRPr="00246CDD">
              <w:rPr>
                <w:rFonts w:ascii="仿宋_GB2312" w:eastAsia="仿宋_GB2312"/>
              </w:rPr>
              <w:t>——</w:t>
            </w:r>
            <w:r w:rsidRPr="00246CDD">
              <w:rPr>
                <w:rFonts w:ascii="仿宋_GB2312" w:eastAsia="仿宋_GB2312" w:cs="仿宋_GB2312" w:hint="eastAsia"/>
              </w:rPr>
              <w:t>生命的链接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邵灵韵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杨建东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常州市武进区宋剑湖小学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水漫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强奕成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王瑜萍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常州市武进区剑湖实验学校</w:t>
            </w:r>
          </w:p>
        </w:tc>
      </w:tr>
      <w:tr w:rsidR="005F68D8" w:rsidRPr="00246CDD">
        <w:trPr>
          <w:trHeight w:val="413"/>
          <w:jc w:val="center"/>
        </w:trPr>
        <w:tc>
          <w:tcPr>
            <w:tcW w:w="8982" w:type="dxa"/>
            <w:gridSpan w:val="4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4C3485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4C3485">
              <w:rPr>
                <w:rFonts w:ascii="黑体" w:eastAsia="黑体" w:hAnsi="黑体" w:cs="黑体"/>
                <w:color w:val="000000"/>
                <w:kern w:val="0"/>
              </w:rPr>
              <w:t>64</w:t>
            </w:r>
            <w:r w:rsidRPr="004C3485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418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4005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天鹅湖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刘瑾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陶艳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溧阳市南渡中心小学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春江水暖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尤梓璇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李先明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溧阳市戴埠中心小学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烟波浩渺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石欣雨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韩丽萍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溧阳市东升小学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</w:t>
            </w:r>
            <w:r w:rsidRPr="00246CDD">
              <w:rPr>
                <w:rFonts w:ascii="仿宋_GB2312" w:eastAsia="仿宋_GB2312"/>
              </w:rPr>
              <w:t>——</w:t>
            </w:r>
            <w:r w:rsidRPr="00246CDD">
              <w:rPr>
                <w:rFonts w:ascii="仿宋_GB2312" w:eastAsia="仿宋_GB2312" w:cs="仿宋_GB2312" w:hint="eastAsia"/>
              </w:rPr>
              <w:t>生命之源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唐腾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郑君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溧阳市溧城镇平陵小学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细水长流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张梓涵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马忠梅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溧阳市永和小学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兴化夕照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邢忠浩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谢燕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溧阳市埭头中心小学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嬉水乐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高威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杨旭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溧阳市埭头中心小学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涧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李彭润华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张辉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溧阳市埭头中心小学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魏玮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宋丹华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溧阳市社渚中心小学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苇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程娜娜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陆硕海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金坛区后阳小学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碧水蓝天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张鑫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徐敏芳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金坛区指前实验学校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戏水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李启耀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徐莉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金坛区茅麓小学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滴！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向先淦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徐莉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金坛区茅麓小学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小镇水韵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朱雨辰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周晨怡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金坛区启智学校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冬水藏新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黄焱桔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戴春梅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金坛区水北小学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水与花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张有兰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徐锁平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金坛区河头小学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水的胸怀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祝晶颖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沈云中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金坛区河滨小学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静谧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杨宸懿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沈云中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金坛区河滨小学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人杰地灵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张俊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傅晓丽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武进区刘海粟小学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河道维护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赵思平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戚伯萍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常州市武进区戴溪小学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落花成舟遇水流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崔梓颖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戚伯萍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常州市武进区戴溪小学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冰天雪地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顾义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丁可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武进区湖塘桥实验小学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博弈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周雅偌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赵云龙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武进区南宅实验学校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润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杨佳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许正宏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武进区南宅实验学校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水之光芒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吴梓睿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白文俊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常州市武进清英外国语学校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清凉一“夏”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潘樱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张敏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常州市武进区庙桥小学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水中花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李雨馨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李永清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常州市武进区潘家小学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生命之水，利泽万物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沈子璐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贾丽颖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常州市武进区政平小学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童趣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潘梓冰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管雪琴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常州市武进区村前小学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河边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梅富艳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管雪琴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常州市武进区村前小学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流浪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奚知煊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姜晓飞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常州市武进区卢家巷实验学校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宏村掠影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崔傲雪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邵婉艺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常州市武进区牛塘中心小学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赶海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钱亿成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周芸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武进区漕桥小学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水·滋养生命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陈知乐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任新萍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常州市新北区百丈中心小学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饮水思源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</w:t>
            </w:r>
            <w:r w:rsidRPr="00246CDD">
              <w:rPr>
                <w:rFonts w:ascii="仿宋_GB2312" w:cs="宋体" w:hint="eastAsia"/>
              </w:rPr>
              <w:t>彧</w:t>
            </w:r>
            <w:r w:rsidRPr="00246CDD">
              <w:rPr>
                <w:rFonts w:ascii="仿宋_GB2312" w:eastAsia="仿宋_GB2312" w:cs="仿宋_GB2312" w:hint="eastAsia"/>
              </w:rPr>
              <w:t>涵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王蕾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甘露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姚瑶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王晓娟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水霖霖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沈欣妍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王晓娟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倒影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张涵贻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卞佳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常州市新北区奔牛实验小学（五兴校区）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水之怒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唐劲劲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徐志强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常州市新北区吕墅小学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水是生命之源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赵宸宇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钱程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常州市新北区泰山小学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水孕生命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刘奕彤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谭辉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常州市新北区万绥小学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波光粼粼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何毅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何泽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常州市新北区魏村中心小学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万马奔腾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何睿琦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何泽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常州市新北区魏村中心小学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水天一色真自然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恽政轩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曾霆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常州市新北区西夏墅中心小学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水美乡村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袁宇凡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曾霆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常州市新北区西夏墅中心小学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露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王昱舒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单友珍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常州市新北区香槟湖小学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爱的雨露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王紫嫣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钱林燕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常州市新北区小河中心小学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亦镜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程琳宇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陈冰洁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常州市新北区新桥实验小学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嬉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黄诗潼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徐新瑜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天宁区三河口小学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</w:t>
            </w:r>
            <w:r w:rsidRPr="00246CDD">
              <w:rPr>
                <w:rFonts w:ascii="仿宋_GB2312" w:eastAsia="仿宋_GB2312" w:cs="仿宋_GB2312"/>
              </w:rPr>
              <w:t>--</w:t>
            </w:r>
            <w:r w:rsidRPr="00246CDD">
              <w:rPr>
                <w:rFonts w:ascii="仿宋_GB2312" w:eastAsia="仿宋_GB2312" w:cs="仿宋_GB2312" w:hint="eastAsia"/>
              </w:rPr>
              <w:t>生命的姿态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黄钰洋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雍晓燕</w:t>
            </w:r>
          </w:p>
        </w:tc>
        <w:tc>
          <w:tcPr>
            <w:tcW w:w="4005" w:type="dxa"/>
            <w:noWrap/>
          </w:tcPr>
          <w:p w:rsidR="005F68D8" w:rsidRPr="00246CDD" w:rsidRDefault="005F68D8" w:rsidP="004C348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常州市第二实验小学教育集团翰学校区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海滨之歌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龚梓鸣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陈小红</w:t>
            </w:r>
          </w:p>
        </w:tc>
        <w:tc>
          <w:tcPr>
            <w:tcW w:w="4005" w:type="dxa"/>
            <w:noWrap/>
          </w:tcPr>
          <w:p w:rsidR="005F68D8" w:rsidRPr="00246CDD" w:rsidRDefault="005F68D8" w:rsidP="004C348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常州市第二实验小学教育集团翠小校区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渴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蒋涵慧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顾春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常州市解放路小学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水从地底飞上天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戴骏昊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蒋伟民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天宁区虹景小学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爱水护水利万家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史泽宇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蒋伟民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天宁区虹景小学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</w:t>
            </w:r>
            <w:r w:rsidRPr="00246CDD">
              <w:rPr>
                <w:rFonts w:ascii="仿宋_GB2312" w:eastAsia="仿宋_GB2312" w:cs="仿宋_GB2312"/>
              </w:rPr>
              <w:t>=</w:t>
            </w:r>
            <w:r w:rsidRPr="00246CDD">
              <w:rPr>
                <w:rFonts w:ascii="仿宋_GB2312" w:eastAsia="仿宋_GB2312" w:cs="仿宋_GB2312" w:hint="eastAsia"/>
              </w:rPr>
              <w:t>生命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严尚秋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顾翔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常州市第二实验小学教育集团紫云小学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涟漪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朱雨嘉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张曦丹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常州市荆川小学（市教科院附小）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馈赠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周成彦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张曦丹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常州市荆川小学（市教科院附小）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碧水青山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徐阳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张圳圳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常州市荆川小学（市教科院附小）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水乡城市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杨佩如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吴敏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常州市卜弋小学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睡莲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吴迎蕾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吴敏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常州市卜弋小学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青果水韵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王心周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吴敏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常州市卜弋小学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水乡情愁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华思景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杨菲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常州市怀德苑小学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玉露相逢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丁辰昊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仇海洁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常州市武进区横山桥中心小学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2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裂·变</w:t>
            </w:r>
          </w:p>
        </w:tc>
        <w:tc>
          <w:tcPr>
            <w:tcW w:w="113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杨欣燃</w:t>
            </w:r>
          </w:p>
        </w:tc>
        <w:tc>
          <w:tcPr>
            <w:tcW w:w="1418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是轶群</w:t>
            </w:r>
          </w:p>
        </w:tc>
        <w:tc>
          <w:tcPr>
            <w:tcW w:w="400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常州市武进区横山桥中心小学</w:t>
            </w:r>
          </w:p>
        </w:tc>
      </w:tr>
    </w:tbl>
    <w:p w:rsidR="005F68D8" w:rsidRPr="004C3485" w:rsidRDefault="005F68D8" w:rsidP="004C3485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 w:rsidRPr="00246CDD">
        <w:rPr>
          <w:rFonts w:ascii="仿宋_GB2312" w:eastAsia="仿宋_GB2312" w:hAnsi="方正小标宋简体" w:cs="Times New Roman"/>
          <w:kern w:val="0"/>
        </w:rPr>
        <w:br w:type="page"/>
      </w:r>
      <w:r w:rsidRPr="004C3485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第十二届“生命之水”主题教育活动获奖作品</w:t>
      </w:r>
    </w:p>
    <w:p w:rsidR="005F68D8" w:rsidRDefault="005F68D8" w:rsidP="00246CDD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  <w:r w:rsidRPr="004C3485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（初中摄影）</w:t>
      </w:r>
    </w:p>
    <w:p w:rsidR="005F68D8" w:rsidRPr="004C3485" w:rsidRDefault="005F68D8" w:rsidP="004C3485">
      <w:pPr>
        <w:widowControl/>
        <w:spacing w:line="400" w:lineRule="exact"/>
        <w:jc w:val="center"/>
        <w:rPr>
          <w:rFonts w:ascii="方正小标宋简体" w:eastAsia="方正小标宋简体" w:hAnsi="方正小标宋简体" w:cs="Times New Roman"/>
          <w:kern w:val="0"/>
          <w:sz w:val="44"/>
          <w:szCs w:val="44"/>
        </w:rPr>
      </w:pPr>
    </w:p>
    <w:tbl>
      <w:tblPr>
        <w:tblW w:w="10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29"/>
        <w:gridCol w:w="1375"/>
        <w:gridCol w:w="1554"/>
        <w:gridCol w:w="4353"/>
      </w:tblGrid>
      <w:tr w:rsidR="005F68D8" w:rsidRPr="00246CDD">
        <w:trPr>
          <w:trHeight w:val="428"/>
          <w:jc w:val="center"/>
        </w:trPr>
        <w:tc>
          <w:tcPr>
            <w:tcW w:w="10011" w:type="dxa"/>
            <w:gridSpan w:val="4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4C3485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4C3485">
              <w:rPr>
                <w:rFonts w:ascii="黑体" w:eastAsia="黑体" w:hAnsi="黑体" w:cs="黑体"/>
                <w:color w:val="000000"/>
                <w:kern w:val="0"/>
              </w:rPr>
              <w:t>13</w:t>
            </w:r>
            <w:r w:rsidRPr="004C3485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554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4353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溪·戏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唐溪遥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杨进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溧阳市实验初级中学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滴水成灾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李先俊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汤晓霞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金坛区社头中学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葛舒怡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潘霞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金坛区华罗庚实验学校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灌溉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徐彬彦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沈建新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常州市武进区雪堰初级中学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丰收荷乡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吴舒溢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高留云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省前中附属人民路初级中学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生命之源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王琳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王灿灿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常州市武进区鸣凰中学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生生不息</w:t>
            </w:r>
            <w:r w:rsidRPr="00246CDD">
              <w:rPr>
                <w:rFonts w:ascii="仿宋_GB2312" w:eastAsia="仿宋_GB2312"/>
              </w:rPr>
              <w:t>——</w:t>
            </w:r>
            <w:r w:rsidRPr="00246CDD">
              <w:rPr>
                <w:rFonts w:ascii="仿宋_GB2312" w:eastAsia="仿宋_GB2312" w:cs="仿宋_GB2312" w:hint="eastAsia"/>
              </w:rPr>
              <w:t>有水就有希望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刘佳颖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钟毅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绿水青山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刘泽霖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周涵钰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常州市河海中学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水之调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张文丽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管梦菲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常州市新北区新桥初级中学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/>
              </w:rPr>
              <w:t>Nature for water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章昕怡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潘文超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探秘大运河之南市河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何政阳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沈贤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常州外国语学校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</w:t>
            </w:r>
            <w:r w:rsidRPr="00246CDD">
              <w:rPr>
                <w:rFonts w:ascii="仿宋_GB2312" w:eastAsia="仿宋_GB2312" w:cs="仿宋_GB2312"/>
              </w:rPr>
              <w:t>-</w:t>
            </w:r>
            <w:r w:rsidRPr="00246CDD">
              <w:rPr>
                <w:rFonts w:ascii="仿宋_GB2312" w:eastAsia="仿宋_GB2312" w:cs="仿宋_GB2312" w:hint="eastAsia"/>
              </w:rPr>
              <w:t>生命之源、生态之体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陶雨轩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许敏珠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常州市正衡中学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生命之水，俭以养德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扎西达杰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陈圣方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常州西藏民族中学</w:t>
            </w:r>
          </w:p>
        </w:tc>
      </w:tr>
      <w:tr w:rsidR="005F68D8" w:rsidRPr="00246CDD">
        <w:trPr>
          <w:trHeight w:val="399"/>
          <w:jc w:val="center"/>
        </w:trPr>
        <w:tc>
          <w:tcPr>
            <w:tcW w:w="10011" w:type="dxa"/>
            <w:gridSpan w:val="4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4C3485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4C3485">
              <w:rPr>
                <w:rFonts w:ascii="黑体" w:eastAsia="黑体" w:hAnsi="黑体" w:cs="黑体"/>
                <w:color w:val="000000"/>
                <w:kern w:val="0"/>
              </w:rPr>
              <w:t>30</w:t>
            </w:r>
            <w:r w:rsidRPr="004C3485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554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4353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春江水暖鸭先知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孙雷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陆峰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溧阳市戴埠初级中学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锦绣山河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史展豪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任文丽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江苏省溧阳中学附属初级中学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暮色水恋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董筠忆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朱虹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溧阳市光华初级中学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竭力生存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戴子轩</w:t>
            </w:r>
          </w:p>
        </w:tc>
        <w:tc>
          <w:tcPr>
            <w:tcW w:w="1554" w:type="dxa"/>
            <w:noWrap/>
          </w:tcPr>
          <w:p w:rsidR="005F68D8" w:rsidRPr="004C3485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8"/>
                <w:kern w:val="0"/>
              </w:rPr>
            </w:pPr>
            <w:r w:rsidRPr="004C3485">
              <w:rPr>
                <w:rFonts w:ascii="仿宋_GB2312" w:eastAsia="仿宋_GB2312" w:cs="仿宋_GB2312" w:hint="eastAsia"/>
                <w:spacing w:val="-8"/>
              </w:rPr>
              <w:t>居云霞、邓海霞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常州市第二十四中学金坛分校（段玉裁中学）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家乡湖水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江心怡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吴丽丽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金坛区直溪初级中学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长荡湖水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张茜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吴丽丽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金坛区直溪初级中学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水中世界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陈兴玲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王田甜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金坛区社头中学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美丽乡村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毛嘉阳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马志红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常州市武进区雪堰初级中学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浣洗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李心怡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马志红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常州市武进区雪堰初级中学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跺田风景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蒋天成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庄云霞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常州市武进区礼河实验学校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甘露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徐婉青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周小芹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常州市武进区牛塘初级中学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晨瞰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朱雨婷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高留云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省前中附属人民路初级中学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王昱文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马郁茜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常州市河海中学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湖光山色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王睿麒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张美荣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水草丰美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</w:t>
            </w:r>
            <w:r w:rsidRPr="00246CDD">
              <w:rPr>
                <w:rFonts w:ascii="仿宋_GB2312" w:cs="宋体" w:hint="eastAsia"/>
              </w:rPr>
              <w:t>婌</w:t>
            </w:r>
            <w:r w:rsidRPr="00246CDD">
              <w:rPr>
                <w:rFonts w:ascii="仿宋_GB2312" w:eastAsia="仿宋_GB2312" w:cs="仿宋_GB2312" w:hint="eastAsia"/>
              </w:rPr>
              <w:t>涵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吴燕雯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常州市新北区新桥初级中学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水的姿态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陈程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荆春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常州市卜弋中学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水中生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章木阳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许敏青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常州市潞城中学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霞光</w:t>
            </w:r>
            <w:r w:rsidRPr="00246CDD">
              <w:rPr>
                <w:rFonts w:ascii="仿宋_GB2312" w:eastAsia="仿宋_GB2312" w:cs="仿宋_GB2312"/>
              </w:rPr>
              <w:t>.</w:t>
            </w:r>
            <w:r w:rsidRPr="00246CDD">
              <w:rPr>
                <w:rFonts w:ascii="仿宋_GB2312" w:eastAsia="仿宋_GB2312" w:cs="仿宋_GB2312" w:hint="eastAsia"/>
              </w:rPr>
              <w:t>夕照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卞傲雪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戚燕萍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武进区横林初级中学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梅雨时节家乡水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边琳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任建平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武进区横山桥初级中学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花漾之水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魏含章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史旭敏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荷影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何佳壕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沈贤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常州外国语学校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希望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郭梓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席梦然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常州市丽华中学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是如箦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何佳玲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常州市正衡中学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花园城市</w:t>
            </w:r>
            <w:r w:rsidRPr="00246CDD">
              <w:rPr>
                <w:rFonts w:ascii="仿宋_GB2312" w:eastAsia="仿宋_GB2312" w:cs="仿宋_GB2312"/>
              </w:rPr>
              <w:t>-</w:t>
            </w:r>
            <w:r w:rsidRPr="00246CDD">
              <w:rPr>
                <w:rFonts w:ascii="仿宋_GB2312" w:eastAsia="仿宋_GB2312" w:cs="仿宋_GB2312" w:hint="eastAsia"/>
              </w:rPr>
              <w:t>常州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宋滟玲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何佳玲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常州市正衡中学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虞昊一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叶齐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常州市正衡中学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塔影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韩嘉祺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王志丽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常州市北郊初级中学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白玉滴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朱媛媛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周琴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常州市明德实验中学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碧水青山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吴迪柯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王婷玉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常州市市北实验初中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水是生命之源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旦增白玛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陈圣方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常州西藏民族中学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庄思琪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王婷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常州市勤业中学</w:t>
            </w:r>
          </w:p>
        </w:tc>
      </w:tr>
      <w:tr w:rsidR="005F68D8" w:rsidRPr="00246CDD">
        <w:trPr>
          <w:trHeight w:val="400"/>
          <w:jc w:val="center"/>
        </w:trPr>
        <w:tc>
          <w:tcPr>
            <w:tcW w:w="10011" w:type="dxa"/>
            <w:gridSpan w:val="4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4C3485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4C3485">
              <w:rPr>
                <w:rFonts w:ascii="黑体" w:eastAsia="黑体" w:hAnsi="黑体" w:cs="黑体"/>
                <w:color w:val="000000"/>
                <w:kern w:val="0"/>
              </w:rPr>
              <w:t>45</w:t>
            </w:r>
            <w:r w:rsidRPr="004C3485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375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554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4353" w:type="dxa"/>
            <w:noWrap/>
            <w:vAlign w:val="center"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静谧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胡熠畅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徐芝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江苏省溧阳中学附属初级中学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清朗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任梓昊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杨进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溧阳市实验初级中学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清气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杨心恬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杨进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溧阳市实验初级中学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一方清波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狄轩羽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朱虹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溧阳市光华初级中学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滢水而生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陈浩聪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4C3485">
              <w:rPr>
                <w:rFonts w:ascii="仿宋_GB2312" w:eastAsia="仿宋_GB2312" w:cs="仿宋_GB2312" w:hint="eastAsia"/>
                <w:spacing w:val="-8"/>
              </w:rPr>
              <w:t>居云霞、邓海霞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常州市第二十四中学金坛分校（段玉裁中学）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水之静</w:t>
            </w:r>
            <w:r w:rsidRPr="00246CDD">
              <w:rPr>
                <w:rFonts w:ascii="仿宋_GB2312" w:cs="宋体" w:hint="eastAsia"/>
              </w:rPr>
              <w:t>濏</w:t>
            </w:r>
            <w:r w:rsidRPr="00246CDD">
              <w:rPr>
                <w:rFonts w:ascii="仿宋_GB2312" w:eastAsia="仿宋_GB2312" w:cs="仿宋_GB2312" w:hint="eastAsia"/>
              </w:rPr>
              <w:t>美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徐一丹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吴丽丽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金坛区直溪初级中学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江南水乡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韩露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吴丽丽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金坛区直溪初级中学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水之生命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刘文帅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吴丽丽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金坛区直溪初级中学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陆思远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吴亚萍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金坛区华罗庚实验学校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节约水资源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耿璋烨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樊翠霞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金坛区华罗庚实验学校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流水不息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史倩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赵颖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金坛区河头中学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激流勇进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王倩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任格琴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金坛区指前实验学校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天蓝水美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朱文玄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任格琴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金坛区指前实验学校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水中漫游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严丽莹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任格琴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金坛区指前实验学校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浇灌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朱天卉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卢博俊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武进区嘉泽初级中学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山顶泳池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巫银香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许正宏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常州市武进区潘家初级中学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飞翔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张思琪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高留云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省前中附属人民路初级中学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源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张腾月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王灿灿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常州市武进区鸣凰中学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钱馨怡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孙健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武进区前黄实验学校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净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薛晶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周涵钰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常州市河海中学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水纹</w:t>
            </w:r>
            <w:r w:rsidRPr="00246CDD">
              <w:rPr>
                <w:rFonts w:ascii="仿宋_GB2312" w:eastAsia="仿宋_GB2312" w:cs="仿宋_GB2312"/>
              </w:rPr>
              <w:t>(1234)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李紫悦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吴刚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水与生命系列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董佳怡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张美荣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龙城之水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恽佳艺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钱梦华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常州市新北区魏村中学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一池春水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杜雨欣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钱梦华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常州市新北区魏村中学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水是生命之源，请节约用水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李艳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胡夏云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常州市郑陆实验学校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水的变化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冯影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刘利珍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常州市郑陆实验学校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自深深处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包雨鹭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郭斯琦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常州市卜弋中学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池宗秦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徐敏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常州第四中学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航拍公园水系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秦</w:t>
            </w:r>
            <w:r w:rsidRPr="00246CDD">
              <w:rPr>
                <w:rFonts w:ascii="仿宋_GB2312" w:cs="宋体" w:hint="eastAsia"/>
              </w:rPr>
              <w:t>杺</w:t>
            </w:r>
            <w:r w:rsidRPr="00246CDD">
              <w:rPr>
                <w:rFonts w:ascii="仿宋_GB2312" w:eastAsia="仿宋_GB2312" w:cs="仿宋_GB2312" w:hint="eastAsia"/>
              </w:rPr>
              <w:t>翊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陆云松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武进区横林初级中学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潮水退去的海边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杨仁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任建平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武进区横山桥初级中学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西太湖畔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王子琪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任建平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武进区横山桥初级中学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玄武湖上荡轻舟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方源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任建平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武进区横山桥初级中学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一水一生命一世界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刘烨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潘文超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朱倚岑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恽波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生命之源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何佳杰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蒋雯娜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常州市翠竹中学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水中花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王子嘉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陈丹斐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常州外国语学校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冰心玉湖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张雨梵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李星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优雅的捕食者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马韵然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徐旭虹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绿树村边合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李四杰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朱逸之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张泰淇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何佳玲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常州市正衡中学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凌波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吴奕洁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王志丽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常州市北郊初级中学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水滴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秦佳雪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孙钰婧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常州市明德实验中学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珍惜用水，举手之劳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旦增其美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陈圣方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常州西藏民族中学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晨露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高</w:t>
            </w:r>
            <w:r w:rsidRPr="00246CDD">
              <w:rPr>
                <w:rFonts w:ascii="仿宋_GB2312" w:cs="宋体" w:hint="eastAsia"/>
              </w:rPr>
              <w:t>湑</w:t>
            </w:r>
            <w:r w:rsidRPr="00246CDD">
              <w:rPr>
                <w:rFonts w:ascii="仿宋_GB2312" w:eastAsia="仿宋_GB2312" w:cs="仿宋_GB2312" w:hint="eastAsia"/>
              </w:rPr>
              <w:t>祺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陶莹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常州市勤业中学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729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375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王心如</w:t>
            </w:r>
          </w:p>
        </w:tc>
        <w:tc>
          <w:tcPr>
            <w:tcW w:w="1554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吴妍</w:t>
            </w:r>
          </w:p>
        </w:tc>
        <w:tc>
          <w:tcPr>
            <w:tcW w:w="4353" w:type="dxa"/>
            <w:noWrap/>
          </w:tcPr>
          <w:p w:rsidR="005F68D8" w:rsidRPr="00246CDD" w:rsidRDefault="005F68D8" w:rsidP="00246CD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常州市勤业中学</w:t>
            </w:r>
          </w:p>
        </w:tc>
      </w:tr>
    </w:tbl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8E7055" w:rsidRDefault="005F68D8" w:rsidP="008E7055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8E7055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第十二届“生命之水”主题教育活动获奖作品</w:t>
      </w:r>
    </w:p>
    <w:p w:rsidR="005F68D8" w:rsidRDefault="005F68D8" w:rsidP="008E7055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8E7055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（高中摄影）</w:t>
      </w:r>
    </w:p>
    <w:p w:rsidR="005F68D8" w:rsidRPr="008E7055" w:rsidRDefault="005F68D8" w:rsidP="008E7055">
      <w:pPr>
        <w:widowControl/>
        <w:spacing w:line="4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tbl>
      <w:tblPr>
        <w:tblW w:w="8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50"/>
        <w:gridCol w:w="1134"/>
        <w:gridCol w:w="1427"/>
        <w:gridCol w:w="3575"/>
      </w:tblGrid>
      <w:tr w:rsidR="005F68D8" w:rsidRPr="00246CDD">
        <w:trPr>
          <w:trHeight w:val="386"/>
          <w:jc w:val="center"/>
        </w:trPr>
        <w:tc>
          <w:tcPr>
            <w:tcW w:w="8986" w:type="dxa"/>
            <w:gridSpan w:val="4"/>
            <w:noWrap/>
            <w:vAlign w:val="center"/>
          </w:tcPr>
          <w:p w:rsidR="005F68D8" w:rsidRPr="008E7055" w:rsidRDefault="005F68D8" w:rsidP="008E7055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8E7055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8E7055">
              <w:rPr>
                <w:rFonts w:ascii="黑体" w:eastAsia="黑体" w:hAnsi="黑体" w:cs="黑体"/>
                <w:color w:val="000000"/>
                <w:kern w:val="0"/>
              </w:rPr>
              <w:t>7</w:t>
            </w:r>
            <w:r w:rsidRPr="008E7055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枕河人家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史馨怡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邢传来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溧阳市埭头中学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生机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倪梦雪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陈丽</w:t>
            </w:r>
            <w:r>
              <w:rPr>
                <w:rFonts w:ascii="仿宋_GB2312" w:eastAsia="仿宋_GB2312" w:cs="仿宋_GB2312" w:hint="eastAsia"/>
              </w:rPr>
              <w:t>、</w:t>
            </w:r>
            <w:r w:rsidRPr="00246CDD">
              <w:rPr>
                <w:rFonts w:ascii="仿宋_GB2312" w:eastAsia="仿宋_GB2312" w:cs="仿宋_GB2312" w:hint="eastAsia"/>
              </w:rPr>
              <w:t>王霞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须弥芥子，大千世界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樊文静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庄波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江苏省武进职业教育中心校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杨剑虹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唐燕群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常州市三河口高级中学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纵马行水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俞孙兴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赵俊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常州市第三中学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余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方莛怡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杨颜华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常州市中吴实验学校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青果印象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支宇涛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邹沁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常州市第一中学</w:t>
            </w:r>
          </w:p>
        </w:tc>
      </w:tr>
      <w:tr w:rsidR="005F68D8" w:rsidRPr="00246CDD">
        <w:trPr>
          <w:trHeight w:val="413"/>
          <w:jc w:val="center"/>
        </w:trPr>
        <w:tc>
          <w:tcPr>
            <w:tcW w:w="8986" w:type="dxa"/>
            <w:gridSpan w:val="4"/>
            <w:noWrap/>
            <w:vAlign w:val="center"/>
          </w:tcPr>
          <w:p w:rsidR="005F68D8" w:rsidRPr="008E7055" w:rsidRDefault="005F68D8" w:rsidP="008E7055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8E7055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8E7055">
              <w:rPr>
                <w:rFonts w:ascii="黑体" w:eastAsia="黑体" w:hAnsi="黑体" w:cs="黑体"/>
                <w:color w:val="000000"/>
                <w:kern w:val="0"/>
              </w:rPr>
              <w:t>11</w:t>
            </w:r>
            <w:r w:rsidRPr="008E7055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高峡出平湖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席尧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罗梦瑶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溧阳市光华高级中学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污染的惩罚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张文清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陈丽、王旭霞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共嬉水，共护水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沈奕帆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尹小初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金坛区第一中学</w:t>
            </w:r>
          </w:p>
        </w:tc>
      </w:tr>
      <w:tr w:rsidR="005F68D8" w:rsidRPr="00246CDD">
        <w:trPr>
          <w:trHeight w:val="309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乔丽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宋颖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江苏省前黄高级中学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静夜映画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周超凡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王灿灿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常州市武进区鸣凰中学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池塘易建，滴水难集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张宸恺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张丽云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江苏省武进职业教育中心校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水乡一隅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王雅楠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唐俊迪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常州幼儿师范学校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园丁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范心怡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汤本宏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常州市西夏墅中学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鱼水之欢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陈诺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侯天才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夕阳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谢钧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邹沁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常州市第一中学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</w:t>
            </w:r>
            <w:r w:rsidRPr="00246CDD">
              <w:rPr>
                <w:rFonts w:ascii="仿宋_GB2312" w:eastAsia="仿宋_GB2312" w:cs="仿宋_GB2312"/>
              </w:rPr>
              <w:t>&amp;</w:t>
            </w:r>
            <w:r w:rsidRPr="00246CDD">
              <w:rPr>
                <w:rFonts w:ascii="仿宋_GB2312" w:eastAsia="仿宋_GB2312" w:cs="仿宋_GB2312" w:hint="eastAsia"/>
              </w:rPr>
              <w:t>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周义钧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/>
              </w:rPr>
              <w:t>——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江苏省常州高级中学</w:t>
            </w:r>
          </w:p>
        </w:tc>
      </w:tr>
      <w:tr w:rsidR="005F68D8" w:rsidRPr="00246CDD">
        <w:trPr>
          <w:trHeight w:val="427"/>
          <w:jc w:val="center"/>
        </w:trPr>
        <w:tc>
          <w:tcPr>
            <w:tcW w:w="8986" w:type="dxa"/>
            <w:gridSpan w:val="4"/>
            <w:noWrap/>
            <w:vAlign w:val="center"/>
          </w:tcPr>
          <w:p w:rsidR="005F68D8" w:rsidRPr="008E7055" w:rsidRDefault="005F68D8" w:rsidP="008E7055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8E7055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8E7055">
              <w:rPr>
                <w:rFonts w:ascii="黑体" w:eastAsia="黑体" w:hAnsi="黑体" w:cs="黑体"/>
                <w:color w:val="000000"/>
                <w:kern w:val="0"/>
              </w:rPr>
              <w:t>15</w:t>
            </w:r>
            <w:r w:rsidRPr="008E7055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流动的生命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朱文杰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薛桂香</w:t>
            </w:r>
            <w:r>
              <w:rPr>
                <w:rFonts w:ascii="仿宋_GB2312" w:eastAsia="仿宋_GB2312" w:cs="仿宋_GB2312" w:hint="eastAsia"/>
              </w:rPr>
              <w:t>、</w:t>
            </w:r>
            <w:r w:rsidRPr="00246CDD">
              <w:rPr>
                <w:rFonts w:ascii="仿宋_GB2312" w:eastAsia="仿宋_GB2312" w:cs="仿宋_GB2312" w:hint="eastAsia"/>
              </w:rPr>
              <w:t>陈丽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生命之源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朱锋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陈丽</w:t>
            </w:r>
            <w:r>
              <w:rPr>
                <w:rFonts w:ascii="仿宋_GB2312" w:eastAsia="仿宋_GB2312" w:cs="仿宋_GB2312" w:hint="eastAsia"/>
              </w:rPr>
              <w:t>、</w:t>
            </w:r>
            <w:r w:rsidRPr="00246CDD">
              <w:rPr>
                <w:rFonts w:ascii="仿宋_GB2312" w:eastAsia="仿宋_GB2312" w:cs="仿宋_GB2312" w:hint="eastAsia"/>
              </w:rPr>
              <w:t>孔艳君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钱资荡湖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郭婧怡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严晓东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江苏省华罗庚中学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倒影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张钦怡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张倩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江苏省前黄高中国际分校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日出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刘姝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张倩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江苏省前黄高中国际分校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水天相映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杨佳熙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张倩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江苏省前黄高中国际分校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露缀新花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吕枚肪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王灿灿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常州市武进区鸣凰中学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清源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朱周宁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王灿灿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常州市武进区鸣凰中学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绿“圆”（源）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杨婷婷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庄波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江苏省武进职业教育中心校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湖山辉映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仲康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吴建伟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常州市西夏墅中学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激流勇进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朱梦琪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杨家景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武进区横山桥高级中学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律动的生命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曹雪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吕义波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旅游商贸高等职业技术学校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水可愈痛，亦能救众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陈琪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朱剑飞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河畔的呼唤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叶豪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赵俊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常州市第三中学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50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源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朱辰熙</w:t>
            </w:r>
          </w:p>
        </w:tc>
        <w:tc>
          <w:tcPr>
            <w:tcW w:w="142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/>
              </w:rPr>
              <w:t>——</w:t>
            </w:r>
          </w:p>
        </w:tc>
        <w:tc>
          <w:tcPr>
            <w:tcW w:w="3575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江苏省常州高级中学</w:t>
            </w:r>
          </w:p>
        </w:tc>
      </w:tr>
    </w:tbl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8E7055" w:rsidRDefault="005F68D8" w:rsidP="008E7055">
      <w:pPr>
        <w:widowControl/>
        <w:spacing w:line="64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8E7055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第十二届“生命之水”主题教育活动获奖作品</w:t>
      </w:r>
    </w:p>
    <w:p w:rsidR="005F68D8" w:rsidRDefault="005F68D8" w:rsidP="008E7055">
      <w:pPr>
        <w:widowControl/>
        <w:spacing w:line="64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8E7055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（小学书法）</w:t>
      </w:r>
    </w:p>
    <w:p w:rsidR="005F68D8" w:rsidRPr="008E7055" w:rsidRDefault="005F68D8" w:rsidP="008E7055">
      <w:pPr>
        <w:widowControl/>
        <w:spacing w:line="4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tbl>
      <w:tblPr>
        <w:tblW w:w="9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8"/>
        <w:gridCol w:w="1134"/>
        <w:gridCol w:w="1417"/>
        <w:gridCol w:w="3788"/>
      </w:tblGrid>
      <w:tr w:rsidR="005F68D8" w:rsidRPr="00246CDD">
        <w:trPr>
          <w:trHeight w:val="442"/>
          <w:jc w:val="center"/>
        </w:trPr>
        <w:tc>
          <w:tcPr>
            <w:tcW w:w="9147" w:type="dxa"/>
            <w:gridSpan w:val="4"/>
            <w:noWrap/>
            <w:vAlign w:val="center"/>
          </w:tcPr>
          <w:p w:rsidR="005F68D8" w:rsidRPr="008E7055" w:rsidRDefault="005F68D8" w:rsidP="008E7055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8E7055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8E7055">
              <w:rPr>
                <w:rFonts w:ascii="黑体" w:eastAsia="黑体" w:hAnsi="黑体" w:cs="黑体"/>
                <w:color w:val="000000"/>
                <w:kern w:val="0"/>
              </w:rPr>
              <w:t>42</w:t>
            </w:r>
            <w:r w:rsidRPr="008E7055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古诗两首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虞涵</w:t>
            </w:r>
            <w:r w:rsidRPr="00246CDD">
              <w:rPr>
                <w:rFonts w:ascii="仿宋_GB2312" w:cs="宋体" w:hint="eastAsia"/>
              </w:rPr>
              <w:t>珺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彭衷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溧阳市溧城中心小学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言恭达诗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李欣桐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彭衷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溧阳市溧城中心小学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老子节选：上善若水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蒋欣彤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滕霞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溧阳市南渡中心小学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望庐山瀑布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姚冉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罗昌铭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溧阳市上兴中心小学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小池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姜彦辰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周义杰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溧阳市燕湖小学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山园小梅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黄禹杨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黄春根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金坛区朝阳小学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唐刘</w:t>
            </w:r>
            <w:r w:rsidRPr="00246CDD">
              <w:rPr>
                <w:rFonts w:ascii="仿宋_GB2312" w:cs="宋体" w:hint="eastAsia"/>
              </w:rPr>
              <w:t>昚</w:t>
            </w:r>
            <w:r w:rsidRPr="00246CDD">
              <w:rPr>
                <w:rFonts w:ascii="仿宋_GB2312" w:eastAsia="仿宋_GB2312" w:cs="仿宋_GB2312" w:hint="eastAsia"/>
              </w:rPr>
              <w:t>虚诗阙题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蔡睿琦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黄春根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金坛区朝阳小学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行书条幅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王江睿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谢卫平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金坛区河滨小学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张钰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许家悦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常州大学附属小学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隶书古诗三首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谢辰逸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胡亚莉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常州市武进区卢家巷实验学校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隶书联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王佳蔚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许波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常州市武进区牛塘中心小学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采桑子群芳过后西湖好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钱予宸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仇莉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常州市武进区星韵学校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行书</w:t>
            </w:r>
            <w:r w:rsidRPr="00246CDD">
              <w:rPr>
                <w:rFonts w:ascii="仿宋_GB2312" w:cs="宋体" w:hint="eastAsia"/>
              </w:rPr>
              <w:t>﹒</w:t>
            </w:r>
            <w:r w:rsidRPr="00246CDD">
              <w:rPr>
                <w:rFonts w:ascii="仿宋_GB2312" w:eastAsia="仿宋_GB2312" w:cs="仿宋_GB2312" w:hint="eastAsia"/>
              </w:rPr>
              <w:t>宋词一首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梅梓茜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宋爱芳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武进区湖塘桥第二实验小学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楷书</w:t>
            </w:r>
            <w:r w:rsidRPr="00246CDD">
              <w:rPr>
                <w:rFonts w:ascii="仿宋_GB2312" w:cs="宋体" w:hint="eastAsia"/>
              </w:rPr>
              <w:t>﹒</w:t>
            </w:r>
            <w:r w:rsidRPr="00246CDD">
              <w:rPr>
                <w:rFonts w:ascii="仿宋_GB2312" w:eastAsia="仿宋_GB2312" w:cs="仿宋_GB2312" w:hint="eastAsia"/>
              </w:rPr>
              <w:t>古诗一首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巢如鸢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吕华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武进区湖塘桥第二实验小学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行书</w:t>
            </w:r>
            <w:r w:rsidRPr="00246CDD">
              <w:rPr>
                <w:rFonts w:ascii="仿宋_GB2312" w:cs="宋体" w:hint="eastAsia"/>
              </w:rPr>
              <w:t>﹒</w:t>
            </w:r>
            <w:r w:rsidRPr="00246CDD">
              <w:rPr>
                <w:rFonts w:ascii="仿宋_GB2312" w:eastAsia="仿宋_GB2312" w:cs="仿宋_GB2312" w:hint="eastAsia"/>
              </w:rPr>
              <w:t>唐诗两首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祁竞贤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宋爱芳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武进区湖塘桥第二实验小学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古诗两首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陈睿博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陆天梦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武进区李公朴小学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春日、惠崇春江晚景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上官荣轩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潘春美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武进区庙桥小学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苏轼论书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陈梓谦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蒋建刚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武进区南宅实验学校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白云白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金佳逸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孙琪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章孜妍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黄颖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武进区星辰实验学校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采桑子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叶升兰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徐姣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武进区星河实验小学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对联：远看近听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王继一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钟江舟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常州市新北区安家中心小学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水之灵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丁铭泽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马丽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常州市新北区百丈中心小学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节约用水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朱子航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顾澈、张静芳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千字文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谈姝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徐文英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常州市新北区飞龙实验小学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楹联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周子沫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汪建新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常州市新北区新桥实验小学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宋人词一首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</w:t>
            </w:r>
            <w:r w:rsidRPr="00246CDD">
              <w:rPr>
                <w:rFonts w:ascii="仿宋_GB2312" w:cs="宋体" w:hint="eastAsia"/>
              </w:rPr>
              <w:t>旻</w:t>
            </w:r>
            <w:r w:rsidRPr="00246CDD">
              <w:rPr>
                <w:rFonts w:ascii="仿宋_GB2312" w:eastAsia="仿宋_GB2312" w:cs="仿宋_GB2312" w:hint="eastAsia"/>
              </w:rPr>
              <w:t>晖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王海岩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常州市博爱教育集团龙锦小学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沈逸婷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王霖晓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常州市朝阳桥小学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孟心怡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王霖晓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常州市朝阳桥小学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梁伟泽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王霖晓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常州市朝阳桥小学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渔家傲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蒋知渔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朱萍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常州市怀德苑小学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古诗两首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雷欣钰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朱萍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常州市怀德苑小学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瞿秋白诗两首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沐心语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杨菲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常州市怀德苑小学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宋人词一首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李铭之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杨旭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瞿秋白诗一首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谢梓优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杨旭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水主题古诗两首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杨与同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杨旭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清晨入古寺诗一首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郑宇希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杨旭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古人诗一首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张吉甫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周云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常州市实验小学双桂坊校区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谢依谷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cs="宋体" w:hint="eastAsia"/>
              </w:rPr>
              <w:t>繆</w:t>
            </w:r>
            <w:r w:rsidRPr="00246CDD">
              <w:rPr>
                <w:rFonts w:ascii="仿宋_GB2312" w:eastAsia="仿宋_GB2312" w:cs="仿宋_GB2312" w:hint="eastAsia"/>
              </w:rPr>
              <w:t>丹峰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常州市邹区实验小学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苏东坡词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袁一弘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周晓芬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常州市武进区横山桥中心小学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心如水，洁身自好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张文昊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章志英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常州市武进区宋剑湖小学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李白诗二首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王嘉雨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王丽萍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武进区遥观中心小学</w:t>
            </w:r>
          </w:p>
        </w:tc>
      </w:tr>
      <w:tr w:rsidR="005F68D8" w:rsidRPr="00246CDD">
        <w:trPr>
          <w:trHeight w:val="414"/>
          <w:jc w:val="center"/>
        </w:trPr>
        <w:tc>
          <w:tcPr>
            <w:tcW w:w="9147" w:type="dxa"/>
            <w:gridSpan w:val="4"/>
            <w:noWrap/>
            <w:vAlign w:val="center"/>
          </w:tcPr>
          <w:p w:rsidR="005F68D8" w:rsidRPr="008E7055" w:rsidRDefault="005F68D8" w:rsidP="008E7055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8E7055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8E7055">
              <w:rPr>
                <w:rFonts w:ascii="黑体" w:eastAsia="黑体" w:hAnsi="黑体" w:cs="黑体"/>
                <w:color w:val="000000"/>
                <w:kern w:val="0"/>
              </w:rPr>
              <w:t>72</w:t>
            </w:r>
            <w:r w:rsidRPr="008E7055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拧开水龙头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嵇晨惜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彭惠娟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溧阳第二实验小学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如果人类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史欣艳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葛福春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溧阳第二实验小学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周琛咏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彭衷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溧阳市溧城中心小学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古诗两首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张超悦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彭衷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溧阳市溧城中心小学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生命中最珍贵的礼物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仲文轩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滕霞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溧阳市南渡中心小学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上善若水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吴映辰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钟华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望庐山瀑布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唐宦奇</w:t>
            </w:r>
            <w:r w:rsidRPr="00246CDD">
              <w:rPr>
                <w:rFonts w:ascii="仿宋_GB2312" w:cs="宋体" w:hint="eastAsia"/>
              </w:rPr>
              <w:t>劼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金琪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溧阳市外国语小学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言恭达诗句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蒋哲彤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姚波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溧阳市外国语小学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唐琳程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樊幻园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金坛区东城实验小学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水龙吟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丁梓高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樊幻园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金坛区东城实验小学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隶书条幅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殷俪文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蒋华平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金坛区河滨小学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隶书条幅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张佳熙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蒋华平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金坛区河滨小学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行书条幅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宦心玮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谢卫平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金坛区河滨小学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送孟浩然之广陵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王梓杰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庄云兰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金坛区西城实验小学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入塞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王凡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许家悦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常州大学附属小学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张文琮：咏水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王清翊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徐丹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常州市武进区湟里中心小学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叹水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陈逸然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刘娟萍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常州市武进区湟里中心小学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楷书岳阳楼记节选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王蔚铭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胡亚莉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常州市武进区卢家巷实验学校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水村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徐奕文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蒋惠芬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常州市武进区马杭中心小学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松溪高士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蒋睿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蒋惠芬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常州市武进区马杭中心小学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朱熹诗一首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张胜楠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许波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常州市武进区牛塘中心小学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庄雨桐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陈燕青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常州市武进区潘家小学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闻王昌龄左迁龙标遥有此寄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cs="宋体" w:hint="eastAsia"/>
              </w:rPr>
              <w:t>洑</w:t>
            </w:r>
            <w:r w:rsidRPr="00246CDD">
              <w:rPr>
                <w:rFonts w:ascii="仿宋_GB2312" w:eastAsia="仿宋_GB2312" w:cs="仿宋_GB2312" w:hint="eastAsia"/>
              </w:rPr>
              <w:t>荆霏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仇莉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常州市武进区星韵学校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将赴吴兴登乐游原一绝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宋梓灏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仇莉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常州市武进区星韵学校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吴雨桐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吕婷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常州市武进区星韵学校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凉州词</w:t>
            </w:r>
            <w:r w:rsidRPr="00246CDD">
              <w:rPr>
                <w:rFonts w:ascii="仿宋_GB2312" w:eastAsia="仿宋_GB2312" w:cs="仿宋_GB2312"/>
              </w:rPr>
              <w:t>.</w:t>
            </w:r>
            <w:r w:rsidRPr="00246CDD">
              <w:rPr>
                <w:rFonts w:ascii="仿宋_GB2312" w:eastAsia="仿宋_GB2312" w:cs="仿宋_GB2312" w:hint="eastAsia"/>
              </w:rPr>
              <w:t>浪淘沙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陈柳铮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王晓玲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武进区漕桥小学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刘心妍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承斐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武进区湖塘桥实验小学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山清水秀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屈安欣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承斐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武进区湖塘桥实验小学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陋室铭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席婉婷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施幼凤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武进区礼嘉中心小学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王梓涵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施幼凤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武进区礼嘉中心小学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李白诗两首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马砚馨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陆天梦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武进区李公朴小学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古诗两首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徐益臻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陆天梦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武进区李公朴小学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观书有感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占婷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潘春美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武进区庙桥小学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古诗三首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唐颖茜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花蕾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武进区鸣凰中心小学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满江红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盛佳怡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蒋建刚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武进区南宅实验学校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宣语君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谢莹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武进区星河实验小学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观沧海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王欣仪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徐姣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武进区星河实验小学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对联：竹外春江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黄语珂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顾凯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常州市新北区安家中心小学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对联：鸿雁鱼龙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吴彬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顾凯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常州市新北区安家中心小学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古诗一首：小池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范嘉成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顾凯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常州市新北区安家中心小学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上善若水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石咏玮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吴亚芬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常州市新北区百丈中心小学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高晨璐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顾澈、张静芳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赤壁赋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王子瑞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邓卫华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常州市新北区飞龙实验小学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唐马戴诗</w:t>
            </w:r>
            <w:r w:rsidRPr="00246CDD">
              <w:rPr>
                <w:rFonts w:ascii="仿宋_GB2312" w:eastAsia="仿宋_GB2312" w:cs="仿宋_GB2312"/>
              </w:rPr>
              <w:t>&lt;</w:t>
            </w:r>
            <w:r w:rsidRPr="00246CDD">
              <w:rPr>
                <w:rFonts w:ascii="仿宋_GB2312" w:eastAsia="仿宋_GB2312" w:cs="仿宋_GB2312" w:hint="eastAsia"/>
              </w:rPr>
              <w:t>远水</w:t>
            </w:r>
            <w:r w:rsidRPr="00246CDD">
              <w:rPr>
                <w:rFonts w:ascii="仿宋_GB2312" w:eastAsia="仿宋_GB2312" w:cs="仿宋_GB2312"/>
              </w:rPr>
              <w:t>&gt;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杨雨馨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谢双跃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常州市新北区孟河中心小学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唐诗二首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林感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王慧娟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常州市新北区三井实验小学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水滴的诉说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刘君桐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刘稚贤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常州市新北区香槟湖小学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问渠那得清如许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汪</w:t>
            </w:r>
            <w:r w:rsidRPr="00246CDD">
              <w:rPr>
                <w:rFonts w:ascii="仿宋_GB2312" w:cs="宋体" w:hint="eastAsia"/>
              </w:rPr>
              <w:t>旻</w:t>
            </w:r>
            <w:r w:rsidRPr="00246CDD">
              <w:rPr>
                <w:rFonts w:ascii="仿宋_GB2312" w:eastAsia="仿宋_GB2312" w:cs="仿宋_GB2312" w:hint="eastAsia"/>
              </w:rPr>
              <w:t>勋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陈冰洁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常州市新北区新桥实验小学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刘子捷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冯淼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常州市博爱小学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水是生命的源泉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朱鸿健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孙曙光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常州市博爱小学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苏曼殊诗一首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庄伊琳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冯淼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常州市博爱小学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孟子涵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单和芳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常州市朝阳桥小学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倪继轩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王霖晓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常州市朝阳桥小学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王悠</w:t>
            </w:r>
            <w:r w:rsidRPr="00246CDD">
              <w:rPr>
                <w:rFonts w:ascii="仿宋_GB2312" w:cs="宋体" w:hint="eastAsia"/>
              </w:rPr>
              <w:t>瑄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毛俊颖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常州市朝阳新村第二小学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李子昀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黄妍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常州市局前街小学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水是生命之源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谢文婧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陈红梅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常州市花园小学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从军行七首。其四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颜欣钰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陈红梅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常州市花园小学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青玉案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韦沁希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谢益萍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常州市怀德苑小学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峨眉山月歌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吕美熹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吴小兰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常州市觅渡教育集团冠英校区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古诗两首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陈姝涵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杨小燕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常州市觅渡教育集团觅渡校区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陋室铭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杨欣萱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奚敏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古人诗一首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黄玉衡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李玉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常州市实验小学平冈校区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古人诗一首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孟仕豪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赵艳红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常州市实验小学平冈校区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古人诗一首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杨晨钧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王琼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常州市实验小学平冈校区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古人诗一首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冯子淳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万蕴慧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常州市实验小学双桂坊校区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古人诗一首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冯子</w:t>
            </w:r>
            <w:r w:rsidRPr="00246CDD">
              <w:rPr>
                <w:rFonts w:ascii="仿宋_GB2312" w:cs="宋体" w:hint="eastAsia"/>
              </w:rPr>
              <w:t>湉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周云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常州市实验小学双桂坊校区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古人诗一首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王潇宁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芮慧琴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常州市实验小学双桂坊校区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古人诗一首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吕嘉鑫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高娴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常州市实验小学双桂坊校区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赤壁赋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肖闰予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施秋莹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常州市钟楼实验小学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虞子娴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王静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常州市邹区实验小学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瞿秋白诗词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金以轩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梅琰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常州市武进区横山桥中心小学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瞿秋白诗词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方晨曦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周蓉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常州市武进区横山桥中心小学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春夜喜雨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杨海林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郑芳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武进区林南小学</w:t>
            </w:r>
          </w:p>
        </w:tc>
      </w:tr>
      <w:tr w:rsidR="005F68D8" w:rsidRPr="00246CDD">
        <w:trPr>
          <w:trHeight w:val="387"/>
          <w:jc w:val="center"/>
        </w:trPr>
        <w:tc>
          <w:tcPr>
            <w:tcW w:w="9147" w:type="dxa"/>
            <w:gridSpan w:val="4"/>
            <w:noWrap/>
            <w:vAlign w:val="center"/>
          </w:tcPr>
          <w:p w:rsidR="005F68D8" w:rsidRPr="008E7055" w:rsidRDefault="005F68D8" w:rsidP="008E7055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8E7055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8E7055">
              <w:rPr>
                <w:rFonts w:ascii="黑体" w:eastAsia="黑体" w:hAnsi="黑体" w:cs="黑体"/>
                <w:color w:val="000000"/>
                <w:kern w:val="0"/>
              </w:rPr>
              <w:t>110</w:t>
            </w:r>
            <w:r w:rsidRPr="008E7055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拧开水龙头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吴彤萱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彭惠娟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溧阳第二实验小学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如果人类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吴彤语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葛福春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溧阳第二实验小学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节约每滴水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阮诗珊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葛福春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溧阳第二实验小学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孔子论水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宋志贤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沈贤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溧阳市戴埠中心小学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程媛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沈贤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溧阳市戴埠中心小学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江南春</w:t>
            </w:r>
            <w:r w:rsidRPr="00246CDD">
              <w:rPr>
                <w:rFonts w:ascii="仿宋_GB2312" w:eastAsia="仿宋_GB2312" w:cs="仿宋_GB2312"/>
              </w:rPr>
              <w:t>.</w:t>
            </w:r>
            <w:r w:rsidRPr="00246CDD">
              <w:rPr>
                <w:rFonts w:ascii="仿宋_GB2312" w:eastAsia="仿宋_GB2312" w:cs="仿宋_GB2312" w:hint="eastAsia"/>
              </w:rPr>
              <w:t>千里莺啼绿映红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周晨果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韩丽萍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溧阳市东升小学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夏泽皓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周晓红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溧阳市溧城镇平陵小学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生命之水不可枯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史家萌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钟华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“为了人类”标语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张耀武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钟华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如果没有了水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朱婕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李倩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溧阳市天目湖中心小学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节约用水造福人类，利在当代功在千秋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谈朔言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金琪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溧阳市外国语小学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水是生命的源泉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管艺嘉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王静芬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溧阳市文化小学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浣溪沙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芮韶璞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周义杰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溧阳市燕湖小学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珍惜水资源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史恒语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周义杰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溧阳市燕湖小学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为了……义务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张宸郝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陈建国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溧阳市周城小学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渔者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沈倩羽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王萍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金坛区白塔小学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节水诗一首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龚曼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高月新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金坛区常胜小学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陆游诗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陈杨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黄春根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金坛区朝阳小学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水之诗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卞晶怡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许红英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金坛区东城实验小学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楷书条幅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陆志涵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蒋华平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金坛区河滨小学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罗紫荧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尹旭琴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金坛区水北小学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上善若水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李友娣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万蕊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金坛区汤庄小学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水的效用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陈一锡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万蕊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金坛区汤庄小学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生命之源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周凝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史建明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金坛区西城实验小学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爱水护水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杨柳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杨晋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金坛区尧塘中心小学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珍惜水资源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夏贵优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杨晋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金坛区尧塘中心小学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金灵心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许家悦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常州大学附属小学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古诗两首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张语宸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张小红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常州大学附属小学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李白诗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陈豪杰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邵建峰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常州市武进区戴溪小学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古诗四首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邓梦可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杜小强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常州市武进区厚余小学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楷书宋词一首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周钰焱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胡亚莉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常州市武进区卢家巷实验学校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溪山图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庄歆彤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蒋惠芬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常州市武进区马杭中心小学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春涧流泉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徐佳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蒋惠芬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常州市武进区马杭中心小学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曹雅婷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陈燕青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常州市武进区潘家小学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周爱淳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薛姣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常州市武进区实验小学分校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杨璐瑶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吴建平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常州市武进区夏溪小学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王成康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吕婷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常州市武进区星韵学校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关于水的诗二首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钱晨铕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黄牛伢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常州市武进区寨桥小学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关于水的诗一首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周科辰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黄牛伢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常州市武进区寨桥小学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关于水的诗二首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周晗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黄牛伢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常州市武进区寨桥小学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楷书古诗二首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任小燕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樊里香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常州市武进区政平小学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沁园春</w:t>
            </w:r>
            <w:r w:rsidRPr="00246CDD">
              <w:rPr>
                <w:rFonts w:ascii="仿宋_GB2312" w:eastAsia="仿宋_GB2312" w:cs="仿宋_GB2312"/>
              </w:rPr>
              <w:t>.</w:t>
            </w:r>
            <w:r w:rsidRPr="00246CDD">
              <w:rPr>
                <w:rFonts w:ascii="仿宋_GB2312" w:eastAsia="仿宋_GB2312" w:cs="仿宋_GB2312" w:hint="eastAsia"/>
              </w:rPr>
              <w:t>雪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何梦婷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王晓玲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武进区漕桥小学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春日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冯钰淇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承斐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武进区湖塘桥实验小学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小池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蒋涵琳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王文娟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武进区嘉泽中心小学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古诗两首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鲍欣妍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陆天梦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武进区李公朴小学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对联：水静神安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翟承豫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张玲珑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武进区刘海粟小学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李日华诗一首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刘朋昕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张玲珑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武进区刘海粟小学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吴均与朱元思书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张鑫瑞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花蕾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武进区鸣凰中心小学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山居秋暝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王棋琛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蒋建刚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武进区南宅实验学校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李白诗二首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田恬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徐竹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武进区人民路小学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山居秋暝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夏鑫悦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徐竹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武进区人民路小学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王安石诗二首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王成珏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徐竹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武进区人民路小学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泊船瓜洲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徐哲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徐竹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武进区人民路小学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观书有感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房沁怡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孙琪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陋室铭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曹铱轩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徐姣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武进区星河实验小学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临江仙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王子榆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周仙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武进区星河实验小学分校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对联：春水画船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杨学升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钟江舟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常州市新北区安家中心小学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</w:t>
            </w:r>
            <w:r w:rsidRPr="00246CDD">
              <w:rPr>
                <w:rFonts w:ascii="仿宋_GB2312" w:cs="宋体" w:hint="eastAsia"/>
              </w:rPr>
              <w:t>旻</w:t>
            </w:r>
            <w:r w:rsidRPr="00246CDD">
              <w:rPr>
                <w:rFonts w:ascii="仿宋_GB2312" w:eastAsia="仿宋_GB2312" w:cs="仿宋_GB2312" w:hint="eastAsia"/>
              </w:rPr>
              <w:t>轩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顾澈、张静芳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姜羽琪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周莹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常州市新北区奔牛实验小学（五兴校区）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</w:t>
            </w:r>
            <w:r w:rsidRPr="00246CDD">
              <w:rPr>
                <w:rFonts w:ascii="仿宋_GB2312" w:eastAsia="仿宋_GB2312"/>
              </w:rPr>
              <w:t>—</w:t>
            </w:r>
            <w:r w:rsidRPr="00246CDD">
              <w:rPr>
                <w:rFonts w:ascii="仿宋_GB2312" w:eastAsia="仿宋_GB2312" w:cs="仿宋_GB2312" w:hint="eastAsia"/>
              </w:rPr>
              <w:t>保护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唐睿涵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王甜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常州市新北区奔牛实验小学（五兴校区）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文明用水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林柯欣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刘萌、卞佳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常州市新北区奔牛实验小学（五兴校区）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节约用水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顾佳怡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刘萌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常州市新北区奔牛实验小学（五兴校区）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观书有感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吴静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王海燕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常州市新北区罗溪中心小学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饮湖上初晴后雨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谢淳佳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王海燕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常州市新北区罗溪中心小学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唐罗邺诗</w:t>
            </w:r>
            <w:r w:rsidRPr="00246CDD">
              <w:rPr>
                <w:rFonts w:ascii="仿宋_GB2312" w:eastAsia="仿宋_GB2312" w:cs="仿宋_GB2312"/>
              </w:rPr>
              <w:t>&lt;</w:t>
            </w:r>
            <w:r w:rsidRPr="00246CDD">
              <w:rPr>
                <w:rFonts w:ascii="仿宋_GB2312" w:eastAsia="仿宋_GB2312" w:cs="仿宋_GB2312" w:hint="eastAsia"/>
              </w:rPr>
              <w:t>水帘</w:t>
            </w:r>
            <w:r w:rsidRPr="00246CDD">
              <w:rPr>
                <w:rFonts w:ascii="仿宋_GB2312" w:eastAsia="仿宋_GB2312" w:cs="仿宋_GB2312"/>
              </w:rPr>
              <w:t>&gt;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李雪晴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谢双跃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常州市新北区孟河中心小学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何睿琦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徐慧敏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常州市新北区魏村中心小学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采桑子·轻舟短</w:t>
            </w:r>
            <w:r w:rsidRPr="00246CDD">
              <w:rPr>
                <w:rFonts w:ascii="仿宋_GB2312" w:cs="宋体" w:hint="eastAsia"/>
              </w:rPr>
              <w:t>槕</w:t>
            </w:r>
            <w:r w:rsidRPr="00246CDD">
              <w:rPr>
                <w:rFonts w:ascii="仿宋_GB2312" w:eastAsia="仿宋_GB2312" w:cs="仿宋_GB2312" w:hint="eastAsia"/>
              </w:rPr>
              <w:t>西湖好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冯欣桐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徐建军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常州市新北区西夏墅中心小学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杨莹欣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王慧娟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常州市新北区薛家中心小学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王从一凡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王慧娟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常州市新北区薛家中心小学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徐磊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王慧娟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常州市新北区薛家中心小学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江乐言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王慧娟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常州市新北区薛家中心小学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生命起源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夏誉恩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程</w:t>
            </w:r>
            <w:r w:rsidRPr="00246CDD">
              <w:rPr>
                <w:rFonts w:ascii="仿宋_GB2312" w:cs="宋体" w:hint="eastAsia"/>
              </w:rPr>
              <w:t>珺</w:t>
            </w:r>
            <w:r w:rsidRPr="00246CDD">
              <w:rPr>
                <w:rFonts w:ascii="仿宋_GB2312" w:eastAsia="仿宋_GB2312" w:cs="仿宋_GB2312" w:hint="eastAsia"/>
              </w:rPr>
              <w:t>倩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常州市博爱教育集团怡康小学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隶书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刘佳柠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刘敏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常州市第二实验小学教育集团翠小校区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硬笔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金明昊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陈小红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常州市第二实验小学教育集团翰学校区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隶书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王郅博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刘敏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常州市第二实验小学教育集团翰学校区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叹水别白二十二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雍舒宸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顾翔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常州市第二实验小学教育集团紫云小学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水清月明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冀奕然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王芸君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常州市华润小学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水天一色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黄可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王芸君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常州市华润小学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朱谢铭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顾春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常州市解放路小学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戏水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周毅诚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顾春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常州市解放路小学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无题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周一诺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顾春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常州市解放路小学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一江春水向东流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陈艺轩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顾春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常州市解放路小学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花扬茗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张玲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常州市局前街小学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谢恩佳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徐新瑜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常州市天宁区三河口小学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临江仙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谭玉琪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徐新瑜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常州市天宁区三河口小学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山中留客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郭承启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刘伟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常州市延陵小学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关于水的古诗一首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吴迎蕾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何进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常州市卜弋小学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何镇武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冯宇顺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常州市花园第二小学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夜泊牛渚怀古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金莹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陈红梅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常州市花园小学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长相思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骆子轩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张锡伟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常州市怀德苑小学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观书有感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姜雨橙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王珠珠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常州市觅渡教育集团冠英校区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姜源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杨莹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常州市觅渡教育集团广化校区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古人诗一首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王丙洲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耿银辉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常州市实验小学平冈校区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</w:t>
            </w:r>
            <w:r w:rsidRPr="00246CDD">
              <w:rPr>
                <w:rFonts w:ascii="仿宋_GB2312" w:cs="宋体" w:hint="eastAsia"/>
              </w:rPr>
              <w:t>祎</w:t>
            </w:r>
            <w:r w:rsidRPr="00246CDD">
              <w:rPr>
                <w:rFonts w:ascii="仿宋_GB2312" w:eastAsia="仿宋_GB2312" w:cs="仿宋_GB2312" w:hint="eastAsia"/>
              </w:rPr>
              <w:t>朵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何洋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常州市五星实验小学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赵汐语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何洋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常州市五星实验小学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李灿华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何洋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常州市五星实验小学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古诗一首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承诺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何洋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常州市五星实验小学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古诗一首（隶书）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陈奕潞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王萍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常州市西新桥小学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节水歌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吕承远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张弟连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荆川小学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吴雨</w:t>
            </w:r>
            <w:r w:rsidRPr="00246CDD">
              <w:rPr>
                <w:rFonts w:ascii="仿宋_GB2312" w:cs="宋体" w:hint="eastAsia"/>
              </w:rPr>
              <w:t>頔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李静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常州市邹区实验小学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何爽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包静鹃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常州市邹区实验小学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申珂诚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周素霞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常州市邹区实验小学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水的智慧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汪逸贤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马力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常州市潞城小学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苏东坡诗词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高清琳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王国卫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常州市戚墅堰东方小学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苏东坡词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奚佳楠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梅琰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常州市武进区横山桥中心小学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瞿秋白诗词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梅欣宇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任晓星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常州市武进区横山桥中心小学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节约水资源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宋浩宇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章志英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常州市武进区宋剑湖小学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诗两首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周陈然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杨峰权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戚墅堰实验小学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李白诗两首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周雨梦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王丽萍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武进区遥观中心小学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80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古诗二首</w:t>
            </w:r>
          </w:p>
        </w:tc>
        <w:tc>
          <w:tcPr>
            <w:tcW w:w="1134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钱啸坤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王丽萍</w:t>
            </w:r>
          </w:p>
        </w:tc>
        <w:tc>
          <w:tcPr>
            <w:tcW w:w="3788" w:type="dxa"/>
            <w:noWrap/>
            <w:vAlign w:val="center"/>
          </w:tcPr>
          <w:p w:rsidR="005F68D8" w:rsidRPr="00246CDD" w:rsidRDefault="005F68D8" w:rsidP="008E7055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武进区遥观中心小学</w:t>
            </w:r>
          </w:p>
        </w:tc>
      </w:tr>
    </w:tbl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0E5DB3" w:rsidRDefault="005F68D8" w:rsidP="000E5DB3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246CDD">
        <w:rPr>
          <w:rFonts w:ascii="仿宋_GB2312" w:eastAsia="仿宋_GB2312" w:hAnsi="方正小标宋简体" w:cs="Times New Roman"/>
          <w:kern w:val="0"/>
        </w:rPr>
        <w:br w:type="page"/>
      </w:r>
      <w:r w:rsidRPr="000E5DB3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第十二届“生命之水”主题教育活动获奖作品</w:t>
      </w:r>
    </w:p>
    <w:p w:rsidR="005F68D8" w:rsidRDefault="005F68D8" w:rsidP="000E5DB3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0E5DB3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（初中书法）</w:t>
      </w:r>
    </w:p>
    <w:p w:rsidR="005F68D8" w:rsidRPr="000E5DB3" w:rsidRDefault="005F68D8" w:rsidP="000E5DB3">
      <w:pPr>
        <w:widowControl/>
        <w:spacing w:line="4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tbl>
      <w:tblPr>
        <w:tblW w:w="9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6"/>
        <w:gridCol w:w="1275"/>
        <w:gridCol w:w="1595"/>
        <w:gridCol w:w="4362"/>
      </w:tblGrid>
      <w:tr w:rsidR="005F68D8" w:rsidRPr="00246CDD">
        <w:trPr>
          <w:trHeight w:val="469"/>
          <w:jc w:val="center"/>
        </w:trPr>
        <w:tc>
          <w:tcPr>
            <w:tcW w:w="9788" w:type="dxa"/>
            <w:gridSpan w:val="4"/>
            <w:noWrap/>
            <w:vAlign w:val="center"/>
          </w:tcPr>
          <w:p w:rsidR="005F68D8" w:rsidRPr="000E5DB3" w:rsidRDefault="005F68D8" w:rsidP="000E5DB3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0E5DB3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0E5DB3">
              <w:rPr>
                <w:rFonts w:ascii="黑体" w:eastAsia="黑体" w:hAnsi="黑体" w:cs="黑体"/>
                <w:color w:val="000000"/>
                <w:kern w:val="0"/>
              </w:rPr>
              <w:t>18</w:t>
            </w:r>
            <w:r w:rsidRPr="000E5DB3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水的格言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史婧洁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朱虹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溧阳市光华初级中学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软笔书法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于馨婷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居云霞、邓海霞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常州市第二十四中学金坛分校（段玉裁中学）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软笔书法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汤起贤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居云霞、邓海霞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常州市第二十四中学金坛分校（段玉裁中学）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古诗一首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张艺诚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曹文庆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常州市武进区礼河实验学校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李白春夜宴桃李园序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冯媛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张华娟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武进区嘉泽初级中学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对联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梁秀芝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张华娟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武进区嘉泽初级中学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古诗二首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陈馨越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胡敏明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武进区马杭初级中学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曹全碑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蒋佳怡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周涵钰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常州市河海中学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观沧海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胡思滢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邹雅琼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常州市中天实验学校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李白诗二首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陈野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陈欣茹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常州市第二十四中学天宁分校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登岳阳楼诗一首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王若诗雨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吴樾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北京师范大学常州附属学校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苏东坡诗句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周怡廷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郭杰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武进区横山桥初级中学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隶书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司语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王晓炜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常州市北郊初级中学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诗一首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曾子涵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李通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宋词一首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周培悦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李星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苏幕遮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陈思予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何佳玲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常州市正衡中学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张丛锦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何佳玲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常州市正衡中学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丁庭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丁瑜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常州外国语学校</w:t>
            </w:r>
          </w:p>
        </w:tc>
      </w:tr>
      <w:tr w:rsidR="005F68D8" w:rsidRPr="00246CDD">
        <w:trPr>
          <w:trHeight w:val="483"/>
          <w:jc w:val="center"/>
        </w:trPr>
        <w:tc>
          <w:tcPr>
            <w:tcW w:w="9788" w:type="dxa"/>
            <w:gridSpan w:val="4"/>
            <w:noWrap/>
            <w:vAlign w:val="center"/>
          </w:tcPr>
          <w:p w:rsidR="005F68D8" w:rsidRPr="000E5DB3" w:rsidRDefault="005F68D8" w:rsidP="000E5DB3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0E5DB3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0E5DB3">
              <w:rPr>
                <w:rFonts w:ascii="黑体" w:eastAsia="黑体" w:hAnsi="黑体" w:cs="黑体"/>
                <w:color w:val="000000"/>
                <w:kern w:val="0"/>
              </w:rPr>
              <w:t>32</w:t>
            </w:r>
            <w:r w:rsidRPr="000E5DB3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开源节流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芮优优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尤斐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溧阳市光华初级中学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节水名句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苗子衡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狄云娟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溧阳市光华初级中学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软笔书法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赵志翔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居云霞、邓海霞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常州市第二十四中学金坛分校（段玉裁中学）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软笔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许佳梦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欧阳辉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小石谭记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汤静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于建国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金坛区华罗庚实验学校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苏杨帆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曹雪萍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金坛区华罗庚实验学校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题西溪无相院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杨诗雨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李清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金坛区朱林中学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古诗两首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周盈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仇秀文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常州市武进区卢家巷实验学校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软笔书法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李静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徐元亮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常州市武进区潘家初级中学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观海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常玉婷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陆立平</w:t>
            </w:r>
            <w:r>
              <w:rPr>
                <w:rFonts w:ascii="仿宋_GB2312" w:eastAsia="仿宋_GB2312" w:cs="仿宋_GB2312" w:hint="eastAsia"/>
              </w:rPr>
              <w:t>、</w:t>
            </w:r>
            <w:r w:rsidRPr="00246CDD">
              <w:rPr>
                <w:rFonts w:ascii="仿宋_GB2312" w:eastAsia="仿宋_GB2312" w:cs="仿宋_GB2312" w:hint="eastAsia"/>
              </w:rPr>
              <w:t>王洁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常州市武进区淹城初级中学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戴复古诗一首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王婕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张华娟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武进区嘉泽初级中学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对联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赵俞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张华娟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武进区嘉泽初级中学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白居易诗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朱琪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都骏显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武进区前黄实验学校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绿水青山秀中国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吴欣怡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都骏显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武进区前黄实验学校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水调歌头·游泳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徐欣儿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马郁茜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常州市河海中学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书录古诗一首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李沐谚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吴刚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饮湖上初晴后雨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薛瑞涵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张美荣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钱君涵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蒋奇寒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常州市中天实验学校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丁米阳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吴樾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北京师范大学常州附属学校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渡荆门送别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张顶烨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杨帆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常州市钟楼实验中学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毕竟西湖六月中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顾佳</w:t>
            </w:r>
            <w:r w:rsidRPr="00246CDD">
              <w:rPr>
                <w:rFonts w:ascii="仿宋_GB2312" w:cs="宋体" w:hint="eastAsia"/>
              </w:rPr>
              <w:t>旻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杨荣蓉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戚墅堰实验中学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苏东坡诗句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俞萌汐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周霜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武进区横山桥初级中学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行草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孙妍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王晓炜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常州市北郊初级中学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陋室铭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沈庭仪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汤培凤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常州市花园中学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天净沙</w:t>
            </w:r>
            <w:r w:rsidRPr="00246CDD">
              <w:rPr>
                <w:rFonts w:ascii="仿宋_GB2312" w:eastAsia="仿宋_GB2312" w:cs="仿宋_GB2312"/>
              </w:rPr>
              <w:t>.</w:t>
            </w:r>
            <w:r w:rsidRPr="00246CDD">
              <w:rPr>
                <w:rFonts w:ascii="仿宋_GB2312" w:eastAsia="仿宋_GB2312" w:cs="仿宋_GB2312" w:hint="eastAsia"/>
              </w:rPr>
              <w:t>秋思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倪怡倩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汤培凤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常州市花园中学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古诗三首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贺秋子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谢振宇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常州市兰陵中学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刘家源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刘卓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常州市实验初级中学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袁梓恒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刘卓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常州市实验初级中学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陆彦冰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欧阳旭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常州外国语学校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余思源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虞惠丽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常州外国语学校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心如止水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黄书遥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欧阳旭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常州外国语学校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朱妍霏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陈丹斐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常州外国语学校</w:t>
            </w:r>
          </w:p>
        </w:tc>
      </w:tr>
      <w:tr w:rsidR="005F68D8" w:rsidRPr="00246CDD">
        <w:trPr>
          <w:trHeight w:val="427"/>
          <w:jc w:val="center"/>
        </w:trPr>
        <w:tc>
          <w:tcPr>
            <w:tcW w:w="9788" w:type="dxa"/>
            <w:gridSpan w:val="4"/>
            <w:noWrap/>
            <w:vAlign w:val="center"/>
          </w:tcPr>
          <w:p w:rsidR="005F68D8" w:rsidRPr="000E5DB3" w:rsidRDefault="005F68D8" w:rsidP="000E5DB3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0E5DB3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0E5DB3">
              <w:rPr>
                <w:rFonts w:ascii="黑体" w:eastAsia="黑体" w:hAnsi="黑体" w:cs="黑体"/>
                <w:color w:val="000000"/>
                <w:kern w:val="0"/>
              </w:rPr>
              <w:t>47</w:t>
            </w:r>
            <w:r w:rsidRPr="000E5DB3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作者姓名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软笔条幅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陈雨珊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杨进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溧阳市实验初级中学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黄河之水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杨司婷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徐芝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省溧中学附中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硬笔书法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王宇涵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居云霞、邓海霞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常州市第二十四中学金坛分校（段玉裁中学）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硬笔书法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孟楚雅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居云霞、邓海霞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常州市第二十四中学金坛分校（段玉裁中学）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软笔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唐鹿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欧阳辉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杨娟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刘玲玲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硬笔书法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潘以沫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刘雪梅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金坛区华罗庚实验学校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上善若水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刘遇谢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于雯玉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金坛区华罗庚实验学校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董逸轩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董海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金坛区茅麓中学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张沁怡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蒋艳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金坛区社头中学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“节约用水”公益宣传语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梁皓雷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袁伟明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常州市焦溪初级中学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忆江南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李思睿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袁伟明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常州市焦溪初级中学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唐诗五首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范露露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王灿灿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常州市武进区鸣凰中学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春夜喜雨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霍静怡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徐小萍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常州市武进区南夏墅初级中学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水调歌头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</w:t>
            </w:r>
            <w:r w:rsidRPr="00246CDD">
              <w:rPr>
                <w:rFonts w:ascii="仿宋_GB2312" w:cs="宋体" w:hint="eastAsia"/>
              </w:rPr>
              <w:t>玥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马叶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常州市武进区牛塘初级中学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古诗二首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屠鲁瑞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陆立平</w:t>
            </w:r>
            <w:r>
              <w:rPr>
                <w:rFonts w:ascii="仿宋_GB2312" w:eastAsia="仿宋_GB2312" w:cs="仿宋_GB2312" w:hint="eastAsia"/>
              </w:rPr>
              <w:t>、</w:t>
            </w:r>
            <w:r w:rsidRPr="00246CDD">
              <w:rPr>
                <w:rFonts w:ascii="仿宋_GB2312" w:eastAsia="仿宋_GB2312" w:cs="仿宋_GB2312" w:hint="eastAsia"/>
              </w:rPr>
              <w:t>王洁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常州市武进区淹城初级中学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俞陈星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孙兰君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水咏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施炎欣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蒋秋霞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武进区湟里初级中学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对联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顾佳琪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张华娟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武进区嘉泽初级中学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杨万里</w:t>
            </w:r>
            <w:r w:rsidRPr="00246CDD">
              <w:rPr>
                <w:rFonts w:ascii="仿宋_GB2312" w:eastAsia="仿宋_GB2312" w:cs="仿宋_GB2312"/>
              </w:rPr>
              <w:t>.</w:t>
            </w:r>
            <w:r w:rsidRPr="00246CDD">
              <w:rPr>
                <w:rFonts w:ascii="仿宋_GB2312" w:eastAsia="仿宋_GB2312" w:cs="仿宋_GB2312" w:hint="eastAsia"/>
              </w:rPr>
              <w:t>小池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邵迎涵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吴德生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武进区洛阳初级中学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草·春夜喜雨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王秀文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许志敏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武进区庙桥初级中学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节水标语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刘嘉欣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吴刚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望庐山瀑布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李益文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张美荣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节水语录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常欣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刘叶波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常州市新北区圩塘中学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山居秋暝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张润楠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钱梦华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常州市新北区魏村中学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对联一则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顾阳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邹雅琼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常州市中天实验学校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楷书条幅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马悦</w:t>
            </w:r>
            <w:r w:rsidRPr="00246CDD">
              <w:rPr>
                <w:rFonts w:ascii="仿宋_GB2312" w:cs="宋体" w:hint="eastAsia"/>
              </w:rPr>
              <w:t>烄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牟耀辉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常州市郑陆实验学校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画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董妍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夏丽云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常州市第二十四中学天宁分校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宋词一首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蒋璐欣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吴樾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北京师范大学常州附属学校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相见欢·金陵城上西楼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史均益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季旭君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常州市钟楼实验中学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春夜喜雨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潘仙梅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杨帆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常州市钟楼实验中学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爱莲说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胡婧雯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戚燕萍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武进区横林初级中学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古诗数首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林凡舒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郭杰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武进区横山桥初级中学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诗句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韩宝仪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郭杰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武进区横山桥初级中学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楷书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高雨欣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王晓炜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常州市北郊初级中学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楷书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胡馨月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王晓炜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常州市北郊初级中学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早梅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汪雪滢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吴鑫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常州市朝阳中学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元稹诗一首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朱思涵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周栋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点绛唇</w:t>
            </w:r>
            <w:r w:rsidRPr="00246CDD">
              <w:rPr>
                <w:rFonts w:ascii="仿宋_GB2312" w:eastAsia="仿宋_GB2312" w:cs="仿宋_GB2312"/>
              </w:rPr>
              <w:t>.</w:t>
            </w:r>
            <w:r w:rsidRPr="00246CDD">
              <w:rPr>
                <w:rFonts w:ascii="仿宋_GB2312" w:eastAsia="仿宋_GB2312" w:cs="仿宋_GB2312" w:hint="eastAsia"/>
              </w:rPr>
              <w:t>感兴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丁旭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王鑫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宋词一首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丁晓茜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姚晓娟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春望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田若彤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孙钰婧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常州市明德实验中学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毛泽东诗三首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周娜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谈侃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词一首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杨露寒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王琛华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然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张文婧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徐旭虹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云开诗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王忻艾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陈晓鹏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常州市田家炳初级中学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低着诗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彭玉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陈晓鹏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常州市田家炳初级中学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6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峨眉山月歌</w:t>
            </w:r>
          </w:p>
        </w:tc>
        <w:tc>
          <w:tcPr>
            <w:tcW w:w="127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王若行</w:t>
            </w:r>
          </w:p>
        </w:tc>
        <w:tc>
          <w:tcPr>
            <w:tcW w:w="1595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许敏珠</w:t>
            </w:r>
          </w:p>
        </w:tc>
        <w:tc>
          <w:tcPr>
            <w:tcW w:w="4362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常州市正衡中学</w:t>
            </w:r>
          </w:p>
        </w:tc>
      </w:tr>
    </w:tbl>
    <w:p w:rsidR="005F68D8" w:rsidRPr="00246CDD" w:rsidRDefault="005F68D8" w:rsidP="00246CDD">
      <w:pPr>
        <w:widowControl/>
        <w:spacing w:line="700" w:lineRule="exact"/>
        <w:jc w:val="center"/>
        <w:rPr>
          <w:rFonts w:ascii="仿宋_GB2312" w:eastAsia="仿宋_GB2312" w:hAnsi="方正小标宋简体" w:cs="Times New Roman"/>
          <w:kern w:val="0"/>
        </w:rPr>
      </w:pPr>
    </w:p>
    <w:p w:rsidR="005F68D8" w:rsidRPr="000E5DB3" w:rsidRDefault="005F68D8" w:rsidP="000E5DB3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246CDD">
        <w:rPr>
          <w:rFonts w:ascii="仿宋_GB2312" w:eastAsia="仿宋_GB2312" w:hAnsi="方正小标宋简体" w:cs="Times New Roman"/>
          <w:kern w:val="0"/>
        </w:rPr>
        <w:br w:type="page"/>
      </w:r>
      <w:r w:rsidRPr="000E5DB3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第十二届“生命之水”主题教育活动获奖作品</w:t>
      </w:r>
    </w:p>
    <w:p w:rsidR="005F68D8" w:rsidRDefault="005F68D8" w:rsidP="000E5DB3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0E5DB3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（高中书法）</w:t>
      </w:r>
    </w:p>
    <w:p w:rsidR="005F68D8" w:rsidRPr="000E5DB3" w:rsidRDefault="005F68D8" w:rsidP="000E5DB3">
      <w:pPr>
        <w:widowControl/>
        <w:spacing w:line="4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tbl>
      <w:tblPr>
        <w:tblW w:w="9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4"/>
        <w:gridCol w:w="1270"/>
        <w:gridCol w:w="1371"/>
        <w:gridCol w:w="3960"/>
      </w:tblGrid>
      <w:tr w:rsidR="005F68D8" w:rsidRPr="00246CDD">
        <w:trPr>
          <w:trHeight w:val="469"/>
          <w:jc w:val="center"/>
        </w:trPr>
        <w:tc>
          <w:tcPr>
            <w:tcW w:w="9155" w:type="dxa"/>
            <w:gridSpan w:val="4"/>
            <w:noWrap/>
            <w:vAlign w:val="center"/>
          </w:tcPr>
          <w:p w:rsidR="005F68D8" w:rsidRPr="0005199A" w:rsidRDefault="005F68D8" w:rsidP="000E5DB3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05199A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05199A">
              <w:rPr>
                <w:rFonts w:ascii="黑体" w:eastAsia="黑体" w:hAnsi="黑体" w:cs="黑体"/>
                <w:color w:val="000000"/>
                <w:kern w:val="0"/>
              </w:rPr>
              <w:t>7</w:t>
            </w:r>
            <w:r w:rsidRPr="0005199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“勿以恶小而为之”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杨程雁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程</w:t>
            </w:r>
            <w:r w:rsidRPr="00246CDD">
              <w:rPr>
                <w:rFonts w:ascii="仿宋_GB2312" w:cs="宋体" w:hint="eastAsia"/>
              </w:rPr>
              <w:t>彧</w:t>
            </w:r>
            <w:r w:rsidRPr="00246CDD">
              <w:rPr>
                <w:rFonts w:ascii="仿宋_GB2312" w:eastAsia="仿宋_GB2312" w:cs="仿宋_GB2312" w:hint="eastAsia"/>
              </w:rPr>
              <w:t>立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溧阳市埭头中学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山清水秀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龚正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尹欣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金坛区第一中学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王珏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宋颖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江苏省前黄高级中学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望洞庭湖赠张丞相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吴依宸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韩裕民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武进区横山桥高级中学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楷书对联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霍昱程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杨铭妍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常州市北郊高级中学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渡荆门送别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冯思源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王晓蕾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离思五首</w:t>
            </w:r>
            <w:r w:rsidRPr="00246CDD">
              <w:rPr>
                <w:rFonts w:ascii="仿宋_GB2312" w:eastAsia="仿宋_GB2312" w:cs="Times New Roman"/>
              </w:rPr>
              <w:t>•</w:t>
            </w:r>
            <w:r w:rsidRPr="00246CDD">
              <w:rPr>
                <w:rFonts w:ascii="仿宋_GB2312" w:eastAsia="仿宋_GB2312" w:cs="仿宋_GB2312" w:hint="eastAsia"/>
              </w:rPr>
              <w:t>其四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吕欣甜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邹沁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常州市第一中学</w:t>
            </w:r>
          </w:p>
        </w:tc>
      </w:tr>
      <w:tr w:rsidR="005F68D8" w:rsidRPr="00246CDD">
        <w:trPr>
          <w:trHeight w:val="497"/>
          <w:jc w:val="center"/>
        </w:trPr>
        <w:tc>
          <w:tcPr>
            <w:tcW w:w="9155" w:type="dxa"/>
            <w:gridSpan w:val="4"/>
            <w:noWrap/>
            <w:vAlign w:val="center"/>
          </w:tcPr>
          <w:p w:rsidR="005F68D8" w:rsidRPr="0005199A" w:rsidRDefault="005F68D8" w:rsidP="000E5DB3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05199A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05199A">
              <w:rPr>
                <w:rFonts w:ascii="黑体" w:eastAsia="黑体" w:hAnsi="黑体" w:cs="黑体"/>
                <w:color w:val="000000"/>
                <w:kern w:val="0"/>
              </w:rPr>
              <w:t>10</w:t>
            </w:r>
            <w:r w:rsidRPr="0005199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清水无依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蔡倩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汪义华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溧阳市埭头中学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观书有感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郑娇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周群芳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金坛区第一中学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顾晨珂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宋颖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江苏省前黄高级中学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开源节流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丁雅玲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张倩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江苏省前黄高中国际分校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李白诗一首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张国红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张倩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江苏省前黄高中国际分校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古诗集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张桢钰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张倩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江苏省前黄高中国际分校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篆书古诗一首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袁心怡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杨铭妍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常州市北郊高级中学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望天门山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尹越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高波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常州市第三中学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水墨留痕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林与舟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朱剑飞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点绛唇</w:t>
            </w:r>
            <w:r w:rsidRPr="00246CDD">
              <w:rPr>
                <w:rFonts w:ascii="仿宋_GB2312" w:eastAsia="仿宋_GB2312" w:cs="Times New Roman"/>
              </w:rPr>
              <w:t>•</w:t>
            </w:r>
            <w:r w:rsidRPr="00246CDD">
              <w:rPr>
                <w:rFonts w:ascii="仿宋_GB2312" w:eastAsia="仿宋_GB2312" w:cs="仿宋_GB2312" w:hint="eastAsia"/>
              </w:rPr>
              <w:t>感兴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郑</w:t>
            </w:r>
            <w:r w:rsidRPr="00246CDD">
              <w:rPr>
                <w:rFonts w:ascii="仿宋_GB2312" w:cs="宋体" w:hint="eastAsia"/>
              </w:rPr>
              <w:t>喆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邹沁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常州市第一中学</w:t>
            </w:r>
          </w:p>
        </w:tc>
      </w:tr>
      <w:tr w:rsidR="005F68D8" w:rsidRPr="00246CDD">
        <w:trPr>
          <w:trHeight w:val="525"/>
          <w:jc w:val="center"/>
        </w:trPr>
        <w:tc>
          <w:tcPr>
            <w:tcW w:w="9155" w:type="dxa"/>
            <w:gridSpan w:val="4"/>
            <w:noWrap/>
            <w:vAlign w:val="center"/>
          </w:tcPr>
          <w:p w:rsidR="005F68D8" w:rsidRPr="0005199A" w:rsidRDefault="005F68D8" w:rsidP="000E5DB3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05199A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05199A">
              <w:rPr>
                <w:rFonts w:ascii="黑体" w:eastAsia="黑体" w:hAnsi="黑体" w:cs="黑体"/>
                <w:color w:val="000000"/>
                <w:kern w:val="0"/>
              </w:rPr>
              <w:t>11</w:t>
            </w:r>
            <w:r w:rsidRPr="0005199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节水警句（软笔）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孙文轩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陈丽</w:t>
            </w:r>
            <w:r>
              <w:rPr>
                <w:rFonts w:ascii="仿宋_GB2312" w:eastAsia="仿宋_GB2312" w:cs="仿宋_GB2312" w:hint="eastAsia"/>
              </w:rPr>
              <w:t>、</w:t>
            </w:r>
            <w:r w:rsidRPr="00246CDD">
              <w:rPr>
                <w:rFonts w:ascii="仿宋_GB2312" w:eastAsia="仿宋_GB2312" w:cs="仿宋_GB2312" w:hint="eastAsia"/>
              </w:rPr>
              <w:t>冯慧慧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古诗两首（软笔）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周婧宇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陈丽</w:t>
            </w:r>
            <w:r>
              <w:rPr>
                <w:rFonts w:ascii="仿宋_GB2312" w:eastAsia="仿宋_GB2312" w:cs="仿宋_GB2312" w:hint="eastAsia"/>
              </w:rPr>
              <w:t>、</w:t>
            </w:r>
            <w:r w:rsidRPr="00246CDD">
              <w:rPr>
                <w:rFonts w:ascii="仿宋_GB2312" w:eastAsia="仿宋_GB2312" w:cs="仿宋_GB2312" w:hint="eastAsia"/>
              </w:rPr>
              <w:t>王亚娟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叹水别白二十二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汪宁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王菁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常州幼儿师范学校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春夜喜雨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车骏逸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黄文娟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江苏省武进高级中学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咏水诗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费琛书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庄波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江苏省武进职业教育中心校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大水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高懿琳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孙文淼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玩止水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林佳蓓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高波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常州市第三中学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王菲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盛红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论水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孙非凡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符鹰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常州市田家炳高级中学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天净沙夏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姚思寒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孙红欢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常州市田家炳高级中学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54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行到水穷处，坐看云起时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宋姝予</w:t>
            </w:r>
          </w:p>
        </w:tc>
        <w:tc>
          <w:tcPr>
            <w:tcW w:w="1371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黄响铃</w:t>
            </w:r>
          </w:p>
        </w:tc>
        <w:tc>
          <w:tcPr>
            <w:tcW w:w="3960" w:type="dxa"/>
            <w:noWrap/>
            <w:vAlign w:val="center"/>
          </w:tcPr>
          <w:p w:rsidR="005F68D8" w:rsidRPr="00246CDD" w:rsidRDefault="005F68D8" w:rsidP="000E5DB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江苏省常州高级中学</w:t>
            </w:r>
          </w:p>
        </w:tc>
      </w:tr>
    </w:tbl>
    <w:p w:rsidR="005F68D8" w:rsidRPr="0005199A" w:rsidRDefault="005F68D8" w:rsidP="0005199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0519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第十二届“生命之水”主题教育活动获奖作品</w:t>
      </w:r>
    </w:p>
    <w:p w:rsidR="005F68D8" w:rsidRDefault="005F68D8" w:rsidP="0005199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05199A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（小学标识）</w:t>
      </w:r>
    </w:p>
    <w:p w:rsidR="005F68D8" w:rsidRPr="0005199A" w:rsidRDefault="005F68D8" w:rsidP="0005199A">
      <w:pPr>
        <w:widowControl/>
        <w:spacing w:line="4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tbl>
      <w:tblPr>
        <w:tblW w:w="89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63"/>
        <w:gridCol w:w="1270"/>
        <w:gridCol w:w="1417"/>
        <w:gridCol w:w="3933"/>
      </w:tblGrid>
      <w:tr w:rsidR="005F68D8" w:rsidRPr="00246CDD">
        <w:trPr>
          <w:trHeight w:val="497"/>
          <w:jc w:val="center"/>
        </w:trPr>
        <w:tc>
          <w:tcPr>
            <w:tcW w:w="8983" w:type="dxa"/>
            <w:gridSpan w:val="4"/>
            <w:noWrap/>
            <w:vAlign w:val="center"/>
          </w:tcPr>
          <w:p w:rsidR="005F68D8" w:rsidRPr="0005199A" w:rsidRDefault="005F68D8" w:rsidP="0005199A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05199A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05199A">
              <w:rPr>
                <w:rFonts w:ascii="黑体" w:eastAsia="黑体" w:hAnsi="黑体" w:cs="黑体"/>
                <w:color w:val="000000"/>
                <w:kern w:val="0"/>
              </w:rPr>
              <w:t>8</w:t>
            </w:r>
            <w:r w:rsidRPr="0005199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/>
              </w:rPr>
              <w:t>Love .</w:t>
            </w:r>
            <w:r w:rsidRPr="00246CDD">
              <w:rPr>
                <w:rFonts w:ascii="仿宋_GB2312" w:eastAsia="仿宋_GB2312" w:cs="仿宋_GB2312" w:hint="eastAsia"/>
              </w:rPr>
              <w:t>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魏雅莹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马云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溧阳市埭头中心小学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水，至清，至美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周冯俊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万蕊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金坛区汤庄小学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节约用水保护地球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汤莹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管雪琴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常州市武进区村前小学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节约用水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潘梓冰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管雪琴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常州市武进区村前小学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周陈乐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沈敏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武进区湖塘桥实验小学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杨姚铭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张小芬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武进区洛阳中心小学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珍爱生命保护水源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姚瑶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王晓娟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生命之源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梁懿睿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濮晓华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常州市博爱小学</w:t>
            </w:r>
          </w:p>
        </w:tc>
      </w:tr>
      <w:tr w:rsidR="005F68D8" w:rsidRPr="00246CDD">
        <w:trPr>
          <w:trHeight w:val="511"/>
          <w:jc w:val="center"/>
        </w:trPr>
        <w:tc>
          <w:tcPr>
            <w:tcW w:w="8983" w:type="dxa"/>
            <w:gridSpan w:val="4"/>
            <w:noWrap/>
            <w:vAlign w:val="center"/>
          </w:tcPr>
          <w:p w:rsidR="005F68D8" w:rsidRPr="0005199A" w:rsidRDefault="005F68D8" w:rsidP="0005199A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05199A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05199A">
              <w:rPr>
                <w:rFonts w:ascii="黑体" w:eastAsia="黑体" w:hAnsi="黑体" w:cs="黑体"/>
                <w:color w:val="000000"/>
                <w:kern w:val="0"/>
              </w:rPr>
              <w:t>14</w:t>
            </w:r>
            <w:r w:rsidRPr="0005199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如果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史可欣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蒋春芳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溧阳市埭头中心小学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水之源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黄熙媛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万莹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溧阳市外国语小学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拯救干涸的地球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王欣媛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周治波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金坛区薛埠中心小学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滴答滴答滋润大家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戴佳芮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张瑜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金坛区段玉裁实验小学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保护水资源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韩嘉琪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马</w:t>
            </w:r>
            <w:r w:rsidRPr="00246CDD">
              <w:rPr>
                <w:rFonts w:ascii="仿宋_GB2312" w:cs="宋体" w:hint="eastAsia"/>
              </w:rPr>
              <w:t>璟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常州市武进区马杭中心小学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陈子瑶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陈美丝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常州市武进区潘家小学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生命的源泉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王佳蔚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龚小惠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常州市武进区牛塘中心小学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地球母亲的血脉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李雨欣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顾新怡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常州市武进区雪堰中心小学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和谐共生水水相融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吕涵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唐舒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常州市新北区孟河中心小学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许留青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顾文娟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常州市新北区香槟湖小学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无限的水资源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李竹琰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朱茜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常州市第二实验小学教育集团翰学校区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沈米诺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姜汶青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常州市博爱小学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呵护一滴水共享一片绿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徐铭佳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潘立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常州市武进区横林实验小学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/>
              </w:rPr>
              <w:t>SOS&amp;SAVE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李钟雪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陈丹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常州市武进区南塘桥小学</w:t>
            </w:r>
          </w:p>
        </w:tc>
      </w:tr>
      <w:tr w:rsidR="005F68D8" w:rsidRPr="00246CDD">
        <w:trPr>
          <w:trHeight w:val="455"/>
          <w:jc w:val="center"/>
        </w:trPr>
        <w:tc>
          <w:tcPr>
            <w:tcW w:w="8983" w:type="dxa"/>
            <w:gridSpan w:val="4"/>
            <w:noWrap/>
            <w:vAlign w:val="center"/>
          </w:tcPr>
          <w:p w:rsidR="005F68D8" w:rsidRPr="0005199A" w:rsidRDefault="005F68D8" w:rsidP="0005199A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05199A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05199A">
              <w:rPr>
                <w:rFonts w:ascii="黑体" w:eastAsia="黑体" w:hAnsi="黑体" w:cs="黑体"/>
                <w:color w:val="000000"/>
                <w:kern w:val="0"/>
              </w:rPr>
              <w:t>37</w:t>
            </w:r>
            <w:r w:rsidRPr="0005199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水是生命之源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曹一帆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韩丽萍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溧阳市东升小学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水滴的告诫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万鑫琛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李传法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溧阳市永和小学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源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史昊雯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蒋春芳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溧阳市埭头中心小学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吴梓彤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芮静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天堂与地狱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李丹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宋丹华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溧阳市社渚中心小学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珍惜生命之水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谢姝妍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吴毅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溧阳市溧城中心小学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惜水爱水节水从我做起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杨欣苒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吴毅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溧阳市溧城中心小学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无水胜有水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张婷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潘月琴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金坛区后阳小学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上帝的礼物</w:t>
            </w:r>
            <w:r w:rsidRPr="00246CDD">
              <w:rPr>
                <w:rFonts w:ascii="仿宋_GB2312" w:eastAsia="仿宋_GB2312" w:cs="仿宋_GB2312"/>
              </w:rPr>
              <w:t>-</w:t>
            </w:r>
            <w:r w:rsidRPr="00246CDD">
              <w:rPr>
                <w:rFonts w:ascii="仿宋_GB2312" w:eastAsia="仿宋_GB2312" w:cs="仿宋_GB2312" w:hint="eastAsia"/>
              </w:rPr>
              <w:t>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李华美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邹梅香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金坛区建昌小学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城市与水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吴岩昊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徐莉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金坛区茅麓小学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孕育之水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郭照鑫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万蕊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金坛区汤庄小学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给你所有的爱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陶雪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章琦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武进区采菱小学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汪钰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李永清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常州市武进区潘家小学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小水滴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黄婷婷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李永清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常州市武进区潘家小学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卢江敏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管雪琴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村前小学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  <w:r w:rsidRPr="00246CDD">
              <w:rPr>
                <w:rFonts w:ascii="仿宋_GB2312" w:eastAsia="仿宋_GB2312"/>
              </w:rPr>
              <w:t>——</w:t>
            </w:r>
            <w:r w:rsidRPr="00246CDD">
              <w:rPr>
                <w:rFonts w:ascii="仿宋_GB2312" w:eastAsia="仿宋_GB2312" w:cs="仿宋_GB2312" w:hint="eastAsia"/>
              </w:rPr>
              <w:t>源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姚骁罡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姜晓飞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常州市武进区卢家巷实验学校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水之精灵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施天煜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龚小惠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常州市武进区牛塘中心小学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捧在手心爱在心田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刘丹妮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花蕾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武进区鸣凰中心小学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</w:t>
            </w:r>
            <w:r w:rsidRPr="00246CDD">
              <w:rPr>
                <w:rFonts w:ascii="仿宋_GB2312" w:eastAsia="仿宋_GB2312"/>
              </w:rPr>
              <w:t>——</w:t>
            </w:r>
            <w:r w:rsidRPr="00246CDD">
              <w:rPr>
                <w:rFonts w:ascii="仿宋_GB2312" w:eastAsia="仿宋_GB2312" w:cs="仿宋_GB2312" w:hint="eastAsia"/>
              </w:rPr>
              <w:t>生命之源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潘宇博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谢莹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武进区星河实验小学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王佩欣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傅晓丽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武进区刘海粟小学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纯净之水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蒋千煜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王希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武进区刘海粟小学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节约用水爱护环境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唐可欣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施幼凤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武进区礼嘉中心小学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节水标志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左依依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蔡珍男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常州市新北区河海实验小学（国英小学）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</w:t>
            </w:r>
            <w:r w:rsidRPr="00246CDD">
              <w:rPr>
                <w:rFonts w:ascii="仿宋_GB2312" w:eastAsia="仿宋_GB2312"/>
              </w:rPr>
              <w:t>——</w:t>
            </w:r>
            <w:r w:rsidRPr="00246CDD">
              <w:rPr>
                <w:rFonts w:ascii="仿宋_GB2312" w:eastAsia="仿宋_GB2312" w:cs="仿宋_GB2312" w:hint="eastAsia"/>
              </w:rPr>
              <w:t>生命之源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刘睿琪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王仲明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常州市新北区奔牛实验小学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时於熙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于烽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常州市新北区吕墅小学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龙城之水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陈钦洋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张海燕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常州市新北区西夏墅中心小学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杨紫然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李琳</w:t>
            </w:r>
            <w:r w:rsidRPr="00246CDD">
              <w:rPr>
                <w:rFonts w:ascii="仿宋_GB2312" w:cs="宋体" w:hint="eastAsia"/>
              </w:rPr>
              <w:t>珺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常州市第二实验小学教育集团翰学校区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  <w:r w:rsidRPr="00246CDD">
              <w:rPr>
                <w:rFonts w:ascii="仿宋_GB2312" w:eastAsia="仿宋_GB2312" w:cs="仿宋_GB2312"/>
              </w:rPr>
              <w:t>--</w:t>
            </w:r>
            <w:r w:rsidRPr="00246CDD">
              <w:rPr>
                <w:rFonts w:ascii="仿宋_GB2312" w:eastAsia="仿宋_GB2312" w:cs="仿宋_GB2312" w:hint="eastAsia"/>
              </w:rPr>
              <w:t>标识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查睿扬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刘敏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常州市第二实验小学教育集团翰学校区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/>
              </w:rPr>
              <w:t>WATER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丁星妍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顾春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常州市解放路小学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远航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陆新怡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顾春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常州市解放路小学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一滴水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时</w:t>
            </w:r>
            <w:r w:rsidRPr="00246CDD">
              <w:rPr>
                <w:rFonts w:ascii="仿宋_GB2312" w:cs="宋体" w:hint="eastAsia"/>
              </w:rPr>
              <w:t>璟</w:t>
            </w:r>
            <w:r w:rsidRPr="00246CDD">
              <w:rPr>
                <w:rFonts w:ascii="仿宋_GB2312" w:eastAsia="仿宋_GB2312" w:cs="仿宋_GB2312" w:hint="eastAsia"/>
              </w:rPr>
              <w:t>琳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顾春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常州市解放路小学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水精灵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徐家昊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王海岩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常州市博爱集团龙锦小学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护水惜水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钱茗</w:t>
            </w:r>
            <w:r w:rsidRPr="00246CDD">
              <w:rPr>
                <w:rFonts w:ascii="仿宋_GB2312" w:cs="宋体" w:hint="eastAsia"/>
              </w:rPr>
              <w:t>玥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潘立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常州市武进区横林实验小学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让我们捧它在水心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王天宇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陈丹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常州市武进区南塘桥小学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</w:t>
            </w:r>
            <w:r w:rsidRPr="00246CDD">
              <w:rPr>
                <w:rFonts w:ascii="仿宋_GB2312" w:eastAsia="仿宋_GB2312"/>
              </w:rPr>
              <w:t>——</w:t>
            </w:r>
            <w:r w:rsidRPr="00246CDD">
              <w:rPr>
                <w:rFonts w:ascii="仿宋_GB2312" w:eastAsia="仿宋_GB2312" w:cs="仿宋_GB2312" w:hint="eastAsia"/>
              </w:rPr>
              <w:t>生命之魂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陈家乐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徐贤王伟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武进区林南小学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珍惜水源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陈奕涵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李亮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常州市丁堰小学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36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于希源</w:t>
            </w:r>
          </w:p>
        </w:tc>
        <w:tc>
          <w:tcPr>
            <w:tcW w:w="14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王惠莉</w:t>
            </w:r>
          </w:p>
        </w:tc>
        <w:tc>
          <w:tcPr>
            <w:tcW w:w="393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常州市戚墅堰东方小学</w:t>
            </w:r>
          </w:p>
        </w:tc>
      </w:tr>
    </w:tbl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05199A" w:rsidRDefault="005F68D8" w:rsidP="0005199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0519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第十二届“生命之水”主题教育活动获奖作品</w:t>
      </w:r>
    </w:p>
    <w:p w:rsidR="005F68D8" w:rsidRDefault="005F68D8" w:rsidP="0005199A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05199A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（初中标识）</w:t>
      </w:r>
    </w:p>
    <w:p w:rsidR="005F68D8" w:rsidRPr="0005199A" w:rsidRDefault="005F68D8" w:rsidP="0005199A">
      <w:pPr>
        <w:widowControl/>
        <w:spacing w:line="4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tbl>
      <w:tblPr>
        <w:tblW w:w="9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43"/>
        <w:gridCol w:w="1270"/>
        <w:gridCol w:w="1717"/>
        <w:gridCol w:w="4293"/>
      </w:tblGrid>
      <w:tr w:rsidR="005F68D8" w:rsidRPr="00246CDD">
        <w:trPr>
          <w:trHeight w:val="469"/>
          <w:jc w:val="center"/>
        </w:trPr>
        <w:tc>
          <w:tcPr>
            <w:tcW w:w="9723" w:type="dxa"/>
            <w:gridSpan w:val="4"/>
            <w:noWrap/>
            <w:vAlign w:val="center"/>
          </w:tcPr>
          <w:p w:rsidR="005F68D8" w:rsidRPr="0005199A" w:rsidRDefault="005F68D8" w:rsidP="0005199A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05199A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05199A">
              <w:rPr>
                <w:rFonts w:ascii="黑体" w:eastAsia="黑体" w:hAnsi="黑体" w:cs="黑体"/>
                <w:color w:val="000000"/>
                <w:kern w:val="0"/>
              </w:rPr>
              <w:t>8</w:t>
            </w:r>
            <w:r w:rsidRPr="0005199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最后的水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梅浩文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蒋艳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金坛区社头中学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龙城之源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朱李雯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徐小萍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常州市武进区南夏墅初级中学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青山绿水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沈佳怡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李霞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常州市武进区潘家初级中学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/>
              </w:rPr>
              <w:t>The last water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蒋静依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苏叶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常州市武进区东安实验学校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拥抱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田芳</w:t>
            </w:r>
            <w:r w:rsidRPr="00246CDD">
              <w:rPr>
                <w:rFonts w:ascii="仿宋_GB2312" w:cs="宋体" w:hint="eastAsia"/>
              </w:rPr>
              <w:t>祎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邹雅琼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常州市中天实验学校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嫩芽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周靖雯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李咏梅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常州市市北实验初中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生命之源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郭帅呈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丁瑜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常州外国语学校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浪费的罪恶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白央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陈圣方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常州西藏民族中学</w:t>
            </w:r>
          </w:p>
        </w:tc>
      </w:tr>
      <w:tr w:rsidR="005F68D8" w:rsidRPr="00246CDD">
        <w:trPr>
          <w:trHeight w:val="414"/>
          <w:jc w:val="center"/>
        </w:trPr>
        <w:tc>
          <w:tcPr>
            <w:tcW w:w="9723" w:type="dxa"/>
            <w:gridSpan w:val="4"/>
            <w:noWrap/>
            <w:vAlign w:val="center"/>
          </w:tcPr>
          <w:p w:rsidR="005F68D8" w:rsidRPr="0005199A" w:rsidRDefault="005F68D8" w:rsidP="0005199A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05199A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05199A">
              <w:rPr>
                <w:rFonts w:ascii="黑体" w:eastAsia="黑体" w:hAnsi="黑体" w:cs="黑体"/>
                <w:color w:val="000000"/>
                <w:kern w:val="0"/>
              </w:rPr>
              <w:t>13</w:t>
            </w:r>
            <w:r w:rsidRPr="0005199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张楚</w:t>
            </w:r>
            <w:r w:rsidRPr="00246CDD">
              <w:rPr>
                <w:rFonts w:ascii="仿宋_GB2312" w:cs="宋体" w:hint="eastAsia"/>
              </w:rPr>
              <w:t>玥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胡志春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溧阳市平桥初级中学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生命的韵律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刘亮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居云霞、邓海霞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常州市第二十四中学金坛分校（段玉裁中学）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宇宙之源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阮思晴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陆立平</w:t>
            </w:r>
            <w:r>
              <w:rPr>
                <w:rFonts w:ascii="仿宋_GB2312" w:eastAsia="仿宋_GB2312" w:cs="仿宋_GB2312" w:hint="eastAsia"/>
              </w:rPr>
              <w:t>、</w:t>
            </w:r>
            <w:r w:rsidRPr="00246CDD">
              <w:rPr>
                <w:rFonts w:ascii="仿宋_GB2312" w:eastAsia="仿宋_GB2312" w:cs="仿宋_GB2312" w:hint="eastAsia"/>
              </w:rPr>
              <w:t>王洁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常州市武进区淹城初级中学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吴家豪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贺伟莉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常州市武进区牛塘初级中学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吴行知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曹薇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节水优先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熊东森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沈凌佳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武进区庙桥初级中学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钱雨馨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蒋秋霞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武进区湟里初级中学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人人节水</w:t>
            </w:r>
            <w:r w:rsidRPr="00246CDD">
              <w:rPr>
                <w:rFonts w:ascii="仿宋_GB2312" w:eastAsia="仿宋_GB2312" w:cs="仿宋_GB2312"/>
              </w:rPr>
              <w:t>,</w:t>
            </w:r>
            <w:r w:rsidRPr="00246CDD">
              <w:rPr>
                <w:rFonts w:ascii="仿宋_GB2312" w:eastAsia="仿宋_GB2312" w:cs="仿宋_GB2312" w:hint="eastAsia"/>
              </w:rPr>
              <w:t>开源节流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徐涵凯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张美荣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常州市新北区实验中学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水之源绿之源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朱士锦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朱琳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常州市潞城中学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保护水资源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杨馨奕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叶齐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常州市正衡中学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生命之水之力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赵宇瑾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李咏梅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常州市市北实验初中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冰雪融水，孕育万物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刘馨雨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李星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常州市清潭中学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从我做起，托起你</w:t>
            </w:r>
          </w:p>
        </w:tc>
        <w:tc>
          <w:tcPr>
            <w:tcW w:w="1270" w:type="dxa"/>
            <w:noWrap/>
            <w:vAlign w:val="center"/>
          </w:tcPr>
          <w:p w:rsidR="005F68D8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余汶</w:t>
            </w:r>
            <w:r w:rsidRPr="00246CDD">
              <w:rPr>
                <w:rFonts w:ascii="仿宋_GB2312" w:cs="宋体" w:hint="eastAsia"/>
              </w:rPr>
              <w:t>锜</w:t>
            </w:r>
          </w:p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郭俊贤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于冰心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常州市教科院附属中学</w:t>
            </w:r>
          </w:p>
        </w:tc>
      </w:tr>
      <w:tr w:rsidR="005F68D8" w:rsidRPr="00246CDD">
        <w:trPr>
          <w:trHeight w:val="469"/>
          <w:jc w:val="center"/>
        </w:trPr>
        <w:tc>
          <w:tcPr>
            <w:tcW w:w="9723" w:type="dxa"/>
            <w:gridSpan w:val="4"/>
            <w:noWrap/>
            <w:vAlign w:val="center"/>
          </w:tcPr>
          <w:p w:rsidR="005F68D8" w:rsidRPr="0005199A" w:rsidRDefault="005F68D8" w:rsidP="0005199A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05199A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05199A">
              <w:rPr>
                <w:rFonts w:ascii="黑体" w:eastAsia="黑体" w:hAnsi="黑体" w:cs="黑体"/>
                <w:color w:val="000000"/>
                <w:kern w:val="0"/>
              </w:rPr>
              <w:t>25</w:t>
            </w:r>
            <w:r w:rsidRPr="0005199A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生机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吴悠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朱妍妍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人与自然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杨闻奂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居云霞、邓海霞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常州市第二十四中学金坛分校（段玉裁中学）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环保就是成全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韩潇瑞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居云霞、邓海霞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常州市第二十四中学金坛分校（段玉裁中学）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珍惜水源，拥有未来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余悦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薛亚红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常州市武进区鸣凰中学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“生命之水”标识设计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杨颜雨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王灿灿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常州市武进区鸣凰中学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</w:t>
            </w:r>
            <w:r w:rsidRPr="00246CDD">
              <w:rPr>
                <w:rFonts w:ascii="仿宋_GB2312" w:eastAsia="仿宋_GB2312" w:cs="仿宋_GB2312"/>
              </w:rPr>
              <w:t>.</w:t>
            </w:r>
            <w:r w:rsidRPr="00246CDD">
              <w:rPr>
                <w:rFonts w:ascii="仿宋_GB2312" w:eastAsia="仿宋_GB2312" w:cs="仿宋_GB2312" w:hint="eastAsia"/>
              </w:rPr>
              <w:t>沙漏</w:t>
            </w:r>
            <w:r w:rsidRPr="00246CDD">
              <w:rPr>
                <w:rFonts w:ascii="仿宋_GB2312" w:eastAsia="仿宋_GB2312" w:cs="仿宋_GB2312"/>
              </w:rPr>
              <w:t>.</w:t>
            </w:r>
            <w:r w:rsidRPr="00246CDD">
              <w:rPr>
                <w:rFonts w:ascii="仿宋_GB2312" w:eastAsia="仿宋_GB2312" w:cs="仿宋_GB2312" w:hint="eastAsia"/>
              </w:rPr>
              <w:t>地球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胡敏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徐小萍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常州市武进区南夏墅初级中学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瓶中金鱼</w:t>
            </w:r>
          </w:p>
        </w:tc>
        <w:tc>
          <w:tcPr>
            <w:tcW w:w="1270" w:type="dxa"/>
            <w:noWrap/>
            <w:vAlign w:val="center"/>
          </w:tcPr>
          <w:p w:rsidR="005F68D8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蒋逸轩</w:t>
            </w:r>
          </w:p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王洛彦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庄铭杰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武进区湖塘实验中学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孙彦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都骏显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武进区前黄实验学校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快乐成长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承于晴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滕金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常州市焦溪初级中学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林晓宇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周涵钰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常州市河海中学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扬帆起航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王玉婷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邹雅琼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常州市中天实验学校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张苏文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戚燕萍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武进区横林初级中学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陈治妙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方华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常州市武进区遥观初级中学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/>
              </w:rPr>
              <w:t>HS</w:t>
            </w:r>
            <w:r w:rsidRPr="00246CDD">
              <w:rPr>
                <w:rFonts w:ascii="仿宋_GB2312" w:eastAsia="仿宋_GB2312" w:cs="仿宋_GB2312" w:hint="eastAsia"/>
              </w:rPr>
              <w:t>·护水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陈佳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方华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常州市武进区遥观初级中学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水之循环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康佳怡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方华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常州市武进区遥观初级中学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鱼恋水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江雨桐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郭杰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武进区横山桥初级中学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水中生命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邵子涵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郭杰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武进区横山桥初级中学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韩陆</w:t>
            </w:r>
            <w:r w:rsidRPr="00246CDD">
              <w:rPr>
                <w:rFonts w:ascii="仿宋_GB2312" w:cs="宋体" w:hint="eastAsia"/>
              </w:rPr>
              <w:t>旻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叶齐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常州市正衡中学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滋润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朱宇豪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孙钰婧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常州市明德实验中学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呵护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荣雨涵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李咏梅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常州市市北实验初中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节约用水，关爱地球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永真岗吉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陈圣方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常州西藏民族中学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宗诗铭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李苏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常州市朝阳中学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手牵手把水留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王齐悦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姚洁丽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常州外国语学校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珍惜</w:t>
            </w:r>
          </w:p>
        </w:tc>
        <w:tc>
          <w:tcPr>
            <w:tcW w:w="1270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许墨涵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陈丹斐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常州外国语学校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44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挽回</w:t>
            </w:r>
          </w:p>
        </w:tc>
        <w:tc>
          <w:tcPr>
            <w:tcW w:w="1270" w:type="dxa"/>
            <w:noWrap/>
            <w:vAlign w:val="center"/>
          </w:tcPr>
          <w:p w:rsidR="005F68D8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王羿璇</w:t>
            </w:r>
          </w:p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胡茗洋</w:t>
            </w:r>
          </w:p>
        </w:tc>
        <w:tc>
          <w:tcPr>
            <w:tcW w:w="1717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于冰心</w:t>
            </w:r>
          </w:p>
        </w:tc>
        <w:tc>
          <w:tcPr>
            <w:tcW w:w="4293" w:type="dxa"/>
            <w:noWrap/>
            <w:vAlign w:val="center"/>
          </w:tcPr>
          <w:p w:rsidR="005F68D8" w:rsidRPr="00246CDD" w:rsidRDefault="005F68D8" w:rsidP="0005199A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常州市教科院附属中学</w:t>
            </w:r>
          </w:p>
        </w:tc>
      </w:tr>
    </w:tbl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p w:rsidR="005F68D8" w:rsidRPr="00CE0EA5" w:rsidRDefault="005F68D8" w:rsidP="00CE0EA5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CE0EA5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第十二届“生命之水”主题教育活动获奖作品</w:t>
      </w:r>
    </w:p>
    <w:p w:rsidR="005F68D8" w:rsidRDefault="005F68D8" w:rsidP="00CE0EA5">
      <w:pPr>
        <w:widowControl/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CE0EA5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（高中标识）</w:t>
      </w:r>
    </w:p>
    <w:p w:rsidR="005F68D8" w:rsidRPr="00CE0EA5" w:rsidRDefault="005F68D8" w:rsidP="00CE0EA5">
      <w:pPr>
        <w:widowControl/>
        <w:spacing w:line="4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97"/>
        <w:gridCol w:w="2513"/>
        <w:gridCol w:w="1267"/>
        <w:gridCol w:w="3190"/>
      </w:tblGrid>
      <w:tr w:rsidR="005F68D8" w:rsidRPr="00246CDD">
        <w:trPr>
          <w:trHeight w:val="469"/>
          <w:jc w:val="center"/>
        </w:trPr>
        <w:tc>
          <w:tcPr>
            <w:tcW w:w="9567" w:type="dxa"/>
            <w:gridSpan w:val="4"/>
            <w:noWrap/>
            <w:vAlign w:val="center"/>
          </w:tcPr>
          <w:p w:rsidR="005F68D8" w:rsidRPr="001B768D" w:rsidRDefault="005F68D8" w:rsidP="001B768D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1B768D">
              <w:rPr>
                <w:rFonts w:ascii="黑体" w:eastAsia="黑体" w:hAnsi="黑体" w:cs="黑体" w:hint="eastAsia"/>
                <w:color w:val="000000"/>
                <w:kern w:val="0"/>
              </w:rPr>
              <w:t>一等奖（</w:t>
            </w:r>
            <w:r w:rsidRPr="001B768D">
              <w:rPr>
                <w:rFonts w:ascii="黑体" w:eastAsia="黑体" w:hAnsi="黑体" w:cs="黑体"/>
                <w:color w:val="000000"/>
                <w:kern w:val="0"/>
              </w:rPr>
              <w:t>3</w:t>
            </w:r>
            <w:r w:rsidRPr="001B768D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/>
              </w:rPr>
              <w:t>The water  of  life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袁慧玲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于晶、刘香</w:t>
            </w: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金坛区第四中学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郑</w:t>
            </w:r>
            <w:r w:rsidRPr="00246CDD">
              <w:rPr>
                <w:rFonts w:ascii="仿宋_GB2312" w:cs="宋体" w:hint="eastAsia"/>
              </w:rPr>
              <w:t>珅</w:t>
            </w:r>
            <w:r w:rsidRPr="00246CDD">
              <w:rPr>
                <w:rFonts w:ascii="仿宋_GB2312" w:eastAsia="仿宋_GB2312" w:cs="仿宋_GB2312" w:hint="eastAsia"/>
              </w:rPr>
              <w:t>莹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张倩</w:t>
            </w: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江苏省前黄高中国际分校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朱闪闪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张倩仪</w:t>
            </w: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常州刘国钧高等职业技术学校</w:t>
            </w:r>
          </w:p>
        </w:tc>
      </w:tr>
      <w:tr w:rsidR="005F68D8" w:rsidRPr="00246CDD">
        <w:trPr>
          <w:trHeight w:val="469"/>
          <w:jc w:val="center"/>
        </w:trPr>
        <w:tc>
          <w:tcPr>
            <w:tcW w:w="9567" w:type="dxa"/>
            <w:gridSpan w:val="4"/>
            <w:noWrap/>
            <w:vAlign w:val="center"/>
          </w:tcPr>
          <w:p w:rsidR="005F68D8" w:rsidRPr="001B768D" w:rsidRDefault="005F68D8" w:rsidP="001B768D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1B768D">
              <w:rPr>
                <w:rFonts w:ascii="黑体" w:eastAsia="黑体" w:hAnsi="黑体" w:cs="黑体" w:hint="eastAsia"/>
                <w:color w:val="000000"/>
                <w:kern w:val="0"/>
              </w:rPr>
              <w:t>二等奖（</w:t>
            </w:r>
            <w:r w:rsidRPr="001B768D">
              <w:rPr>
                <w:rFonts w:ascii="黑体" w:eastAsia="黑体" w:hAnsi="黑体" w:cs="黑体"/>
                <w:color w:val="000000"/>
                <w:kern w:val="0"/>
              </w:rPr>
              <w:t>6</w:t>
            </w:r>
            <w:r w:rsidRPr="001B768D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曹欣宜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严晓东</w:t>
            </w: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江苏省华罗庚中学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/>
              </w:rPr>
              <w:t>Save Water,Save Life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陈毅杰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路梅</w:t>
            </w: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江苏省武进职业教育中心校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“生命之水”标识设计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吴宇杰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王灿灿</w:t>
            </w: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常州市武进区鸣凰中学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生命之水不可枯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范安琪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刘薇</w:t>
            </w:r>
          </w:p>
        </w:tc>
        <w:tc>
          <w:tcPr>
            <w:tcW w:w="3190" w:type="dxa"/>
            <w:noWrap/>
            <w:vAlign w:val="center"/>
          </w:tcPr>
          <w:p w:rsidR="005F68D8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246CDD">
              <w:rPr>
                <w:rFonts w:ascii="仿宋_GB2312" w:eastAsia="仿宋_GB2312" w:cs="仿宋_GB2312" w:hint="eastAsia"/>
              </w:rPr>
              <w:t>江苏省常州高级中学分校</w:t>
            </w:r>
          </w:p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（常州市戚墅堰高级中学）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远近渔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蒋铭育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侯天才</w:t>
            </w: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节约用水，从点滴做起</w:t>
            </w:r>
          </w:p>
        </w:tc>
        <w:tc>
          <w:tcPr>
            <w:tcW w:w="2513" w:type="dxa"/>
            <w:tcBorders>
              <w:left w:val="nil"/>
            </w:tcBorders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钟欣妍</w:t>
            </w:r>
            <w:r>
              <w:rPr>
                <w:rFonts w:ascii="仿宋_GB2312" w:eastAsia="仿宋_GB2312" w:cs="仿宋_GB2312" w:hint="eastAsia"/>
              </w:rPr>
              <w:t>、</w:t>
            </w:r>
            <w:r w:rsidRPr="00246CDD">
              <w:rPr>
                <w:rFonts w:ascii="仿宋_GB2312" w:eastAsia="仿宋_GB2312" w:cs="仿宋_GB2312" w:hint="eastAsia"/>
              </w:rPr>
              <w:t>龚若萱</w:t>
            </w:r>
            <w:r>
              <w:rPr>
                <w:rFonts w:ascii="仿宋_GB2312" w:eastAsia="仿宋_GB2312" w:cs="仿宋_GB2312" w:hint="eastAsia"/>
              </w:rPr>
              <w:t>、</w:t>
            </w:r>
            <w:r w:rsidRPr="00246CDD">
              <w:rPr>
                <w:rFonts w:ascii="仿宋_GB2312" w:eastAsia="仿宋_GB2312" w:cs="仿宋_GB2312" w:hint="eastAsia"/>
              </w:rPr>
              <w:t>张梦凡</w:t>
            </w:r>
          </w:p>
        </w:tc>
        <w:tc>
          <w:tcPr>
            <w:tcW w:w="1267" w:type="dxa"/>
            <w:tcBorders>
              <w:left w:val="nil"/>
            </w:tcBorders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邹沁</w:t>
            </w:r>
          </w:p>
        </w:tc>
        <w:tc>
          <w:tcPr>
            <w:tcW w:w="3190" w:type="dxa"/>
            <w:tcBorders>
              <w:left w:val="nil"/>
            </w:tcBorders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常州市第一中学</w:t>
            </w:r>
          </w:p>
        </w:tc>
      </w:tr>
      <w:tr w:rsidR="005F68D8" w:rsidRPr="00246CDD">
        <w:trPr>
          <w:trHeight w:val="497"/>
          <w:jc w:val="center"/>
        </w:trPr>
        <w:tc>
          <w:tcPr>
            <w:tcW w:w="9567" w:type="dxa"/>
            <w:gridSpan w:val="4"/>
            <w:noWrap/>
            <w:vAlign w:val="center"/>
          </w:tcPr>
          <w:p w:rsidR="005F68D8" w:rsidRPr="001B768D" w:rsidRDefault="005F68D8" w:rsidP="001B768D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</w:rPr>
            </w:pPr>
            <w:r w:rsidRPr="001B768D">
              <w:rPr>
                <w:rFonts w:ascii="黑体" w:eastAsia="黑体" w:hAnsi="黑体" w:cs="黑体" w:hint="eastAsia"/>
                <w:color w:val="000000"/>
                <w:kern w:val="0"/>
              </w:rPr>
              <w:t>三等奖（</w:t>
            </w:r>
            <w:r w:rsidRPr="001B768D">
              <w:rPr>
                <w:rFonts w:ascii="黑体" w:eastAsia="黑体" w:hAnsi="黑体" w:cs="黑体"/>
                <w:color w:val="000000"/>
                <w:kern w:val="0"/>
              </w:rPr>
              <w:t>11</w:t>
            </w:r>
            <w:r w:rsidRPr="001B768D">
              <w:rPr>
                <w:rFonts w:ascii="黑体" w:eastAsia="黑体" w:hAnsi="黑体" w:cs="黑体" w:hint="eastAsia"/>
                <w:color w:val="000000"/>
                <w:kern w:val="0"/>
              </w:rPr>
              <w:t>名）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作品名称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作者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246CD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/>
              </w:rPr>
              <w:t>Life of water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</w:t>
            </w:r>
            <w:r w:rsidRPr="00246CDD">
              <w:rPr>
                <w:rFonts w:ascii="仿宋_GB2312" w:cs="宋体" w:hint="eastAsia"/>
              </w:rPr>
              <w:t>璟</w:t>
            </w:r>
            <w:r w:rsidRPr="00246CDD">
              <w:rPr>
                <w:rFonts w:ascii="仿宋_GB2312" w:eastAsia="仿宋_GB2312" w:cs="仿宋_GB2312" w:hint="eastAsia"/>
              </w:rPr>
              <w:t>卉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丁志广</w:t>
            </w: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金坛区第一中学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/>
              </w:rPr>
              <w:t>water of life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陈欣雨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戚小燕</w:t>
            </w: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金坛区第一中学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吴丹瑛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宋颖</w:t>
            </w: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江苏省前黄高级中学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/>
              </w:rPr>
              <w:t>LIFE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汪芳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张倩仪</w:t>
            </w: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常州刘国钧高等职业技术学校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游世浩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张倩仪</w:t>
            </w: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常州刘国钧高等职业技术学校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水</w:t>
            </w:r>
            <w:r w:rsidRPr="00246CDD">
              <w:rPr>
                <w:rFonts w:ascii="仿宋_GB2312" w:eastAsia="仿宋_GB2312" w:cs="仿宋_GB2312"/>
              </w:rPr>
              <w:t>.</w:t>
            </w:r>
            <w:r w:rsidRPr="00246CDD">
              <w:rPr>
                <w:rFonts w:ascii="仿宋_GB2312" w:eastAsia="仿宋_GB2312" w:cs="仿宋_GB2312" w:hint="eastAsia"/>
              </w:rPr>
              <w:t>生命</w:t>
            </w:r>
            <w:r w:rsidRPr="00246CDD">
              <w:rPr>
                <w:rFonts w:ascii="仿宋_GB2312" w:eastAsia="仿宋_GB2312" w:cs="仿宋_GB2312"/>
              </w:rPr>
              <w:t>.</w:t>
            </w:r>
            <w:r w:rsidRPr="00246CDD">
              <w:rPr>
                <w:rFonts w:ascii="仿宋_GB2312" w:eastAsia="仿宋_GB2312" w:cs="仿宋_GB2312" w:hint="eastAsia"/>
              </w:rPr>
              <w:t>地球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李雨青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谷伟伟</w:t>
            </w: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常州市田家炳高级中学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生命之水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陶璐瑶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孙青</w:t>
            </w: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流水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钱一哲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汤青</w:t>
            </w: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常州市第五中学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世界水杯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巢睿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常州市第二中学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生命起源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戚梦茹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邹沁</w:t>
            </w: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常州市第一中学</w:t>
            </w:r>
          </w:p>
        </w:tc>
      </w:tr>
      <w:tr w:rsidR="005F68D8" w:rsidRPr="00246CDD">
        <w:trPr>
          <w:trHeight w:val="270"/>
          <w:jc w:val="center"/>
        </w:trPr>
        <w:tc>
          <w:tcPr>
            <w:tcW w:w="259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众少成多，积小致钜</w:t>
            </w:r>
          </w:p>
        </w:tc>
        <w:tc>
          <w:tcPr>
            <w:tcW w:w="2513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吴可菲、段笑然、方晨欣</w:t>
            </w:r>
          </w:p>
        </w:tc>
        <w:tc>
          <w:tcPr>
            <w:tcW w:w="1267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邹沁</w:t>
            </w:r>
          </w:p>
        </w:tc>
        <w:tc>
          <w:tcPr>
            <w:tcW w:w="3190" w:type="dxa"/>
            <w:noWrap/>
            <w:vAlign w:val="center"/>
          </w:tcPr>
          <w:p w:rsidR="005F68D8" w:rsidRPr="00246CDD" w:rsidRDefault="005F68D8" w:rsidP="001B768D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246CDD">
              <w:rPr>
                <w:rFonts w:ascii="仿宋_GB2312" w:eastAsia="仿宋_GB2312" w:cs="仿宋_GB2312" w:hint="eastAsia"/>
              </w:rPr>
              <w:t>常州市第一中学</w:t>
            </w:r>
          </w:p>
        </w:tc>
      </w:tr>
    </w:tbl>
    <w:p w:rsidR="005F68D8" w:rsidRPr="00246CDD" w:rsidRDefault="005F68D8" w:rsidP="00246CDD">
      <w:pPr>
        <w:widowControl/>
        <w:jc w:val="center"/>
        <w:rPr>
          <w:rFonts w:ascii="仿宋_GB2312" w:eastAsia="仿宋_GB2312" w:hAnsi="方正小标宋简体" w:cs="Times New Roman"/>
          <w:color w:val="000000"/>
          <w:kern w:val="0"/>
        </w:rPr>
      </w:pPr>
    </w:p>
    <w:sectPr w:rsidR="005F68D8" w:rsidRPr="00246CDD" w:rsidSect="00751C73">
      <w:pgSz w:w="11906" w:h="16838"/>
      <w:pgMar w:top="1701" w:right="1531" w:bottom="1701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8D8" w:rsidRDefault="005F68D8" w:rsidP="005E6E8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F68D8" w:rsidRDefault="005F68D8" w:rsidP="005E6E8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8D8" w:rsidRPr="00246CDD" w:rsidRDefault="005F68D8" w:rsidP="003736B5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246CDD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246CDD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246CDD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- 47 -</w:t>
    </w:r>
    <w:r w:rsidRPr="00246CDD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5F68D8" w:rsidRDefault="005F68D8" w:rsidP="006F090A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8D8" w:rsidRDefault="005F68D8" w:rsidP="005E6E8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F68D8" w:rsidRDefault="005F68D8" w:rsidP="005E6E8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A4E"/>
    <w:rsid w:val="00002BC8"/>
    <w:rsid w:val="00036F75"/>
    <w:rsid w:val="0005199A"/>
    <w:rsid w:val="00061718"/>
    <w:rsid w:val="00086D90"/>
    <w:rsid w:val="00092C0F"/>
    <w:rsid w:val="000C3D3E"/>
    <w:rsid w:val="000E5DB3"/>
    <w:rsid w:val="000E656F"/>
    <w:rsid w:val="00100A4E"/>
    <w:rsid w:val="0011797C"/>
    <w:rsid w:val="001A30AA"/>
    <w:rsid w:val="001A7C30"/>
    <w:rsid w:val="001A7F06"/>
    <w:rsid w:val="001B1FA8"/>
    <w:rsid w:val="001B768D"/>
    <w:rsid w:val="001D017E"/>
    <w:rsid w:val="001D6780"/>
    <w:rsid w:val="001F53C5"/>
    <w:rsid w:val="0021442E"/>
    <w:rsid w:val="002314AA"/>
    <w:rsid w:val="00232A27"/>
    <w:rsid w:val="0023715A"/>
    <w:rsid w:val="00246CDD"/>
    <w:rsid w:val="00255673"/>
    <w:rsid w:val="002703BD"/>
    <w:rsid w:val="00275703"/>
    <w:rsid w:val="00285E03"/>
    <w:rsid w:val="002912C4"/>
    <w:rsid w:val="002C6E7E"/>
    <w:rsid w:val="002E00DE"/>
    <w:rsid w:val="002F4D6B"/>
    <w:rsid w:val="002F76EC"/>
    <w:rsid w:val="00302262"/>
    <w:rsid w:val="00320B4A"/>
    <w:rsid w:val="00324AEF"/>
    <w:rsid w:val="00335427"/>
    <w:rsid w:val="00347BCF"/>
    <w:rsid w:val="00355D05"/>
    <w:rsid w:val="00366D26"/>
    <w:rsid w:val="003736B5"/>
    <w:rsid w:val="00395416"/>
    <w:rsid w:val="003C71A1"/>
    <w:rsid w:val="003D3D37"/>
    <w:rsid w:val="003D6FCB"/>
    <w:rsid w:val="003E1701"/>
    <w:rsid w:val="003F24FF"/>
    <w:rsid w:val="003F25B6"/>
    <w:rsid w:val="004017B5"/>
    <w:rsid w:val="00413CF1"/>
    <w:rsid w:val="00433991"/>
    <w:rsid w:val="00437C27"/>
    <w:rsid w:val="00450865"/>
    <w:rsid w:val="00487A71"/>
    <w:rsid w:val="004C3485"/>
    <w:rsid w:val="004E0B04"/>
    <w:rsid w:val="004F62FA"/>
    <w:rsid w:val="005677A6"/>
    <w:rsid w:val="00571CBA"/>
    <w:rsid w:val="0057546A"/>
    <w:rsid w:val="0057789A"/>
    <w:rsid w:val="00585B21"/>
    <w:rsid w:val="005A320B"/>
    <w:rsid w:val="005B5A3B"/>
    <w:rsid w:val="005D46F6"/>
    <w:rsid w:val="005E4341"/>
    <w:rsid w:val="005E6E84"/>
    <w:rsid w:val="005F68D8"/>
    <w:rsid w:val="00606600"/>
    <w:rsid w:val="00612928"/>
    <w:rsid w:val="006505A4"/>
    <w:rsid w:val="006524EC"/>
    <w:rsid w:val="00654F06"/>
    <w:rsid w:val="00687CF2"/>
    <w:rsid w:val="00691F0C"/>
    <w:rsid w:val="006931DA"/>
    <w:rsid w:val="006A7E1D"/>
    <w:rsid w:val="006C102D"/>
    <w:rsid w:val="006F090A"/>
    <w:rsid w:val="006F23D2"/>
    <w:rsid w:val="007154F1"/>
    <w:rsid w:val="00716A45"/>
    <w:rsid w:val="0072640F"/>
    <w:rsid w:val="00740A51"/>
    <w:rsid w:val="00751C73"/>
    <w:rsid w:val="007521DB"/>
    <w:rsid w:val="007A2E4C"/>
    <w:rsid w:val="007B115D"/>
    <w:rsid w:val="007E20C5"/>
    <w:rsid w:val="007E5D06"/>
    <w:rsid w:val="007F15E1"/>
    <w:rsid w:val="008019D2"/>
    <w:rsid w:val="0081632D"/>
    <w:rsid w:val="00817C42"/>
    <w:rsid w:val="008276CB"/>
    <w:rsid w:val="00845151"/>
    <w:rsid w:val="00850A53"/>
    <w:rsid w:val="00863959"/>
    <w:rsid w:val="00867E20"/>
    <w:rsid w:val="00867F1E"/>
    <w:rsid w:val="008820B3"/>
    <w:rsid w:val="00886FD6"/>
    <w:rsid w:val="00890AFB"/>
    <w:rsid w:val="008A13ED"/>
    <w:rsid w:val="008B330A"/>
    <w:rsid w:val="008B42D9"/>
    <w:rsid w:val="008C1DAA"/>
    <w:rsid w:val="008D4AAB"/>
    <w:rsid w:val="008E1417"/>
    <w:rsid w:val="008E7055"/>
    <w:rsid w:val="009306F7"/>
    <w:rsid w:val="00934476"/>
    <w:rsid w:val="00940484"/>
    <w:rsid w:val="0094369B"/>
    <w:rsid w:val="00987EB9"/>
    <w:rsid w:val="00987FC8"/>
    <w:rsid w:val="009C4E7D"/>
    <w:rsid w:val="009D1E03"/>
    <w:rsid w:val="009F01A4"/>
    <w:rsid w:val="00A4283B"/>
    <w:rsid w:val="00A50459"/>
    <w:rsid w:val="00AC022B"/>
    <w:rsid w:val="00AE687F"/>
    <w:rsid w:val="00AE7A8C"/>
    <w:rsid w:val="00AF280A"/>
    <w:rsid w:val="00B05A63"/>
    <w:rsid w:val="00B634BD"/>
    <w:rsid w:val="00B7372A"/>
    <w:rsid w:val="00B82641"/>
    <w:rsid w:val="00BB0F6C"/>
    <w:rsid w:val="00BB4BE7"/>
    <w:rsid w:val="00BB5164"/>
    <w:rsid w:val="00BF4FA5"/>
    <w:rsid w:val="00BF5AB8"/>
    <w:rsid w:val="00C02905"/>
    <w:rsid w:val="00C0628C"/>
    <w:rsid w:val="00C12D3F"/>
    <w:rsid w:val="00C226C8"/>
    <w:rsid w:val="00C30DFD"/>
    <w:rsid w:val="00C34411"/>
    <w:rsid w:val="00C53A5A"/>
    <w:rsid w:val="00C6360C"/>
    <w:rsid w:val="00C715C1"/>
    <w:rsid w:val="00C830F1"/>
    <w:rsid w:val="00C84531"/>
    <w:rsid w:val="00C91CA6"/>
    <w:rsid w:val="00CA7C45"/>
    <w:rsid w:val="00CD7A2B"/>
    <w:rsid w:val="00CE0EA5"/>
    <w:rsid w:val="00D119C1"/>
    <w:rsid w:val="00D345BF"/>
    <w:rsid w:val="00D436D5"/>
    <w:rsid w:val="00D657EB"/>
    <w:rsid w:val="00D911A1"/>
    <w:rsid w:val="00D91540"/>
    <w:rsid w:val="00D92D7F"/>
    <w:rsid w:val="00DA48E0"/>
    <w:rsid w:val="00DB52C8"/>
    <w:rsid w:val="00DB6B86"/>
    <w:rsid w:val="00DE0435"/>
    <w:rsid w:val="00DF6D69"/>
    <w:rsid w:val="00DF7418"/>
    <w:rsid w:val="00E030C4"/>
    <w:rsid w:val="00E03545"/>
    <w:rsid w:val="00E04FF2"/>
    <w:rsid w:val="00E3490A"/>
    <w:rsid w:val="00E368C5"/>
    <w:rsid w:val="00E41268"/>
    <w:rsid w:val="00E41568"/>
    <w:rsid w:val="00E712DD"/>
    <w:rsid w:val="00E8278B"/>
    <w:rsid w:val="00E85ADB"/>
    <w:rsid w:val="00EA4FAA"/>
    <w:rsid w:val="00EC46E0"/>
    <w:rsid w:val="00F105D5"/>
    <w:rsid w:val="00F50393"/>
    <w:rsid w:val="00F50C96"/>
    <w:rsid w:val="00FA6F41"/>
    <w:rsid w:val="00FB536F"/>
    <w:rsid w:val="00FE1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C8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E6E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E6E84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5E6E8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E6E84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6F090A"/>
  </w:style>
  <w:style w:type="character" w:styleId="Hyperlink">
    <w:name w:val="Hyperlink"/>
    <w:basedOn w:val="DefaultParagraphFont"/>
    <w:uiPriority w:val="99"/>
    <w:semiHidden/>
    <w:rsid w:val="00654F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441</TotalTime>
  <Pages>44</Pages>
  <Words>5017</Words>
  <Characters>28602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yunwu333</dc:creator>
  <cp:keywords/>
  <dc:description/>
  <cp:lastModifiedBy>吴琳赟</cp:lastModifiedBy>
  <cp:revision>75</cp:revision>
  <cp:lastPrinted>2020-03-18T02:16:00Z</cp:lastPrinted>
  <dcterms:created xsi:type="dcterms:W3CDTF">2018-01-22T05:59:00Z</dcterms:created>
  <dcterms:modified xsi:type="dcterms:W3CDTF">2020-03-18T02:17:00Z</dcterms:modified>
</cp:coreProperties>
</file>