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58" w:rsidRDefault="008A7E58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8A7E58" w:rsidRDefault="008A7E58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2019</w:t>
      </w:r>
      <w:r>
        <w:rPr>
          <w:rFonts w:ascii="方正小标宋简体" w:eastAsia="方正小标宋简体" w:cs="方正小标宋简体" w:hint="eastAsia"/>
          <w:sz w:val="44"/>
          <w:szCs w:val="44"/>
        </w:rPr>
        <w:t>年度常州市校园足球示范学校评估结果</w:t>
      </w:r>
    </w:p>
    <w:p w:rsidR="008A7E58" w:rsidRDefault="008A7E58">
      <w:pPr>
        <w:jc w:val="center"/>
        <w:rPr>
          <w:rFonts w:cs="Times New Roman"/>
          <w:b/>
          <w:bCs/>
          <w:sz w:val="28"/>
          <w:szCs w:val="28"/>
        </w:rPr>
      </w:pPr>
    </w:p>
    <w:p w:rsidR="008A7E58" w:rsidRPr="002F36A6" w:rsidRDefault="008A7E58" w:rsidP="002F36A6">
      <w:pPr>
        <w:spacing w:line="59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2F36A6">
        <w:rPr>
          <w:rFonts w:ascii="黑体" w:eastAsia="黑体" w:hAnsi="黑体" w:cs="黑体" w:hint="eastAsia"/>
          <w:sz w:val="30"/>
          <w:szCs w:val="30"/>
        </w:rPr>
        <w:t>一等奖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常州市天宁区东青实验学校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常州市雕庄中心小学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常州市武进区横山桥中心小学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常州市武进区礼河实验学校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常州市实验初中天宁分校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常州市实验小学平冈校区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常州市华润小学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8A7E58" w:rsidRPr="002F36A6" w:rsidRDefault="008A7E58" w:rsidP="002F36A6">
      <w:pPr>
        <w:spacing w:line="59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2F36A6">
        <w:rPr>
          <w:rFonts w:ascii="黑体" w:eastAsia="黑体" w:hAnsi="黑体" w:cs="黑体" w:hint="eastAsia"/>
          <w:sz w:val="30"/>
          <w:szCs w:val="30"/>
        </w:rPr>
        <w:t>二等奖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常州市田家炳高级中学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常州市武进区东安实验学校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常州市北郊高级中学</w:t>
      </w:r>
    </w:p>
    <w:p w:rsidR="008A7E58" w:rsidRPr="002F36A6" w:rsidRDefault="008A7E58" w:rsidP="002F36A6">
      <w:pPr>
        <w:spacing w:line="59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常州市龙城小学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常州市武进区卢家巷实验学校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常州市新北区河海实验小学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常州市武进区横林实验小学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常州市武进区礼嘉小学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溧阳市溧城中心小学</w:t>
      </w:r>
    </w:p>
    <w:p w:rsidR="008A7E58" w:rsidRPr="002F36A6" w:rsidRDefault="008A7E58" w:rsidP="002F36A6">
      <w:pPr>
        <w:spacing w:line="59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2F36A6">
        <w:rPr>
          <w:rFonts w:ascii="黑体" w:eastAsia="黑体" w:hAnsi="黑体" w:cs="黑体" w:hint="eastAsia"/>
          <w:sz w:val="30"/>
          <w:szCs w:val="30"/>
        </w:rPr>
        <w:t>三等奖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江苏省横林高级中学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常州市白云小学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常州市武进区洛阳初级中学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常州市第二实验小学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常州市武进区刘海粟小学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常州市武进区夏溪小学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常州市丽华新村第三小学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常州市三河口小学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常州市朝阳新村第二小学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常州市武进区淹城初级中学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金坛区第二中学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常州市湟里高级中学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常州市武进区戴溪小学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溧阳市文化小学</w:t>
      </w:r>
    </w:p>
    <w:p w:rsidR="008A7E58" w:rsidRPr="002F36A6" w:rsidRDefault="008A7E58" w:rsidP="002F36A6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常州市新北区圩塘小学</w:t>
      </w:r>
    </w:p>
    <w:p w:rsidR="008A7E58" w:rsidRDefault="008A7E58" w:rsidP="002F36A6">
      <w:pPr>
        <w:spacing w:line="590" w:lineRule="exact"/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p w:rsidR="008A7E58" w:rsidRDefault="008A7E58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市队校办学校特别贡献奖</w:t>
      </w:r>
    </w:p>
    <w:p w:rsidR="008A7E58" w:rsidRDefault="008A7E58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8A7E58" w:rsidRPr="002F36A6" w:rsidRDefault="008A7E58">
      <w:pPr>
        <w:jc w:val="center"/>
        <w:rPr>
          <w:rFonts w:ascii="仿宋_GB2312" w:eastAsia="仿宋_GB2312" w:cs="Times New Roman"/>
          <w:sz w:val="28"/>
          <w:szCs w:val="28"/>
        </w:rPr>
      </w:pPr>
      <w:bookmarkStart w:id="0" w:name="_GoBack"/>
      <w:bookmarkEnd w:id="0"/>
      <w:r w:rsidRPr="002F36A6">
        <w:rPr>
          <w:rFonts w:ascii="仿宋_GB2312" w:eastAsia="仿宋_GB2312" w:cs="仿宋_GB2312" w:hint="eastAsia"/>
          <w:sz w:val="28"/>
          <w:szCs w:val="28"/>
        </w:rPr>
        <w:t>常州市田家炳高级中学</w:t>
      </w:r>
    </w:p>
    <w:p w:rsidR="008A7E58" w:rsidRPr="002F36A6" w:rsidRDefault="008A7E58">
      <w:pPr>
        <w:jc w:val="center"/>
        <w:rPr>
          <w:rFonts w:ascii="仿宋_GB2312" w:eastAsia="仿宋_GB2312" w:cs="Times New Roman"/>
          <w:sz w:val="28"/>
          <w:szCs w:val="28"/>
        </w:rPr>
      </w:pPr>
      <w:r w:rsidRPr="002F36A6">
        <w:rPr>
          <w:rFonts w:ascii="仿宋_GB2312" w:eastAsia="仿宋_GB2312" w:cs="仿宋_GB2312" w:hint="eastAsia"/>
          <w:sz w:val="28"/>
          <w:szCs w:val="28"/>
        </w:rPr>
        <w:t>常州市北郊高级中学</w:t>
      </w:r>
    </w:p>
    <w:p w:rsidR="008A7E58" w:rsidRDefault="008A7E58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试点校升格为示范学校名单</w:t>
      </w:r>
    </w:p>
    <w:p w:rsidR="008A7E58" w:rsidRDefault="008A7E58">
      <w:pPr>
        <w:tabs>
          <w:tab w:val="left" w:pos="1940"/>
        </w:tabs>
        <w:jc w:val="center"/>
        <w:rPr>
          <w:rFonts w:ascii="仿宋_GB2312" w:eastAsia="仿宋_GB2312" w:cs="Times New Roman"/>
          <w:sz w:val="32"/>
          <w:szCs w:val="32"/>
        </w:rPr>
      </w:pPr>
    </w:p>
    <w:p w:rsidR="008A7E58" w:rsidRPr="00212B90" w:rsidRDefault="008A7E58">
      <w:pPr>
        <w:tabs>
          <w:tab w:val="left" w:pos="1940"/>
        </w:tabs>
        <w:jc w:val="center"/>
        <w:rPr>
          <w:rFonts w:ascii="仿宋_GB2312" w:eastAsia="仿宋_GB2312" w:cs="Times New Roman"/>
          <w:sz w:val="28"/>
          <w:szCs w:val="28"/>
        </w:rPr>
      </w:pPr>
      <w:r w:rsidRPr="00212B90">
        <w:rPr>
          <w:rFonts w:ascii="仿宋_GB2312" w:eastAsia="仿宋_GB2312" w:cs="仿宋_GB2312" w:hint="eastAsia"/>
          <w:sz w:val="28"/>
          <w:szCs w:val="28"/>
        </w:rPr>
        <w:t>常州市钟楼实验中学</w:t>
      </w:r>
    </w:p>
    <w:sectPr w:rsidR="008A7E58" w:rsidRPr="00212B90" w:rsidSect="006E38A1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E58" w:rsidRDefault="008A7E58" w:rsidP="003B197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A7E58" w:rsidRDefault="008A7E58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E58" w:rsidRDefault="008A7E5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A7E58" w:rsidRDefault="008A7E5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E58" w:rsidRDefault="008A7E58" w:rsidP="003B197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A7E58" w:rsidRDefault="008A7E58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5CF"/>
    <w:rsid w:val="00032D1A"/>
    <w:rsid w:val="000E0BB9"/>
    <w:rsid w:val="001C27DE"/>
    <w:rsid w:val="00212B90"/>
    <w:rsid w:val="002569C9"/>
    <w:rsid w:val="00263F97"/>
    <w:rsid w:val="0027528A"/>
    <w:rsid w:val="002E5BCD"/>
    <w:rsid w:val="002F36A6"/>
    <w:rsid w:val="00346BD9"/>
    <w:rsid w:val="00383216"/>
    <w:rsid w:val="003B1973"/>
    <w:rsid w:val="004C1753"/>
    <w:rsid w:val="004C4CE0"/>
    <w:rsid w:val="0053583B"/>
    <w:rsid w:val="006C18C1"/>
    <w:rsid w:val="006E38A1"/>
    <w:rsid w:val="00766EFE"/>
    <w:rsid w:val="008403B9"/>
    <w:rsid w:val="008715D9"/>
    <w:rsid w:val="008905CF"/>
    <w:rsid w:val="008A7E58"/>
    <w:rsid w:val="00911EE2"/>
    <w:rsid w:val="009923FD"/>
    <w:rsid w:val="009A7CA8"/>
    <w:rsid w:val="00B83781"/>
    <w:rsid w:val="00E03559"/>
    <w:rsid w:val="00F10C5A"/>
    <w:rsid w:val="1A020B2A"/>
    <w:rsid w:val="33993D95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9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19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197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B1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97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B19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65</Words>
  <Characters>377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9</cp:revision>
  <dcterms:created xsi:type="dcterms:W3CDTF">2019-01-02T02:17:00Z</dcterms:created>
  <dcterms:modified xsi:type="dcterms:W3CDTF">2019-12-30T08:14:00Z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