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21" w:rsidRPr="00302588" w:rsidRDefault="00E50D21" w:rsidP="00302588">
      <w:pPr>
        <w:rPr>
          <w:rFonts w:ascii="黑体" w:eastAsia="黑体" w:hAnsi="黑体" w:cs="黑体"/>
          <w:snapToGrid w:val="0"/>
          <w:kern w:val="0"/>
          <w:sz w:val="32"/>
          <w:szCs w:val="32"/>
        </w:rPr>
      </w:pPr>
      <w:r w:rsidRPr="00302588"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附件</w:t>
      </w:r>
      <w:r w:rsidRPr="00302588">
        <w:rPr>
          <w:rFonts w:ascii="黑体" w:eastAsia="黑体" w:hAnsi="黑体" w:cs="黑体"/>
          <w:snapToGrid w:val="0"/>
          <w:kern w:val="0"/>
          <w:sz w:val="32"/>
          <w:szCs w:val="32"/>
        </w:rPr>
        <w:t>1</w:t>
      </w:r>
    </w:p>
    <w:p w:rsidR="00E50D21" w:rsidRDefault="00E50D21" w:rsidP="00302588">
      <w:pPr>
        <w:spacing w:line="700" w:lineRule="exact"/>
        <w:jc w:val="center"/>
        <w:rPr>
          <w:rFonts w:ascii="方正小标宋简体" w:eastAsia="方正小标宋简体" w:hAnsi="Times New Roman" w:cs="Times New Roman"/>
          <w:snapToGrid w:val="0"/>
          <w:kern w:val="0"/>
          <w:sz w:val="44"/>
          <w:szCs w:val="44"/>
        </w:rPr>
      </w:pPr>
      <w:r w:rsidRPr="00302588">
        <w:rPr>
          <w:rFonts w:ascii="方正小标宋简体" w:eastAsia="方正小标宋简体" w:hAnsi="Times New Roman" w:cs="方正小标宋简体" w:hint="eastAsia"/>
          <w:snapToGrid w:val="0"/>
          <w:kern w:val="0"/>
          <w:sz w:val="44"/>
          <w:szCs w:val="44"/>
        </w:rPr>
        <w:t>常州市教育局妇女第一次代表大会代表</w:t>
      </w:r>
    </w:p>
    <w:p w:rsidR="00E50D21" w:rsidRDefault="00E50D21" w:rsidP="00302588">
      <w:pPr>
        <w:spacing w:line="700" w:lineRule="exact"/>
        <w:jc w:val="center"/>
        <w:rPr>
          <w:rFonts w:ascii="方正小标宋简体" w:eastAsia="方正小标宋简体" w:hAnsi="Times New Roman" w:cs="Times New Roman"/>
          <w:snapToGrid w:val="0"/>
          <w:kern w:val="0"/>
          <w:sz w:val="44"/>
          <w:szCs w:val="44"/>
        </w:rPr>
      </w:pPr>
      <w:r w:rsidRPr="00302588">
        <w:rPr>
          <w:rFonts w:ascii="方正小标宋简体" w:eastAsia="方正小标宋简体" w:hAnsi="Times New Roman" w:cs="方正小标宋简体" w:hint="eastAsia"/>
          <w:snapToGrid w:val="0"/>
          <w:kern w:val="0"/>
          <w:sz w:val="44"/>
          <w:szCs w:val="44"/>
        </w:rPr>
        <w:t>名额分配表</w:t>
      </w:r>
    </w:p>
    <w:p w:rsidR="00E50D21" w:rsidRPr="00302588" w:rsidRDefault="00E50D21" w:rsidP="008836E7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2"/>
        <w:gridCol w:w="4819"/>
        <w:gridCol w:w="1560"/>
      </w:tblGrid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名额分配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常州开放大学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常州刘国钧高等职业技术学校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常州旅游商贸高等职业技术学校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江苏省常州高级中学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常州市第一中学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常州市北郊高级中学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常州市第三中学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常州市第五中学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常州市田家炳高级中学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常州市戚墅堰高级中学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常州市北郊初级中学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常州市勤业中学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常州市朝阳中学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常州市同济中学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常州市实验初级中学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常州市田家炳初级中学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常州市第二十四中学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常州市市北实验初级中学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常州市清潭中学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常州市丽华中学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常州市北环中学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常州市兰陵中学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常州市翠竹中学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常州市明德实验中学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常州市教科院附属中学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常州市虹景中学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常州西藏民族中学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常州市中吴实验学校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常州外国语学校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常州市正衡中学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常州老年大学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常州市青少年活动中心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常州市教师发展学院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常州市教育科学研究院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常州市教育考试院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常州市教育基本建设与装备管理中心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992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4819" w:type="dxa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常州市教育局机关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E50D21" w:rsidRPr="008836E7">
        <w:trPr>
          <w:trHeight w:hRule="exact" w:val="567"/>
          <w:jc w:val="center"/>
        </w:trPr>
        <w:tc>
          <w:tcPr>
            <w:tcW w:w="5811" w:type="dxa"/>
            <w:gridSpan w:val="2"/>
            <w:noWrap/>
            <w:vAlign w:val="center"/>
          </w:tcPr>
          <w:p w:rsidR="00E50D21" w:rsidRPr="008836E7" w:rsidRDefault="00E50D21" w:rsidP="008836E7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560" w:type="dxa"/>
            <w:vAlign w:val="center"/>
          </w:tcPr>
          <w:p w:rsidR="00E50D21" w:rsidRPr="008836E7" w:rsidRDefault="00E50D21" w:rsidP="008836E7">
            <w:pPr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</w:pPr>
            <w:r w:rsidRPr="008836E7">
              <w:rPr>
                <w:rFonts w:ascii="仿宋_GB2312" w:eastAsia="仿宋_GB2312" w:hAnsi="Times New Roman" w:cs="仿宋_GB2312"/>
                <w:color w:val="000000"/>
                <w:kern w:val="0"/>
                <w:sz w:val="28"/>
                <w:szCs w:val="28"/>
              </w:rPr>
              <w:t>120</w:t>
            </w:r>
          </w:p>
        </w:tc>
      </w:tr>
    </w:tbl>
    <w:p w:rsidR="00E50D21" w:rsidRDefault="00E50D21">
      <w:pPr>
        <w:rPr>
          <w:rFonts w:cs="Times New Roman"/>
        </w:rPr>
      </w:pPr>
    </w:p>
    <w:sectPr w:rsidR="00E50D21" w:rsidSect="00945CB6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D21" w:rsidRDefault="00E50D21" w:rsidP="004065E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50D21" w:rsidRDefault="00E50D21" w:rsidP="004065E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D21" w:rsidRPr="000B1B80" w:rsidRDefault="00E50D21" w:rsidP="00D0347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B1B8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B1B8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B1B8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0B1B8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50D21" w:rsidRDefault="00E50D21" w:rsidP="000B1B8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D21" w:rsidRDefault="00E50D21" w:rsidP="004065E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50D21" w:rsidRDefault="00E50D21" w:rsidP="004065E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5EC"/>
    <w:rsid w:val="00066EC2"/>
    <w:rsid w:val="000B1B80"/>
    <w:rsid w:val="000E4994"/>
    <w:rsid w:val="00224133"/>
    <w:rsid w:val="00251ADD"/>
    <w:rsid w:val="00283138"/>
    <w:rsid w:val="00302588"/>
    <w:rsid w:val="00327262"/>
    <w:rsid w:val="00353606"/>
    <w:rsid w:val="003658E7"/>
    <w:rsid w:val="00377051"/>
    <w:rsid w:val="003A37D6"/>
    <w:rsid w:val="003D4217"/>
    <w:rsid w:val="003E1674"/>
    <w:rsid w:val="004065EC"/>
    <w:rsid w:val="004165EB"/>
    <w:rsid w:val="005032DB"/>
    <w:rsid w:val="005059B9"/>
    <w:rsid w:val="00531DF4"/>
    <w:rsid w:val="0056080B"/>
    <w:rsid w:val="00571D79"/>
    <w:rsid w:val="005756E2"/>
    <w:rsid w:val="005A4D3F"/>
    <w:rsid w:val="005B0022"/>
    <w:rsid w:val="006123A8"/>
    <w:rsid w:val="00647865"/>
    <w:rsid w:val="00671B71"/>
    <w:rsid w:val="006C7A56"/>
    <w:rsid w:val="00721F0C"/>
    <w:rsid w:val="00735133"/>
    <w:rsid w:val="00765B56"/>
    <w:rsid w:val="00780017"/>
    <w:rsid w:val="007807DF"/>
    <w:rsid w:val="00797D14"/>
    <w:rsid w:val="007E6376"/>
    <w:rsid w:val="007F758D"/>
    <w:rsid w:val="008836E7"/>
    <w:rsid w:val="00921FB6"/>
    <w:rsid w:val="00945CB6"/>
    <w:rsid w:val="009B4AB2"/>
    <w:rsid w:val="00A11453"/>
    <w:rsid w:val="00A11702"/>
    <w:rsid w:val="00A234B1"/>
    <w:rsid w:val="00A651A1"/>
    <w:rsid w:val="00AA6CAD"/>
    <w:rsid w:val="00AE539E"/>
    <w:rsid w:val="00B3082C"/>
    <w:rsid w:val="00B55746"/>
    <w:rsid w:val="00D03470"/>
    <w:rsid w:val="00D26088"/>
    <w:rsid w:val="00D266AF"/>
    <w:rsid w:val="00D33FC3"/>
    <w:rsid w:val="00E50D21"/>
    <w:rsid w:val="00EE3BA8"/>
    <w:rsid w:val="00EF0BC2"/>
    <w:rsid w:val="00EF5EA7"/>
    <w:rsid w:val="00F1048B"/>
    <w:rsid w:val="00F22C83"/>
    <w:rsid w:val="00F72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86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0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5EC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0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5EC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0B1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96</Words>
  <Characters>552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33</cp:revision>
  <dcterms:created xsi:type="dcterms:W3CDTF">2019-11-12T07:14:00Z</dcterms:created>
  <dcterms:modified xsi:type="dcterms:W3CDTF">2019-11-29T07:04:00Z</dcterms:modified>
</cp:coreProperties>
</file>