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C48" w:rsidRPr="008A7F0E" w:rsidRDefault="00E06C48" w:rsidP="002369EB">
      <w:pPr>
        <w:adjustRightInd w:val="0"/>
        <w:snapToGrid w:val="0"/>
        <w:spacing w:afterLines="50" w:line="570" w:lineRule="exact"/>
        <w:rPr>
          <w:rFonts w:ascii="Times New Roman" w:eastAsia="黑体" w:hAnsi="Times New Roman" w:cs="Times New Roman"/>
          <w:sz w:val="32"/>
          <w:szCs w:val="32"/>
        </w:rPr>
      </w:pPr>
      <w:r w:rsidRPr="008A7F0E">
        <w:rPr>
          <w:rFonts w:ascii="黑体" w:eastAsia="黑体" w:hAnsi="Calibri" w:cs="黑体" w:hint="eastAsia"/>
          <w:sz w:val="32"/>
          <w:szCs w:val="32"/>
        </w:rPr>
        <w:t>附件</w:t>
      </w:r>
      <w:r w:rsidRPr="008A7F0E">
        <w:rPr>
          <w:rFonts w:ascii="Times New Roman" w:eastAsia="黑体" w:hAnsi="Times New Roman" w:cs="Times New Roman"/>
          <w:sz w:val="32"/>
          <w:szCs w:val="32"/>
        </w:rPr>
        <w:t>1</w:t>
      </w:r>
    </w:p>
    <w:p w:rsidR="00E06C48" w:rsidRPr="008A7F0E" w:rsidRDefault="00E06C48" w:rsidP="007254A6">
      <w:pPr>
        <w:spacing w:line="700" w:lineRule="exact"/>
        <w:jc w:val="center"/>
        <w:rPr>
          <w:rFonts w:ascii="方正小标宋简体" w:eastAsia="方正小标宋简体" w:hAnsi="宋体" w:cs="Times New Roman"/>
          <w:kern w:val="0"/>
          <w:sz w:val="44"/>
          <w:szCs w:val="44"/>
        </w:rPr>
      </w:pPr>
      <w:r w:rsidRPr="008A7F0E"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“青春心向党</w:t>
      </w:r>
      <w:r w:rsidRPr="008A7F0E">
        <w:rPr>
          <w:rFonts w:ascii="方正小标宋简体" w:eastAsia="方正小标宋简体" w:hAnsi="宋体" w:cs="方正小标宋简体"/>
          <w:kern w:val="0"/>
          <w:sz w:val="44"/>
          <w:szCs w:val="44"/>
        </w:rPr>
        <w:t xml:space="preserve"> </w:t>
      </w:r>
      <w:r w:rsidRPr="008A7F0E"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建功新时代”</w:t>
      </w:r>
    </w:p>
    <w:p w:rsidR="00E06C48" w:rsidRPr="008A7F0E" w:rsidRDefault="00E06C48" w:rsidP="007254A6">
      <w:pPr>
        <w:spacing w:line="700" w:lineRule="exact"/>
        <w:jc w:val="center"/>
        <w:rPr>
          <w:rFonts w:ascii="方正小标宋简体" w:eastAsia="方正小标宋简体" w:hAnsi="宋体" w:cs="Times New Roman"/>
          <w:kern w:val="0"/>
          <w:sz w:val="44"/>
          <w:szCs w:val="44"/>
        </w:rPr>
      </w:pPr>
      <w:bookmarkStart w:id="0" w:name="_GoBack"/>
      <w:r w:rsidRPr="008A7F0E"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唱响团歌主题活动获奖学校名单</w:t>
      </w:r>
    </w:p>
    <w:bookmarkEnd w:id="0"/>
    <w:p w:rsidR="00E06C48" w:rsidRDefault="00E06C48" w:rsidP="007254A6">
      <w:pPr>
        <w:widowControl/>
        <w:spacing w:line="560" w:lineRule="exact"/>
        <w:ind w:firstLineChars="200" w:firstLine="31680"/>
        <w:rPr>
          <w:rFonts w:ascii="黑体" w:eastAsia="黑体" w:hAnsi="黑体" w:cs="Times New Roman"/>
          <w:color w:val="000000"/>
          <w:kern w:val="0"/>
          <w:sz w:val="32"/>
          <w:szCs w:val="32"/>
        </w:rPr>
      </w:pPr>
    </w:p>
    <w:p w:rsidR="00E06C48" w:rsidRPr="008A7F0E" w:rsidRDefault="00E06C48" w:rsidP="007254A6">
      <w:pPr>
        <w:widowControl/>
        <w:spacing w:line="600" w:lineRule="exact"/>
        <w:ind w:firstLineChars="200" w:firstLine="31680"/>
        <w:rPr>
          <w:rFonts w:ascii="黑体" w:eastAsia="黑体" w:hAnsi="黑体" w:cs="Times New Roman"/>
          <w:color w:val="000000"/>
          <w:kern w:val="0"/>
          <w:sz w:val="32"/>
          <w:szCs w:val="32"/>
        </w:rPr>
      </w:pPr>
      <w:r w:rsidRPr="008A7F0E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最佳创意奖：</w:t>
      </w:r>
    </w:p>
    <w:p w:rsidR="00E06C48" w:rsidRPr="008A7F0E" w:rsidRDefault="00E06C48" w:rsidP="007254A6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Calibri" w:cs="Times New Roman"/>
          <w:sz w:val="32"/>
          <w:szCs w:val="32"/>
        </w:rPr>
      </w:pPr>
      <w:r w:rsidRPr="008A7F0E">
        <w:rPr>
          <w:rFonts w:ascii="仿宋_GB2312" w:eastAsia="仿宋_GB2312" w:hAnsi="Calibri" w:cs="仿宋_GB2312" w:hint="eastAsia"/>
          <w:sz w:val="32"/>
          <w:szCs w:val="32"/>
        </w:rPr>
        <w:t>常州市正衡中学</w:t>
      </w:r>
    </w:p>
    <w:p w:rsidR="00E06C48" w:rsidRPr="008A7F0E" w:rsidRDefault="00E06C48" w:rsidP="007254A6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Calibri" w:cs="Times New Roman"/>
          <w:sz w:val="32"/>
          <w:szCs w:val="32"/>
        </w:rPr>
      </w:pPr>
      <w:r w:rsidRPr="008A7F0E">
        <w:rPr>
          <w:rFonts w:ascii="仿宋_GB2312" w:eastAsia="仿宋_GB2312" w:hAnsi="Calibri" w:cs="仿宋_GB2312" w:hint="eastAsia"/>
          <w:sz w:val="32"/>
          <w:szCs w:val="32"/>
        </w:rPr>
        <w:t>江苏省前黄高级中学</w:t>
      </w:r>
    </w:p>
    <w:p w:rsidR="00E06C48" w:rsidRPr="008A7F0E" w:rsidRDefault="00E06C48" w:rsidP="007254A6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Calibri" w:cs="Times New Roman"/>
          <w:sz w:val="32"/>
          <w:szCs w:val="32"/>
        </w:rPr>
      </w:pPr>
      <w:r w:rsidRPr="008A7F0E">
        <w:rPr>
          <w:rFonts w:ascii="仿宋_GB2312" w:eastAsia="仿宋_GB2312" w:hAnsi="Calibri" w:cs="仿宋_GB2312" w:hint="eastAsia"/>
          <w:sz w:val="32"/>
          <w:szCs w:val="32"/>
        </w:rPr>
        <w:t>常州市第三中学</w:t>
      </w:r>
    </w:p>
    <w:p w:rsidR="00E06C48" w:rsidRPr="008A7F0E" w:rsidRDefault="00E06C48" w:rsidP="007254A6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Calibri" w:cs="Times New Roman"/>
          <w:sz w:val="32"/>
          <w:szCs w:val="32"/>
        </w:rPr>
      </w:pPr>
      <w:r w:rsidRPr="008A7F0E">
        <w:rPr>
          <w:rFonts w:ascii="仿宋_GB2312" w:eastAsia="仿宋_GB2312" w:hAnsi="Calibri" w:cs="仿宋_GB2312" w:hint="eastAsia"/>
          <w:sz w:val="32"/>
          <w:szCs w:val="32"/>
        </w:rPr>
        <w:t>江苏省金坛中等专业学校</w:t>
      </w:r>
    </w:p>
    <w:p w:rsidR="00E06C48" w:rsidRPr="008A7F0E" w:rsidRDefault="00E06C48" w:rsidP="007254A6">
      <w:pPr>
        <w:widowControl/>
        <w:spacing w:line="600" w:lineRule="exact"/>
        <w:ind w:firstLineChars="200" w:firstLine="31680"/>
        <w:rPr>
          <w:rFonts w:ascii="黑体" w:eastAsia="黑体" w:hAnsi="黑体" w:cs="Times New Roman"/>
          <w:color w:val="000000"/>
          <w:kern w:val="0"/>
          <w:sz w:val="32"/>
          <w:szCs w:val="32"/>
        </w:rPr>
      </w:pPr>
      <w:r w:rsidRPr="008A7F0E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最佳艺术奖：</w:t>
      </w:r>
    </w:p>
    <w:p w:rsidR="00E06C48" w:rsidRPr="008A7F0E" w:rsidRDefault="00E06C48" w:rsidP="007254A6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Calibri" w:cs="Times New Roman"/>
          <w:sz w:val="32"/>
          <w:szCs w:val="32"/>
        </w:rPr>
      </w:pPr>
      <w:r w:rsidRPr="008A7F0E">
        <w:rPr>
          <w:rFonts w:ascii="仿宋_GB2312" w:eastAsia="仿宋_GB2312" w:hAnsi="Calibri" w:cs="仿宋_GB2312" w:hint="eastAsia"/>
          <w:sz w:val="32"/>
          <w:szCs w:val="32"/>
        </w:rPr>
        <w:t>常州外国语学校</w:t>
      </w:r>
    </w:p>
    <w:p w:rsidR="00E06C48" w:rsidRPr="008A7F0E" w:rsidRDefault="00E06C48" w:rsidP="007254A6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Calibri" w:cs="Times New Roman"/>
          <w:sz w:val="32"/>
          <w:szCs w:val="32"/>
        </w:rPr>
      </w:pPr>
      <w:r w:rsidRPr="008A7F0E">
        <w:rPr>
          <w:rFonts w:ascii="仿宋_GB2312" w:eastAsia="仿宋_GB2312" w:hAnsi="Calibri" w:cs="仿宋_GB2312" w:hint="eastAsia"/>
          <w:sz w:val="32"/>
          <w:szCs w:val="32"/>
        </w:rPr>
        <w:t>常州市第五中学</w:t>
      </w:r>
    </w:p>
    <w:p w:rsidR="00E06C48" w:rsidRPr="008A7F0E" w:rsidRDefault="00E06C48" w:rsidP="007254A6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Calibri" w:cs="Times New Roman"/>
          <w:sz w:val="32"/>
          <w:szCs w:val="32"/>
        </w:rPr>
      </w:pPr>
      <w:r w:rsidRPr="008A7F0E">
        <w:rPr>
          <w:rFonts w:ascii="仿宋_GB2312" w:eastAsia="仿宋_GB2312" w:hAnsi="Calibri" w:cs="仿宋_GB2312" w:hint="eastAsia"/>
          <w:sz w:val="32"/>
          <w:szCs w:val="32"/>
        </w:rPr>
        <w:t>常州市第一中学</w:t>
      </w:r>
    </w:p>
    <w:p w:rsidR="00E06C48" w:rsidRPr="008A7F0E" w:rsidRDefault="00E06C48" w:rsidP="007254A6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Calibri" w:cs="Times New Roman"/>
          <w:sz w:val="32"/>
          <w:szCs w:val="32"/>
        </w:rPr>
      </w:pPr>
      <w:r w:rsidRPr="008A7F0E">
        <w:rPr>
          <w:rFonts w:ascii="仿宋_GB2312" w:eastAsia="仿宋_GB2312" w:hAnsi="Calibri" w:cs="仿宋_GB2312" w:hint="eastAsia"/>
          <w:sz w:val="32"/>
          <w:szCs w:val="32"/>
        </w:rPr>
        <w:t>常州旅游商贸高等职业技术学校</w:t>
      </w:r>
    </w:p>
    <w:p w:rsidR="00E06C48" w:rsidRPr="008A7F0E" w:rsidRDefault="00E06C48" w:rsidP="007254A6">
      <w:pPr>
        <w:widowControl/>
        <w:spacing w:line="600" w:lineRule="exact"/>
        <w:ind w:firstLineChars="200" w:firstLine="31680"/>
        <w:rPr>
          <w:rFonts w:ascii="黑体" w:eastAsia="黑体" w:hAnsi="黑体" w:cs="Times New Roman"/>
          <w:color w:val="000000"/>
          <w:kern w:val="0"/>
          <w:sz w:val="32"/>
          <w:szCs w:val="32"/>
        </w:rPr>
      </w:pPr>
      <w:r w:rsidRPr="008A7F0E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最佳风采奖：</w:t>
      </w:r>
    </w:p>
    <w:p w:rsidR="00E06C48" w:rsidRPr="008A7F0E" w:rsidRDefault="00E06C48" w:rsidP="007254A6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Calibri" w:cs="Times New Roman"/>
          <w:sz w:val="32"/>
          <w:szCs w:val="32"/>
        </w:rPr>
      </w:pPr>
      <w:r w:rsidRPr="008A7F0E">
        <w:rPr>
          <w:rFonts w:ascii="仿宋_GB2312" w:eastAsia="仿宋_GB2312" w:hAnsi="Calibri" w:cs="仿宋_GB2312" w:hint="eastAsia"/>
          <w:sz w:val="32"/>
          <w:szCs w:val="32"/>
        </w:rPr>
        <w:t>常州刘国钧高等职业技术学校</w:t>
      </w:r>
    </w:p>
    <w:p w:rsidR="00E06C48" w:rsidRPr="008A7F0E" w:rsidRDefault="00E06C48" w:rsidP="007254A6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Calibri" w:cs="Times New Roman"/>
          <w:sz w:val="32"/>
          <w:szCs w:val="32"/>
        </w:rPr>
      </w:pPr>
      <w:r w:rsidRPr="008A7F0E">
        <w:rPr>
          <w:rFonts w:ascii="仿宋_GB2312" w:eastAsia="仿宋_GB2312" w:hAnsi="Calibri" w:cs="仿宋_GB2312" w:hint="eastAsia"/>
          <w:sz w:val="32"/>
          <w:szCs w:val="32"/>
        </w:rPr>
        <w:t>常州市兰陵中学</w:t>
      </w:r>
    </w:p>
    <w:p w:rsidR="00E06C48" w:rsidRPr="008A7F0E" w:rsidRDefault="00E06C48" w:rsidP="007254A6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Calibri" w:cs="Times New Roman"/>
          <w:sz w:val="32"/>
          <w:szCs w:val="32"/>
        </w:rPr>
      </w:pPr>
      <w:r w:rsidRPr="008A7F0E">
        <w:rPr>
          <w:rFonts w:ascii="仿宋_GB2312" w:eastAsia="仿宋_GB2312" w:hAnsi="Calibri" w:cs="仿宋_GB2312" w:hint="eastAsia"/>
          <w:sz w:val="32"/>
          <w:szCs w:val="32"/>
        </w:rPr>
        <w:t>常州新北区吕墅中学</w:t>
      </w:r>
    </w:p>
    <w:p w:rsidR="00E06C48" w:rsidRPr="008A7F0E" w:rsidRDefault="00E06C48" w:rsidP="007254A6">
      <w:pPr>
        <w:widowControl/>
        <w:spacing w:line="600" w:lineRule="exact"/>
        <w:ind w:firstLineChars="200" w:firstLine="31680"/>
        <w:rPr>
          <w:rFonts w:ascii="仿宋_GB2312" w:eastAsia="仿宋_GB2312" w:hAnsi="Calibri" w:cs="Times New Roman"/>
          <w:sz w:val="32"/>
          <w:szCs w:val="32"/>
        </w:rPr>
      </w:pPr>
      <w:r w:rsidRPr="008A7F0E">
        <w:rPr>
          <w:rFonts w:ascii="仿宋_GB2312" w:eastAsia="仿宋_GB2312" w:hAnsi="Calibri" w:cs="仿宋_GB2312" w:hint="eastAsia"/>
          <w:sz w:val="32"/>
          <w:szCs w:val="32"/>
        </w:rPr>
        <w:t>省前中附属人民路初级中学</w:t>
      </w:r>
    </w:p>
    <w:p w:rsidR="00E06C48" w:rsidRPr="008A7F0E" w:rsidRDefault="00E06C48" w:rsidP="007254A6">
      <w:pPr>
        <w:widowControl/>
        <w:spacing w:line="600" w:lineRule="exact"/>
        <w:ind w:firstLineChars="200" w:firstLine="31680"/>
        <w:rPr>
          <w:rFonts w:ascii="黑体" w:eastAsia="黑体" w:hAnsi="黑体" w:cs="Times New Roman"/>
          <w:color w:val="000000"/>
          <w:kern w:val="0"/>
          <w:sz w:val="32"/>
          <w:szCs w:val="32"/>
        </w:rPr>
      </w:pPr>
      <w:r w:rsidRPr="008A7F0E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最佳声音奖：</w:t>
      </w:r>
    </w:p>
    <w:p w:rsidR="00E06C48" w:rsidRPr="008A7F0E" w:rsidRDefault="00E06C48" w:rsidP="007254A6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Calibri" w:cs="Times New Roman"/>
          <w:sz w:val="32"/>
          <w:szCs w:val="32"/>
        </w:rPr>
      </w:pPr>
      <w:r w:rsidRPr="008A7F0E">
        <w:rPr>
          <w:rFonts w:ascii="仿宋_GB2312" w:eastAsia="仿宋_GB2312" w:hAnsi="Calibri" w:cs="仿宋_GB2312" w:hint="eastAsia"/>
          <w:sz w:val="32"/>
          <w:szCs w:val="32"/>
        </w:rPr>
        <w:t>常州市第二中学</w:t>
      </w:r>
    </w:p>
    <w:p w:rsidR="00E06C48" w:rsidRPr="008A7F0E" w:rsidRDefault="00E06C48" w:rsidP="007254A6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Calibri" w:cs="Times New Roman"/>
          <w:sz w:val="32"/>
          <w:szCs w:val="32"/>
        </w:rPr>
      </w:pPr>
      <w:r w:rsidRPr="008A7F0E">
        <w:rPr>
          <w:rFonts w:ascii="仿宋_GB2312" w:eastAsia="仿宋_GB2312" w:hAnsi="Calibri" w:cs="仿宋_GB2312" w:hint="eastAsia"/>
          <w:sz w:val="32"/>
          <w:szCs w:val="32"/>
        </w:rPr>
        <w:t>常州市实验初级初中</w:t>
      </w:r>
    </w:p>
    <w:p w:rsidR="00E06C48" w:rsidRPr="008A7F0E" w:rsidRDefault="00E06C48" w:rsidP="007254A6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Calibri" w:cs="Times New Roman"/>
          <w:sz w:val="32"/>
          <w:szCs w:val="32"/>
        </w:rPr>
      </w:pPr>
      <w:r w:rsidRPr="008A7F0E">
        <w:rPr>
          <w:rFonts w:ascii="仿宋_GB2312" w:eastAsia="仿宋_GB2312" w:hAnsi="Calibri" w:cs="仿宋_GB2312" w:hint="eastAsia"/>
          <w:sz w:val="32"/>
          <w:szCs w:val="32"/>
        </w:rPr>
        <w:t>江苏省常州高级中学</w:t>
      </w:r>
    </w:p>
    <w:p w:rsidR="00E06C48" w:rsidRPr="008A7F0E" w:rsidRDefault="00E06C48" w:rsidP="007254A6">
      <w:pPr>
        <w:widowControl/>
        <w:spacing w:line="600" w:lineRule="exact"/>
        <w:ind w:firstLineChars="200" w:firstLine="31680"/>
        <w:rPr>
          <w:rFonts w:ascii="仿宋_GB2312" w:eastAsia="仿宋_GB2312" w:hAnsi="Calibri" w:cs="Times New Roman"/>
          <w:sz w:val="32"/>
          <w:szCs w:val="32"/>
        </w:rPr>
      </w:pPr>
      <w:r w:rsidRPr="008A7F0E">
        <w:rPr>
          <w:rFonts w:ascii="仿宋_GB2312" w:eastAsia="仿宋_GB2312" w:hAnsi="Calibri" w:cs="仿宋_GB2312" w:hint="eastAsia"/>
          <w:sz w:val="32"/>
          <w:szCs w:val="32"/>
        </w:rPr>
        <w:t>常州市武进区马杭初级中学</w:t>
      </w:r>
    </w:p>
    <w:p w:rsidR="00E06C48" w:rsidRPr="008A7F0E" w:rsidRDefault="00E06C48" w:rsidP="007254A6">
      <w:pPr>
        <w:widowControl/>
        <w:spacing w:line="600" w:lineRule="exact"/>
        <w:ind w:firstLineChars="200" w:firstLine="31680"/>
        <w:rPr>
          <w:rFonts w:ascii="黑体" w:eastAsia="黑体" w:hAnsi="黑体" w:cs="Times New Roman"/>
          <w:color w:val="000000"/>
          <w:kern w:val="0"/>
          <w:sz w:val="32"/>
          <w:szCs w:val="32"/>
        </w:rPr>
      </w:pPr>
      <w:r w:rsidRPr="008A7F0E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最佳人气奖：</w:t>
      </w:r>
    </w:p>
    <w:p w:rsidR="00E06C48" w:rsidRPr="008A7F0E" w:rsidRDefault="00E06C48" w:rsidP="007254A6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Calibri" w:cs="Times New Roman"/>
          <w:sz w:val="32"/>
          <w:szCs w:val="32"/>
        </w:rPr>
      </w:pPr>
      <w:r w:rsidRPr="008A7F0E">
        <w:rPr>
          <w:rFonts w:ascii="仿宋_GB2312" w:eastAsia="仿宋_GB2312" w:hAnsi="Calibri" w:cs="仿宋_GB2312" w:hint="eastAsia"/>
          <w:sz w:val="32"/>
          <w:szCs w:val="32"/>
        </w:rPr>
        <w:t>常州市北郊高级中学</w:t>
      </w:r>
    </w:p>
    <w:p w:rsidR="00E06C48" w:rsidRPr="008A7F0E" w:rsidRDefault="00E06C48" w:rsidP="007254A6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Calibri" w:cs="Times New Roman"/>
          <w:sz w:val="32"/>
          <w:szCs w:val="32"/>
        </w:rPr>
      </w:pPr>
      <w:r w:rsidRPr="008A7F0E">
        <w:rPr>
          <w:rFonts w:ascii="仿宋_GB2312" w:eastAsia="仿宋_GB2312" w:hAnsi="Calibri" w:cs="仿宋_GB2312" w:hint="eastAsia"/>
          <w:sz w:val="32"/>
          <w:szCs w:val="32"/>
        </w:rPr>
        <w:t xml:space="preserve">常州市翠竹中学　</w:t>
      </w:r>
    </w:p>
    <w:p w:rsidR="00E06C48" w:rsidRPr="008A7F0E" w:rsidRDefault="00E06C48" w:rsidP="007254A6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Calibri" w:cs="Times New Roman"/>
          <w:sz w:val="32"/>
          <w:szCs w:val="32"/>
        </w:rPr>
      </w:pPr>
      <w:r w:rsidRPr="008A7F0E">
        <w:rPr>
          <w:rFonts w:ascii="仿宋_GB2312" w:eastAsia="仿宋_GB2312" w:hAnsi="Calibri" w:cs="仿宋_GB2312" w:hint="eastAsia"/>
          <w:sz w:val="32"/>
          <w:szCs w:val="32"/>
        </w:rPr>
        <w:t>常州市勤业中学</w:t>
      </w:r>
    </w:p>
    <w:p w:rsidR="00E06C48" w:rsidRPr="008A7F0E" w:rsidRDefault="00E06C48" w:rsidP="007254A6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Calibri" w:cs="Times New Roman"/>
          <w:sz w:val="32"/>
          <w:szCs w:val="32"/>
        </w:rPr>
      </w:pPr>
      <w:r w:rsidRPr="008A7F0E">
        <w:rPr>
          <w:rFonts w:ascii="仿宋_GB2312" w:eastAsia="仿宋_GB2312" w:hAnsi="Calibri" w:cs="仿宋_GB2312" w:hint="eastAsia"/>
          <w:sz w:val="32"/>
          <w:szCs w:val="32"/>
        </w:rPr>
        <w:t>常州市武进区潘家初级中学</w:t>
      </w:r>
    </w:p>
    <w:p w:rsidR="00E06C48" w:rsidRPr="008A7F0E" w:rsidRDefault="00E06C48">
      <w:pPr>
        <w:rPr>
          <w:rFonts w:cs="Times New Roman"/>
        </w:rPr>
      </w:pPr>
    </w:p>
    <w:sectPr w:rsidR="00E06C48" w:rsidRPr="008A7F0E" w:rsidSect="007254A6">
      <w:footerReference w:type="default" r:id="rId6"/>
      <w:pgSz w:w="11906" w:h="16838"/>
      <w:pgMar w:top="1701" w:right="1531" w:bottom="1701" w:left="1531" w:header="851" w:footer="992" w:gutter="0"/>
      <w:pgNumType w:fmt="numberInDash" w:start="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C48" w:rsidRDefault="00E06C4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E06C48" w:rsidRDefault="00E06C4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C48" w:rsidRPr="007254A6" w:rsidRDefault="00E06C48" w:rsidP="002E3100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7254A6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7254A6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7254A6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- 4 -</w:t>
    </w:r>
    <w:r w:rsidRPr="007254A6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E06C48" w:rsidRDefault="00E06C48" w:rsidP="007254A6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C48" w:rsidRDefault="00E06C48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E06C48" w:rsidRDefault="00E06C4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F0E"/>
    <w:rsid w:val="000006E1"/>
    <w:rsid w:val="000034EE"/>
    <w:rsid w:val="00004A64"/>
    <w:rsid w:val="00027E57"/>
    <w:rsid w:val="00035AA5"/>
    <w:rsid w:val="00050450"/>
    <w:rsid w:val="00061065"/>
    <w:rsid w:val="0009405A"/>
    <w:rsid w:val="00094BFD"/>
    <w:rsid w:val="000B2FFC"/>
    <w:rsid w:val="000B419A"/>
    <w:rsid w:val="000E5DC4"/>
    <w:rsid w:val="000E602B"/>
    <w:rsid w:val="000F13DE"/>
    <w:rsid w:val="00105C8B"/>
    <w:rsid w:val="0011783B"/>
    <w:rsid w:val="00120746"/>
    <w:rsid w:val="0012117B"/>
    <w:rsid w:val="001213D1"/>
    <w:rsid w:val="00122C84"/>
    <w:rsid w:val="0013742D"/>
    <w:rsid w:val="0015159B"/>
    <w:rsid w:val="00181FF8"/>
    <w:rsid w:val="00182462"/>
    <w:rsid w:val="00193A78"/>
    <w:rsid w:val="001950A9"/>
    <w:rsid w:val="00197ED7"/>
    <w:rsid w:val="001A78C9"/>
    <w:rsid w:val="001B75EB"/>
    <w:rsid w:val="001C092E"/>
    <w:rsid w:val="001F3CF5"/>
    <w:rsid w:val="001F4242"/>
    <w:rsid w:val="001F52BD"/>
    <w:rsid w:val="0023063B"/>
    <w:rsid w:val="002369EB"/>
    <w:rsid w:val="00240BD6"/>
    <w:rsid w:val="0024235F"/>
    <w:rsid w:val="00244674"/>
    <w:rsid w:val="0024590B"/>
    <w:rsid w:val="00256D55"/>
    <w:rsid w:val="00257594"/>
    <w:rsid w:val="0027322D"/>
    <w:rsid w:val="002773E9"/>
    <w:rsid w:val="00277EBC"/>
    <w:rsid w:val="00287248"/>
    <w:rsid w:val="00290FBC"/>
    <w:rsid w:val="002914DD"/>
    <w:rsid w:val="002B169F"/>
    <w:rsid w:val="002B67CE"/>
    <w:rsid w:val="002B79C9"/>
    <w:rsid w:val="002B7C04"/>
    <w:rsid w:val="002C1C8A"/>
    <w:rsid w:val="002C2EED"/>
    <w:rsid w:val="002D5D27"/>
    <w:rsid w:val="002E3100"/>
    <w:rsid w:val="00305079"/>
    <w:rsid w:val="0030516B"/>
    <w:rsid w:val="00306336"/>
    <w:rsid w:val="00317E0F"/>
    <w:rsid w:val="00347827"/>
    <w:rsid w:val="00360947"/>
    <w:rsid w:val="00360CA9"/>
    <w:rsid w:val="00374492"/>
    <w:rsid w:val="003E2E53"/>
    <w:rsid w:val="00407713"/>
    <w:rsid w:val="00411A8C"/>
    <w:rsid w:val="0042381A"/>
    <w:rsid w:val="004246FB"/>
    <w:rsid w:val="004254AD"/>
    <w:rsid w:val="0043072A"/>
    <w:rsid w:val="00441E23"/>
    <w:rsid w:val="004562D5"/>
    <w:rsid w:val="004C7518"/>
    <w:rsid w:val="004D6E3C"/>
    <w:rsid w:val="004E0E2B"/>
    <w:rsid w:val="004F2855"/>
    <w:rsid w:val="004F660D"/>
    <w:rsid w:val="00504D39"/>
    <w:rsid w:val="00527135"/>
    <w:rsid w:val="00540644"/>
    <w:rsid w:val="00550287"/>
    <w:rsid w:val="005666EF"/>
    <w:rsid w:val="00580782"/>
    <w:rsid w:val="00581488"/>
    <w:rsid w:val="00584DEF"/>
    <w:rsid w:val="005907CF"/>
    <w:rsid w:val="00590D7C"/>
    <w:rsid w:val="00590D7E"/>
    <w:rsid w:val="00591E9D"/>
    <w:rsid w:val="005A21CA"/>
    <w:rsid w:val="005C68F4"/>
    <w:rsid w:val="005C7952"/>
    <w:rsid w:val="005D1401"/>
    <w:rsid w:val="005E1A94"/>
    <w:rsid w:val="00600046"/>
    <w:rsid w:val="00601C7D"/>
    <w:rsid w:val="006311AA"/>
    <w:rsid w:val="00635B5B"/>
    <w:rsid w:val="00655558"/>
    <w:rsid w:val="0066512A"/>
    <w:rsid w:val="0067767F"/>
    <w:rsid w:val="00683CB5"/>
    <w:rsid w:val="00686095"/>
    <w:rsid w:val="00691A8A"/>
    <w:rsid w:val="006A29F0"/>
    <w:rsid w:val="006C60FB"/>
    <w:rsid w:val="006D0268"/>
    <w:rsid w:val="006F7E22"/>
    <w:rsid w:val="0070546F"/>
    <w:rsid w:val="007254A6"/>
    <w:rsid w:val="00741B1E"/>
    <w:rsid w:val="007570F4"/>
    <w:rsid w:val="007616B0"/>
    <w:rsid w:val="00770AA2"/>
    <w:rsid w:val="007818F0"/>
    <w:rsid w:val="00782F85"/>
    <w:rsid w:val="00786FB0"/>
    <w:rsid w:val="007A2294"/>
    <w:rsid w:val="007A4B03"/>
    <w:rsid w:val="007D357B"/>
    <w:rsid w:val="007D35C7"/>
    <w:rsid w:val="007F499A"/>
    <w:rsid w:val="00840598"/>
    <w:rsid w:val="00844D95"/>
    <w:rsid w:val="00844DF1"/>
    <w:rsid w:val="008550F3"/>
    <w:rsid w:val="00876CFD"/>
    <w:rsid w:val="00891F29"/>
    <w:rsid w:val="00892682"/>
    <w:rsid w:val="008A7F0E"/>
    <w:rsid w:val="008B1A8D"/>
    <w:rsid w:val="008B2656"/>
    <w:rsid w:val="008C2AFA"/>
    <w:rsid w:val="008D4BD0"/>
    <w:rsid w:val="008E10FD"/>
    <w:rsid w:val="008E4AF1"/>
    <w:rsid w:val="008F1EEB"/>
    <w:rsid w:val="008F5C61"/>
    <w:rsid w:val="008F70ED"/>
    <w:rsid w:val="00926DA8"/>
    <w:rsid w:val="00930A3F"/>
    <w:rsid w:val="0094469E"/>
    <w:rsid w:val="00954F26"/>
    <w:rsid w:val="00960C94"/>
    <w:rsid w:val="00985D96"/>
    <w:rsid w:val="0098611C"/>
    <w:rsid w:val="009A4022"/>
    <w:rsid w:val="009C283D"/>
    <w:rsid w:val="009D7B91"/>
    <w:rsid w:val="00A23C1E"/>
    <w:rsid w:val="00A259CE"/>
    <w:rsid w:val="00A3144B"/>
    <w:rsid w:val="00A425AA"/>
    <w:rsid w:val="00A438A3"/>
    <w:rsid w:val="00A53144"/>
    <w:rsid w:val="00A6048E"/>
    <w:rsid w:val="00A61E6D"/>
    <w:rsid w:val="00A720CB"/>
    <w:rsid w:val="00A82358"/>
    <w:rsid w:val="00AA42B3"/>
    <w:rsid w:val="00AA66C0"/>
    <w:rsid w:val="00AB6480"/>
    <w:rsid w:val="00AD0AA2"/>
    <w:rsid w:val="00AD1FC5"/>
    <w:rsid w:val="00AE703A"/>
    <w:rsid w:val="00AF1BD9"/>
    <w:rsid w:val="00B02375"/>
    <w:rsid w:val="00B07C37"/>
    <w:rsid w:val="00B15FA4"/>
    <w:rsid w:val="00B209C1"/>
    <w:rsid w:val="00B32456"/>
    <w:rsid w:val="00B40BEC"/>
    <w:rsid w:val="00B44E06"/>
    <w:rsid w:val="00B4743B"/>
    <w:rsid w:val="00B53933"/>
    <w:rsid w:val="00B55D6E"/>
    <w:rsid w:val="00B90C7A"/>
    <w:rsid w:val="00BA0F36"/>
    <w:rsid w:val="00BA1C01"/>
    <w:rsid w:val="00BA29B7"/>
    <w:rsid w:val="00BB73B7"/>
    <w:rsid w:val="00BC367C"/>
    <w:rsid w:val="00BD17DF"/>
    <w:rsid w:val="00BD303C"/>
    <w:rsid w:val="00BD3B7F"/>
    <w:rsid w:val="00BE3894"/>
    <w:rsid w:val="00BF432B"/>
    <w:rsid w:val="00C216CB"/>
    <w:rsid w:val="00C323D8"/>
    <w:rsid w:val="00C46D4B"/>
    <w:rsid w:val="00C63CD3"/>
    <w:rsid w:val="00C71CB3"/>
    <w:rsid w:val="00C8014F"/>
    <w:rsid w:val="00C92BDC"/>
    <w:rsid w:val="00C92FCA"/>
    <w:rsid w:val="00CA19B8"/>
    <w:rsid w:val="00CC28F4"/>
    <w:rsid w:val="00CD65EB"/>
    <w:rsid w:val="00CE612F"/>
    <w:rsid w:val="00D14BCF"/>
    <w:rsid w:val="00D27868"/>
    <w:rsid w:val="00D545CA"/>
    <w:rsid w:val="00D7111D"/>
    <w:rsid w:val="00D81033"/>
    <w:rsid w:val="00DC7901"/>
    <w:rsid w:val="00DD5199"/>
    <w:rsid w:val="00DD59FD"/>
    <w:rsid w:val="00DE79BC"/>
    <w:rsid w:val="00DF03C1"/>
    <w:rsid w:val="00DF0CCA"/>
    <w:rsid w:val="00E06C48"/>
    <w:rsid w:val="00E10AA2"/>
    <w:rsid w:val="00E37020"/>
    <w:rsid w:val="00E45006"/>
    <w:rsid w:val="00E56C1B"/>
    <w:rsid w:val="00E605A8"/>
    <w:rsid w:val="00E625BA"/>
    <w:rsid w:val="00E956BA"/>
    <w:rsid w:val="00EB0061"/>
    <w:rsid w:val="00EB262D"/>
    <w:rsid w:val="00EB5C12"/>
    <w:rsid w:val="00EC64A0"/>
    <w:rsid w:val="00EE5765"/>
    <w:rsid w:val="00EF62E3"/>
    <w:rsid w:val="00F100FF"/>
    <w:rsid w:val="00F35934"/>
    <w:rsid w:val="00F36C0A"/>
    <w:rsid w:val="00F56485"/>
    <w:rsid w:val="00F70A7F"/>
    <w:rsid w:val="00F749A4"/>
    <w:rsid w:val="00F972BE"/>
    <w:rsid w:val="00FD79FC"/>
    <w:rsid w:val="00FE01AD"/>
    <w:rsid w:val="00FE0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144"/>
    <w:pPr>
      <w:widowControl w:val="0"/>
      <w:jc w:val="both"/>
    </w:pPr>
    <w:rPr>
      <w:rFonts w:cs="等线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254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410D0"/>
    <w:rPr>
      <w:rFonts w:cs="等线"/>
      <w:sz w:val="18"/>
      <w:szCs w:val="18"/>
    </w:rPr>
  </w:style>
  <w:style w:type="paragraph" w:styleId="Footer">
    <w:name w:val="footer"/>
    <w:basedOn w:val="Normal"/>
    <w:link w:val="FooterChar"/>
    <w:uiPriority w:val="99"/>
    <w:rsid w:val="007254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410D0"/>
    <w:rPr>
      <w:rFonts w:cs="等线"/>
      <w:sz w:val="18"/>
      <w:szCs w:val="18"/>
    </w:rPr>
  </w:style>
  <w:style w:type="character" w:styleId="PageNumber">
    <w:name w:val="page number"/>
    <w:basedOn w:val="DefaultParagraphFont"/>
    <w:uiPriority w:val="99"/>
    <w:rsid w:val="007254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133</Words>
  <Characters>140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旭娇 刘</dc:creator>
  <cp:keywords/>
  <dc:description/>
  <cp:lastModifiedBy>Administrator</cp:lastModifiedBy>
  <cp:revision>2</cp:revision>
  <dcterms:created xsi:type="dcterms:W3CDTF">2019-05-06T02:36:00Z</dcterms:created>
  <dcterms:modified xsi:type="dcterms:W3CDTF">2019-05-07T03:13:00Z</dcterms:modified>
</cp:coreProperties>
</file>