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5F" w:rsidRDefault="00B6735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1"/>
        <w:gridCol w:w="1932"/>
        <w:gridCol w:w="5416"/>
      </w:tblGrid>
      <w:tr w:rsidR="00B6735F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6735F" w:rsidRDefault="00B6735F" w:rsidP="003F5BEE">
            <w:pPr>
              <w:widowControl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2019</w:t>
            </w:r>
            <w:bookmarkStart w:id="0" w:name="_GoBack"/>
            <w:bookmarkEnd w:id="0"/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年常州市校园足球示范校名单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常州市实验小学平冈校区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常州市白云小学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常州市雕庄中心小学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常州市天宁区东青实验学校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常州市实验初中天宁分校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常州市丽华新村第三小学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常州市朝阳新村第二小学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常州市第二实验小学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常州市三河口小学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常州市新北区国英小学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常州市新北区圩塘小学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常州市武进区礼河实验学校</w:t>
            </w:r>
          </w:p>
        </w:tc>
      </w:tr>
      <w:tr w:rsidR="00B6735F">
        <w:trPr>
          <w:trHeight w:val="25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B6735F">
        <w:trPr>
          <w:trHeight w:val="25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常州市武进区卢家巷实验学校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常州市武进区横山桥中心小学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常州市武进区夏溪小学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常州市武进区洛阳初级中学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江苏省横林高级中学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常州市武进区淹城初级中学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常州市武进区礼嘉小学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常州市湟里高级中学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常州市武进区戴溪小学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常州市武进区东安实验学校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常州市武进区湖塘桥初中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金坛区第二中学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溧阳市溧城中心小学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溧阳市文化小学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B6735F">
        <w:trPr>
          <w:trHeight w:val="285"/>
          <w:jc w:val="center"/>
        </w:trPr>
        <w:tc>
          <w:tcPr>
            <w:tcW w:w="1121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932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B6735F" w:rsidRDefault="00B6735F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</w:tr>
    </w:tbl>
    <w:p w:rsidR="00B6735F" w:rsidRDefault="00B6735F">
      <w:pPr>
        <w:rPr>
          <w:rFonts w:ascii="Times New Roman" w:hAnsi="Times New Roman" w:cs="Times New Roman"/>
        </w:rPr>
      </w:pPr>
    </w:p>
    <w:p w:rsidR="00B6735F" w:rsidRDefault="00B6735F">
      <w:pPr>
        <w:jc w:val="center"/>
        <w:rPr>
          <w:rFonts w:ascii="Times New Roman" w:hAnsi="Times New Roman" w:cs="Times New Roman"/>
        </w:rPr>
      </w:pPr>
    </w:p>
    <w:sectPr w:rsidR="00B6735F" w:rsidSect="00EE36E9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35F" w:rsidRDefault="00B6735F" w:rsidP="00680C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6735F" w:rsidRDefault="00B6735F" w:rsidP="00680C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F" w:rsidRDefault="00B6735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6735F" w:rsidRDefault="00B6735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35F" w:rsidRDefault="00B6735F" w:rsidP="00680C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6735F" w:rsidRDefault="00B6735F" w:rsidP="00680C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FD0"/>
    <w:rsid w:val="000966EF"/>
    <w:rsid w:val="000A7FD0"/>
    <w:rsid w:val="000F7883"/>
    <w:rsid w:val="001211B7"/>
    <w:rsid w:val="0021792D"/>
    <w:rsid w:val="002D04D1"/>
    <w:rsid w:val="00317D2E"/>
    <w:rsid w:val="003253DA"/>
    <w:rsid w:val="00360DB5"/>
    <w:rsid w:val="00394491"/>
    <w:rsid w:val="003C1979"/>
    <w:rsid w:val="003F5BEE"/>
    <w:rsid w:val="004F0A51"/>
    <w:rsid w:val="0058371C"/>
    <w:rsid w:val="00680C0F"/>
    <w:rsid w:val="00697484"/>
    <w:rsid w:val="006C5EF1"/>
    <w:rsid w:val="007577E7"/>
    <w:rsid w:val="0077404A"/>
    <w:rsid w:val="00792B50"/>
    <w:rsid w:val="00886479"/>
    <w:rsid w:val="008E5399"/>
    <w:rsid w:val="00907D1A"/>
    <w:rsid w:val="00B6735F"/>
    <w:rsid w:val="00BE7B12"/>
    <w:rsid w:val="00C10D5B"/>
    <w:rsid w:val="00D934B8"/>
    <w:rsid w:val="00DE4336"/>
    <w:rsid w:val="00DE7402"/>
    <w:rsid w:val="00E37BD1"/>
    <w:rsid w:val="00E66C21"/>
    <w:rsid w:val="00E91E99"/>
    <w:rsid w:val="00ED6A51"/>
    <w:rsid w:val="00EE36E9"/>
    <w:rsid w:val="00EE6849"/>
    <w:rsid w:val="04174A68"/>
    <w:rsid w:val="277D48A0"/>
    <w:rsid w:val="29002A58"/>
    <w:rsid w:val="43B03783"/>
    <w:rsid w:val="45F92A29"/>
    <w:rsid w:val="7321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C0F"/>
    <w:pPr>
      <w:widowControl w:val="0"/>
      <w:jc w:val="both"/>
    </w:pPr>
    <w:rPr>
      <w:rFonts w:cs="??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80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0C0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80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0C0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80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302</Words>
  <Characters>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693591661@qq.com</dc:creator>
  <cp:keywords/>
  <dc:description/>
  <cp:lastModifiedBy>Administrator</cp:lastModifiedBy>
  <cp:revision>11</cp:revision>
  <cp:lastPrinted>2018-02-05T06:32:00Z</cp:lastPrinted>
  <dcterms:created xsi:type="dcterms:W3CDTF">2018-01-07T06:28:00Z</dcterms:created>
  <dcterms:modified xsi:type="dcterms:W3CDTF">2019-01-04T07:03:00Z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