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610" w:rsidRDefault="00767610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tbl>
      <w:tblPr>
        <w:tblW w:w="8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21"/>
        <w:gridCol w:w="1932"/>
        <w:gridCol w:w="5416"/>
      </w:tblGrid>
      <w:tr w:rsidR="00767610">
        <w:trPr>
          <w:trHeight w:val="285"/>
          <w:jc w:val="center"/>
        </w:trPr>
        <w:tc>
          <w:tcPr>
            <w:tcW w:w="846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767610" w:rsidRDefault="00767610">
            <w:pPr>
              <w:widowControl/>
              <w:spacing w:line="700" w:lineRule="exact"/>
              <w:jc w:val="center"/>
              <w:rPr>
                <w:rFonts w:ascii="方正小标宋简体" w:eastAsia="方正小标宋简体" w:hAnsi="宋体" w:cs="Times New Roman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方正小标宋简体"/>
                <w:kern w:val="0"/>
                <w:sz w:val="44"/>
                <w:szCs w:val="44"/>
              </w:rPr>
              <w:t>2018</w:t>
            </w:r>
            <w:r>
              <w:rPr>
                <w:rFonts w:ascii="方正小标宋简体" w:eastAsia="方正小标宋简体" w:hAnsi="宋体" w:cs="方正小标宋简体" w:hint="eastAsia"/>
                <w:kern w:val="0"/>
                <w:sz w:val="44"/>
                <w:szCs w:val="44"/>
              </w:rPr>
              <w:t>年度常州市校园足球示范校名单</w:t>
            </w:r>
          </w:p>
          <w:p w:rsidR="00767610" w:rsidRPr="00B00DA4" w:rsidRDefault="00767610" w:rsidP="00B00DA4">
            <w:pPr>
              <w:widowControl/>
              <w:spacing w:line="400" w:lineRule="exact"/>
              <w:jc w:val="center"/>
              <w:rPr>
                <w:rFonts w:ascii="方正小标宋简体" w:eastAsia="方正小标宋简体" w:hAnsi="宋体" w:cs="Times New Roman"/>
                <w:kern w:val="0"/>
                <w:sz w:val="44"/>
                <w:szCs w:val="44"/>
              </w:rPr>
            </w:pP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区域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学校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常州市实验小学平冈校区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常州市白云小学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常州市雕庄中心小学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常州市天宁区东青实验学校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常州市实验初中天宁分校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常州市丽华新村第三小学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常州市朝阳新村第二小学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常州市华润小学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常州市第二实验小学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常州市新北区国英小学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常州市新北区圩塘小学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常州市武进区礼河实验学校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常州市武进区刘海粟小学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常州市武进区卢家巷实验学校</w:t>
            </w:r>
          </w:p>
        </w:tc>
      </w:tr>
      <w:tr w:rsidR="00767610">
        <w:trPr>
          <w:trHeight w:val="25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常州市武进区横山桥中心小学</w:t>
            </w:r>
          </w:p>
        </w:tc>
      </w:tr>
      <w:tr w:rsidR="00767610">
        <w:trPr>
          <w:trHeight w:val="25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常州市武进区横林实验小学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常州市武进区夏溪小学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常州市武进区洛阳初级中学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江苏省横林高级中学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常州市武进区淹城初级中学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常州市武进区礼嘉小学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常州市湟里高级中学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常州市武进区戴溪小学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常州市武进区东安实验学校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常州市武进区湖塘桥初中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金坛区第二中学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溧阳市溧城中心小学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溧阳市文化小学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常州市田家炳高级中学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常州市北郊高级中学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常州市清潭中学</w:t>
            </w:r>
          </w:p>
        </w:tc>
      </w:tr>
    </w:tbl>
    <w:p w:rsidR="00767610" w:rsidRDefault="00767610">
      <w:pPr>
        <w:rPr>
          <w:rFonts w:ascii="Times New Roman" w:hAnsi="Times New Roman" w:cs="Times New Roman"/>
        </w:rPr>
      </w:pPr>
    </w:p>
    <w:p w:rsidR="00767610" w:rsidRDefault="00767610">
      <w:pPr>
        <w:rPr>
          <w:rFonts w:ascii="Times New Roman" w:hAnsi="Times New Roman" w:cs="Times New Roman"/>
        </w:rPr>
      </w:pPr>
    </w:p>
    <w:p w:rsidR="00767610" w:rsidRDefault="00767610">
      <w:pPr>
        <w:rPr>
          <w:rFonts w:ascii="Times New Roman" w:hAnsi="Times New Roman" w:cs="Times New Roman"/>
        </w:rPr>
      </w:pPr>
    </w:p>
    <w:p w:rsidR="00767610" w:rsidRDefault="00767610">
      <w:pPr>
        <w:rPr>
          <w:rFonts w:ascii="Times New Roman" w:hAnsi="Times New Roman" w:cs="Times New Roman"/>
        </w:rPr>
      </w:pPr>
    </w:p>
    <w:p w:rsidR="00767610" w:rsidRDefault="00767610">
      <w:pPr>
        <w:rPr>
          <w:rFonts w:ascii="Times New Roman" w:hAnsi="Times New Roman" w:cs="Times New Roman"/>
        </w:rPr>
      </w:pPr>
    </w:p>
    <w:p w:rsidR="00767610" w:rsidRDefault="00767610">
      <w:pPr>
        <w:rPr>
          <w:rFonts w:ascii="Times New Roman" w:hAnsi="Times New Roman" w:cs="Times New Roman"/>
        </w:rPr>
      </w:pPr>
    </w:p>
    <w:p w:rsidR="00767610" w:rsidRDefault="00767610">
      <w:pPr>
        <w:rPr>
          <w:rFonts w:ascii="Times New Roman" w:hAnsi="Times New Roman" w:cs="Times New Roman"/>
        </w:rPr>
      </w:pPr>
    </w:p>
    <w:p w:rsidR="00767610" w:rsidRDefault="00767610">
      <w:pPr>
        <w:rPr>
          <w:rFonts w:ascii="Times New Roman" w:hAnsi="Times New Roman" w:cs="Times New Roman"/>
        </w:rPr>
      </w:pPr>
    </w:p>
    <w:p w:rsidR="00767610" w:rsidRDefault="00767610">
      <w:pPr>
        <w:rPr>
          <w:rFonts w:ascii="Times New Roman" w:hAnsi="Times New Roman" w:cs="Times New Roman"/>
        </w:rPr>
      </w:pPr>
    </w:p>
    <w:p w:rsidR="00767610" w:rsidRDefault="00767610">
      <w:pPr>
        <w:rPr>
          <w:rFonts w:ascii="Times New Roman" w:hAnsi="Times New Roman" w:cs="Times New Roman"/>
        </w:rPr>
      </w:pPr>
    </w:p>
    <w:p w:rsidR="00767610" w:rsidRDefault="00767610">
      <w:pPr>
        <w:rPr>
          <w:rFonts w:ascii="Times New Roman" w:hAnsi="Times New Roman" w:cs="Times New Roman"/>
        </w:rPr>
      </w:pPr>
    </w:p>
    <w:p w:rsidR="00767610" w:rsidRDefault="00767610">
      <w:pPr>
        <w:rPr>
          <w:rFonts w:ascii="Times New Roman" w:hAnsi="Times New Roman" w:cs="Times New Roman"/>
        </w:rPr>
      </w:pPr>
    </w:p>
    <w:p w:rsidR="00767610" w:rsidRDefault="00767610">
      <w:pPr>
        <w:rPr>
          <w:rFonts w:ascii="Times New Roman" w:hAnsi="Times New Roman" w:cs="Times New Roman"/>
        </w:rPr>
      </w:pPr>
    </w:p>
    <w:p w:rsidR="00767610" w:rsidRDefault="00767610">
      <w:pPr>
        <w:rPr>
          <w:rFonts w:ascii="Times New Roman" w:hAnsi="Times New Roman" w:cs="Times New Roman"/>
        </w:rPr>
      </w:pPr>
    </w:p>
    <w:p w:rsidR="00767610" w:rsidRDefault="00767610">
      <w:pPr>
        <w:rPr>
          <w:rFonts w:ascii="Times New Roman" w:hAnsi="Times New Roman" w:cs="Times New Roman"/>
        </w:rPr>
      </w:pPr>
    </w:p>
    <w:tbl>
      <w:tblPr>
        <w:tblW w:w="8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21"/>
        <w:gridCol w:w="1932"/>
        <w:gridCol w:w="5416"/>
      </w:tblGrid>
      <w:tr w:rsidR="00767610">
        <w:trPr>
          <w:trHeight w:val="285"/>
          <w:jc w:val="center"/>
        </w:trPr>
        <w:tc>
          <w:tcPr>
            <w:tcW w:w="846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767610" w:rsidRDefault="00767610">
            <w:pPr>
              <w:widowControl/>
              <w:jc w:val="center"/>
              <w:rPr>
                <w:rFonts w:ascii="方正小标宋简体" w:eastAsia="方正小标宋简体" w:hAnsi="宋体" w:cs="Times New Roman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方正小标宋简体"/>
                <w:kern w:val="0"/>
                <w:sz w:val="44"/>
                <w:szCs w:val="44"/>
              </w:rPr>
              <w:t>2018</w:t>
            </w:r>
            <w:r>
              <w:rPr>
                <w:rFonts w:ascii="方正小标宋简体" w:eastAsia="方正小标宋简体" w:hAnsi="宋体" w:cs="方正小标宋简体" w:hint="eastAsia"/>
                <w:kern w:val="0"/>
                <w:sz w:val="44"/>
                <w:szCs w:val="44"/>
              </w:rPr>
              <w:t>年度常州市校园足球试点校名单</w:t>
            </w:r>
          </w:p>
          <w:p w:rsidR="00767610" w:rsidRDefault="00767610" w:rsidP="00B00DA4">
            <w:pPr>
              <w:widowControl/>
              <w:spacing w:line="400" w:lineRule="exact"/>
              <w:jc w:val="center"/>
              <w:rPr>
                <w:rFonts w:ascii="方正小标宋简体" w:eastAsia="方正小标宋简体" w:hAnsi="宋体" w:cs="Times New Roman"/>
                <w:kern w:val="0"/>
                <w:sz w:val="44"/>
                <w:szCs w:val="44"/>
              </w:rPr>
            </w:pP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区域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学校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常州市钟楼实验小学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常州市钟楼实验中学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常州市谭市小学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常州市花园小学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常州市东方小学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钟楼区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北京师范大学常州附属学校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常州市虹景小学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常州市红梅实验小学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常州市青龙实验小学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常州市解放路小学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常州市解放路小学香梅校区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常州市博爱教育集团龙锦校区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常州市二十四中学天宁分校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常州市三河口小学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常州市清凉小学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常州市郑陆实验学校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常州市三河口高级中学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天宁区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常州市焦溪小学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金坛区朱林中心小学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金坛区河滨小学</w:t>
            </w:r>
          </w:p>
        </w:tc>
      </w:tr>
      <w:tr w:rsidR="00767610">
        <w:trPr>
          <w:trHeight w:val="25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金坛区西旸小学</w:t>
            </w:r>
          </w:p>
        </w:tc>
      </w:tr>
      <w:tr w:rsidR="00767610">
        <w:trPr>
          <w:trHeight w:val="25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金坛区五叶小学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金坛区华罗庚实验学校新城分校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金坛区直溪初级中学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金坛区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金坛区第四中学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溧阳市东升小学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溧阳市天目湖实验学校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溧阳市竹箦中心小学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溧阳市实验小学</w:t>
            </w:r>
          </w:p>
        </w:tc>
      </w:tr>
      <w:tr w:rsidR="00767610">
        <w:trPr>
          <w:trHeight w:val="31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溧阳市燕山中学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江苏省溧阳中学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溧阳市戴埠高级中学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33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常州市龙城小学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34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常州市新北区三井实验小学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35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常州市新北区薛家中心小学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36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常州市新北区安家中心小学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37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常州市新北区春江中心小学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38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常州市新桥中学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39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常州市新北区魏村中学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40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常州市新北区魏村中心小学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41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新北区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常州市新北区飞龙实验学校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42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常州市武进区遥观中心小学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43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常州市武进区花园小学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44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常州市武进区实验小学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45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常州市武进区厚余小学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46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常州市武进区宋剑湖小学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47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常州市武进区周家巷小学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48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常州市武进区清英外国语学校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49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常州市武进区礼嘉中学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50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常州市武进区横山桥初级中学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51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常州市武进区横林初级中学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52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常州市武进区遥观初级中学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53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常州市武进区横山桥高级中学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54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常州市武进区夏溪初级中学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55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常州市湖塘桥实验初级中学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56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常州市武进区坂上小学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57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常州市武进区芙蓉小学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58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常州市武进区前黄初级中学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59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常州市武进区湖塘桥第二实验小学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60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常州市武进区前黄中心小学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61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武进区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常州市武进区崔桥小学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62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常州市戚墅堰实验中学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63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经开区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常州市潞城小学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64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常州市外国语学校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65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常州市花园中学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67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常州市兰陵中学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68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常州市丽华中学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69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常州市正衡中学天宁分校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70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常州市翠竹中学</w:t>
            </w:r>
          </w:p>
        </w:tc>
      </w:tr>
      <w:tr w:rsidR="00767610">
        <w:trPr>
          <w:trHeight w:val="285"/>
          <w:jc w:val="center"/>
        </w:trPr>
        <w:tc>
          <w:tcPr>
            <w:tcW w:w="1121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71</w:t>
            </w:r>
          </w:p>
        </w:tc>
        <w:tc>
          <w:tcPr>
            <w:tcW w:w="1932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局属</w:t>
            </w:r>
          </w:p>
        </w:tc>
        <w:tc>
          <w:tcPr>
            <w:tcW w:w="5416" w:type="dxa"/>
            <w:vAlign w:val="center"/>
          </w:tcPr>
          <w:p w:rsidR="00767610" w:rsidRDefault="00767610" w:rsidP="00B00DA4">
            <w:pPr>
              <w:widowControl/>
              <w:spacing w:line="600" w:lineRule="exact"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常州市第一中学</w:t>
            </w:r>
          </w:p>
        </w:tc>
      </w:tr>
    </w:tbl>
    <w:p w:rsidR="00767610" w:rsidRDefault="00767610">
      <w:pPr>
        <w:rPr>
          <w:rFonts w:cs="Times New Roman"/>
        </w:rPr>
      </w:pPr>
    </w:p>
    <w:p w:rsidR="00767610" w:rsidRDefault="00767610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767610" w:rsidSect="009105A8">
      <w:footerReference w:type="default" r:id="rId6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610" w:rsidRDefault="00767610" w:rsidP="00840BE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67610" w:rsidRDefault="00767610" w:rsidP="00840BE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610" w:rsidRDefault="00767610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- 11 -</w:t>
    </w:r>
    <w:r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767610" w:rsidRDefault="00767610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610" w:rsidRDefault="00767610" w:rsidP="00840BE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67610" w:rsidRDefault="00767610" w:rsidP="00840BE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7FD0"/>
    <w:rsid w:val="000966EF"/>
    <w:rsid w:val="000A7FD0"/>
    <w:rsid w:val="000F7883"/>
    <w:rsid w:val="001211B7"/>
    <w:rsid w:val="0021792D"/>
    <w:rsid w:val="00236B6D"/>
    <w:rsid w:val="002D04D1"/>
    <w:rsid w:val="002D0958"/>
    <w:rsid w:val="003253DA"/>
    <w:rsid w:val="00394491"/>
    <w:rsid w:val="003C1979"/>
    <w:rsid w:val="0058371C"/>
    <w:rsid w:val="00697484"/>
    <w:rsid w:val="006C5EF1"/>
    <w:rsid w:val="00707363"/>
    <w:rsid w:val="007577E7"/>
    <w:rsid w:val="00767610"/>
    <w:rsid w:val="0077404A"/>
    <w:rsid w:val="00840BEA"/>
    <w:rsid w:val="008E5399"/>
    <w:rsid w:val="00907D1A"/>
    <w:rsid w:val="009105A8"/>
    <w:rsid w:val="00AC097C"/>
    <w:rsid w:val="00B00DA4"/>
    <w:rsid w:val="00BE7B12"/>
    <w:rsid w:val="00C10D5B"/>
    <w:rsid w:val="00DE7402"/>
    <w:rsid w:val="00E66C21"/>
    <w:rsid w:val="00E91E99"/>
    <w:rsid w:val="00ED6A51"/>
    <w:rsid w:val="00FD2B26"/>
    <w:rsid w:val="277D48A0"/>
    <w:rsid w:val="34AF5E9D"/>
    <w:rsid w:val="43B03783"/>
    <w:rsid w:val="45F92A29"/>
    <w:rsid w:val="5CA966A7"/>
    <w:rsid w:val="73216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BEA"/>
    <w:pPr>
      <w:widowControl w:val="0"/>
      <w:jc w:val="both"/>
    </w:pPr>
    <w:rPr>
      <w:rFonts w:ascii="??" w:hAnsi="??" w:cs="??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40B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40BEA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840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40BEA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840BEA"/>
  </w:style>
  <w:style w:type="paragraph" w:styleId="BalloonText">
    <w:name w:val="Balloon Text"/>
    <w:basedOn w:val="Normal"/>
    <w:link w:val="BalloonTextChar"/>
    <w:uiPriority w:val="99"/>
    <w:semiHidden/>
    <w:rsid w:val="009105A8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C9A"/>
    <w:rPr>
      <w:rFonts w:ascii="??" w:hAnsi="??" w:cs="??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6</Pages>
  <Words>291</Words>
  <Characters>1661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693591661@qq.com</dc:creator>
  <cp:keywords/>
  <dc:description/>
  <cp:lastModifiedBy>吴琳赟</cp:lastModifiedBy>
  <cp:revision>10</cp:revision>
  <cp:lastPrinted>2018-12-05T02:34:00Z</cp:lastPrinted>
  <dcterms:created xsi:type="dcterms:W3CDTF">2018-01-07T06:28:00Z</dcterms:created>
  <dcterms:modified xsi:type="dcterms:W3CDTF">2018-12-05T02:34:00Z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