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1F7" w:rsidRPr="005D4EFC" w:rsidRDefault="009061F7">
      <w:pPr>
        <w:rPr>
          <w:rFonts w:ascii="黑体" w:eastAsia="黑体" w:hAnsi="黑体" w:cs="Times New Roman"/>
          <w:sz w:val="32"/>
          <w:szCs w:val="32"/>
        </w:rPr>
      </w:pPr>
      <w:bookmarkStart w:id="0" w:name="_GoBack"/>
      <w:r w:rsidRPr="005D4EFC">
        <w:rPr>
          <w:rFonts w:ascii="黑体" w:eastAsia="黑体" w:hAnsi="黑体" w:cs="黑体" w:hint="eastAsia"/>
          <w:sz w:val="32"/>
          <w:szCs w:val="32"/>
        </w:rPr>
        <w:t>附件</w:t>
      </w:r>
      <w:r w:rsidRPr="005D4EFC">
        <w:rPr>
          <w:rFonts w:ascii="黑体" w:eastAsia="黑体" w:hAnsi="黑体" w:cs="黑体"/>
          <w:sz w:val="32"/>
          <w:szCs w:val="32"/>
        </w:rPr>
        <w:t>1</w:t>
      </w:r>
    </w:p>
    <w:p w:rsidR="009061F7" w:rsidRPr="005D4EFC" w:rsidRDefault="009061F7" w:rsidP="005D4EFC">
      <w:pPr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 w:rsidRPr="005D4EFC">
        <w:rPr>
          <w:rFonts w:ascii="方正小标宋简体" w:eastAsia="方正小标宋简体" w:hAnsi="Calibri" w:cs="方正小标宋简体" w:hint="eastAsia"/>
          <w:sz w:val="44"/>
          <w:szCs w:val="44"/>
        </w:rPr>
        <w:t>瞿秋白诗词</w:t>
      </w:r>
    </w:p>
    <w:bookmarkEnd w:id="0"/>
    <w:p w:rsidR="009061F7" w:rsidRDefault="009061F7" w:rsidP="00C308EC">
      <w:pPr>
        <w:rPr>
          <w:rFonts w:cs="Times New Roman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</w:t>
      </w:r>
      <w:r w:rsidRPr="005D4EFC">
        <w:rPr>
          <w:rFonts w:ascii="仿宋_GB2312" w:eastAsia="仿宋_GB2312" w:cs="仿宋_GB2312" w:hint="eastAsia"/>
          <w:sz w:val="28"/>
          <w:szCs w:val="28"/>
        </w:rPr>
        <w:t>五绝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白菊花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一九一三年秋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今岁花开后，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栽宜白玉盆。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只缘秋色淡，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无处觅霜痕。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</w:t>
      </w:r>
      <w:r w:rsidRPr="005D4EFC">
        <w:rPr>
          <w:rFonts w:ascii="仿宋_GB2312" w:eastAsia="仿宋_GB2312" w:cs="仿宋_GB2312" w:hint="eastAsia"/>
          <w:sz w:val="28"/>
          <w:szCs w:val="28"/>
        </w:rPr>
        <w:t>七绝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哭母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一九一六年清明节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亲到贫时不算亲。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蓝衫添得泪痕新。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饥寒此日无人管，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落在灵前爱子身。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</w:t>
      </w:r>
      <w:r w:rsidRPr="005D4EFC">
        <w:rPr>
          <w:rFonts w:ascii="仿宋_GB2312" w:eastAsia="仿宋_GB2312" w:cs="仿宋_GB2312" w:hint="eastAsia"/>
          <w:sz w:val="28"/>
          <w:szCs w:val="28"/>
        </w:rPr>
        <w:t>七律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离家杂赋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一九一六年秋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风风雨雨太颠狂，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万种心酸叹倍尝。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酒肆灯前增懊恼，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草桥茅屋旧村庄。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伤心到处皆荆棘，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愁绪都疑似虎狼。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珍重秋来零落候，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片英好护女儿箱。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4</w:t>
      </w:r>
      <w:r w:rsidRPr="005D4EFC">
        <w:rPr>
          <w:rFonts w:ascii="仿宋_GB2312" w:eastAsia="仿宋_GB2312" w:cs="仿宋_GB2312" w:hint="eastAsia"/>
          <w:sz w:val="28"/>
          <w:szCs w:val="28"/>
        </w:rPr>
        <w:t>减字木兰花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铁锁龙潭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一九一七年元宵节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一泓潭水，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铁锁老龙潜不起。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莫漫哀吟，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叫我悲箫宛转声。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华年初送，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如电如云还如梦，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珍重心期，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休待秋霜入鬓时。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5</w:t>
      </w:r>
      <w:r w:rsidRPr="005D4EFC">
        <w:rPr>
          <w:rFonts w:ascii="仿宋_GB2312" w:eastAsia="仿宋_GB2312" w:cs="仿宋_GB2312" w:hint="eastAsia"/>
          <w:sz w:val="28"/>
          <w:szCs w:val="28"/>
        </w:rPr>
        <w:t>七绝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雪意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约一九一七年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雪意凄其心惘然。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江南旧梦已如烟。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天寒沽酒长安市，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犹折梅花伴醉眠。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6</w:t>
      </w:r>
      <w:r w:rsidRPr="005D4EFC">
        <w:rPr>
          <w:rFonts w:ascii="仿宋_GB2312" w:eastAsia="仿宋_GB2312" w:cs="仿宋_GB2312" w:hint="eastAsia"/>
          <w:sz w:val="28"/>
          <w:szCs w:val="28"/>
        </w:rPr>
        <w:t>五古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“皓月”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题画赠苏菲亚·托尔斯泰女士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一九二二年四月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皓月落沧海，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碎影摇万里。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生理亦如斯，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浩波欲无际。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7</w:t>
      </w:r>
      <w:r w:rsidRPr="005D4EFC">
        <w:rPr>
          <w:rFonts w:ascii="仿宋_GB2312" w:eastAsia="仿宋_GB2312" w:cs="仿宋_GB2312" w:hint="eastAsia"/>
          <w:sz w:val="28"/>
          <w:szCs w:val="28"/>
        </w:rPr>
        <w:t>七绝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江南第一燕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一九二三年十二月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万郊怒绿斗寒潮，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检点新泥筑旧巢。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我是江南第一燕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为衔春色上云梢。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8</w:t>
      </w:r>
      <w:r w:rsidRPr="005D4EFC">
        <w:rPr>
          <w:rFonts w:ascii="仿宋_GB2312" w:eastAsia="仿宋_GB2312" w:cs="仿宋_GB2312" w:hint="eastAsia"/>
          <w:sz w:val="28"/>
          <w:szCs w:val="28"/>
        </w:rPr>
        <w:t>五古四首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赠羊牧之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一九二六年夏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十年不相见，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相见各成人。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潘鬓一似旧，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举止失天真。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君知霜月苦，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仆仆走风尘。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风尘应识好，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坚我岁寒身。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重耳能得国，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端在历艰辛。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贻我七言句，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秋气满毫端。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芦花不解事，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只作路旁看。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我意斯文外，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别有天地宽。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词人作不得，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身世重悲酸。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吾乡黄仲则，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风雪一家寒。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三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君年二十三，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我年三岁长。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君母去年亡，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我母早弃养。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亡迟早已埋，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死早犹未葬。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茫茫宇宙间，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何处觅幽圹？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荒祠湿冷烟，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举头不堪望。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出其东门外，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相将访红梅。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春意枝头闹，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雪花满树开。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道人煨</w:t>
      </w:r>
      <w:r w:rsidRPr="005D4EFC">
        <w:rPr>
          <w:rFonts w:ascii="仿宋_GB2312" w:eastAsia="宋体" w:hAnsi="宋体" w:cs="宋体" w:hint="eastAsia"/>
          <w:sz w:val="28"/>
          <w:szCs w:val="28"/>
        </w:rPr>
        <w:t>榾柮</w:t>
      </w:r>
      <w:r w:rsidRPr="005D4EFC">
        <w:rPr>
          <w:rFonts w:ascii="仿宋_GB2312" w:eastAsia="仿宋_GB2312" w:hAnsi="宋体" w:cs="仿宋_GB2312" w:hint="eastAsia"/>
          <w:sz w:val="28"/>
          <w:szCs w:val="28"/>
        </w:rPr>
        <w:t>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烟湿舞徘徊。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此中有至境，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一一入寒杯。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坐久不觉晚，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瘦鹤竹边归。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9</w:t>
      </w:r>
      <w:r w:rsidRPr="005D4EFC">
        <w:rPr>
          <w:rFonts w:ascii="仿宋_GB2312" w:eastAsia="仿宋_GB2312" w:cs="仿宋_GB2312" w:hint="eastAsia"/>
          <w:sz w:val="28"/>
          <w:szCs w:val="28"/>
        </w:rPr>
        <w:t>七绝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读《自由谈》有感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一九三二年十二月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不向刀丛向舞楼，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摩登风气遍神州。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旧书摊畔新名士，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正为西门说自由。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10</w:t>
      </w:r>
      <w:r w:rsidRPr="005D4EFC">
        <w:rPr>
          <w:rFonts w:ascii="仿宋_GB2312" w:eastAsia="仿宋_GB2312" w:cs="仿宋_GB2312" w:hint="eastAsia"/>
          <w:sz w:val="28"/>
          <w:szCs w:val="28"/>
        </w:rPr>
        <w:t>七绝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读飞机募捐启有感泣而歌之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一九三三年三月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去年今日此吴淞，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大炮飞机相应轰。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大炮不知何处去，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飞机依旧打秋风。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11</w:t>
      </w:r>
      <w:r w:rsidRPr="005D4EFC">
        <w:rPr>
          <w:rFonts w:ascii="仿宋_GB2312" w:eastAsia="仿宋_GB2312" w:cs="仿宋_GB2312" w:hint="eastAsia"/>
          <w:sz w:val="28"/>
          <w:szCs w:val="28"/>
        </w:rPr>
        <w:t>七绝四首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王道诗话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一九三三年三月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文化班头博士衔，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人权抛却说王权，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朝廷自古多屠戮，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此理今凭实验传。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人权王道两翻新，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为感君恩奏圣明，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虐政何妨援律例，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杀人如草不闻声。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先生熟读圣贤书，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君子由来道不孤，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千古同心有孟轲，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也教肉食远庖厨。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能言鹦鹉毒于蛇，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滴水微功漫自夸，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好向侯门卖廉耻，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五千一掷未为奢。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12</w:t>
      </w:r>
      <w:r w:rsidRPr="005D4EFC">
        <w:rPr>
          <w:rFonts w:ascii="仿宋_GB2312" w:eastAsia="仿宋_GB2312" w:cs="仿宋_GB2312" w:hint="eastAsia"/>
          <w:sz w:val="28"/>
          <w:szCs w:val="28"/>
        </w:rPr>
        <w:t>四言诗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迎头经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一九三三年三月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惶惶大军，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迎头而奔。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“嗤嗤”小民，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勿向后跟。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13</w:t>
      </w:r>
      <w:r w:rsidRPr="005D4EFC">
        <w:rPr>
          <w:rFonts w:ascii="仿宋_GB2312" w:eastAsia="仿宋_GB2312" w:cs="仿宋_GB2312" w:hint="eastAsia"/>
          <w:sz w:val="28"/>
          <w:szCs w:val="28"/>
        </w:rPr>
        <w:t>浣溪沙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感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怀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一九三五年初夏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廿载浮沉万事空，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年华似水水流东，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枉抛心力作英雄。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湖海栖迟芳草梦，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江城辜负落花风，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黄昏已近夕阳红。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14</w:t>
      </w:r>
      <w:r w:rsidRPr="005D4EFC">
        <w:rPr>
          <w:rFonts w:ascii="仿宋_GB2312" w:eastAsia="仿宋_GB2312" w:cs="仿宋_GB2312" w:hint="eastAsia"/>
          <w:sz w:val="28"/>
          <w:szCs w:val="28"/>
        </w:rPr>
        <w:t>卜算子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咏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梅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一九三五年夏初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寂寞此人间，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且喜身无主。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眼底云烟过尽时，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正我消遥处。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花落知春残，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一任风和雨。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信是明年春再来，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应有香如故。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15</w:t>
      </w:r>
      <w:r w:rsidRPr="005D4EFC">
        <w:rPr>
          <w:rFonts w:ascii="仿宋_GB2312" w:eastAsia="仿宋_GB2312" w:cs="仿宋_GB2312" w:hint="eastAsia"/>
          <w:sz w:val="28"/>
          <w:szCs w:val="28"/>
        </w:rPr>
        <w:t>七绝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梦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回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一九三五年夏初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山城细雨作春寒，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料峭孤衾旧梦残。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何事万缘俱寂后，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偏留绮思绕云山。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16</w:t>
      </w:r>
      <w:r w:rsidRPr="005D4EFC">
        <w:rPr>
          <w:rFonts w:ascii="仿宋_GB2312" w:eastAsia="仿宋_GB2312" w:cs="仿宋_GB2312" w:hint="eastAsia"/>
          <w:sz w:val="28"/>
          <w:szCs w:val="28"/>
        </w:rPr>
        <w:t>七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无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题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一九三五年夏初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斩断尘缘尽六根，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自家且了自家身。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欲知治国平天下，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原有英雄大圣人。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17</w:t>
      </w:r>
      <w:r w:rsidRPr="005D4EFC">
        <w:rPr>
          <w:rFonts w:ascii="仿宋_GB2312" w:eastAsia="仿宋_GB2312" w:cs="仿宋_GB2312" w:hint="eastAsia"/>
          <w:sz w:val="28"/>
          <w:szCs w:val="28"/>
        </w:rPr>
        <w:t>七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忆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内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一九三五年夏初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夜思千重恋旧游，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他生未卜此生休。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行人莫问当年事，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海燕飞时独倚楼。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18</w:t>
      </w:r>
      <w:r w:rsidRPr="005D4EFC">
        <w:rPr>
          <w:rFonts w:ascii="仿宋_GB2312" w:eastAsia="仿宋_GB2312" w:cs="仿宋_GB2312" w:hint="eastAsia"/>
          <w:sz w:val="28"/>
          <w:szCs w:val="28"/>
        </w:rPr>
        <w:t>七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偶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成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一九三五年六月十八日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一九三五年六月十七日晚，梦行小径中，夕阳明灭，寒流幽咽，如置仙境。翌日，读唐人诗，忽见“夕阳明灭乱山中”句，因集句得《偶成》一首：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夕阳明灭乱山中，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落叶寒泉听不穷。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已忍伶俜十年事，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心持半偈万缘空。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19</w:t>
      </w:r>
      <w:r w:rsidRPr="005D4EFC">
        <w:rPr>
          <w:rFonts w:ascii="仿宋_GB2312" w:eastAsia="仿宋_GB2312" w:cs="仿宋_GB2312" w:hint="eastAsia"/>
          <w:sz w:val="28"/>
          <w:szCs w:val="28"/>
        </w:rPr>
        <w:t>去国答《人道》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一九二○年十月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来去无牵挂，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来去无牵挂！……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说什么创造，变易？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只不过做邮差。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辛辛苦苦，苦苦辛辛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几回频转轴轳车。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驱策我，有“宇宙的意志”。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欢迎我，有“自然的和谐”。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若说是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采花酿蜜：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蜂蜜成时百花谢，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再回头，灿烂云华。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天津倚装作。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20</w:t>
      </w:r>
      <w:r w:rsidRPr="005D4EFC">
        <w:rPr>
          <w:rFonts w:ascii="仿宋_GB2312" w:eastAsia="仿宋_GB2312" w:cs="仿宋_GB2312" w:hint="eastAsia"/>
          <w:sz w:val="28"/>
          <w:szCs w:val="28"/>
        </w:rPr>
        <w:t>无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涯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一九二○年十二月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蒙昧也人生！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霎时间浮光掠影。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晓凉凉露凝，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初日熹微已如病。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露消露凝，人生奇秘。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却不见溪流无尽藏意；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却不见大气潆洄有无微。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罅隙里，领会否，个中意味？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“我”无限。“人”无限。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笑怒哀乐未厌，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漫天痛苦谁念，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倒悬待解何年？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知否？知否？倒悬待解，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自解解人也；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彻悟，彻悟，饿乡去也，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饿乡将无涯。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21</w:t>
      </w:r>
      <w:r w:rsidRPr="005D4EFC">
        <w:rPr>
          <w:rFonts w:ascii="仿宋_GB2312" w:eastAsia="仿宋_GB2312" w:cs="仿宋_GB2312" w:hint="eastAsia"/>
          <w:sz w:val="28"/>
          <w:szCs w:val="28"/>
        </w:rPr>
        <w:t>秋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意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题画赠林德女士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一九二一年三月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万树森疏，西风又紧，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拥落叶如潮做奇响。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独那月亮儿静悄悄地，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万籁中，自放灵光。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虽有些纤云薄翳，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原不碍，原不碍，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他那果毅沉潜的活力，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待些须，依旧是光华万丈。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渗透了，渗透了，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那宇宙的奥秘。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一任他秋意萧萧，秋云黯黯，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我只笑，笑君空扰攘。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hAnsi="µÈÏß Western" w:cs="仿宋_GB2312"/>
          <w:sz w:val="28"/>
          <w:szCs w:val="28"/>
        </w:rPr>
        <w:t>22</w:t>
      </w:r>
      <w:r w:rsidRPr="005D4EFC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5D4EFC">
        <w:rPr>
          <w:rFonts w:ascii="仿宋_GB2312" w:eastAsia="仿宋_GB2312" w:cs="仿宋_GB2312" w:hint="eastAsia"/>
          <w:sz w:val="28"/>
          <w:szCs w:val="28"/>
        </w:rPr>
        <w:t>东方月</w:t>
      </w:r>
      <w:r w:rsidRPr="005D4EFC">
        <w:rPr>
          <w:rFonts w:ascii="仿宋_GB2312" w:eastAsia="仿宋_GB2312" w:hAnsi="µÈÏß Western" w:cs="仿宋_GB2312" w:hint="eastAsia"/>
          <w:sz w:val="28"/>
          <w:szCs w:val="28"/>
        </w:rPr>
        <w:t>”</w:t>
      </w:r>
    </w:p>
    <w:p w:rsidR="009061F7" w:rsidRPr="005D4EFC" w:rsidRDefault="009061F7" w:rsidP="00C308EC">
      <w:pPr>
        <w:rPr>
          <w:rFonts w:ascii="仿宋_GB2312" w:eastAsia="仿宋_GB2312" w:cs="仿宋_GB2312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(</w:t>
      </w:r>
      <w:r w:rsidRPr="005D4EFC">
        <w:rPr>
          <w:rFonts w:ascii="仿宋_GB2312" w:eastAsia="仿宋_GB2312" w:cs="仿宋_GB2312" w:hint="eastAsia"/>
          <w:sz w:val="28"/>
          <w:szCs w:val="28"/>
        </w:rPr>
        <w:t>中秋作</w:t>
      </w:r>
      <w:r w:rsidRPr="005D4EFC">
        <w:rPr>
          <w:rFonts w:ascii="仿宋_GB2312" w:eastAsia="仿宋_GB2312" w:cs="仿宋_GB2312"/>
          <w:sz w:val="28"/>
          <w:szCs w:val="28"/>
        </w:rPr>
        <w:t>)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一九二一年九月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万里奇游，饥寒之国。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闻说道：“胡天八月雪”，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可也只萧萧秋意，依依寒色；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只有那赤都云影，掩没了我“东方月”。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月圆月缺人离别，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人离别，长相忆。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万古“中秋”，未入欧人诗思词说。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原万族共“婵娟”，但愿“婵娟”年千亿。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三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又何必，人相念，月相望，细问太阴历？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欧亚华俄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情天如一。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团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梦影，灯前不堪回忆，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独恨那凝云掩映，希冀一线俱绝。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秋原黄叶，才领略别离滋味，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怎知道，有灾</w:t>
      </w:r>
      <w:r w:rsidRPr="005D4EFC">
        <w:rPr>
          <w:rFonts w:ascii="仿宋_GB2312" w:hint="eastAsia"/>
          <w:sz w:val="28"/>
          <w:szCs w:val="28"/>
        </w:rPr>
        <w:t>祲</w:t>
      </w:r>
      <w:r w:rsidRPr="005D4EFC">
        <w:rPr>
          <w:rFonts w:ascii="仿宋_GB2312" w:eastAsia="仿宋_GB2312" w:cs="仿宋_GB2312" w:hint="eastAsia"/>
          <w:sz w:val="28"/>
          <w:szCs w:val="28"/>
        </w:rPr>
        <w:t>流乱，更饥寒万里。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只听那琐碎的蹄声，凄凉的雨意，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催嫦娥强现半面，掩云幕，永诀矣！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23</w:t>
      </w:r>
      <w:r w:rsidRPr="005D4EFC">
        <w:rPr>
          <w:rFonts w:ascii="仿宋_GB2312" w:eastAsia="仿宋_GB2312" w:cs="仿宋_GB2312" w:hint="eastAsia"/>
          <w:sz w:val="28"/>
          <w:szCs w:val="28"/>
        </w:rPr>
        <w:t>俄</w:t>
      </w: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雪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一九二二年二月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无可围抱的寰区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却披来缟素天衣无缝，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万千含孕的宇宙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剩得白茫茫一片奇梦。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俄雪，俄雪，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拿破仑禁不起裂天冻。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死寂，死寂，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好一似沉沦大陆，浑蒙。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鸟语隐地底，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绿意凝未动。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看！看，障于人与自然之间，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只有那黯云四匝寒芒涌。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24</w:t>
      </w:r>
      <w:r w:rsidRPr="005D4EFC">
        <w:rPr>
          <w:rFonts w:ascii="仿宋_GB2312" w:eastAsia="仿宋_GB2312" w:cs="仿宋_GB2312" w:hint="eastAsia"/>
          <w:sz w:val="28"/>
          <w:szCs w:val="28"/>
        </w:rPr>
        <w:t>海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一九二二年三月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人生涵大梦，</w:t>
      </w:r>
      <w:r w:rsidRPr="005D4EFC">
        <w:rPr>
          <w:rFonts w:ascii="仿宋_GB2312" w:eastAsia="仿宋_GB2312" w:hAnsi="µÈÏß Western" w:cs="仿宋_GB2312"/>
          <w:sz w:val="28"/>
          <w:szCs w:val="28"/>
        </w:rPr>
        <w:t xml:space="preserve"> </w:t>
      </w:r>
      <w:r w:rsidRPr="005D4EFC">
        <w:rPr>
          <w:rFonts w:ascii="仿宋_GB2312" w:eastAsia="仿宋_GB2312" w:hAnsi="µÈÏß Western" w:cs="µÈÏß Western"/>
          <w:sz w:val="28"/>
          <w:szCs w:val="28"/>
        </w:rPr>
        <w:t>——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瀛海衍寰区，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夜来，浪声汹涌，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高潮拍岸狂驱。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天声遐迩：敦诫吾人，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沙岸里，魔舟复生。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狂澜四海，突卷将生意，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入汪汪墨浪无垠。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天际明星燃，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隐隐窥深里；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浮浪四围高，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沉拍见无底。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25</w:t>
      </w:r>
      <w:r w:rsidRPr="005D4EFC">
        <w:rPr>
          <w:rFonts w:ascii="仿宋_GB2312" w:eastAsia="仿宋_GB2312" w:cs="仿宋_GB2312" w:hint="eastAsia"/>
          <w:sz w:val="28"/>
          <w:szCs w:val="28"/>
        </w:rPr>
        <w:t>赤潮曲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一九二三年六月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赤潮澎湃，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晓霞飞动，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惊醒了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五千余年的沉梦。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远东古国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四万万同胞，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同声歌颂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神圣的劳动。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猛攻，猛攻，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捶碎这帝国主义万恶丛！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奋勇！奋勇！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解放我殖民世界之劳工。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何论黑，白，黄，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无复奴隶种。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从今后，福音遍被，天下文明，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只待共产大同……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看！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光华万丈涌。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26</w:t>
      </w:r>
      <w:r w:rsidRPr="005D4EFC">
        <w:rPr>
          <w:rFonts w:ascii="仿宋_GB2312" w:eastAsia="仿宋_GB2312" w:cs="仿宋_GB2312" w:hint="eastAsia"/>
          <w:sz w:val="28"/>
          <w:szCs w:val="28"/>
        </w:rPr>
        <w:t>飞来峰和冷泉亭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一九二三年七月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飞来峰下坐听瀑泉，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我恨不能再乘风飞去。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且来此冷泉石上，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做个中流的砥柱。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只听你湍流奔泻，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急节繁响怒号千古。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始终听不出个：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“你为什么飞来，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为什么又飞不去？”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难道虚名儿叫冷，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出山心却热！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怪不得这样咆哮奔放，如泄积怒；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毕竟也枉称飞来，原来是力求飞去。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27</w:t>
      </w:r>
      <w:r w:rsidRPr="005D4EFC">
        <w:rPr>
          <w:rFonts w:ascii="仿宋_GB2312" w:eastAsia="仿宋_GB2312" w:cs="仿宋_GB2312" w:hint="eastAsia"/>
          <w:sz w:val="28"/>
          <w:szCs w:val="28"/>
        </w:rPr>
        <w:t>铁花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一九二三年十月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我不在柔和细腻的自然里，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我不在繁美华盛之中；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在这烟气迷天的工厂内，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锻炼着我的铁花，火涌。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铁花受不着阳光的煦和，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铁花领不着月光的抚慰；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小炉里融融的火飓，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嗤嗤地烧着了花蕊。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那地方锤子的声音来得蠢，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那地方金铁的声音来得紧；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好一似铜松拂着刚风，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我真爱上了，舍却不忍。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不是那轻挥羽扇，妙舞回旋的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而是那胼胝满目，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是有力的掌。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工厂里燃着不熄的火苗，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照耀我这壮勇无畏的胸膛。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我吹着铁炉里的劳工之怒，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我幻想，幻想着大同，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引吭高歌的……醉着了呀，群众！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锻炼着我的铁花，火涌。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28</w:t>
      </w:r>
      <w:r w:rsidRPr="005D4EFC">
        <w:rPr>
          <w:rFonts w:ascii="仿宋_GB2312" w:eastAsia="仿宋_GB2312" w:cs="仿宋_GB2312" w:hint="eastAsia"/>
          <w:sz w:val="28"/>
          <w:szCs w:val="28"/>
        </w:rPr>
        <w:t>天语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一九二三年十二月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大地山河，如今还剩得几许，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便欲倚飞云，一直叩天门去。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静悄悄里，象听得宇宙低语；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寒浸浸，光芒涵照斗牛路。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飘忽归来天国，故乡已无住处，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那莽尘寰乱攘攘，怎能回顾？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何处，何处？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天却有情，恨我高绝，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殷勤来问我那人间苦。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29</w:t>
      </w:r>
      <w:r w:rsidRPr="005D4EFC">
        <w:rPr>
          <w:rFonts w:ascii="仿宋_GB2312" w:eastAsia="仿宋_GB2312" w:cs="仿宋_GB2312" w:hint="eastAsia"/>
          <w:sz w:val="28"/>
          <w:szCs w:val="28"/>
        </w:rPr>
        <w:t>过去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一九二三年十二月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淡绿色的落叶儿，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秋意中轻轻飘展呢。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落叶儿，我送你归去，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祝你安安心心抛离“生意”。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春华秋实，你的使命尽了，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地上枯死了绿茵的草，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枝上飞去了啁啾的鸟，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只落得把秋来报告。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30</w:t>
      </w:r>
      <w:r w:rsidRPr="005D4EFC">
        <w:rPr>
          <w:rFonts w:ascii="仿宋_GB2312" w:eastAsia="仿宋_GB2312" w:cs="仿宋_GB2312" w:hint="eastAsia"/>
          <w:sz w:val="28"/>
          <w:szCs w:val="28"/>
        </w:rPr>
        <w:t>爱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一九二四年一月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“要爱，我们大家都要爱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是不是？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没有爱便没有生命；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谁怕爱，谁躲避爱，他不是自由人，”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他不是自由花魂。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31</w:t>
      </w:r>
      <w:r w:rsidRPr="005D4EFC">
        <w:rPr>
          <w:rFonts w:ascii="仿宋_GB2312" w:eastAsia="仿宋_GB2312" w:cs="仿宋_GB2312" w:hint="eastAsia"/>
          <w:sz w:val="28"/>
          <w:szCs w:val="28"/>
        </w:rPr>
        <w:t>失题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一九二三年冬至一九二四年春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那网罗宇宙的诗意，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它唯一的仇敌，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便是语言文字。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那贯彻金石的灵光，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它唯一的屏蔽，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便是前思后想。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天地间真挚的心性，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凡百“有情”都会自然的感召，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又何劳你咏风弄月，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絮叨个不了？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当前坦荡荡的大道，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只要你大踏步的前去；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又何必再踌躇踯躅，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绞尽了脑髓？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32</w:t>
      </w:r>
      <w:r w:rsidRPr="005D4EFC">
        <w:rPr>
          <w:rFonts w:ascii="仿宋_GB2312" w:eastAsia="仿宋_GB2312" w:cs="仿宋_GB2312" w:hint="eastAsia"/>
          <w:sz w:val="28"/>
          <w:szCs w:val="28"/>
        </w:rPr>
        <w:t>小小的蓓蕾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一九二九年三月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小小的蓓蕾，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含孕着几多生命，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陈旧的死灰，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几乎不掩没光明。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看那沙场的血花灿烂，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经过风暴之后的再生。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谁道是无意中的赤化？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却是赤爱的新的结晶。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33</w:t>
      </w:r>
      <w:r w:rsidRPr="005D4EFC">
        <w:rPr>
          <w:rFonts w:ascii="仿宋_GB2312" w:eastAsia="仿宋_GB2312" w:cs="仿宋_GB2312" w:hint="eastAsia"/>
          <w:sz w:val="28"/>
          <w:szCs w:val="28"/>
        </w:rPr>
        <w:t>满洲的《毁灭》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一九三一年十二月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要有满洲的《毁灭》！毁灭的可并不是满洲，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而是一切种种的猎人，一切种种的猎狗！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只要看看中国这片土地上，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已经有过这里那里的毁灭，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可是“莱奋生”旗帜的飘荡，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正在开展着全中国的《毁灭》。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夺尽指挥刀，掉转机关枪，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冲锋罢，看究竟是谁的毁灭！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hAnsi="µÈÏß Western" w:cs="仿宋_GB2312"/>
          <w:sz w:val="28"/>
          <w:szCs w:val="28"/>
        </w:rPr>
        <w:t>34</w:t>
      </w:r>
      <w:r w:rsidRPr="005D4EFC">
        <w:rPr>
          <w:rFonts w:ascii="仿宋_GB2312" w:eastAsia="仿宋_GB2312" w:hAnsi="µÈÏß Western" w:cs="仿宋_GB2312" w:hint="eastAsia"/>
          <w:sz w:val="28"/>
          <w:szCs w:val="28"/>
        </w:rPr>
        <w:t>“</w:t>
      </w:r>
      <w:r w:rsidRPr="005D4EFC">
        <w:rPr>
          <w:rFonts w:ascii="仿宋_GB2312" w:eastAsia="仿宋_GB2312" w:cs="仿宋_GB2312" w:hint="eastAsia"/>
          <w:sz w:val="28"/>
          <w:szCs w:val="28"/>
        </w:rPr>
        <w:t>向光明</w:t>
      </w:r>
      <w:r w:rsidRPr="005D4EFC">
        <w:rPr>
          <w:rFonts w:ascii="仿宋_GB2312" w:eastAsia="仿宋_GB2312" w:hAnsi="µÈÏß Western" w:cs="仿宋_GB2312" w:hint="eastAsia"/>
          <w:sz w:val="28"/>
          <w:szCs w:val="28"/>
        </w:rPr>
        <w:t>”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新打油二章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一九三二年十一月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爱神的箭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颤动着处女的心弦，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那是神妙的音声，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那是“真实的人生”。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生理学教授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别做声罢，你那一套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我全都知道！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何况也太“怠惰”，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怎么连这玩艺儿也不来跟我学习，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性的理论需要我的爱的实习。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正当灵感的一忽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要会聪明地沉默，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说穿了又有什么趣味，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你忍心叫人“三月不知肉味”？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伟大的艺术之宫在黑暗里显露，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人家摸摸索索地倒找着了道路，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你们打着“纸灯笼”，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还未必走得上这条唯一的生路。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只有诗人的灵感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觉得到光明里的黑暗，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预先就说太眩眼了。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真实反而要看不见了。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你说是太阳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那是太夸张，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要说是灯笼</w:t>
      </w:r>
      <w:r w:rsidRPr="005D4EFC">
        <w:rPr>
          <w:rFonts w:ascii="仿宋_GB2312" w:eastAsia="仿宋_GB2312" w:cs="仿宋_GB2312"/>
          <w:sz w:val="28"/>
          <w:szCs w:val="28"/>
        </w:rPr>
        <w:t>——</w:t>
      </w:r>
      <w:r w:rsidRPr="005D4EFC">
        <w:rPr>
          <w:rFonts w:ascii="仿宋_GB2312" w:eastAsia="仿宋_GB2312" w:cs="仿宋_GB2312" w:hint="eastAsia"/>
          <w:sz w:val="28"/>
          <w:szCs w:val="28"/>
        </w:rPr>
        <w:t>又不见得亮。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我难道不向着光明？！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不过，黑地里摸索那才有诗趣，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凭我这点心火，抵得住暴风雨，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谁要干涉，就给他拚命！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35</w:t>
      </w:r>
      <w:r w:rsidRPr="005D4EFC">
        <w:rPr>
          <w:rFonts w:ascii="仿宋_GB2312" w:eastAsia="仿宋_GB2312" w:cs="仿宋_GB2312" w:hint="eastAsia"/>
          <w:sz w:val="28"/>
          <w:szCs w:val="28"/>
        </w:rPr>
        <w:t>狱中题照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一九三五年五月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如果人有灵魂的话，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何必要这个躯壳！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但是，如果没有的话，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这个躯壳又有什么用处？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36</w:t>
      </w:r>
      <w:r w:rsidRPr="005D4EFC">
        <w:rPr>
          <w:rFonts w:ascii="仿宋_GB2312" w:eastAsia="仿宋_GB2312" w:cs="仿宋_GB2312" w:hint="eastAsia"/>
          <w:sz w:val="28"/>
          <w:szCs w:val="28"/>
        </w:rPr>
        <w:t>群众歌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世间一切靠不住，靠得住的是群众。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罢市要取大规模，坚持到底勿为动。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大家不纳巡捕捐，外国钞票不要用。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中国人帮中国人，热度勿要五分钟。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南京路上杀同胞，大家听了都心痛。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外人砰砰几排枪，我们流血染地红。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倘然死一外国人，割地赔款负担重。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奉劝诸君自救自，不然就是亡国种。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大家起来大家醒，全靠我们是群众。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37</w:t>
      </w:r>
      <w:r w:rsidRPr="005D4EFC">
        <w:rPr>
          <w:rFonts w:ascii="仿宋_GB2312" w:eastAsia="仿宋_GB2312" w:cs="仿宋_GB2312" w:hint="eastAsia"/>
          <w:sz w:val="28"/>
          <w:szCs w:val="28"/>
        </w:rPr>
        <w:t>救国十二月花名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一九二五年六月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（勿要吵，勿要闹，听我唱支救国新春调）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正月里来是新春，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奉劝同胞要热心，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洋人待我心肠狠，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亡国以后难做人。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二月里来暖洋洋，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可恨日本矮东洋，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收刮金钱真厉害，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来到中国开工厂。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三月里来是清明，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工人做工真伤心，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倭奴随便来打骂，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工人受苦暗吞声。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四月里来是黄梅，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顾正红杀死血满衣，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学生追悼工人死，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英国巡捕捉进去。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五月里来是端阳，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南京路上来演讲，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巡捕对准把枪放，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许多同胞把命伤。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六月里来热难当，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学生工人关捕房，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五月卅日捉进去，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六月初一罢市场。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七月里来七秋凉，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帝国主义逞凶强，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不平等条约凶如虎，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海关租界会审公堂。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八月里来桂花香，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工人学生立志强，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热心来把商家劝，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坚持到底要激昂。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九月里来是重阳，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同胞救国心要长，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不平等条约推翻尽，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条约不去国快亡。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十月里来小阳春，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全国同胞要齐心，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目前有句要紧话，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第一团体要结得紧。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十一月里雪花飘，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如今中国不得了，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洋人跑进似狼虎，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里面军阀一团糟。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十二月里过年忙，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再勿革命苦难当，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全国国民齐兴起，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大家来做革命党。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 xml:space="preserve">38 </w:t>
      </w:r>
      <w:r w:rsidRPr="005D4EFC">
        <w:rPr>
          <w:rFonts w:ascii="仿宋_GB2312" w:eastAsia="仿宋_GB2312" w:cs="仿宋_GB2312" w:hint="eastAsia"/>
          <w:sz w:val="28"/>
          <w:szCs w:val="28"/>
        </w:rPr>
        <w:t>工人要求新唱春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（仿唱春调）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一九三一年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六进六出做煞人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洗衣煮饭要分身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要求八点钟工作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多一分钟</w:t>
      </w:r>
      <w:r w:rsidRPr="005D4EFC">
        <w:rPr>
          <w:rFonts w:ascii="仿宋_GB2312" w:hint="eastAsia"/>
          <w:sz w:val="28"/>
          <w:szCs w:val="28"/>
        </w:rPr>
        <w:t>覅</w:t>
      </w:r>
      <w:r w:rsidRPr="005D4EFC">
        <w:rPr>
          <w:rFonts w:ascii="仿宋_GB2312" w:eastAsia="仿宋_GB2312" w:cs="仿宋_GB2312" w:hint="eastAsia"/>
          <w:sz w:val="28"/>
          <w:szCs w:val="28"/>
        </w:rPr>
        <w:t>答应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一天做仔三角钱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买仔米来呒末盐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男男女女结团体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大家去要加工钱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 xml:space="preserve"> </w:t>
      </w:r>
      <w:r w:rsidRPr="005D4EFC">
        <w:rPr>
          <w:rFonts w:ascii="仿宋_GB2312" w:eastAsia="仿宋_GB2312" w:cs="仿宋_GB2312" w:hint="eastAsia"/>
          <w:sz w:val="28"/>
          <w:szCs w:val="28"/>
        </w:rPr>
        <w:t>十月怀胎苦来哉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机器旁边生小孩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一定要放四个月假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工钱照发更应该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大家平等勿希奇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只要暴动挂红旗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红旗领得红军胜</w:t>
      </w:r>
      <w:r w:rsidRPr="005D4EFC">
        <w:rPr>
          <w:rFonts w:ascii="仿宋_GB2312" w:eastAsia="仿宋_GB2312" w:cs="仿宋_GB2312"/>
          <w:sz w:val="28"/>
          <w:szCs w:val="28"/>
        </w:rPr>
        <w:t xml:space="preserve">  </w:t>
      </w:r>
      <w:r w:rsidRPr="005D4EFC">
        <w:rPr>
          <w:rFonts w:ascii="仿宋_GB2312" w:eastAsia="仿宋_GB2312" w:cs="仿宋_GB2312" w:hint="eastAsia"/>
          <w:sz w:val="28"/>
          <w:szCs w:val="28"/>
        </w:rPr>
        <w:t>大开工农兵会议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39</w:t>
      </w:r>
      <w:r w:rsidRPr="005D4EFC">
        <w:rPr>
          <w:rFonts w:ascii="仿宋_GB2312" w:eastAsia="仿宋_GB2312" w:cs="仿宋_GB2312" w:hint="eastAsia"/>
          <w:sz w:val="28"/>
          <w:szCs w:val="28"/>
        </w:rPr>
        <w:t>十月革命调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（仿春调）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一九三一年十一月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十月里来大革命，俄国政府归工人，农民分得田和地，兵工拿抱回转身。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从今以后小百姓，管理俄国的事情，苏维埃把代表举，代表才是工农兵。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资本家末才逃命，工农起来当红军，打倒帝国主义者，肃清一切反革命。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苏联国家实在新，土地工厂归穷人，社会主义来建设，真正自由真平等。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苏联国家实在新，许多民族才平等，取消不平等条约，联合中国小百姓。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苏联国家实在新，引起世界大革命，帝国主义恨不过，日本军阀大出兵。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日本出兵东三省，英美法德来帮衬，齐心要打苏联去，顺路先打中国人。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国民党呀反革命，反对苏联会出兵，投降帝国主义者，还会帮着来瓜分。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英美日本抢不清，党国要人乱纷纷，要打苏联分中国，先开会议假和平。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苏联是我自己人，中国瓜分活不成，拥护苏联救中国，赶紧革命是正经。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中国工农要革命，苏联榜样看得清，联络兵士杀军阀，打退日本有红军。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要叫中国不瓜分，只有工农大革命，十月革命纪念日，苏维埃大会工农兵。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/>
          <w:sz w:val="28"/>
          <w:szCs w:val="28"/>
        </w:rPr>
        <w:t>40</w:t>
      </w:r>
      <w:r w:rsidRPr="005D4EFC">
        <w:rPr>
          <w:rFonts w:ascii="仿宋_GB2312" w:eastAsia="仿宋_GB2312" w:cs="仿宋_GB2312" w:hint="eastAsia"/>
          <w:sz w:val="28"/>
          <w:szCs w:val="28"/>
        </w:rPr>
        <w:t>苏维埃歌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一九三一年十一月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推翻帝国主义的压迫，革命罢，起来！要打倒国民党的党国，工农兵苏维埃。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工人，弯腰驼背的做苦工，革命罢，起来！要没收资本家的工厂，工农兵苏维埃。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农民，交租纳税的做奴隶，革命罢，起来！要没收地主，分土地，工农兵苏维埃。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兵士，当做炮灰的尽送命，革命罢，起来！要打倒军阀，当红军，工农兵苏维埃。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贫农，丝毫的自由也没有，革命罢，起来！要打倒官僚，争自由，工农兵苏维埃。</w:t>
      </w:r>
    </w:p>
    <w:p w:rsidR="009061F7" w:rsidRPr="005D4EFC" w:rsidRDefault="009061F7" w:rsidP="00C308EC">
      <w:pPr>
        <w:rPr>
          <w:rFonts w:ascii="仿宋_GB2312" w:eastAsia="仿宋_GB2312" w:cs="Times New Roman"/>
          <w:sz w:val="28"/>
          <w:szCs w:val="28"/>
        </w:rPr>
      </w:pPr>
      <w:r w:rsidRPr="005D4EFC">
        <w:rPr>
          <w:rFonts w:ascii="仿宋_GB2312" w:eastAsia="仿宋_GB2312" w:cs="仿宋_GB2312" w:hint="eastAsia"/>
          <w:sz w:val="28"/>
          <w:szCs w:val="28"/>
        </w:rPr>
        <w:t>我们丢掉的是锁链，革命罢，起来！要得到的是：全世界，工农兵苏维埃。</w:t>
      </w:r>
    </w:p>
    <w:sectPr w:rsidR="009061F7" w:rsidRPr="005D4EFC" w:rsidSect="001C50E1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1F7" w:rsidRDefault="009061F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061F7" w:rsidRDefault="009061F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µÈÏß West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1F7" w:rsidRPr="003D0CB7" w:rsidRDefault="009061F7" w:rsidP="00FA4FD4">
    <w:pPr>
      <w:pStyle w:val="Footer"/>
      <w:framePr w:wrap="auto" w:vAnchor="text" w:hAnchor="margin" w:xAlign="outside" w:y="1"/>
      <w:rPr>
        <w:rStyle w:val="PageNumber"/>
        <w:rFonts w:ascii="Times New Roman" w:eastAsia="黑体" w:hAnsi="Times New Roman" w:cs="Times New Roman"/>
        <w:sz w:val="28"/>
        <w:szCs w:val="28"/>
      </w:rPr>
    </w:pPr>
    <w:r w:rsidRPr="003D0CB7">
      <w:rPr>
        <w:rStyle w:val="PageNumber"/>
        <w:rFonts w:ascii="Times New Roman" w:eastAsia="黑体" w:hAnsi="Times New Roman" w:cs="Times New Roman"/>
        <w:sz w:val="28"/>
        <w:szCs w:val="28"/>
      </w:rPr>
      <w:fldChar w:fldCharType="begin"/>
    </w:r>
    <w:r w:rsidRPr="003D0CB7">
      <w:rPr>
        <w:rStyle w:val="PageNumber"/>
        <w:rFonts w:ascii="Times New Roman" w:eastAsia="黑体" w:hAnsi="Times New Roman" w:cs="Times New Roman"/>
        <w:sz w:val="28"/>
        <w:szCs w:val="28"/>
      </w:rPr>
      <w:instrText xml:space="preserve">PAGE  </w:instrText>
    </w:r>
    <w:r w:rsidRPr="003D0CB7">
      <w:rPr>
        <w:rStyle w:val="PageNumber"/>
        <w:rFonts w:ascii="Times New Roman" w:eastAsia="黑体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eastAsia="黑体" w:hAnsi="Times New Roman" w:cs="Times New Roman"/>
        <w:noProof/>
        <w:sz w:val="28"/>
        <w:szCs w:val="28"/>
      </w:rPr>
      <w:t>- 7 -</w:t>
    </w:r>
    <w:r w:rsidRPr="003D0CB7">
      <w:rPr>
        <w:rStyle w:val="PageNumber"/>
        <w:rFonts w:ascii="Times New Roman" w:eastAsia="黑体" w:hAnsi="Times New Roman" w:cs="Times New Roman"/>
        <w:sz w:val="28"/>
        <w:szCs w:val="28"/>
      </w:rPr>
      <w:fldChar w:fldCharType="end"/>
    </w:r>
  </w:p>
  <w:p w:rsidR="009061F7" w:rsidRDefault="009061F7" w:rsidP="003D0CB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1F7" w:rsidRDefault="009061F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061F7" w:rsidRDefault="009061F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8EC"/>
    <w:rsid w:val="000006E1"/>
    <w:rsid w:val="000034EE"/>
    <w:rsid w:val="00004A64"/>
    <w:rsid w:val="00027E57"/>
    <w:rsid w:val="00035AA5"/>
    <w:rsid w:val="00050450"/>
    <w:rsid w:val="00061065"/>
    <w:rsid w:val="0009405A"/>
    <w:rsid w:val="00094BFD"/>
    <w:rsid w:val="000B2FFC"/>
    <w:rsid w:val="000B419A"/>
    <w:rsid w:val="000E5DC4"/>
    <w:rsid w:val="000E602B"/>
    <w:rsid w:val="000F13DE"/>
    <w:rsid w:val="000F2CB3"/>
    <w:rsid w:val="00105C8B"/>
    <w:rsid w:val="0011783B"/>
    <w:rsid w:val="00120746"/>
    <w:rsid w:val="0012117B"/>
    <w:rsid w:val="001213D1"/>
    <w:rsid w:val="00122C84"/>
    <w:rsid w:val="0013742D"/>
    <w:rsid w:val="0015159B"/>
    <w:rsid w:val="00181FF8"/>
    <w:rsid w:val="00182462"/>
    <w:rsid w:val="00193A78"/>
    <w:rsid w:val="001950A9"/>
    <w:rsid w:val="00197ED7"/>
    <w:rsid w:val="001A78C9"/>
    <w:rsid w:val="001B75EB"/>
    <w:rsid w:val="001C092E"/>
    <w:rsid w:val="001C50E1"/>
    <w:rsid w:val="001F3CF5"/>
    <w:rsid w:val="001F4242"/>
    <w:rsid w:val="001F52BD"/>
    <w:rsid w:val="00214C71"/>
    <w:rsid w:val="0023063B"/>
    <w:rsid w:val="00240BD6"/>
    <w:rsid w:val="0024235F"/>
    <w:rsid w:val="00244674"/>
    <w:rsid w:val="0024590B"/>
    <w:rsid w:val="00256D55"/>
    <w:rsid w:val="00257594"/>
    <w:rsid w:val="0027322D"/>
    <w:rsid w:val="002773E9"/>
    <w:rsid w:val="00277EBC"/>
    <w:rsid w:val="00287248"/>
    <w:rsid w:val="00290FBC"/>
    <w:rsid w:val="002914DD"/>
    <w:rsid w:val="002B169F"/>
    <w:rsid w:val="002B67CE"/>
    <w:rsid w:val="002B79C9"/>
    <w:rsid w:val="002B7C04"/>
    <w:rsid w:val="002C1C8A"/>
    <w:rsid w:val="002C2EED"/>
    <w:rsid w:val="002D5D27"/>
    <w:rsid w:val="00305079"/>
    <w:rsid w:val="0030516B"/>
    <w:rsid w:val="00306336"/>
    <w:rsid w:val="00317E0F"/>
    <w:rsid w:val="00347827"/>
    <w:rsid w:val="00360947"/>
    <w:rsid w:val="00360CA9"/>
    <w:rsid w:val="00374492"/>
    <w:rsid w:val="003D0CB7"/>
    <w:rsid w:val="003E2E53"/>
    <w:rsid w:val="00407713"/>
    <w:rsid w:val="00411A8C"/>
    <w:rsid w:val="0042381A"/>
    <w:rsid w:val="004246FB"/>
    <w:rsid w:val="004254AD"/>
    <w:rsid w:val="0043072A"/>
    <w:rsid w:val="00441E23"/>
    <w:rsid w:val="004562D5"/>
    <w:rsid w:val="004C7518"/>
    <w:rsid w:val="004D6E3C"/>
    <w:rsid w:val="004E0E2B"/>
    <w:rsid w:val="004F2855"/>
    <w:rsid w:val="004F660D"/>
    <w:rsid w:val="00504D39"/>
    <w:rsid w:val="005255C6"/>
    <w:rsid w:val="00527135"/>
    <w:rsid w:val="00540644"/>
    <w:rsid w:val="00550287"/>
    <w:rsid w:val="00560DFD"/>
    <w:rsid w:val="005666EF"/>
    <w:rsid w:val="00580782"/>
    <w:rsid w:val="00581488"/>
    <w:rsid w:val="00584DEF"/>
    <w:rsid w:val="005907CF"/>
    <w:rsid w:val="00590D7C"/>
    <w:rsid w:val="00590D7E"/>
    <w:rsid w:val="00591E9D"/>
    <w:rsid w:val="005A21CA"/>
    <w:rsid w:val="005C68F4"/>
    <w:rsid w:val="005C7952"/>
    <w:rsid w:val="005D1401"/>
    <w:rsid w:val="005D28E4"/>
    <w:rsid w:val="005D4EFC"/>
    <w:rsid w:val="005E1A94"/>
    <w:rsid w:val="00600046"/>
    <w:rsid w:val="006007FA"/>
    <w:rsid w:val="00601C7D"/>
    <w:rsid w:val="006311AA"/>
    <w:rsid w:val="00635B5B"/>
    <w:rsid w:val="00655558"/>
    <w:rsid w:val="0066512A"/>
    <w:rsid w:val="0067767F"/>
    <w:rsid w:val="00683CB5"/>
    <w:rsid w:val="00686095"/>
    <w:rsid w:val="00691A8A"/>
    <w:rsid w:val="006A29F0"/>
    <w:rsid w:val="006A622C"/>
    <w:rsid w:val="006C60FB"/>
    <w:rsid w:val="006D0268"/>
    <w:rsid w:val="006F7E22"/>
    <w:rsid w:val="0070546F"/>
    <w:rsid w:val="00741B1E"/>
    <w:rsid w:val="007570F4"/>
    <w:rsid w:val="007616B0"/>
    <w:rsid w:val="00770AA2"/>
    <w:rsid w:val="007818F0"/>
    <w:rsid w:val="00782F85"/>
    <w:rsid w:val="00786FB0"/>
    <w:rsid w:val="007A2294"/>
    <w:rsid w:val="007A4B03"/>
    <w:rsid w:val="007D357B"/>
    <w:rsid w:val="007D35C7"/>
    <w:rsid w:val="007F499A"/>
    <w:rsid w:val="00840598"/>
    <w:rsid w:val="00844D95"/>
    <w:rsid w:val="00844DF1"/>
    <w:rsid w:val="008550F3"/>
    <w:rsid w:val="00876CFD"/>
    <w:rsid w:val="00891F29"/>
    <w:rsid w:val="00892682"/>
    <w:rsid w:val="008B1A8D"/>
    <w:rsid w:val="008B2656"/>
    <w:rsid w:val="008C2AFA"/>
    <w:rsid w:val="008D4BD0"/>
    <w:rsid w:val="008E10FD"/>
    <w:rsid w:val="008E4AF1"/>
    <w:rsid w:val="008F1EEB"/>
    <w:rsid w:val="008F5C61"/>
    <w:rsid w:val="008F70ED"/>
    <w:rsid w:val="009061F7"/>
    <w:rsid w:val="00926DA8"/>
    <w:rsid w:val="00930A3F"/>
    <w:rsid w:val="0094469E"/>
    <w:rsid w:val="00945E35"/>
    <w:rsid w:val="00954F26"/>
    <w:rsid w:val="00960C94"/>
    <w:rsid w:val="0098611C"/>
    <w:rsid w:val="009A4022"/>
    <w:rsid w:val="009C283D"/>
    <w:rsid w:val="009D7B91"/>
    <w:rsid w:val="00A23C1E"/>
    <w:rsid w:val="00A259CE"/>
    <w:rsid w:val="00A3144B"/>
    <w:rsid w:val="00A425AA"/>
    <w:rsid w:val="00A438A3"/>
    <w:rsid w:val="00A6048E"/>
    <w:rsid w:val="00A61E6D"/>
    <w:rsid w:val="00A720CB"/>
    <w:rsid w:val="00A82358"/>
    <w:rsid w:val="00AA42B3"/>
    <w:rsid w:val="00AA66C0"/>
    <w:rsid w:val="00AB6480"/>
    <w:rsid w:val="00AD0AA2"/>
    <w:rsid w:val="00AD18E9"/>
    <w:rsid w:val="00AD1FC5"/>
    <w:rsid w:val="00AE703A"/>
    <w:rsid w:val="00AF1BD9"/>
    <w:rsid w:val="00B02375"/>
    <w:rsid w:val="00B07C37"/>
    <w:rsid w:val="00B15FA4"/>
    <w:rsid w:val="00B209C1"/>
    <w:rsid w:val="00B32456"/>
    <w:rsid w:val="00B40BEC"/>
    <w:rsid w:val="00B44E06"/>
    <w:rsid w:val="00B4743B"/>
    <w:rsid w:val="00B53933"/>
    <w:rsid w:val="00B55D6E"/>
    <w:rsid w:val="00B709F9"/>
    <w:rsid w:val="00B90C7A"/>
    <w:rsid w:val="00BA0F36"/>
    <w:rsid w:val="00BA1C01"/>
    <w:rsid w:val="00BA29B7"/>
    <w:rsid w:val="00BB73B7"/>
    <w:rsid w:val="00BC367C"/>
    <w:rsid w:val="00BD17DF"/>
    <w:rsid w:val="00BD303C"/>
    <w:rsid w:val="00BD3B7F"/>
    <w:rsid w:val="00BE3894"/>
    <w:rsid w:val="00BF432B"/>
    <w:rsid w:val="00C216CB"/>
    <w:rsid w:val="00C308EC"/>
    <w:rsid w:val="00C323D8"/>
    <w:rsid w:val="00C46D4B"/>
    <w:rsid w:val="00C63CD3"/>
    <w:rsid w:val="00C665F3"/>
    <w:rsid w:val="00C71CB3"/>
    <w:rsid w:val="00C8014F"/>
    <w:rsid w:val="00C92BDC"/>
    <w:rsid w:val="00C92FCA"/>
    <w:rsid w:val="00CA19B8"/>
    <w:rsid w:val="00CC28F4"/>
    <w:rsid w:val="00CD65EB"/>
    <w:rsid w:val="00CE612F"/>
    <w:rsid w:val="00D14BCF"/>
    <w:rsid w:val="00D27868"/>
    <w:rsid w:val="00D545CA"/>
    <w:rsid w:val="00D7111D"/>
    <w:rsid w:val="00D81033"/>
    <w:rsid w:val="00DC7901"/>
    <w:rsid w:val="00DD5199"/>
    <w:rsid w:val="00DD59FD"/>
    <w:rsid w:val="00DE79BC"/>
    <w:rsid w:val="00DF03C1"/>
    <w:rsid w:val="00DF0CCA"/>
    <w:rsid w:val="00E10AA2"/>
    <w:rsid w:val="00E37020"/>
    <w:rsid w:val="00E45006"/>
    <w:rsid w:val="00E56C1B"/>
    <w:rsid w:val="00E605A8"/>
    <w:rsid w:val="00E625BA"/>
    <w:rsid w:val="00E956BA"/>
    <w:rsid w:val="00EB0061"/>
    <w:rsid w:val="00EB262D"/>
    <w:rsid w:val="00EB5C12"/>
    <w:rsid w:val="00EC64A0"/>
    <w:rsid w:val="00EE5765"/>
    <w:rsid w:val="00EF62E3"/>
    <w:rsid w:val="00F100FF"/>
    <w:rsid w:val="00F35934"/>
    <w:rsid w:val="00F36C0A"/>
    <w:rsid w:val="00F56485"/>
    <w:rsid w:val="00F70A7F"/>
    <w:rsid w:val="00F749A4"/>
    <w:rsid w:val="00F972BE"/>
    <w:rsid w:val="00FA4FD4"/>
    <w:rsid w:val="00FB4ED3"/>
    <w:rsid w:val="00FD79FC"/>
    <w:rsid w:val="00FE01AD"/>
    <w:rsid w:val="00FE0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8E4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D0C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D18E9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3D0CB7"/>
  </w:style>
  <w:style w:type="paragraph" w:styleId="Header">
    <w:name w:val="header"/>
    <w:basedOn w:val="Normal"/>
    <w:link w:val="HeaderChar"/>
    <w:uiPriority w:val="99"/>
    <w:rsid w:val="003D0C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D18E9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3D0CB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D18E9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33</Pages>
  <Words>853</Words>
  <Characters>4868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旭娇 刘</dc:creator>
  <cp:keywords/>
  <dc:description/>
  <cp:lastModifiedBy>吴琳赟</cp:lastModifiedBy>
  <cp:revision>5</cp:revision>
  <cp:lastPrinted>2018-10-31T07:42:00Z</cp:lastPrinted>
  <dcterms:created xsi:type="dcterms:W3CDTF">2018-10-29T00:19:00Z</dcterms:created>
  <dcterms:modified xsi:type="dcterms:W3CDTF">2018-10-31T07:43:00Z</dcterms:modified>
</cp:coreProperties>
</file>