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DE7" w:rsidRPr="00AE5F4F" w:rsidRDefault="00234DE7" w:rsidP="00F91ECB">
      <w:pPr>
        <w:widowControl/>
        <w:adjustRightInd w:val="0"/>
        <w:snapToGrid w:val="0"/>
        <w:spacing w:after="200" w:line="500" w:lineRule="exact"/>
        <w:jc w:val="left"/>
        <w:rPr>
          <w:rFonts w:ascii="黑体" w:eastAsia="黑体" w:hAnsi="黑体" w:cs="Times New Roman"/>
          <w:color w:val="000000"/>
          <w:kern w:val="0"/>
          <w:sz w:val="32"/>
          <w:szCs w:val="32"/>
        </w:rPr>
      </w:pPr>
      <w:r w:rsidRPr="00AE5F4F"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附件</w:t>
      </w:r>
      <w:r w:rsidRPr="00AE5F4F">
        <w:rPr>
          <w:rFonts w:ascii="黑体" w:eastAsia="黑体" w:hAnsi="黑体" w:cs="黑体"/>
          <w:color w:val="000000"/>
          <w:kern w:val="0"/>
          <w:sz w:val="32"/>
          <w:szCs w:val="32"/>
        </w:rPr>
        <w:t>1</w:t>
      </w:r>
    </w:p>
    <w:p w:rsidR="00234DE7" w:rsidRPr="00AE5F4F" w:rsidRDefault="00234DE7" w:rsidP="00F91ECB">
      <w:pPr>
        <w:widowControl/>
        <w:adjustRightInd w:val="0"/>
        <w:snapToGrid w:val="0"/>
        <w:spacing w:after="200" w:line="560" w:lineRule="exact"/>
        <w:jc w:val="center"/>
        <w:textAlignment w:val="baseline"/>
        <w:rPr>
          <w:rFonts w:ascii="方正小标宋简体" w:eastAsia="方正小标宋简体" w:hAnsi="Century" w:cs="方正小标宋简体"/>
          <w:spacing w:val="-6"/>
          <w:kern w:val="0"/>
          <w:sz w:val="44"/>
          <w:szCs w:val="44"/>
        </w:rPr>
      </w:pPr>
      <w:r w:rsidRPr="00AE5F4F">
        <w:rPr>
          <w:rFonts w:ascii="方正小标宋简体" w:eastAsia="方正小标宋简体" w:hAnsi="Century" w:cs="方正小标宋简体" w:hint="eastAsia"/>
          <w:spacing w:val="-6"/>
          <w:kern w:val="0"/>
          <w:sz w:val="44"/>
          <w:szCs w:val="44"/>
        </w:rPr>
        <w:t>首届常州市“粮以载德</w:t>
      </w:r>
      <w:r w:rsidRPr="00AE5F4F">
        <w:rPr>
          <w:rFonts w:ascii="方正小标宋简体" w:eastAsia="方正小标宋简体" w:hAnsi="Century" w:cs="方正小标宋简体"/>
          <w:spacing w:val="-6"/>
          <w:kern w:val="0"/>
          <w:sz w:val="44"/>
          <w:szCs w:val="44"/>
        </w:rPr>
        <w:t xml:space="preserve"> </w:t>
      </w:r>
      <w:r w:rsidRPr="00AE5F4F">
        <w:rPr>
          <w:rFonts w:ascii="方正小标宋简体" w:eastAsia="方正小标宋简体" w:hAnsi="Century" w:cs="方正小标宋简体" w:hint="eastAsia"/>
          <w:spacing w:val="-6"/>
          <w:kern w:val="0"/>
          <w:sz w:val="44"/>
          <w:szCs w:val="44"/>
        </w:rPr>
        <w:t>食育修身”主题教育活动</w:t>
      </w:r>
      <w:r w:rsidRPr="00AE5F4F">
        <w:rPr>
          <w:rFonts w:ascii="方正小标宋简体" w:eastAsia="方正小标宋简体" w:hAnsi="Century" w:cs="方正小标宋简体"/>
          <w:spacing w:val="-6"/>
          <w:kern w:val="0"/>
          <w:sz w:val="44"/>
          <w:szCs w:val="44"/>
        </w:rPr>
        <w:t xml:space="preserve"> </w:t>
      </w:r>
    </w:p>
    <w:p w:rsidR="00234DE7" w:rsidRPr="00AE5F4F" w:rsidRDefault="00234DE7" w:rsidP="00F91ECB">
      <w:pPr>
        <w:widowControl/>
        <w:adjustRightInd w:val="0"/>
        <w:snapToGrid w:val="0"/>
        <w:spacing w:after="200" w:line="560" w:lineRule="exact"/>
        <w:jc w:val="center"/>
        <w:textAlignment w:val="baseline"/>
        <w:rPr>
          <w:rFonts w:ascii="方正小标宋简体" w:eastAsia="方正小标宋简体" w:hAnsi="Century" w:cs="Times New Roman"/>
          <w:kern w:val="0"/>
          <w:sz w:val="44"/>
          <w:szCs w:val="44"/>
        </w:rPr>
      </w:pPr>
      <w:r w:rsidRPr="00AE5F4F">
        <w:rPr>
          <w:rFonts w:ascii="方正小标宋简体" w:eastAsia="方正小标宋简体" w:hAnsi="Century" w:cs="方正小标宋简体" w:hint="eastAsia"/>
          <w:kern w:val="0"/>
          <w:sz w:val="44"/>
          <w:szCs w:val="44"/>
        </w:rPr>
        <w:t>启动仪式参会人员统计表</w:t>
      </w:r>
    </w:p>
    <w:p w:rsidR="00234DE7" w:rsidRPr="00F91ECB" w:rsidRDefault="00234DE7" w:rsidP="00AE5F4F">
      <w:pPr>
        <w:widowControl/>
        <w:adjustRightInd w:val="0"/>
        <w:snapToGrid w:val="0"/>
        <w:spacing w:after="200" w:line="560" w:lineRule="exact"/>
        <w:ind w:firstLineChars="200" w:firstLine="31680"/>
        <w:jc w:val="left"/>
        <w:rPr>
          <w:rFonts w:ascii="Century" w:eastAsia="方正仿宋_GBK" w:hAnsi="Century" w:cs="Times New Roman"/>
          <w:kern w:val="0"/>
          <w:sz w:val="32"/>
          <w:szCs w:val="32"/>
        </w:rPr>
      </w:pPr>
    </w:p>
    <w:tbl>
      <w:tblPr>
        <w:tblW w:w="51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4"/>
        <w:gridCol w:w="1311"/>
        <w:gridCol w:w="2217"/>
        <w:gridCol w:w="1082"/>
        <w:gridCol w:w="1664"/>
        <w:gridCol w:w="2347"/>
      </w:tblGrid>
      <w:tr w:rsidR="00234DE7" w:rsidRPr="00AE5F4F" w:rsidTr="00AE5F4F">
        <w:trPr>
          <w:trHeight w:val="510"/>
          <w:jc w:val="center"/>
        </w:trPr>
        <w:tc>
          <w:tcPr>
            <w:tcW w:w="488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  <w:r w:rsidRPr="00AE5F4F">
              <w:rPr>
                <w:rFonts w:ascii="仿宋_GB2312" w:eastAsia="仿宋_GB2312" w:hAnsi="Century" w:cs="仿宋_GB2312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686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  <w:r w:rsidRPr="00AE5F4F">
              <w:rPr>
                <w:rFonts w:ascii="仿宋_GB2312" w:eastAsia="仿宋_GB2312" w:hAnsi="Century" w:cs="仿宋_GB2312" w:hint="eastAsia"/>
                <w:kern w:val="0"/>
                <w:sz w:val="28"/>
                <w:szCs w:val="28"/>
              </w:rPr>
              <w:t>辖市区</w:t>
            </w:r>
          </w:p>
        </w:tc>
        <w:tc>
          <w:tcPr>
            <w:tcW w:w="1160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  <w:r w:rsidRPr="00AE5F4F">
              <w:rPr>
                <w:rFonts w:ascii="仿宋_GB2312" w:eastAsia="仿宋_GB2312" w:hAnsi="Century" w:cs="仿宋_GB2312" w:hint="eastAsia"/>
                <w:kern w:val="0"/>
                <w:sz w:val="28"/>
                <w:szCs w:val="28"/>
              </w:rPr>
              <w:t>学校</w:t>
            </w:r>
          </w:p>
        </w:tc>
        <w:tc>
          <w:tcPr>
            <w:tcW w:w="566" w:type="pct"/>
            <w:vAlign w:val="center"/>
          </w:tcPr>
          <w:p w:rsidR="00234DE7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  <w:r w:rsidRPr="00AE5F4F">
              <w:rPr>
                <w:rFonts w:ascii="仿宋_GB2312" w:eastAsia="仿宋_GB2312" w:hAnsi="Century" w:cs="仿宋_GB2312" w:hint="eastAsia"/>
                <w:kern w:val="0"/>
                <w:sz w:val="28"/>
                <w:szCs w:val="28"/>
              </w:rPr>
              <w:t>带队</w:t>
            </w:r>
          </w:p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  <w:r w:rsidRPr="00AE5F4F">
              <w:rPr>
                <w:rFonts w:ascii="仿宋_GB2312" w:eastAsia="仿宋_GB2312" w:hAnsi="Century" w:cs="仿宋_GB2312" w:hint="eastAsia"/>
                <w:kern w:val="0"/>
                <w:sz w:val="28"/>
                <w:szCs w:val="28"/>
              </w:rPr>
              <w:t>教师</w:t>
            </w:r>
          </w:p>
        </w:tc>
        <w:tc>
          <w:tcPr>
            <w:tcW w:w="871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  <w:r w:rsidRPr="00AE5F4F">
              <w:rPr>
                <w:rFonts w:ascii="仿宋_GB2312" w:eastAsia="仿宋_GB2312" w:hAnsi="Century" w:cs="仿宋_GB2312" w:hint="eastAsia"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1228" w:type="pct"/>
            <w:vAlign w:val="center"/>
          </w:tcPr>
          <w:p w:rsidR="00234DE7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  <w:r w:rsidRPr="00AE5F4F">
              <w:rPr>
                <w:rFonts w:ascii="仿宋_GB2312" w:eastAsia="仿宋_GB2312" w:hAnsi="Century" w:cs="仿宋_GB2312" w:hint="eastAsia"/>
                <w:kern w:val="0"/>
                <w:sz w:val="28"/>
                <w:szCs w:val="28"/>
              </w:rPr>
              <w:t>学生代表</w:t>
            </w:r>
          </w:p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  <w:r w:rsidRPr="00AE5F4F">
              <w:rPr>
                <w:rFonts w:ascii="仿宋_GB2312" w:eastAsia="仿宋_GB2312" w:hAnsi="Century" w:cs="仿宋_GB2312" w:hint="eastAsia"/>
                <w:kern w:val="0"/>
                <w:sz w:val="28"/>
                <w:szCs w:val="28"/>
              </w:rPr>
              <w:t>（校园宣传大使）</w:t>
            </w:r>
          </w:p>
        </w:tc>
      </w:tr>
      <w:tr w:rsidR="00234DE7" w:rsidRPr="00AE5F4F" w:rsidTr="00AE5F4F">
        <w:trPr>
          <w:trHeight w:val="510"/>
          <w:jc w:val="center"/>
        </w:trPr>
        <w:tc>
          <w:tcPr>
            <w:tcW w:w="488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  <w:tc>
          <w:tcPr>
            <w:tcW w:w="686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  <w:tc>
          <w:tcPr>
            <w:tcW w:w="1160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  <w:tc>
          <w:tcPr>
            <w:tcW w:w="566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  <w:tc>
          <w:tcPr>
            <w:tcW w:w="871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  <w:tc>
          <w:tcPr>
            <w:tcW w:w="1228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</w:tr>
      <w:tr w:rsidR="00234DE7" w:rsidRPr="00AE5F4F" w:rsidTr="00AE5F4F">
        <w:trPr>
          <w:trHeight w:val="510"/>
          <w:jc w:val="center"/>
        </w:trPr>
        <w:tc>
          <w:tcPr>
            <w:tcW w:w="488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  <w:tc>
          <w:tcPr>
            <w:tcW w:w="686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  <w:tc>
          <w:tcPr>
            <w:tcW w:w="1160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  <w:tc>
          <w:tcPr>
            <w:tcW w:w="566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  <w:tc>
          <w:tcPr>
            <w:tcW w:w="871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  <w:tc>
          <w:tcPr>
            <w:tcW w:w="1228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</w:tr>
      <w:tr w:rsidR="00234DE7" w:rsidRPr="00AE5F4F" w:rsidTr="00AE5F4F">
        <w:trPr>
          <w:trHeight w:val="510"/>
          <w:jc w:val="center"/>
        </w:trPr>
        <w:tc>
          <w:tcPr>
            <w:tcW w:w="488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  <w:tc>
          <w:tcPr>
            <w:tcW w:w="686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  <w:tc>
          <w:tcPr>
            <w:tcW w:w="1160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  <w:tc>
          <w:tcPr>
            <w:tcW w:w="566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  <w:tc>
          <w:tcPr>
            <w:tcW w:w="871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  <w:tc>
          <w:tcPr>
            <w:tcW w:w="1228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</w:tr>
      <w:tr w:rsidR="00234DE7" w:rsidRPr="00AE5F4F" w:rsidTr="00AE5F4F">
        <w:trPr>
          <w:trHeight w:val="510"/>
          <w:jc w:val="center"/>
        </w:trPr>
        <w:tc>
          <w:tcPr>
            <w:tcW w:w="488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  <w:tc>
          <w:tcPr>
            <w:tcW w:w="686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  <w:tc>
          <w:tcPr>
            <w:tcW w:w="1160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  <w:tc>
          <w:tcPr>
            <w:tcW w:w="566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  <w:tc>
          <w:tcPr>
            <w:tcW w:w="871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  <w:tc>
          <w:tcPr>
            <w:tcW w:w="1228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</w:tr>
      <w:tr w:rsidR="00234DE7" w:rsidRPr="00AE5F4F" w:rsidTr="00AE5F4F">
        <w:trPr>
          <w:trHeight w:val="510"/>
          <w:jc w:val="center"/>
        </w:trPr>
        <w:tc>
          <w:tcPr>
            <w:tcW w:w="488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  <w:tc>
          <w:tcPr>
            <w:tcW w:w="686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  <w:tc>
          <w:tcPr>
            <w:tcW w:w="1160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  <w:tc>
          <w:tcPr>
            <w:tcW w:w="566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  <w:tc>
          <w:tcPr>
            <w:tcW w:w="871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  <w:tc>
          <w:tcPr>
            <w:tcW w:w="1228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</w:tr>
      <w:tr w:rsidR="00234DE7" w:rsidRPr="00AE5F4F" w:rsidTr="00AE5F4F">
        <w:trPr>
          <w:trHeight w:val="510"/>
          <w:jc w:val="center"/>
        </w:trPr>
        <w:tc>
          <w:tcPr>
            <w:tcW w:w="488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  <w:tc>
          <w:tcPr>
            <w:tcW w:w="686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  <w:tc>
          <w:tcPr>
            <w:tcW w:w="1160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  <w:tc>
          <w:tcPr>
            <w:tcW w:w="566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  <w:tc>
          <w:tcPr>
            <w:tcW w:w="871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  <w:tc>
          <w:tcPr>
            <w:tcW w:w="1228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</w:tr>
      <w:tr w:rsidR="00234DE7" w:rsidRPr="00AE5F4F" w:rsidTr="00AE5F4F">
        <w:trPr>
          <w:trHeight w:val="510"/>
          <w:jc w:val="center"/>
        </w:trPr>
        <w:tc>
          <w:tcPr>
            <w:tcW w:w="488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  <w:tc>
          <w:tcPr>
            <w:tcW w:w="686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  <w:tc>
          <w:tcPr>
            <w:tcW w:w="1160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  <w:tc>
          <w:tcPr>
            <w:tcW w:w="566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  <w:tc>
          <w:tcPr>
            <w:tcW w:w="871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  <w:tc>
          <w:tcPr>
            <w:tcW w:w="1228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</w:tr>
      <w:tr w:rsidR="00234DE7" w:rsidRPr="00AE5F4F" w:rsidTr="00AE5F4F">
        <w:trPr>
          <w:trHeight w:val="510"/>
          <w:jc w:val="center"/>
        </w:trPr>
        <w:tc>
          <w:tcPr>
            <w:tcW w:w="488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  <w:tc>
          <w:tcPr>
            <w:tcW w:w="686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  <w:tc>
          <w:tcPr>
            <w:tcW w:w="1160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  <w:tc>
          <w:tcPr>
            <w:tcW w:w="566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  <w:tc>
          <w:tcPr>
            <w:tcW w:w="871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  <w:tc>
          <w:tcPr>
            <w:tcW w:w="1228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</w:tr>
      <w:tr w:rsidR="00234DE7" w:rsidRPr="00AE5F4F" w:rsidTr="00AE5F4F">
        <w:trPr>
          <w:trHeight w:val="510"/>
          <w:jc w:val="center"/>
        </w:trPr>
        <w:tc>
          <w:tcPr>
            <w:tcW w:w="488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  <w:tc>
          <w:tcPr>
            <w:tcW w:w="686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  <w:tc>
          <w:tcPr>
            <w:tcW w:w="1160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  <w:tc>
          <w:tcPr>
            <w:tcW w:w="566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  <w:tc>
          <w:tcPr>
            <w:tcW w:w="871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  <w:tc>
          <w:tcPr>
            <w:tcW w:w="1228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</w:tr>
      <w:tr w:rsidR="00234DE7" w:rsidRPr="00AE5F4F" w:rsidTr="00AE5F4F">
        <w:trPr>
          <w:trHeight w:val="510"/>
          <w:jc w:val="center"/>
        </w:trPr>
        <w:tc>
          <w:tcPr>
            <w:tcW w:w="488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  <w:tc>
          <w:tcPr>
            <w:tcW w:w="686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  <w:tc>
          <w:tcPr>
            <w:tcW w:w="1160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  <w:tc>
          <w:tcPr>
            <w:tcW w:w="566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  <w:tc>
          <w:tcPr>
            <w:tcW w:w="871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  <w:tc>
          <w:tcPr>
            <w:tcW w:w="1228" w:type="pct"/>
            <w:vAlign w:val="center"/>
          </w:tcPr>
          <w:p w:rsidR="00234DE7" w:rsidRPr="00AE5F4F" w:rsidRDefault="00234DE7" w:rsidP="00AE5F4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Century" w:cs="Times New Roman"/>
                <w:kern w:val="0"/>
                <w:sz w:val="28"/>
                <w:szCs w:val="28"/>
              </w:rPr>
            </w:pPr>
          </w:p>
        </w:tc>
      </w:tr>
    </w:tbl>
    <w:p w:rsidR="00234DE7" w:rsidRPr="00AE5F4F" w:rsidRDefault="00234DE7" w:rsidP="00AE5F4F">
      <w:pPr>
        <w:widowControl/>
        <w:adjustRightInd w:val="0"/>
        <w:snapToGrid w:val="0"/>
        <w:jc w:val="left"/>
        <w:outlineLvl w:val="0"/>
        <w:rPr>
          <w:rFonts w:ascii="仿宋_GB2312" w:eastAsia="仿宋_GB2312" w:hAnsi="宋体" w:cs="Times New Roman"/>
          <w:color w:val="000000"/>
          <w:spacing w:val="20"/>
          <w:sz w:val="24"/>
          <w:szCs w:val="24"/>
        </w:rPr>
      </w:pPr>
      <w:r w:rsidRPr="00AE5F4F">
        <w:rPr>
          <w:rFonts w:ascii="仿宋_GB2312" w:eastAsia="仿宋_GB2312" w:hAnsi="宋体" w:cs="仿宋_GB2312" w:hint="eastAsia"/>
          <w:color w:val="000000"/>
          <w:spacing w:val="20"/>
          <w:sz w:val="24"/>
          <w:szCs w:val="24"/>
        </w:rPr>
        <w:t>备注：</w:t>
      </w:r>
    </w:p>
    <w:p w:rsidR="00234DE7" w:rsidRPr="00AE5F4F" w:rsidRDefault="00234DE7" w:rsidP="00AE5F4F">
      <w:pPr>
        <w:widowControl/>
        <w:adjustRightInd w:val="0"/>
        <w:snapToGrid w:val="0"/>
        <w:jc w:val="left"/>
        <w:outlineLvl w:val="0"/>
        <w:rPr>
          <w:rFonts w:ascii="仿宋_GB2312" w:eastAsia="仿宋_GB2312" w:hAnsi="宋体" w:cs="Times New Roman"/>
          <w:color w:val="000000"/>
          <w:spacing w:val="20"/>
          <w:sz w:val="24"/>
          <w:szCs w:val="24"/>
        </w:rPr>
      </w:pPr>
      <w:r w:rsidRPr="00AE5F4F">
        <w:rPr>
          <w:rFonts w:ascii="仿宋_GB2312" w:eastAsia="仿宋_GB2312" w:hAnsi="宋体" w:cs="仿宋_GB2312"/>
          <w:color w:val="000000"/>
          <w:spacing w:val="20"/>
          <w:sz w:val="24"/>
          <w:szCs w:val="24"/>
        </w:rPr>
        <w:t>1.</w:t>
      </w:r>
      <w:r w:rsidRPr="00AE5F4F">
        <w:rPr>
          <w:rFonts w:ascii="仿宋_GB2312" w:eastAsia="仿宋_GB2312" w:hAnsi="宋体" w:cs="仿宋_GB2312" w:hint="eastAsia"/>
          <w:color w:val="000000"/>
          <w:spacing w:val="20"/>
          <w:sz w:val="24"/>
          <w:szCs w:val="24"/>
        </w:rPr>
        <w:t>辖市区填：溧阳、金坛、武进、新北、天宁、钟楼、局属</w:t>
      </w:r>
    </w:p>
    <w:p w:rsidR="00234DE7" w:rsidRPr="00AE5F4F" w:rsidRDefault="00234DE7" w:rsidP="00AE5F4F">
      <w:pPr>
        <w:widowControl/>
        <w:adjustRightInd w:val="0"/>
        <w:snapToGrid w:val="0"/>
        <w:jc w:val="left"/>
        <w:outlineLvl w:val="0"/>
        <w:rPr>
          <w:rFonts w:ascii="仿宋_GB2312" w:eastAsia="仿宋_GB2312" w:hAnsi="宋体" w:cs="Times New Roman"/>
          <w:color w:val="000000"/>
          <w:kern w:val="0"/>
          <w:sz w:val="24"/>
          <w:szCs w:val="24"/>
        </w:rPr>
      </w:pPr>
      <w:r w:rsidRPr="00AE5F4F">
        <w:rPr>
          <w:rFonts w:ascii="仿宋_GB2312" w:eastAsia="仿宋_GB2312" w:hAnsi="宋体" w:cs="仿宋_GB2312"/>
          <w:color w:val="000000"/>
          <w:kern w:val="0"/>
          <w:sz w:val="24"/>
          <w:szCs w:val="24"/>
        </w:rPr>
        <w:t>2.</w:t>
      </w:r>
      <w:r w:rsidRPr="00AE5F4F">
        <w:rPr>
          <w:rFonts w:ascii="仿宋_GB2312" w:eastAsia="仿宋_GB2312" w:hAnsi="宋体" w:cs="仿宋_GB2312" w:hint="eastAsia"/>
          <w:color w:val="000000"/>
          <w:kern w:val="0"/>
          <w:sz w:val="24"/>
          <w:szCs w:val="24"/>
        </w:rPr>
        <w:t>参赛学校推荐一名学生担任“粮以载德</w:t>
      </w:r>
      <w:r w:rsidRPr="00AE5F4F">
        <w:rPr>
          <w:rFonts w:ascii="仿宋_GB2312" w:eastAsia="仿宋_GB2312" w:hAnsi="宋体" w:cs="仿宋_GB2312"/>
          <w:color w:val="000000"/>
          <w:kern w:val="0"/>
          <w:sz w:val="24"/>
          <w:szCs w:val="24"/>
        </w:rPr>
        <w:t xml:space="preserve"> </w:t>
      </w:r>
      <w:r w:rsidRPr="00AE5F4F">
        <w:rPr>
          <w:rFonts w:ascii="仿宋_GB2312" w:eastAsia="仿宋_GB2312" w:hAnsi="宋体" w:cs="仿宋_GB2312" w:hint="eastAsia"/>
          <w:color w:val="000000"/>
          <w:kern w:val="0"/>
          <w:sz w:val="24"/>
          <w:szCs w:val="24"/>
        </w:rPr>
        <w:t>食育修身”校园宣传大使</w:t>
      </w:r>
    </w:p>
    <w:p w:rsidR="00234DE7" w:rsidRPr="00AE5F4F" w:rsidRDefault="00234DE7" w:rsidP="00AE5F4F">
      <w:pPr>
        <w:widowControl/>
        <w:adjustRightInd w:val="0"/>
        <w:snapToGrid w:val="0"/>
        <w:jc w:val="left"/>
        <w:outlineLvl w:val="0"/>
        <w:rPr>
          <w:rFonts w:ascii="仿宋_GB2312" w:eastAsia="仿宋_GB2312" w:hAnsi="宋体" w:cs="仿宋_GB2312"/>
          <w:color w:val="000000"/>
          <w:kern w:val="0"/>
          <w:sz w:val="24"/>
          <w:szCs w:val="24"/>
        </w:rPr>
      </w:pPr>
      <w:r w:rsidRPr="00AE5F4F">
        <w:rPr>
          <w:rFonts w:ascii="仿宋_GB2312" w:eastAsia="仿宋_GB2312" w:hAnsi="宋体" w:cs="仿宋_GB2312"/>
          <w:color w:val="000000"/>
          <w:kern w:val="0"/>
          <w:sz w:val="24"/>
          <w:szCs w:val="24"/>
        </w:rPr>
        <w:t>3.</w:t>
      </w:r>
      <w:r w:rsidRPr="00AE5F4F">
        <w:rPr>
          <w:rFonts w:ascii="仿宋_GB2312" w:eastAsia="仿宋_GB2312" w:hAnsi="宋体" w:cs="仿宋_GB2312" w:hint="eastAsia"/>
          <w:color w:val="000000"/>
          <w:kern w:val="0"/>
          <w:sz w:val="24"/>
          <w:szCs w:val="24"/>
        </w:rPr>
        <w:t>请于</w:t>
      </w:r>
      <w:r w:rsidRPr="00AE5F4F">
        <w:rPr>
          <w:rFonts w:ascii="仿宋_GB2312" w:eastAsia="仿宋_GB2312" w:hAnsi="宋体" w:cs="仿宋_GB2312"/>
          <w:color w:val="000000"/>
          <w:kern w:val="0"/>
          <w:sz w:val="24"/>
          <w:szCs w:val="24"/>
        </w:rPr>
        <w:t>2018</w:t>
      </w:r>
      <w:r w:rsidRPr="00AE5F4F">
        <w:rPr>
          <w:rFonts w:ascii="仿宋_GB2312" w:eastAsia="仿宋_GB2312" w:hAnsi="宋体" w:cs="仿宋_GB2312" w:hint="eastAsia"/>
          <w:color w:val="000000"/>
          <w:kern w:val="0"/>
          <w:sz w:val="24"/>
          <w:szCs w:val="24"/>
        </w:rPr>
        <w:t>年</w:t>
      </w:r>
      <w:r w:rsidRPr="00AE5F4F">
        <w:rPr>
          <w:rFonts w:ascii="仿宋_GB2312" w:eastAsia="仿宋_GB2312" w:hAnsi="宋体" w:cs="仿宋_GB2312"/>
          <w:color w:val="000000"/>
          <w:kern w:val="0"/>
          <w:sz w:val="24"/>
          <w:szCs w:val="24"/>
        </w:rPr>
        <w:t>10</w:t>
      </w:r>
      <w:r w:rsidRPr="00AE5F4F">
        <w:rPr>
          <w:rFonts w:ascii="仿宋_GB2312" w:eastAsia="仿宋_GB2312" w:hAnsi="宋体" w:cs="仿宋_GB2312" w:hint="eastAsia"/>
          <w:color w:val="000000"/>
          <w:kern w:val="0"/>
          <w:sz w:val="24"/>
          <w:szCs w:val="24"/>
        </w:rPr>
        <w:t>月</w:t>
      </w:r>
      <w:r w:rsidRPr="00AE5F4F">
        <w:rPr>
          <w:rFonts w:ascii="仿宋_GB2312" w:eastAsia="仿宋_GB2312" w:hAnsi="宋体" w:cs="仿宋_GB2312"/>
          <w:color w:val="000000"/>
          <w:kern w:val="0"/>
          <w:sz w:val="24"/>
          <w:szCs w:val="24"/>
        </w:rPr>
        <w:t>16</w:t>
      </w:r>
      <w:bookmarkStart w:id="0" w:name="_GoBack"/>
      <w:bookmarkEnd w:id="0"/>
      <w:r w:rsidRPr="00AE5F4F">
        <w:rPr>
          <w:rFonts w:ascii="仿宋_GB2312" w:eastAsia="仿宋_GB2312" w:hAnsi="宋体" w:cs="仿宋_GB2312" w:hint="eastAsia"/>
          <w:color w:val="000000"/>
          <w:kern w:val="0"/>
          <w:sz w:val="24"/>
          <w:szCs w:val="24"/>
        </w:rPr>
        <w:t>日前上交电子表至邮箱：</w:t>
      </w:r>
      <w:r w:rsidRPr="00AE5F4F">
        <w:rPr>
          <w:rFonts w:ascii="仿宋_GB2312" w:eastAsia="仿宋_GB2312" w:hAnsi="宋体" w:cs="仿宋_GB2312"/>
          <w:color w:val="000000"/>
          <w:kern w:val="0"/>
          <w:sz w:val="24"/>
          <w:szCs w:val="24"/>
        </w:rPr>
        <w:t>czjytgw@163.com</w:t>
      </w:r>
    </w:p>
    <w:p w:rsidR="00234DE7" w:rsidRPr="00F91ECB" w:rsidRDefault="00234DE7">
      <w:pPr>
        <w:rPr>
          <w:rFonts w:cs="Times New Roman"/>
        </w:rPr>
      </w:pPr>
    </w:p>
    <w:sectPr w:rsidR="00234DE7" w:rsidRPr="00F91ECB" w:rsidSect="00AE5F4F">
      <w:footerReference w:type="default" r:id="rId6"/>
      <w:pgSz w:w="11906" w:h="16838"/>
      <w:pgMar w:top="1701" w:right="1418" w:bottom="1701" w:left="1418" w:header="851" w:footer="992" w:gutter="0"/>
      <w:pgNumType w:fmt="numberInDash" w:start="7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DE7" w:rsidRDefault="00234DE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34DE7" w:rsidRDefault="00234DE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方正仿宋_GBK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DE7" w:rsidRPr="00AE5F4F" w:rsidRDefault="00234DE7" w:rsidP="009E3A49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AE5F4F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AE5F4F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AE5F4F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- 7 -</w:t>
    </w:r>
    <w:r w:rsidRPr="00AE5F4F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234DE7" w:rsidRDefault="00234DE7" w:rsidP="00AE5F4F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DE7" w:rsidRDefault="00234DE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234DE7" w:rsidRDefault="00234DE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1ECB"/>
    <w:rsid w:val="000006E1"/>
    <w:rsid w:val="000034EE"/>
    <w:rsid w:val="00004A64"/>
    <w:rsid w:val="00027E57"/>
    <w:rsid w:val="00035AA5"/>
    <w:rsid w:val="00050450"/>
    <w:rsid w:val="00061065"/>
    <w:rsid w:val="0009405A"/>
    <w:rsid w:val="00094BFD"/>
    <w:rsid w:val="000B2FFC"/>
    <w:rsid w:val="000B419A"/>
    <w:rsid w:val="000E5DC4"/>
    <w:rsid w:val="000E602B"/>
    <w:rsid w:val="000F13DE"/>
    <w:rsid w:val="00105C8B"/>
    <w:rsid w:val="0011783B"/>
    <w:rsid w:val="00120746"/>
    <w:rsid w:val="0012117B"/>
    <w:rsid w:val="001213D1"/>
    <w:rsid w:val="00122C84"/>
    <w:rsid w:val="0013742D"/>
    <w:rsid w:val="0015159B"/>
    <w:rsid w:val="00181FF8"/>
    <w:rsid w:val="00182462"/>
    <w:rsid w:val="00193A78"/>
    <w:rsid w:val="001950A9"/>
    <w:rsid w:val="00197ED7"/>
    <w:rsid w:val="001A78C9"/>
    <w:rsid w:val="001B75EB"/>
    <w:rsid w:val="001C092E"/>
    <w:rsid w:val="001F3CF5"/>
    <w:rsid w:val="001F4242"/>
    <w:rsid w:val="001F52BD"/>
    <w:rsid w:val="0023063B"/>
    <w:rsid w:val="00234DE7"/>
    <w:rsid w:val="00240BD6"/>
    <w:rsid w:val="0024235F"/>
    <w:rsid w:val="00244674"/>
    <w:rsid w:val="0024590B"/>
    <w:rsid w:val="00256D55"/>
    <w:rsid w:val="00257594"/>
    <w:rsid w:val="002773E9"/>
    <w:rsid w:val="00277EBC"/>
    <w:rsid w:val="00287248"/>
    <w:rsid w:val="00290FBC"/>
    <w:rsid w:val="002914DD"/>
    <w:rsid w:val="002B169F"/>
    <w:rsid w:val="002B67CE"/>
    <w:rsid w:val="002B79C9"/>
    <w:rsid w:val="002B7C04"/>
    <w:rsid w:val="002C1C8A"/>
    <w:rsid w:val="002C2EED"/>
    <w:rsid w:val="002D5D27"/>
    <w:rsid w:val="00305079"/>
    <w:rsid w:val="0030516B"/>
    <w:rsid w:val="00306336"/>
    <w:rsid w:val="00317E0F"/>
    <w:rsid w:val="00347827"/>
    <w:rsid w:val="00360947"/>
    <w:rsid w:val="00360CA9"/>
    <w:rsid w:val="00374492"/>
    <w:rsid w:val="003E2E53"/>
    <w:rsid w:val="00407713"/>
    <w:rsid w:val="00411A8C"/>
    <w:rsid w:val="0042381A"/>
    <w:rsid w:val="004246FB"/>
    <w:rsid w:val="004254AD"/>
    <w:rsid w:val="0043072A"/>
    <w:rsid w:val="00441E23"/>
    <w:rsid w:val="004562D5"/>
    <w:rsid w:val="004C7518"/>
    <w:rsid w:val="004D6E3C"/>
    <w:rsid w:val="004E0E2B"/>
    <w:rsid w:val="004F660D"/>
    <w:rsid w:val="00504D39"/>
    <w:rsid w:val="00527135"/>
    <w:rsid w:val="00540644"/>
    <w:rsid w:val="00565870"/>
    <w:rsid w:val="005666EF"/>
    <w:rsid w:val="00580782"/>
    <w:rsid w:val="00581488"/>
    <w:rsid w:val="00584DEF"/>
    <w:rsid w:val="005907CF"/>
    <w:rsid w:val="00590D7C"/>
    <w:rsid w:val="00590D7E"/>
    <w:rsid w:val="00591E9D"/>
    <w:rsid w:val="005A21CA"/>
    <w:rsid w:val="005C68F4"/>
    <w:rsid w:val="005C7952"/>
    <w:rsid w:val="005D1401"/>
    <w:rsid w:val="00600046"/>
    <w:rsid w:val="00601C7D"/>
    <w:rsid w:val="006311AA"/>
    <w:rsid w:val="00635B5B"/>
    <w:rsid w:val="00655558"/>
    <w:rsid w:val="0066512A"/>
    <w:rsid w:val="0067767F"/>
    <w:rsid w:val="00683CB5"/>
    <w:rsid w:val="00686095"/>
    <w:rsid w:val="006A29F0"/>
    <w:rsid w:val="006C60FB"/>
    <w:rsid w:val="006D0268"/>
    <w:rsid w:val="006F7E22"/>
    <w:rsid w:val="0070546F"/>
    <w:rsid w:val="00741B1E"/>
    <w:rsid w:val="007570F4"/>
    <w:rsid w:val="007616B0"/>
    <w:rsid w:val="00770AA2"/>
    <w:rsid w:val="007818F0"/>
    <w:rsid w:val="00782F85"/>
    <w:rsid w:val="00786FB0"/>
    <w:rsid w:val="007A2294"/>
    <w:rsid w:val="007A4B03"/>
    <w:rsid w:val="007D357B"/>
    <w:rsid w:val="007D35C7"/>
    <w:rsid w:val="007F09C4"/>
    <w:rsid w:val="007F499A"/>
    <w:rsid w:val="00821575"/>
    <w:rsid w:val="00840598"/>
    <w:rsid w:val="00844D95"/>
    <w:rsid w:val="00844DF1"/>
    <w:rsid w:val="008550F3"/>
    <w:rsid w:val="00876CFD"/>
    <w:rsid w:val="00891F29"/>
    <w:rsid w:val="00892682"/>
    <w:rsid w:val="008B1A8D"/>
    <w:rsid w:val="008B2656"/>
    <w:rsid w:val="008C2AFA"/>
    <w:rsid w:val="008D4BD0"/>
    <w:rsid w:val="008E10FD"/>
    <w:rsid w:val="008E4AF1"/>
    <w:rsid w:val="008F5C61"/>
    <w:rsid w:val="008F70ED"/>
    <w:rsid w:val="00926DA8"/>
    <w:rsid w:val="00930A3F"/>
    <w:rsid w:val="0094469E"/>
    <w:rsid w:val="00954F26"/>
    <w:rsid w:val="00960C94"/>
    <w:rsid w:val="0098611C"/>
    <w:rsid w:val="009A4022"/>
    <w:rsid w:val="009C283D"/>
    <w:rsid w:val="009D7B91"/>
    <w:rsid w:val="009E3A49"/>
    <w:rsid w:val="00A15DFA"/>
    <w:rsid w:val="00A23C1E"/>
    <w:rsid w:val="00A259CE"/>
    <w:rsid w:val="00A3144B"/>
    <w:rsid w:val="00A425AA"/>
    <w:rsid w:val="00A438A3"/>
    <w:rsid w:val="00A6048E"/>
    <w:rsid w:val="00A61E6D"/>
    <w:rsid w:val="00A720CB"/>
    <w:rsid w:val="00A82358"/>
    <w:rsid w:val="00AA42B3"/>
    <w:rsid w:val="00AA66C0"/>
    <w:rsid w:val="00AB6480"/>
    <w:rsid w:val="00AD0AA2"/>
    <w:rsid w:val="00AD1FC5"/>
    <w:rsid w:val="00AE5F4F"/>
    <w:rsid w:val="00AE703A"/>
    <w:rsid w:val="00B02375"/>
    <w:rsid w:val="00B07C37"/>
    <w:rsid w:val="00B15FA4"/>
    <w:rsid w:val="00B209C1"/>
    <w:rsid w:val="00B32456"/>
    <w:rsid w:val="00B40BEC"/>
    <w:rsid w:val="00B44E06"/>
    <w:rsid w:val="00B4743B"/>
    <w:rsid w:val="00B53933"/>
    <w:rsid w:val="00B55D6E"/>
    <w:rsid w:val="00B90C7A"/>
    <w:rsid w:val="00BA0F36"/>
    <w:rsid w:val="00BA1C01"/>
    <w:rsid w:val="00BA29B7"/>
    <w:rsid w:val="00BB73B7"/>
    <w:rsid w:val="00BD17DF"/>
    <w:rsid w:val="00BD303C"/>
    <w:rsid w:val="00BD3B7F"/>
    <w:rsid w:val="00BE3894"/>
    <w:rsid w:val="00BF432B"/>
    <w:rsid w:val="00C216CB"/>
    <w:rsid w:val="00C323D8"/>
    <w:rsid w:val="00C46D4B"/>
    <w:rsid w:val="00C63CD3"/>
    <w:rsid w:val="00C71CB3"/>
    <w:rsid w:val="00C8014F"/>
    <w:rsid w:val="00C92BDC"/>
    <w:rsid w:val="00C92FCA"/>
    <w:rsid w:val="00CA19B8"/>
    <w:rsid w:val="00CE612F"/>
    <w:rsid w:val="00D14BCF"/>
    <w:rsid w:val="00D27868"/>
    <w:rsid w:val="00D545CA"/>
    <w:rsid w:val="00D7111D"/>
    <w:rsid w:val="00D81033"/>
    <w:rsid w:val="00DC7901"/>
    <w:rsid w:val="00DD5199"/>
    <w:rsid w:val="00DD59FD"/>
    <w:rsid w:val="00DE79BC"/>
    <w:rsid w:val="00DF03C1"/>
    <w:rsid w:val="00DF0CCA"/>
    <w:rsid w:val="00E10AA2"/>
    <w:rsid w:val="00E37020"/>
    <w:rsid w:val="00E45006"/>
    <w:rsid w:val="00E56C1B"/>
    <w:rsid w:val="00E605A8"/>
    <w:rsid w:val="00E625BA"/>
    <w:rsid w:val="00E844FA"/>
    <w:rsid w:val="00E956BA"/>
    <w:rsid w:val="00EB0061"/>
    <w:rsid w:val="00EB262D"/>
    <w:rsid w:val="00EB5C12"/>
    <w:rsid w:val="00EC64A0"/>
    <w:rsid w:val="00EE5765"/>
    <w:rsid w:val="00EF62E3"/>
    <w:rsid w:val="00F100FF"/>
    <w:rsid w:val="00F35934"/>
    <w:rsid w:val="00F36C0A"/>
    <w:rsid w:val="00F56485"/>
    <w:rsid w:val="00F70A7F"/>
    <w:rsid w:val="00F749A4"/>
    <w:rsid w:val="00F91ECB"/>
    <w:rsid w:val="00FD79FC"/>
    <w:rsid w:val="00FE01AD"/>
    <w:rsid w:val="00FE0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DFA"/>
    <w:pPr>
      <w:widowControl w:val="0"/>
      <w:jc w:val="both"/>
    </w:pPr>
    <w:rPr>
      <w:rFonts w:cs="等线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E5F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99302F"/>
    <w:rPr>
      <w:rFonts w:cs="等线"/>
      <w:sz w:val="18"/>
      <w:szCs w:val="18"/>
    </w:rPr>
  </w:style>
  <w:style w:type="character" w:styleId="PageNumber">
    <w:name w:val="page number"/>
    <w:basedOn w:val="DefaultParagraphFont"/>
    <w:uiPriority w:val="99"/>
    <w:rsid w:val="00AE5F4F"/>
  </w:style>
  <w:style w:type="paragraph" w:styleId="Header">
    <w:name w:val="header"/>
    <w:basedOn w:val="Normal"/>
    <w:link w:val="HeaderChar"/>
    <w:uiPriority w:val="99"/>
    <w:rsid w:val="00AE5F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99302F"/>
    <w:rPr>
      <w:rFonts w:cs="等线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37</Words>
  <Characters>216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旭娇 刘</dc:creator>
  <cp:keywords/>
  <dc:description/>
  <cp:lastModifiedBy>Administrator</cp:lastModifiedBy>
  <cp:revision>3</cp:revision>
  <dcterms:created xsi:type="dcterms:W3CDTF">2018-09-20T07:26:00Z</dcterms:created>
  <dcterms:modified xsi:type="dcterms:W3CDTF">2018-09-27T01:15:00Z</dcterms:modified>
</cp:coreProperties>
</file>