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A62" w:rsidRPr="00E42CEA" w:rsidRDefault="00804A62">
      <w:pPr>
        <w:widowControl/>
        <w:wordWrap w:val="0"/>
        <w:spacing w:line="460" w:lineRule="exact"/>
        <w:jc w:val="left"/>
        <w:rPr>
          <w:rFonts w:ascii="黑体" w:eastAsia="黑体" w:hAnsi="黑体" w:cs="Times New Roman"/>
          <w:color w:val="000000"/>
          <w:kern w:val="0"/>
          <w:sz w:val="32"/>
          <w:szCs w:val="32"/>
        </w:rPr>
      </w:pPr>
      <w:r w:rsidRPr="00E42CEA">
        <w:rPr>
          <w:rFonts w:ascii="黑体" w:eastAsia="黑体" w:hAnsi="黑体" w:cs="黑体" w:hint="eastAsia"/>
          <w:color w:val="000000"/>
          <w:kern w:val="0"/>
          <w:sz w:val="32"/>
          <w:szCs w:val="32"/>
        </w:rPr>
        <w:t>附件</w:t>
      </w:r>
      <w:r w:rsidRPr="00E42CEA">
        <w:rPr>
          <w:rFonts w:ascii="黑体" w:eastAsia="黑体" w:hAnsi="黑体" w:cs="黑体"/>
          <w:color w:val="000000"/>
          <w:kern w:val="0"/>
          <w:sz w:val="32"/>
          <w:szCs w:val="32"/>
        </w:rPr>
        <w:t>1</w:t>
      </w:r>
    </w:p>
    <w:p w:rsidR="00804A62" w:rsidRDefault="00804A62" w:rsidP="00E42CEA">
      <w:pPr>
        <w:widowControl/>
        <w:wordWrap w:val="0"/>
        <w:spacing w:line="700" w:lineRule="exact"/>
        <w:jc w:val="center"/>
        <w:rPr>
          <w:rFonts w:ascii="方正小标宋简体" w:eastAsia="方正小标宋简体" w:hAnsi="宋体" w:cs="Times New Roman"/>
          <w:color w:val="000000"/>
          <w:sz w:val="44"/>
          <w:szCs w:val="44"/>
        </w:rPr>
      </w:pPr>
      <w:r w:rsidRPr="00E42CEA">
        <w:rPr>
          <w:rFonts w:ascii="方正小标宋简体" w:eastAsia="方正小标宋简体" w:hAnsi="宋体" w:cs="方正小标宋简体"/>
          <w:color w:val="000000"/>
          <w:kern w:val="0"/>
          <w:sz w:val="44"/>
          <w:szCs w:val="44"/>
        </w:rPr>
        <w:t>2018</w:t>
      </w:r>
      <w:r w:rsidRPr="00E42CEA">
        <w:rPr>
          <w:rFonts w:ascii="方正小标宋简体" w:eastAsia="方正小标宋简体" w:hAnsi="宋体" w:cs="方正小标宋简体" w:hint="eastAsia"/>
          <w:color w:val="000000"/>
          <w:kern w:val="0"/>
          <w:sz w:val="44"/>
          <w:szCs w:val="44"/>
        </w:rPr>
        <w:t>年</w:t>
      </w:r>
      <w:r w:rsidRPr="00E42CEA">
        <w:rPr>
          <w:rFonts w:ascii="方正小标宋简体" w:eastAsia="方正小标宋简体" w:hAnsi="宋体" w:cs="方正小标宋简体" w:hint="eastAsia"/>
          <w:color w:val="000000"/>
          <w:sz w:val="44"/>
          <w:szCs w:val="44"/>
        </w:rPr>
        <w:t>常州市中小学生</w:t>
      </w:r>
    </w:p>
    <w:p w:rsidR="00804A62" w:rsidRDefault="00804A62" w:rsidP="00E42CEA">
      <w:pPr>
        <w:widowControl/>
        <w:wordWrap w:val="0"/>
        <w:spacing w:line="700" w:lineRule="exact"/>
        <w:jc w:val="center"/>
        <w:rPr>
          <w:rFonts w:ascii="方正小标宋简体" w:eastAsia="方正小标宋简体" w:hAnsi="宋体" w:cs="Times New Roman"/>
          <w:color w:val="000000"/>
          <w:kern w:val="0"/>
          <w:sz w:val="44"/>
          <w:szCs w:val="44"/>
        </w:rPr>
      </w:pPr>
      <w:r w:rsidRPr="00E42CEA">
        <w:rPr>
          <w:rFonts w:ascii="方正小标宋简体" w:eastAsia="方正小标宋简体" w:hAnsi="宋体" w:cs="方正小标宋简体" w:hint="eastAsia"/>
          <w:color w:val="000000"/>
          <w:sz w:val="44"/>
          <w:szCs w:val="44"/>
        </w:rPr>
        <w:t>船舰</w:t>
      </w:r>
      <w:bookmarkStart w:id="0" w:name="_GoBack"/>
      <w:bookmarkEnd w:id="0"/>
      <w:r w:rsidRPr="00E42CEA">
        <w:rPr>
          <w:rFonts w:ascii="方正小标宋简体" w:eastAsia="方正小标宋简体" w:hAnsi="宋体" w:cs="方正小标宋简体" w:hint="eastAsia"/>
          <w:color w:val="000000"/>
          <w:sz w:val="44"/>
          <w:szCs w:val="44"/>
        </w:rPr>
        <w:t>模型</w:t>
      </w:r>
      <w:r w:rsidRPr="00E42CEA">
        <w:rPr>
          <w:rFonts w:ascii="方正小标宋简体" w:eastAsia="方正小标宋简体" w:hAnsi="宋体" w:cs="方正小标宋简体" w:hint="eastAsia"/>
          <w:color w:val="000000"/>
          <w:kern w:val="0"/>
          <w:sz w:val="44"/>
          <w:szCs w:val="44"/>
        </w:rPr>
        <w:t>竞赛报名表</w:t>
      </w:r>
    </w:p>
    <w:p w:rsidR="00804A62" w:rsidRPr="00E42CEA" w:rsidRDefault="00804A62" w:rsidP="00E42CEA">
      <w:pPr>
        <w:widowControl/>
        <w:wordWrap w:val="0"/>
        <w:spacing w:line="240" w:lineRule="exact"/>
        <w:jc w:val="center"/>
        <w:rPr>
          <w:rFonts w:ascii="方正小标宋简体" w:eastAsia="方正小标宋简体" w:hAnsi="宋体" w:cs="Times New Roman"/>
          <w:color w:val="000000"/>
          <w:kern w:val="0"/>
          <w:sz w:val="44"/>
          <w:szCs w:val="44"/>
        </w:rPr>
      </w:pPr>
    </w:p>
    <w:p w:rsidR="00804A62" w:rsidRPr="00E42CEA" w:rsidRDefault="00804A62" w:rsidP="000F109B">
      <w:pPr>
        <w:widowControl/>
        <w:tabs>
          <w:tab w:val="left" w:pos="1600"/>
        </w:tabs>
        <w:wordWrap w:val="0"/>
        <w:spacing w:afterLines="50" w:line="360" w:lineRule="auto"/>
        <w:jc w:val="left"/>
        <w:rPr>
          <w:rFonts w:ascii="宋体" w:cs="Times New Roman"/>
          <w:color w:val="000000"/>
          <w:kern w:val="0"/>
          <w:sz w:val="24"/>
          <w:szCs w:val="24"/>
        </w:rPr>
      </w:pPr>
      <w:r w:rsidRPr="00E42CEA">
        <w:rPr>
          <w:rFonts w:cs="宋体" w:hint="eastAsia"/>
          <w:color w:val="000000"/>
          <w:kern w:val="0"/>
          <w:sz w:val="24"/>
          <w:szCs w:val="24"/>
        </w:rPr>
        <w:t>学</w:t>
      </w:r>
      <w:r w:rsidRPr="00E42CEA">
        <w:rPr>
          <w:color w:val="000000"/>
          <w:kern w:val="0"/>
          <w:sz w:val="24"/>
          <w:szCs w:val="24"/>
        </w:rPr>
        <w:t xml:space="preserve">  </w:t>
      </w:r>
      <w:r w:rsidRPr="00E42CEA">
        <w:rPr>
          <w:rFonts w:cs="宋体" w:hint="eastAsia"/>
          <w:color w:val="000000"/>
          <w:kern w:val="0"/>
          <w:sz w:val="24"/>
          <w:szCs w:val="24"/>
        </w:rPr>
        <w:t>校</w:t>
      </w:r>
      <w:r w:rsidRPr="00E42CEA">
        <w:rPr>
          <w:color w:val="000000"/>
          <w:kern w:val="0"/>
          <w:sz w:val="24"/>
          <w:szCs w:val="24"/>
        </w:rPr>
        <w:t xml:space="preserve"> </w:t>
      </w:r>
      <w:r w:rsidRPr="00E42CEA">
        <w:rPr>
          <w:rFonts w:cs="宋体" w:hint="eastAsia"/>
          <w:color w:val="000000"/>
          <w:kern w:val="0"/>
          <w:sz w:val="24"/>
          <w:szCs w:val="24"/>
        </w:rPr>
        <w:t>（盖章）</w:t>
      </w:r>
      <w:r w:rsidRPr="00E42CEA">
        <w:rPr>
          <w:color w:val="000000"/>
          <w:kern w:val="0"/>
          <w:sz w:val="24"/>
          <w:szCs w:val="24"/>
        </w:rPr>
        <w:t xml:space="preserve">          </w:t>
      </w:r>
      <w:r w:rsidRPr="00E42CEA">
        <w:rPr>
          <w:rFonts w:cs="宋体" w:hint="eastAsia"/>
          <w:color w:val="000000"/>
          <w:kern w:val="0"/>
          <w:sz w:val="24"/>
          <w:szCs w:val="24"/>
        </w:rPr>
        <w:t>领队：</w:t>
      </w:r>
      <w:r w:rsidRPr="00E42CEA">
        <w:rPr>
          <w:color w:val="000000"/>
          <w:kern w:val="0"/>
          <w:sz w:val="24"/>
          <w:szCs w:val="24"/>
        </w:rPr>
        <w:t xml:space="preserve">           </w:t>
      </w:r>
      <w:r w:rsidRPr="00E42CEA">
        <w:rPr>
          <w:rFonts w:cs="宋体" w:hint="eastAsia"/>
          <w:color w:val="000000"/>
          <w:kern w:val="0"/>
          <w:sz w:val="24"/>
          <w:szCs w:val="24"/>
        </w:rPr>
        <w:t>教练：</w:t>
      </w:r>
      <w:r w:rsidRPr="00E42CEA">
        <w:rPr>
          <w:color w:val="000000"/>
          <w:kern w:val="0"/>
          <w:sz w:val="24"/>
          <w:szCs w:val="24"/>
        </w:rPr>
        <w:t xml:space="preserve">          </w:t>
      </w:r>
      <w:r w:rsidRPr="00E42CEA">
        <w:rPr>
          <w:rFonts w:cs="宋体" w:hint="eastAsia"/>
          <w:color w:val="000000"/>
          <w:kern w:val="0"/>
          <w:sz w:val="24"/>
          <w:szCs w:val="24"/>
        </w:rPr>
        <w:t>联系电话：</w:t>
      </w:r>
    </w:p>
    <w:tbl>
      <w:tblPr>
        <w:tblW w:w="8297" w:type="dxa"/>
        <w:tblInd w:w="2" w:type="dxa"/>
        <w:tblLayout w:type="fixed"/>
        <w:tblCellMar>
          <w:left w:w="0" w:type="dxa"/>
          <w:right w:w="0" w:type="dxa"/>
        </w:tblCellMar>
        <w:tblLook w:val="00A0"/>
      </w:tblPr>
      <w:tblGrid>
        <w:gridCol w:w="1457"/>
        <w:gridCol w:w="1760"/>
        <w:gridCol w:w="2560"/>
        <w:gridCol w:w="2520"/>
      </w:tblGrid>
      <w:tr w:rsidR="00804A62" w:rsidRPr="00E42CEA">
        <w:trPr>
          <w:cantSplit/>
          <w:trHeight w:val="852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04A62" w:rsidRPr="00E42CEA" w:rsidRDefault="00804A62">
            <w:pPr>
              <w:widowControl/>
              <w:tabs>
                <w:tab w:val="left" w:pos="1600"/>
              </w:tabs>
              <w:spacing w:line="360" w:lineRule="auto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 w:rsidRPr="00E42CE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运动员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04A62" w:rsidRPr="00E42CEA" w:rsidRDefault="00804A62">
            <w:pPr>
              <w:widowControl/>
              <w:tabs>
                <w:tab w:val="left" w:pos="1600"/>
              </w:tabs>
              <w:spacing w:line="360" w:lineRule="auto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 w:rsidRPr="00E42CE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学号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04A62" w:rsidRPr="00E42CEA" w:rsidRDefault="00804A62">
            <w:pPr>
              <w:widowControl/>
              <w:tabs>
                <w:tab w:val="left" w:pos="1600"/>
              </w:tabs>
              <w:spacing w:line="360" w:lineRule="auto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 w:rsidRPr="00E42CE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参赛项目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04A62" w:rsidRPr="00E42CEA" w:rsidRDefault="00804A62">
            <w:pPr>
              <w:widowControl/>
              <w:tabs>
                <w:tab w:val="left" w:pos="1600"/>
              </w:tabs>
              <w:spacing w:line="360" w:lineRule="auto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 w:rsidRPr="00E42CE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教练员</w:t>
            </w:r>
          </w:p>
        </w:tc>
      </w:tr>
      <w:tr w:rsidR="00804A62" w:rsidRPr="00E42CEA">
        <w:trPr>
          <w:trHeight w:val="435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04A62" w:rsidRPr="00E42CEA" w:rsidRDefault="00804A62">
            <w:pPr>
              <w:widowControl/>
              <w:tabs>
                <w:tab w:val="left" w:pos="1600"/>
              </w:tabs>
              <w:spacing w:line="360" w:lineRule="auto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04A62" w:rsidRPr="00E42CEA" w:rsidRDefault="00804A62">
            <w:pPr>
              <w:widowControl/>
              <w:tabs>
                <w:tab w:val="left" w:pos="1600"/>
              </w:tabs>
              <w:spacing w:line="360" w:lineRule="auto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04A62" w:rsidRPr="00E42CEA" w:rsidRDefault="00804A62">
            <w:pPr>
              <w:widowControl/>
              <w:tabs>
                <w:tab w:val="left" w:pos="1600"/>
              </w:tabs>
              <w:spacing w:line="360" w:lineRule="auto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04A62" w:rsidRPr="00E42CEA" w:rsidRDefault="00804A62">
            <w:pPr>
              <w:widowControl/>
              <w:tabs>
                <w:tab w:val="left" w:pos="1600"/>
              </w:tabs>
              <w:spacing w:line="360" w:lineRule="auto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804A62" w:rsidRPr="00E42CEA">
        <w:trPr>
          <w:trHeight w:val="435"/>
        </w:trPr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04A62" w:rsidRPr="00E42CEA" w:rsidRDefault="00804A62">
            <w:pPr>
              <w:widowControl/>
              <w:tabs>
                <w:tab w:val="left" w:pos="1600"/>
              </w:tabs>
              <w:spacing w:line="360" w:lineRule="auto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04A62" w:rsidRPr="00E42CEA" w:rsidRDefault="00804A62">
            <w:pPr>
              <w:widowControl/>
              <w:tabs>
                <w:tab w:val="left" w:pos="1600"/>
              </w:tabs>
              <w:spacing w:line="360" w:lineRule="auto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04A62" w:rsidRPr="00E42CEA" w:rsidRDefault="00804A62">
            <w:pPr>
              <w:widowControl/>
              <w:tabs>
                <w:tab w:val="left" w:pos="1600"/>
              </w:tabs>
              <w:spacing w:line="360" w:lineRule="auto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04A62" w:rsidRPr="00E42CEA" w:rsidRDefault="00804A62">
            <w:pPr>
              <w:widowControl/>
              <w:tabs>
                <w:tab w:val="left" w:pos="1600"/>
              </w:tabs>
              <w:spacing w:line="360" w:lineRule="auto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804A62" w:rsidRPr="00E42CEA">
        <w:trPr>
          <w:trHeight w:val="435"/>
        </w:trPr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04A62" w:rsidRPr="00E42CEA" w:rsidRDefault="00804A62">
            <w:pPr>
              <w:widowControl/>
              <w:tabs>
                <w:tab w:val="left" w:pos="1600"/>
              </w:tabs>
              <w:spacing w:line="360" w:lineRule="auto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04A62" w:rsidRPr="00E42CEA" w:rsidRDefault="00804A62">
            <w:pPr>
              <w:widowControl/>
              <w:tabs>
                <w:tab w:val="left" w:pos="1600"/>
              </w:tabs>
              <w:spacing w:line="360" w:lineRule="auto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04A62" w:rsidRPr="00E42CEA" w:rsidRDefault="00804A62">
            <w:pPr>
              <w:widowControl/>
              <w:tabs>
                <w:tab w:val="left" w:pos="1600"/>
              </w:tabs>
              <w:spacing w:line="360" w:lineRule="auto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04A62" w:rsidRPr="00E42CEA" w:rsidRDefault="00804A62">
            <w:pPr>
              <w:widowControl/>
              <w:tabs>
                <w:tab w:val="left" w:pos="1600"/>
              </w:tabs>
              <w:spacing w:line="360" w:lineRule="auto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804A62" w:rsidRPr="00E42CEA">
        <w:trPr>
          <w:trHeight w:val="435"/>
        </w:trPr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04A62" w:rsidRPr="00E42CEA" w:rsidRDefault="00804A62">
            <w:pPr>
              <w:widowControl/>
              <w:tabs>
                <w:tab w:val="left" w:pos="1600"/>
              </w:tabs>
              <w:spacing w:line="360" w:lineRule="auto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04A62" w:rsidRPr="00E42CEA" w:rsidRDefault="00804A62">
            <w:pPr>
              <w:widowControl/>
              <w:tabs>
                <w:tab w:val="left" w:pos="1600"/>
              </w:tabs>
              <w:spacing w:line="360" w:lineRule="auto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04A62" w:rsidRPr="00E42CEA" w:rsidRDefault="00804A62">
            <w:pPr>
              <w:widowControl/>
              <w:tabs>
                <w:tab w:val="left" w:pos="1600"/>
              </w:tabs>
              <w:spacing w:line="360" w:lineRule="auto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04A62" w:rsidRPr="00E42CEA" w:rsidRDefault="00804A62">
            <w:pPr>
              <w:widowControl/>
              <w:tabs>
                <w:tab w:val="left" w:pos="1600"/>
              </w:tabs>
              <w:spacing w:line="360" w:lineRule="auto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804A62" w:rsidRPr="00E42CEA">
        <w:trPr>
          <w:trHeight w:val="435"/>
        </w:trPr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04A62" w:rsidRPr="00E42CEA" w:rsidRDefault="00804A62">
            <w:pPr>
              <w:widowControl/>
              <w:tabs>
                <w:tab w:val="left" w:pos="1600"/>
              </w:tabs>
              <w:spacing w:line="360" w:lineRule="auto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04A62" w:rsidRPr="00E42CEA" w:rsidRDefault="00804A62">
            <w:pPr>
              <w:widowControl/>
              <w:tabs>
                <w:tab w:val="left" w:pos="1600"/>
              </w:tabs>
              <w:spacing w:line="360" w:lineRule="auto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04A62" w:rsidRPr="00E42CEA" w:rsidRDefault="00804A62">
            <w:pPr>
              <w:widowControl/>
              <w:tabs>
                <w:tab w:val="left" w:pos="1600"/>
              </w:tabs>
              <w:spacing w:line="360" w:lineRule="auto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04A62" w:rsidRPr="00E42CEA" w:rsidRDefault="00804A62">
            <w:pPr>
              <w:widowControl/>
              <w:tabs>
                <w:tab w:val="left" w:pos="1600"/>
              </w:tabs>
              <w:spacing w:line="360" w:lineRule="auto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804A62" w:rsidRPr="00E42CEA">
        <w:trPr>
          <w:trHeight w:val="435"/>
        </w:trPr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04A62" w:rsidRPr="00E42CEA" w:rsidRDefault="00804A62">
            <w:pPr>
              <w:widowControl/>
              <w:tabs>
                <w:tab w:val="left" w:pos="1600"/>
              </w:tabs>
              <w:spacing w:line="360" w:lineRule="auto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04A62" w:rsidRPr="00E42CEA" w:rsidRDefault="00804A62">
            <w:pPr>
              <w:widowControl/>
              <w:tabs>
                <w:tab w:val="left" w:pos="1600"/>
              </w:tabs>
              <w:spacing w:line="360" w:lineRule="auto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04A62" w:rsidRPr="00E42CEA" w:rsidRDefault="00804A62">
            <w:pPr>
              <w:widowControl/>
              <w:tabs>
                <w:tab w:val="left" w:pos="1600"/>
              </w:tabs>
              <w:spacing w:line="360" w:lineRule="auto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04A62" w:rsidRPr="00E42CEA" w:rsidRDefault="00804A62">
            <w:pPr>
              <w:widowControl/>
              <w:tabs>
                <w:tab w:val="left" w:pos="1600"/>
              </w:tabs>
              <w:spacing w:line="360" w:lineRule="auto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804A62" w:rsidRPr="00E42CEA">
        <w:trPr>
          <w:trHeight w:val="435"/>
        </w:trPr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04A62" w:rsidRPr="00E42CEA" w:rsidRDefault="00804A62">
            <w:pPr>
              <w:widowControl/>
              <w:tabs>
                <w:tab w:val="left" w:pos="1600"/>
              </w:tabs>
              <w:spacing w:line="360" w:lineRule="auto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04A62" w:rsidRPr="00E42CEA" w:rsidRDefault="00804A62">
            <w:pPr>
              <w:widowControl/>
              <w:tabs>
                <w:tab w:val="left" w:pos="1600"/>
              </w:tabs>
              <w:spacing w:line="360" w:lineRule="auto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04A62" w:rsidRPr="00E42CEA" w:rsidRDefault="00804A62">
            <w:pPr>
              <w:widowControl/>
              <w:tabs>
                <w:tab w:val="left" w:pos="1600"/>
              </w:tabs>
              <w:spacing w:line="360" w:lineRule="auto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04A62" w:rsidRPr="00E42CEA" w:rsidRDefault="00804A62">
            <w:pPr>
              <w:widowControl/>
              <w:tabs>
                <w:tab w:val="left" w:pos="1600"/>
              </w:tabs>
              <w:spacing w:line="360" w:lineRule="auto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804A62" w:rsidRPr="00E42CEA">
        <w:trPr>
          <w:trHeight w:val="435"/>
        </w:trPr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04A62" w:rsidRPr="00E42CEA" w:rsidRDefault="00804A62">
            <w:pPr>
              <w:widowControl/>
              <w:tabs>
                <w:tab w:val="left" w:pos="1600"/>
              </w:tabs>
              <w:spacing w:line="360" w:lineRule="auto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04A62" w:rsidRPr="00E42CEA" w:rsidRDefault="00804A62">
            <w:pPr>
              <w:widowControl/>
              <w:tabs>
                <w:tab w:val="left" w:pos="1600"/>
              </w:tabs>
              <w:spacing w:line="360" w:lineRule="auto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04A62" w:rsidRPr="00E42CEA" w:rsidRDefault="00804A62">
            <w:pPr>
              <w:widowControl/>
              <w:tabs>
                <w:tab w:val="left" w:pos="1600"/>
              </w:tabs>
              <w:spacing w:line="360" w:lineRule="auto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04A62" w:rsidRPr="00E42CEA" w:rsidRDefault="00804A62">
            <w:pPr>
              <w:widowControl/>
              <w:tabs>
                <w:tab w:val="left" w:pos="1600"/>
              </w:tabs>
              <w:spacing w:line="360" w:lineRule="auto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804A62" w:rsidRPr="00E42CEA">
        <w:trPr>
          <w:trHeight w:val="435"/>
        </w:trPr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04A62" w:rsidRPr="00E42CEA" w:rsidRDefault="00804A62">
            <w:pPr>
              <w:widowControl/>
              <w:tabs>
                <w:tab w:val="left" w:pos="1600"/>
              </w:tabs>
              <w:spacing w:line="360" w:lineRule="auto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04A62" w:rsidRPr="00E42CEA" w:rsidRDefault="00804A62">
            <w:pPr>
              <w:widowControl/>
              <w:tabs>
                <w:tab w:val="left" w:pos="1600"/>
              </w:tabs>
              <w:spacing w:line="360" w:lineRule="auto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04A62" w:rsidRPr="00E42CEA" w:rsidRDefault="00804A62">
            <w:pPr>
              <w:widowControl/>
              <w:tabs>
                <w:tab w:val="left" w:pos="1600"/>
              </w:tabs>
              <w:spacing w:line="360" w:lineRule="auto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04A62" w:rsidRPr="00E42CEA" w:rsidRDefault="00804A62">
            <w:pPr>
              <w:widowControl/>
              <w:tabs>
                <w:tab w:val="left" w:pos="1600"/>
              </w:tabs>
              <w:spacing w:line="360" w:lineRule="auto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804A62" w:rsidRPr="00E42CEA">
        <w:trPr>
          <w:trHeight w:val="435"/>
        </w:trPr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04A62" w:rsidRPr="00E42CEA" w:rsidRDefault="00804A62">
            <w:pPr>
              <w:widowControl/>
              <w:tabs>
                <w:tab w:val="left" w:pos="1600"/>
              </w:tabs>
              <w:spacing w:line="360" w:lineRule="auto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04A62" w:rsidRPr="00E42CEA" w:rsidRDefault="00804A62">
            <w:pPr>
              <w:widowControl/>
              <w:tabs>
                <w:tab w:val="left" w:pos="1600"/>
              </w:tabs>
              <w:spacing w:line="360" w:lineRule="auto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04A62" w:rsidRPr="00E42CEA" w:rsidRDefault="00804A62">
            <w:pPr>
              <w:widowControl/>
              <w:tabs>
                <w:tab w:val="left" w:pos="1600"/>
              </w:tabs>
              <w:spacing w:line="360" w:lineRule="auto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04A62" w:rsidRPr="00E42CEA" w:rsidRDefault="00804A62">
            <w:pPr>
              <w:widowControl/>
              <w:tabs>
                <w:tab w:val="left" w:pos="1600"/>
              </w:tabs>
              <w:spacing w:line="360" w:lineRule="auto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804A62" w:rsidRPr="00E42CEA">
        <w:trPr>
          <w:trHeight w:val="435"/>
        </w:trPr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04A62" w:rsidRPr="00E42CEA" w:rsidRDefault="00804A62">
            <w:pPr>
              <w:widowControl/>
              <w:tabs>
                <w:tab w:val="left" w:pos="1600"/>
              </w:tabs>
              <w:spacing w:line="360" w:lineRule="auto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04A62" w:rsidRPr="00E42CEA" w:rsidRDefault="00804A62">
            <w:pPr>
              <w:widowControl/>
              <w:tabs>
                <w:tab w:val="left" w:pos="1600"/>
              </w:tabs>
              <w:spacing w:line="360" w:lineRule="auto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04A62" w:rsidRPr="00E42CEA" w:rsidRDefault="00804A62">
            <w:pPr>
              <w:widowControl/>
              <w:tabs>
                <w:tab w:val="left" w:pos="1600"/>
              </w:tabs>
              <w:spacing w:line="360" w:lineRule="auto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04A62" w:rsidRPr="00E42CEA" w:rsidRDefault="00804A62">
            <w:pPr>
              <w:widowControl/>
              <w:tabs>
                <w:tab w:val="left" w:pos="1600"/>
              </w:tabs>
              <w:spacing w:line="360" w:lineRule="auto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804A62" w:rsidRPr="00E42CEA">
        <w:trPr>
          <w:trHeight w:val="435"/>
        </w:trPr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04A62" w:rsidRPr="00E42CEA" w:rsidRDefault="00804A62">
            <w:pPr>
              <w:widowControl/>
              <w:tabs>
                <w:tab w:val="left" w:pos="1600"/>
              </w:tabs>
              <w:spacing w:line="360" w:lineRule="auto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04A62" w:rsidRPr="00E42CEA" w:rsidRDefault="00804A62">
            <w:pPr>
              <w:widowControl/>
              <w:tabs>
                <w:tab w:val="left" w:pos="1600"/>
              </w:tabs>
              <w:spacing w:line="360" w:lineRule="auto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04A62" w:rsidRPr="00E42CEA" w:rsidRDefault="00804A62">
            <w:pPr>
              <w:widowControl/>
              <w:tabs>
                <w:tab w:val="left" w:pos="1600"/>
              </w:tabs>
              <w:spacing w:line="360" w:lineRule="auto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04A62" w:rsidRPr="00E42CEA" w:rsidRDefault="00804A62">
            <w:pPr>
              <w:widowControl/>
              <w:tabs>
                <w:tab w:val="left" w:pos="1600"/>
              </w:tabs>
              <w:spacing w:line="360" w:lineRule="auto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804A62" w:rsidRPr="00E42CEA">
        <w:trPr>
          <w:trHeight w:val="435"/>
        </w:trPr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04A62" w:rsidRPr="00E42CEA" w:rsidRDefault="00804A62">
            <w:pPr>
              <w:widowControl/>
              <w:tabs>
                <w:tab w:val="left" w:pos="1600"/>
              </w:tabs>
              <w:spacing w:line="360" w:lineRule="auto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04A62" w:rsidRPr="00E42CEA" w:rsidRDefault="00804A62">
            <w:pPr>
              <w:widowControl/>
              <w:tabs>
                <w:tab w:val="left" w:pos="1600"/>
              </w:tabs>
              <w:spacing w:line="360" w:lineRule="auto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04A62" w:rsidRPr="00E42CEA" w:rsidRDefault="00804A62">
            <w:pPr>
              <w:widowControl/>
              <w:tabs>
                <w:tab w:val="left" w:pos="1600"/>
              </w:tabs>
              <w:spacing w:line="360" w:lineRule="auto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04A62" w:rsidRPr="00E42CEA" w:rsidRDefault="00804A62">
            <w:pPr>
              <w:widowControl/>
              <w:tabs>
                <w:tab w:val="left" w:pos="1600"/>
              </w:tabs>
              <w:spacing w:line="360" w:lineRule="auto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804A62" w:rsidRPr="00E42CEA">
        <w:trPr>
          <w:trHeight w:val="435"/>
        </w:trPr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04A62" w:rsidRPr="00E42CEA" w:rsidRDefault="00804A62">
            <w:pPr>
              <w:widowControl/>
              <w:tabs>
                <w:tab w:val="left" w:pos="1600"/>
              </w:tabs>
              <w:spacing w:line="360" w:lineRule="auto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04A62" w:rsidRPr="00E42CEA" w:rsidRDefault="00804A62">
            <w:pPr>
              <w:widowControl/>
              <w:tabs>
                <w:tab w:val="left" w:pos="1600"/>
              </w:tabs>
              <w:spacing w:line="360" w:lineRule="auto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04A62" w:rsidRPr="00E42CEA" w:rsidRDefault="00804A62">
            <w:pPr>
              <w:widowControl/>
              <w:tabs>
                <w:tab w:val="left" w:pos="1600"/>
              </w:tabs>
              <w:spacing w:line="360" w:lineRule="auto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04A62" w:rsidRPr="00E42CEA" w:rsidRDefault="00804A62">
            <w:pPr>
              <w:widowControl/>
              <w:tabs>
                <w:tab w:val="left" w:pos="1600"/>
              </w:tabs>
              <w:spacing w:line="360" w:lineRule="auto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804A62" w:rsidRPr="00E42CEA">
        <w:trPr>
          <w:trHeight w:val="435"/>
        </w:trPr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04A62" w:rsidRPr="00E42CEA" w:rsidRDefault="00804A62">
            <w:pPr>
              <w:widowControl/>
              <w:tabs>
                <w:tab w:val="left" w:pos="1600"/>
              </w:tabs>
              <w:spacing w:line="360" w:lineRule="auto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04A62" w:rsidRPr="00E42CEA" w:rsidRDefault="00804A62">
            <w:pPr>
              <w:widowControl/>
              <w:tabs>
                <w:tab w:val="left" w:pos="1600"/>
              </w:tabs>
              <w:spacing w:line="360" w:lineRule="auto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04A62" w:rsidRPr="00E42CEA" w:rsidRDefault="00804A62">
            <w:pPr>
              <w:widowControl/>
              <w:tabs>
                <w:tab w:val="left" w:pos="1600"/>
              </w:tabs>
              <w:spacing w:line="360" w:lineRule="auto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04A62" w:rsidRPr="00E42CEA" w:rsidRDefault="00804A62">
            <w:pPr>
              <w:widowControl/>
              <w:tabs>
                <w:tab w:val="left" w:pos="1600"/>
              </w:tabs>
              <w:spacing w:line="360" w:lineRule="auto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804A62" w:rsidRPr="00E42CEA">
        <w:trPr>
          <w:trHeight w:val="435"/>
        </w:trPr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04A62" w:rsidRPr="00E42CEA" w:rsidRDefault="00804A62">
            <w:pPr>
              <w:widowControl/>
              <w:tabs>
                <w:tab w:val="left" w:pos="1600"/>
              </w:tabs>
              <w:spacing w:line="360" w:lineRule="auto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04A62" w:rsidRPr="00E42CEA" w:rsidRDefault="00804A62">
            <w:pPr>
              <w:widowControl/>
              <w:tabs>
                <w:tab w:val="left" w:pos="1600"/>
              </w:tabs>
              <w:spacing w:line="360" w:lineRule="auto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04A62" w:rsidRPr="00E42CEA" w:rsidRDefault="00804A62">
            <w:pPr>
              <w:widowControl/>
              <w:tabs>
                <w:tab w:val="left" w:pos="1600"/>
              </w:tabs>
              <w:spacing w:line="360" w:lineRule="auto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04A62" w:rsidRPr="00E42CEA" w:rsidRDefault="00804A62">
            <w:pPr>
              <w:widowControl/>
              <w:tabs>
                <w:tab w:val="left" w:pos="1600"/>
              </w:tabs>
              <w:spacing w:line="360" w:lineRule="auto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804A62" w:rsidRPr="00E42CEA">
        <w:trPr>
          <w:trHeight w:val="435"/>
        </w:trPr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04A62" w:rsidRPr="00E42CEA" w:rsidRDefault="00804A62">
            <w:pPr>
              <w:widowControl/>
              <w:tabs>
                <w:tab w:val="left" w:pos="1600"/>
              </w:tabs>
              <w:spacing w:line="360" w:lineRule="auto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04A62" w:rsidRPr="00E42CEA" w:rsidRDefault="00804A62">
            <w:pPr>
              <w:widowControl/>
              <w:tabs>
                <w:tab w:val="left" w:pos="1600"/>
              </w:tabs>
              <w:spacing w:line="360" w:lineRule="auto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04A62" w:rsidRPr="00E42CEA" w:rsidRDefault="00804A62">
            <w:pPr>
              <w:widowControl/>
              <w:tabs>
                <w:tab w:val="left" w:pos="1600"/>
              </w:tabs>
              <w:spacing w:line="360" w:lineRule="auto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04A62" w:rsidRPr="00E42CEA" w:rsidRDefault="00804A62">
            <w:pPr>
              <w:widowControl/>
              <w:tabs>
                <w:tab w:val="left" w:pos="1600"/>
              </w:tabs>
              <w:spacing w:line="360" w:lineRule="auto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804A62" w:rsidRPr="00E42CEA">
        <w:trPr>
          <w:trHeight w:val="435"/>
        </w:trPr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04A62" w:rsidRPr="00E42CEA" w:rsidRDefault="00804A62">
            <w:pPr>
              <w:widowControl/>
              <w:tabs>
                <w:tab w:val="left" w:pos="1600"/>
              </w:tabs>
              <w:spacing w:line="360" w:lineRule="auto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04A62" w:rsidRPr="00E42CEA" w:rsidRDefault="00804A62">
            <w:pPr>
              <w:widowControl/>
              <w:tabs>
                <w:tab w:val="left" w:pos="1600"/>
              </w:tabs>
              <w:spacing w:line="360" w:lineRule="auto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04A62" w:rsidRPr="00E42CEA" w:rsidRDefault="00804A62">
            <w:pPr>
              <w:widowControl/>
              <w:tabs>
                <w:tab w:val="left" w:pos="1600"/>
              </w:tabs>
              <w:spacing w:line="360" w:lineRule="auto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04A62" w:rsidRPr="00E42CEA" w:rsidRDefault="00804A62">
            <w:pPr>
              <w:widowControl/>
              <w:tabs>
                <w:tab w:val="left" w:pos="1600"/>
              </w:tabs>
              <w:spacing w:line="360" w:lineRule="auto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804A62" w:rsidRPr="00E42CEA">
        <w:trPr>
          <w:trHeight w:val="435"/>
        </w:trPr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04A62" w:rsidRPr="00E42CEA" w:rsidRDefault="00804A62">
            <w:pPr>
              <w:widowControl/>
              <w:tabs>
                <w:tab w:val="left" w:pos="1600"/>
              </w:tabs>
              <w:spacing w:line="360" w:lineRule="auto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04A62" w:rsidRPr="00E42CEA" w:rsidRDefault="00804A62">
            <w:pPr>
              <w:widowControl/>
              <w:tabs>
                <w:tab w:val="left" w:pos="1600"/>
              </w:tabs>
              <w:spacing w:line="360" w:lineRule="auto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04A62" w:rsidRPr="00E42CEA" w:rsidRDefault="00804A62">
            <w:pPr>
              <w:widowControl/>
              <w:tabs>
                <w:tab w:val="left" w:pos="1600"/>
              </w:tabs>
              <w:spacing w:line="360" w:lineRule="auto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04A62" w:rsidRPr="00E42CEA" w:rsidRDefault="00804A62">
            <w:pPr>
              <w:widowControl/>
              <w:tabs>
                <w:tab w:val="left" w:pos="1600"/>
              </w:tabs>
              <w:spacing w:line="360" w:lineRule="auto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804A62" w:rsidRPr="00E42CEA">
        <w:trPr>
          <w:trHeight w:val="435"/>
        </w:trPr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04A62" w:rsidRPr="00E42CEA" w:rsidRDefault="00804A62">
            <w:pPr>
              <w:widowControl/>
              <w:tabs>
                <w:tab w:val="left" w:pos="1600"/>
              </w:tabs>
              <w:spacing w:line="360" w:lineRule="auto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04A62" w:rsidRPr="00E42CEA" w:rsidRDefault="00804A62">
            <w:pPr>
              <w:widowControl/>
              <w:tabs>
                <w:tab w:val="left" w:pos="1600"/>
              </w:tabs>
              <w:spacing w:line="360" w:lineRule="auto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04A62" w:rsidRPr="00E42CEA" w:rsidRDefault="00804A62">
            <w:pPr>
              <w:widowControl/>
              <w:tabs>
                <w:tab w:val="left" w:pos="1600"/>
              </w:tabs>
              <w:spacing w:line="360" w:lineRule="auto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04A62" w:rsidRPr="00E42CEA" w:rsidRDefault="00804A62">
            <w:pPr>
              <w:widowControl/>
              <w:tabs>
                <w:tab w:val="left" w:pos="1600"/>
              </w:tabs>
              <w:spacing w:line="360" w:lineRule="auto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 w:rsidR="00804A62" w:rsidRDefault="00804A62">
      <w:pPr>
        <w:rPr>
          <w:rFonts w:cs="Times New Roman"/>
        </w:rPr>
      </w:pPr>
    </w:p>
    <w:sectPr w:rsidR="00804A62" w:rsidSect="00E42CEA">
      <w:footerReference w:type="default" r:id="rId6"/>
      <w:pgSz w:w="11906" w:h="16838"/>
      <w:pgMar w:top="1440" w:right="1800" w:bottom="1440" w:left="1800" w:header="851" w:footer="992" w:gutter="0"/>
      <w:pgNumType w:fmt="numberInDash" w:start="4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4A62" w:rsidRDefault="00804A62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804A62" w:rsidRDefault="00804A62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??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A62" w:rsidRPr="00E42CEA" w:rsidRDefault="00804A62" w:rsidP="00DF4FAF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E42CEA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E42CEA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E42CEA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- 4 -</w:t>
    </w:r>
    <w:r w:rsidRPr="00E42CEA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804A62" w:rsidRDefault="00804A62" w:rsidP="00E42CEA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4A62" w:rsidRDefault="00804A62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804A62" w:rsidRDefault="00804A62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44AF3952"/>
    <w:rsid w:val="000F109B"/>
    <w:rsid w:val="00247F11"/>
    <w:rsid w:val="00260000"/>
    <w:rsid w:val="0040266C"/>
    <w:rsid w:val="00804A62"/>
    <w:rsid w:val="00840974"/>
    <w:rsid w:val="00B1209D"/>
    <w:rsid w:val="00C078AD"/>
    <w:rsid w:val="00D330C7"/>
    <w:rsid w:val="00DF4FAF"/>
    <w:rsid w:val="00E42CEA"/>
    <w:rsid w:val="44AF39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66C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026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4026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sz w:val="18"/>
      <w:szCs w:val="18"/>
    </w:rPr>
  </w:style>
  <w:style w:type="character" w:styleId="PageNumber">
    <w:name w:val="page number"/>
    <w:basedOn w:val="DefaultParagraphFont"/>
    <w:uiPriority w:val="99"/>
    <w:rsid w:val="00E42C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29</Words>
  <Characters>169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3</cp:revision>
  <dcterms:created xsi:type="dcterms:W3CDTF">2016-04-25T06:38:00Z</dcterms:created>
  <dcterms:modified xsi:type="dcterms:W3CDTF">2018-06-07T01:54:00Z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