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2C" w:rsidRPr="00504AF3" w:rsidRDefault="00DC5E2C" w:rsidP="00F30643">
      <w:pPr>
        <w:jc w:val="left"/>
        <w:rPr>
          <w:rFonts w:ascii="黑体" w:eastAsia="黑体" w:hAnsi="黑体" w:cs="黑体"/>
          <w:sz w:val="32"/>
          <w:szCs w:val="32"/>
        </w:rPr>
      </w:pPr>
      <w:bookmarkStart w:id="0" w:name="_GoBack"/>
      <w:r w:rsidRPr="00504AF3">
        <w:rPr>
          <w:rFonts w:ascii="黑体" w:eastAsia="黑体" w:hAnsi="黑体" w:cs="黑体" w:hint="eastAsia"/>
          <w:sz w:val="32"/>
          <w:szCs w:val="32"/>
        </w:rPr>
        <w:t>附件</w:t>
      </w:r>
      <w:r w:rsidRPr="00504AF3">
        <w:rPr>
          <w:rFonts w:ascii="黑体" w:eastAsia="黑体" w:hAnsi="黑体" w:cs="黑体"/>
          <w:sz w:val="32"/>
          <w:szCs w:val="32"/>
        </w:rPr>
        <w:t>1</w:t>
      </w:r>
    </w:p>
    <w:p w:rsidR="00DC5E2C" w:rsidRPr="00504AF3" w:rsidRDefault="00DC5E2C" w:rsidP="00504AF3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504AF3">
        <w:rPr>
          <w:rFonts w:ascii="方正小标宋简体" w:eastAsia="方正小标宋简体" w:hAnsi="宋体" w:cs="方正小标宋简体" w:hint="eastAsia"/>
          <w:sz w:val="44"/>
          <w:szCs w:val="44"/>
        </w:rPr>
        <w:t>常州市校园电视节目评比参赛表</w:t>
      </w:r>
    </w:p>
    <w:tbl>
      <w:tblPr>
        <w:tblpPr w:leftFromText="180" w:rightFromText="180" w:vertAnchor="text" w:horzAnchor="margin" w:tblpXSpec="center" w:tblpY="263"/>
        <w:tblOverlap w:val="never"/>
        <w:tblW w:w="10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9"/>
        <w:gridCol w:w="1421"/>
        <w:gridCol w:w="1423"/>
        <w:gridCol w:w="1509"/>
        <w:gridCol w:w="45"/>
        <w:gridCol w:w="998"/>
        <w:gridCol w:w="561"/>
        <w:gridCol w:w="431"/>
        <w:gridCol w:w="987"/>
        <w:gridCol w:w="1485"/>
      </w:tblGrid>
      <w:tr w:rsidR="00DC5E2C">
        <w:trPr>
          <w:trHeight w:val="699"/>
        </w:trPr>
        <w:tc>
          <w:tcPr>
            <w:tcW w:w="1409" w:type="dxa"/>
            <w:vAlign w:val="center"/>
          </w:tcPr>
          <w:bookmarkEnd w:id="0"/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节目名称</w:t>
            </w:r>
          </w:p>
        </w:tc>
        <w:tc>
          <w:tcPr>
            <w:tcW w:w="8860" w:type="dxa"/>
            <w:gridSpan w:val="9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DC5E2C">
        <w:trPr>
          <w:trHeight w:val="705"/>
        </w:trPr>
        <w:tc>
          <w:tcPr>
            <w:tcW w:w="1409" w:type="dxa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  <w:u w:val="single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4353" w:type="dxa"/>
            <w:gridSpan w:val="3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gridSpan w:val="4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72" w:type="dxa"/>
            <w:gridSpan w:val="2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DC5E2C">
        <w:trPr>
          <w:trHeight w:val="687"/>
        </w:trPr>
        <w:tc>
          <w:tcPr>
            <w:tcW w:w="1409" w:type="dxa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  <w:r w:rsidRPr="00165D5C"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校</w:t>
            </w:r>
          </w:p>
        </w:tc>
        <w:tc>
          <w:tcPr>
            <w:tcW w:w="4353" w:type="dxa"/>
            <w:gridSpan w:val="3"/>
            <w:vAlign w:val="center"/>
          </w:tcPr>
          <w:p w:rsidR="00DC5E2C" w:rsidRPr="00165D5C" w:rsidRDefault="00DC5E2C" w:rsidP="00DC5E2C">
            <w:pPr>
              <w:ind w:firstLineChars="1100" w:firstLine="3168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片长</w:t>
            </w:r>
          </w:p>
        </w:tc>
        <w:tc>
          <w:tcPr>
            <w:tcW w:w="3464" w:type="dxa"/>
            <w:gridSpan w:val="4"/>
            <w:vAlign w:val="center"/>
          </w:tcPr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本片</w:t>
            </w:r>
            <w:r w:rsidRPr="00165D5C">
              <w:rPr>
                <w:rFonts w:ascii="宋体" w:hAnsi="宋体" w:cs="宋体"/>
                <w:kern w:val="0"/>
                <w:sz w:val="24"/>
                <w:szCs w:val="24"/>
              </w:rPr>
              <w:t xml:space="preserve">     </w:t>
            </w: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分钟</w:t>
            </w:r>
            <w:r w:rsidRPr="00165D5C"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共</w:t>
            </w:r>
            <w:r w:rsidRPr="00165D5C">
              <w:rPr>
                <w:rFonts w:ascii="宋体" w:hAnsi="宋体" w:cs="宋体"/>
                <w:kern w:val="0"/>
                <w:sz w:val="24"/>
                <w:szCs w:val="24"/>
              </w:rPr>
              <w:t xml:space="preserve">     </w:t>
            </w: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集</w:t>
            </w:r>
          </w:p>
        </w:tc>
      </w:tr>
      <w:tr w:rsidR="00DC5E2C">
        <w:trPr>
          <w:trHeight w:val="710"/>
        </w:trPr>
        <w:tc>
          <w:tcPr>
            <w:tcW w:w="1409" w:type="dxa"/>
            <w:vMerge w:val="restart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主创人员</w:t>
            </w:r>
          </w:p>
        </w:tc>
        <w:tc>
          <w:tcPr>
            <w:tcW w:w="1421" w:type="dxa"/>
            <w:vAlign w:val="center"/>
          </w:tcPr>
          <w:p w:rsidR="00DC5E2C" w:rsidRPr="00165D5C" w:rsidRDefault="00DC5E2C" w:rsidP="00DC5E2C">
            <w:pPr>
              <w:ind w:firstLineChars="50" w:firstLine="31680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策划</w:t>
            </w:r>
          </w:p>
        </w:tc>
        <w:tc>
          <w:tcPr>
            <w:tcW w:w="1423" w:type="dxa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导演</w:t>
            </w:r>
          </w:p>
        </w:tc>
        <w:tc>
          <w:tcPr>
            <w:tcW w:w="1554" w:type="dxa"/>
            <w:gridSpan w:val="2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撰</w:t>
            </w:r>
            <w:r w:rsidRPr="00165D5C"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稿</w:t>
            </w:r>
          </w:p>
        </w:tc>
        <w:tc>
          <w:tcPr>
            <w:tcW w:w="1559" w:type="dxa"/>
            <w:gridSpan w:val="2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摄像</w:t>
            </w:r>
          </w:p>
        </w:tc>
        <w:tc>
          <w:tcPr>
            <w:tcW w:w="1418" w:type="dxa"/>
            <w:gridSpan w:val="2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编辑</w:t>
            </w:r>
          </w:p>
        </w:tc>
        <w:tc>
          <w:tcPr>
            <w:tcW w:w="1485" w:type="dxa"/>
            <w:vAlign w:val="center"/>
          </w:tcPr>
          <w:p w:rsidR="00DC5E2C" w:rsidRPr="00165D5C" w:rsidRDefault="00DC5E2C" w:rsidP="00165D5C">
            <w:pPr>
              <w:ind w:left="-114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</w:tr>
      <w:tr w:rsidR="00DC5E2C">
        <w:trPr>
          <w:trHeight w:val="847"/>
        </w:trPr>
        <w:tc>
          <w:tcPr>
            <w:tcW w:w="1409" w:type="dxa"/>
            <w:vMerge/>
          </w:tcPr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21" w:type="dxa"/>
          </w:tcPr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23" w:type="dxa"/>
          </w:tcPr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54" w:type="dxa"/>
            <w:gridSpan w:val="2"/>
          </w:tcPr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85" w:type="dxa"/>
          </w:tcPr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DC5E2C">
        <w:trPr>
          <w:trHeight w:val="1813"/>
        </w:trPr>
        <w:tc>
          <w:tcPr>
            <w:tcW w:w="1409" w:type="dxa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是否参加其他评比</w:t>
            </w:r>
            <w:r w:rsidRPr="00165D5C"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及</w:t>
            </w:r>
          </w:p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860" w:type="dxa"/>
            <w:gridSpan w:val="9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DC5E2C" w:rsidTr="00504AF3">
        <w:trPr>
          <w:trHeight w:val="4119"/>
        </w:trPr>
        <w:tc>
          <w:tcPr>
            <w:tcW w:w="1409" w:type="dxa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内容简介</w:t>
            </w:r>
          </w:p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Pr="00165D5C">
              <w:rPr>
                <w:rFonts w:ascii="宋体" w:hAnsi="宋体" w:cs="宋体"/>
                <w:kern w:val="0"/>
                <w:sz w:val="24"/>
                <w:szCs w:val="24"/>
              </w:rPr>
              <w:t>300</w:t>
            </w: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字）</w:t>
            </w:r>
          </w:p>
        </w:tc>
        <w:tc>
          <w:tcPr>
            <w:tcW w:w="8860" w:type="dxa"/>
            <w:gridSpan w:val="9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DC5E2C">
        <w:trPr>
          <w:trHeight w:val="2039"/>
        </w:trPr>
        <w:tc>
          <w:tcPr>
            <w:tcW w:w="1409" w:type="dxa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65D5C">
              <w:rPr>
                <w:rFonts w:ascii="宋体" w:hAnsi="宋体" w:cs="宋体" w:hint="eastAsia"/>
                <w:kern w:val="0"/>
                <w:sz w:val="24"/>
                <w:szCs w:val="24"/>
              </w:rPr>
              <w:t>推荐单位意见</w:t>
            </w:r>
          </w:p>
        </w:tc>
        <w:tc>
          <w:tcPr>
            <w:tcW w:w="8860" w:type="dxa"/>
            <w:gridSpan w:val="9"/>
            <w:vAlign w:val="center"/>
          </w:tcPr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165D5C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DC5E2C">
            <w:pPr>
              <w:ind w:firstLineChars="2300" w:firstLine="31680"/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DC5E2C">
            <w:pPr>
              <w:ind w:firstLineChars="2300" w:firstLine="31680"/>
              <w:rPr>
                <w:rFonts w:ascii="宋体"/>
                <w:kern w:val="0"/>
                <w:sz w:val="24"/>
                <w:szCs w:val="24"/>
              </w:rPr>
            </w:pPr>
          </w:p>
          <w:p w:rsidR="00DC5E2C" w:rsidRPr="00165D5C" w:rsidRDefault="00DC5E2C" w:rsidP="00DC5E2C">
            <w:pPr>
              <w:ind w:firstLineChars="23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</w:tbl>
    <w:p w:rsidR="00DC5E2C" w:rsidRDefault="00DC5E2C">
      <w:pPr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说明：（□同意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□不同意）本次参赛作品版权归主办单位所有。</w:t>
      </w:r>
    </w:p>
    <w:sectPr w:rsidR="00DC5E2C" w:rsidSect="00504AF3">
      <w:footerReference w:type="default" r:id="rId6"/>
      <w:pgSz w:w="11906" w:h="16838"/>
      <w:pgMar w:top="1440" w:right="1800" w:bottom="1440" w:left="1800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E2C" w:rsidRDefault="00DC5E2C" w:rsidP="00F55806">
      <w:r>
        <w:separator/>
      </w:r>
    </w:p>
  </w:endnote>
  <w:endnote w:type="continuationSeparator" w:id="0">
    <w:p w:rsidR="00DC5E2C" w:rsidRDefault="00DC5E2C" w:rsidP="00F55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E2C" w:rsidRPr="00504AF3" w:rsidRDefault="00DC5E2C" w:rsidP="00754AAD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504AF3">
      <w:rPr>
        <w:rStyle w:val="PageNumber"/>
        <w:sz w:val="28"/>
        <w:szCs w:val="28"/>
      </w:rPr>
      <w:fldChar w:fldCharType="begin"/>
    </w:r>
    <w:r w:rsidRPr="00504AF3">
      <w:rPr>
        <w:rStyle w:val="PageNumber"/>
        <w:sz w:val="28"/>
        <w:szCs w:val="28"/>
      </w:rPr>
      <w:instrText xml:space="preserve">PAGE  </w:instrText>
    </w:r>
    <w:r w:rsidRPr="00504AF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- 4 -</w:t>
    </w:r>
    <w:r w:rsidRPr="00504AF3">
      <w:rPr>
        <w:rStyle w:val="PageNumber"/>
        <w:sz w:val="28"/>
        <w:szCs w:val="28"/>
      </w:rPr>
      <w:fldChar w:fldCharType="end"/>
    </w:r>
  </w:p>
  <w:p w:rsidR="00DC5E2C" w:rsidRDefault="00DC5E2C" w:rsidP="00504AF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E2C" w:rsidRDefault="00DC5E2C" w:rsidP="00F55806">
      <w:r>
        <w:separator/>
      </w:r>
    </w:p>
  </w:footnote>
  <w:footnote w:type="continuationSeparator" w:id="0">
    <w:p w:rsidR="00DC5E2C" w:rsidRDefault="00DC5E2C" w:rsidP="00F55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643"/>
    <w:rsid w:val="00091692"/>
    <w:rsid w:val="00113808"/>
    <w:rsid w:val="00165D5C"/>
    <w:rsid w:val="00286E44"/>
    <w:rsid w:val="00504AF3"/>
    <w:rsid w:val="00536151"/>
    <w:rsid w:val="005928AA"/>
    <w:rsid w:val="00754AAD"/>
    <w:rsid w:val="008850F1"/>
    <w:rsid w:val="0097004D"/>
    <w:rsid w:val="00BB2D3C"/>
    <w:rsid w:val="00D25682"/>
    <w:rsid w:val="00DC5E2C"/>
    <w:rsid w:val="00DD6C78"/>
    <w:rsid w:val="00F30643"/>
    <w:rsid w:val="00F55806"/>
    <w:rsid w:val="00FB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643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0643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5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55806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558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55806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504A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28</Words>
  <Characters>162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djghy</dc:creator>
  <cp:keywords/>
  <dc:description/>
  <cp:lastModifiedBy>吴琳赟</cp:lastModifiedBy>
  <cp:revision>5</cp:revision>
  <dcterms:created xsi:type="dcterms:W3CDTF">2018-04-23T02:39:00Z</dcterms:created>
  <dcterms:modified xsi:type="dcterms:W3CDTF">2018-05-17T06:40:00Z</dcterms:modified>
</cp:coreProperties>
</file>