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47B" w:rsidRPr="00101A5D" w:rsidRDefault="0026047B" w:rsidP="00562DB4">
      <w:pPr>
        <w:rPr>
          <w:rFonts w:ascii="黑体" w:eastAsia="黑体" w:hAnsi="黑体" w:cs="黑体"/>
          <w:sz w:val="32"/>
          <w:szCs w:val="32"/>
        </w:rPr>
      </w:pPr>
      <w:r w:rsidRPr="00101A5D">
        <w:rPr>
          <w:rFonts w:ascii="黑体" w:eastAsia="黑体" w:hAnsi="黑体" w:cs="黑体" w:hint="eastAsia"/>
          <w:sz w:val="32"/>
          <w:szCs w:val="32"/>
        </w:rPr>
        <w:t>附件</w:t>
      </w:r>
      <w:r w:rsidRPr="00101A5D">
        <w:rPr>
          <w:rFonts w:ascii="黑体" w:eastAsia="黑体" w:hAnsi="黑体" w:cs="黑体"/>
          <w:sz w:val="32"/>
          <w:szCs w:val="32"/>
        </w:rPr>
        <w:t>5</w:t>
      </w:r>
    </w:p>
    <w:p w:rsidR="0026047B" w:rsidRDefault="0026047B" w:rsidP="00562DB4">
      <w:pPr>
        <w:rPr>
          <w:rFonts w:cs="Times New Roman"/>
        </w:rPr>
      </w:pPr>
      <w:r>
        <w:rPr>
          <w:rFonts w:cs="宋体" w:hint="eastAsia"/>
        </w:rPr>
        <w:t>利用电脑</w:t>
      </w:r>
      <w:r>
        <w:t>offices</w:t>
      </w:r>
      <w:r>
        <w:rPr>
          <w:rFonts w:cs="宋体" w:hint="eastAsia"/>
        </w:rPr>
        <w:t>软件中</w:t>
      </w:r>
      <w:r>
        <w:t>Microsoft  Access</w:t>
      </w:r>
      <w:r>
        <w:rPr>
          <w:rFonts w:cs="宋体" w:hint="eastAsia"/>
        </w:rPr>
        <w:t>打开报名盘</w:t>
      </w:r>
    </w:p>
    <w:p w:rsidR="0026047B" w:rsidRPr="00562DB4" w:rsidRDefault="0026047B" w:rsidP="008A4412">
      <w:pPr>
        <w:widowControl/>
        <w:jc w:val="center"/>
        <w:rPr>
          <w:rFonts w:ascii="宋体" w:cs="Times New Roman"/>
          <w:kern w:val="0"/>
          <w:sz w:val="24"/>
          <w:szCs w:val="24"/>
        </w:rPr>
      </w:pPr>
      <w:r w:rsidRPr="0013015A">
        <w:rPr>
          <w:rFonts w:ascii="宋体" w:cs="Times New Roman"/>
          <w:noProof/>
          <w:kern w:val="0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style="width:367.2pt;height:273.6pt;visibility:visible">
            <v:imagedata r:id="rId6" o:title=""/>
          </v:shape>
        </w:pict>
      </w:r>
    </w:p>
    <w:p w:rsidR="0026047B" w:rsidRDefault="0026047B" w:rsidP="00562DB4">
      <w:pPr>
        <w:rPr>
          <w:rFonts w:cs="Times New Roman"/>
        </w:rPr>
      </w:pPr>
      <w:r>
        <w:t>1</w:t>
      </w:r>
      <w:r>
        <w:rPr>
          <w:rFonts w:cs="宋体" w:hint="eastAsia"/>
        </w:rPr>
        <w:t>、先注册领队教练</w:t>
      </w:r>
    </w:p>
    <w:p w:rsidR="0026047B" w:rsidRDefault="0026047B" w:rsidP="00562DB4">
      <w:pPr>
        <w:rPr>
          <w:rFonts w:cs="Times New Roman"/>
        </w:rPr>
      </w:pPr>
      <w:r>
        <w:t>2</w:t>
      </w:r>
      <w:r>
        <w:rPr>
          <w:rFonts w:cs="宋体" w:hint="eastAsia"/>
        </w:rPr>
        <w:t>、在注册运动员及组别</w:t>
      </w:r>
    </w:p>
    <w:p w:rsidR="0026047B" w:rsidRDefault="0026047B" w:rsidP="00562DB4">
      <w:r>
        <w:t>3</w:t>
      </w:r>
      <w:r>
        <w:rPr>
          <w:rFonts w:cs="宋体" w:hint="eastAsia"/>
        </w:rPr>
        <w:t>、选取运动员项目（</w:t>
      </w:r>
      <w:r w:rsidRPr="00562DB4">
        <w:rPr>
          <w:rFonts w:cs="宋体" w:hint="eastAsia"/>
          <w:b/>
          <w:bCs/>
          <w:color w:val="FF0000"/>
        </w:rPr>
        <w:t>各组别</w:t>
      </w:r>
      <w:r>
        <w:rPr>
          <w:rFonts w:cs="宋体" w:hint="eastAsia"/>
        </w:rPr>
        <w:t>接力只需要报在</w:t>
      </w:r>
      <w:r w:rsidRPr="00562DB4">
        <w:rPr>
          <w:b/>
          <w:bCs/>
          <w:color w:val="FF0000"/>
        </w:rPr>
        <w:t>1</w:t>
      </w:r>
      <w:r w:rsidRPr="00562DB4">
        <w:rPr>
          <w:rFonts w:cs="宋体" w:hint="eastAsia"/>
          <w:b/>
          <w:bCs/>
          <w:color w:val="FF0000"/>
        </w:rPr>
        <w:t>个运动员身上</w:t>
      </w:r>
      <w:r>
        <w:t>)</w:t>
      </w:r>
    </w:p>
    <w:p w:rsidR="0026047B" w:rsidRPr="008A4412" w:rsidRDefault="0026047B" w:rsidP="008A4412">
      <w:pPr>
        <w:widowControl/>
        <w:jc w:val="center"/>
        <w:rPr>
          <w:rFonts w:ascii="宋体" w:cs="Times New Roman"/>
          <w:kern w:val="0"/>
          <w:sz w:val="24"/>
          <w:szCs w:val="24"/>
        </w:rPr>
      </w:pPr>
      <w:r w:rsidRPr="0013015A">
        <w:rPr>
          <w:rFonts w:ascii="宋体" w:cs="Times New Roman"/>
          <w:noProof/>
          <w:kern w:val="0"/>
          <w:sz w:val="24"/>
          <w:szCs w:val="24"/>
        </w:rPr>
        <w:pict>
          <v:shape id="图片 3" o:spid="_x0000_i1026" type="#_x0000_t75" style="width:372pt;height:294.6pt;visibility:visible">
            <v:imagedata r:id="rId7" o:title=""/>
          </v:shape>
        </w:pict>
      </w:r>
    </w:p>
    <w:p w:rsidR="0026047B" w:rsidRDefault="0026047B" w:rsidP="00101A5D">
      <w:pPr>
        <w:spacing w:line="260" w:lineRule="exact"/>
        <w:rPr>
          <w:rFonts w:cs="Times New Roman"/>
        </w:rPr>
      </w:pPr>
      <w:r>
        <w:t>1</w:t>
      </w:r>
      <w:r>
        <w:rPr>
          <w:rFonts w:cs="宋体" w:hint="eastAsia"/>
        </w:rPr>
        <w:t>、各单位不得更改报名盘内的号码区间；</w:t>
      </w:r>
    </w:p>
    <w:p w:rsidR="0026047B" w:rsidRDefault="0026047B" w:rsidP="00101A5D">
      <w:pPr>
        <w:spacing w:line="260" w:lineRule="exact"/>
        <w:rPr>
          <w:rFonts w:cs="Times New Roman"/>
        </w:rPr>
      </w:pPr>
      <w:r>
        <w:t>2</w:t>
      </w:r>
      <w:r>
        <w:rPr>
          <w:rFonts w:cs="宋体" w:hint="eastAsia"/>
        </w:rPr>
        <w:t>、如有报错，先删项目，再删运动员；</w:t>
      </w:r>
    </w:p>
    <w:p w:rsidR="0026047B" w:rsidRDefault="0026047B" w:rsidP="00101A5D">
      <w:pPr>
        <w:spacing w:line="260" w:lineRule="exact"/>
        <w:rPr>
          <w:rFonts w:cs="Times New Roman"/>
        </w:rPr>
      </w:pPr>
      <w:r>
        <w:t>3</w:t>
      </w:r>
      <w:r>
        <w:rPr>
          <w:rFonts w:cs="宋体" w:hint="eastAsia"/>
        </w:rPr>
        <w:t>、全部填写好后，点退出或者关闭即可，不需要保存。</w:t>
      </w:r>
    </w:p>
    <w:p w:rsidR="0026047B" w:rsidRDefault="0026047B" w:rsidP="00101A5D">
      <w:pPr>
        <w:spacing w:line="260" w:lineRule="exact"/>
      </w:pPr>
      <w:r>
        <w:rPr>
          <w:rFonts w:cs="宋体" w:hint="eastAsia"/>
        </w:rPr>
        <w:t>如有问题，请及时联系：肖雪武</w:t>
      </w:r>
      <w:r>
        <w:t>13775622213</w:t>
      </w:r>
    </w:p>
    <w:sectPr w:rsidR="0026047B" w:rsidSect="00393939">
      <w:footerReference w:type="default" r:id="rId8"/>
      <w:pgSz w:w="11906" w:h="16838"/>
      <w:pgMar w:top="1021" w:right="1797" w:bottom="1021" w:left="1797" w:header="851" w:footer="992" w:gutter="0"/>
      <w:pgNumType w:fmt="numberInDash" w:start="12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047B" w:rsidRDefault="0026047B" w:rsidP="00562DB4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6047B" w:rsidRDefault="0026047B" w:rsidP="00562DB4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47B" w:rsidRPr="00393939" w:rsidRDefault="0026047B" w:rsidP="00181903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393939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393939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393939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- 12 -</w:t>
    </w:r>
    <w:r w:rsidRPr="00393939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26047B" w:rsidRDefault="0026047B" w:rsidP="00BD5E15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047B" w:rsidRDefault="0026047B" w:rsidP="00562DB4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26047B" w:rsidRDefault="0026047B" w:rsidP="00562DB4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2DB4"/>
    <w:rsid w:val="0007766B"/>
    <w:rsid w:val="00101A5D"/>
    <w:rsid w:val="0013015A"/>
    <w:rsid w:val="00181903"/>
    <w:rsid w:val="0026047B"/>
    <w:rsid w:val="00393939"/>
    <w:rsid w:val="00562DB4"/>
    <w:rsid w:val="007E5EA1"/>
    <w:rsid w:val="008A4412"/>
    <w:rsid w:val="00994C97"/>
    <w:rsid w:val="009F56A6"/>
    <w:rsid w:val="00AA7C23"/>
    <w:rsid w:val="00AA7E05"/>
    <w:rsid w:val="00BC39B6"/>
    <w:rsid w:val="00BD5E15"/>
    <w:rsid w:val="00D37F57"/>
    <w:rsid w:val="00D73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EA1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562D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62DB4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562D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62DB4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562DB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62DB4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BD5E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8376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37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376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37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</TotalTime>
  <Pages>1</Pages>
  <Words>27</Words>
  <Characters>160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XXW</dc:creator>
  <cp:keywords/>
  <dc:description/>
  <cp:lastModifiedBy>Administrator</cp:lastModifiedBy>
  <cp:revision>6</cp:revision>
  <cp:lastPrinted>2018-05-09T02:49:00Z</cp:lastPrinted>
  <dcterms:created xsi:type="dcterms:W3CDTF">2018-05-03T01:56:00Z</dcterms:created>
  <dcterms:modified xsi:type="dcterms:W3CDTF">2018-05-09T02:50:00Z</dcterms:modified>
</cp:coreProperties>
</file>