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E7" w:rsidRPr="00ED6A51" w:rsidRDefault="007577E7">
      <w:pPr>
        <w:rPr>
          <w:rFonts w:ascii="黑体" w:eastAsia="黑体" w:hAnsi="黑体" w:cs="黑体"/>
          <w:sz w:val="32"/>
          <w:szCs w:val="32"/>
        </w:rPr>
      </w:pPr>
      <w:r w:rsidRPr="00ED6A51">
        <w:rPr>
          <w:rFonts w:ascii="黑体" w:eastAsia="黑体" w:hAnsi="黑体" w:cs="黑体" w:hint="eastAsia"/>
          <w:sz w:val="32"/>
          <w:szCs w:val="32"/>
        </w:rPr>
        <w:t>附件</w:t>
      </w:r>
      <w:r w:rsidRPr="00ED6A51">
        <w:rPr>
          <w:rFonts w:ascii="黑体" w:eastAsia="黑体" w:hAnsi="黑体" w:cs="黑体"/>
          <w:sz w:val="32"/>
          <w:szCs w:val="32"/>
        </w:rPr>
        <w:t>1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1"/>
        <w:gridCol w:w="1932"/>
        <w:gridCol w:w="5416"/>
      </w:tblGrid>
      <w:tr w:rsidR="007577E7" w:rsidRPr="00907D1A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577E7" w:rsidRDefault="007577E7" w:rsidP="00ED6A51">
            <w:pPr>
              <w:widowControl/>
              <w:spacing w:line="700" w:lineRule="exact"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2018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年度常州市校园足球示范校名单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0966EF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0966E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7577E7" w:rsidRPr="000966EF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0966E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7577E7" w:rsidRPr="000966EF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0966EF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常州市实验小学平冈校区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常州市白云小学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常州市雕庄中心小学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常州市天宁区东青实验学校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常州市实验初中天宁分校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常州市丽华新村第三小学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常州市朝阳新村第二小学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常州市第二实验小学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常州市新北区国英小学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常州市新北区圩塘小学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常州市武进区礼河实验学校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常州市武进区卢家巷实验学校</w:t>
            </w:r>
          </w:p>
        </w:tc>
      </w:tr>
      <w:tr w:rsidR="007577E7" w:rsidRPr="00907D1A">
        <w:trPr>
          <w:trHeight w:val="25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常州市武进区横山桥中心小学</w:t>
            </w:r>
          </w:p>
        </w:tc>
      </w:tr>
      <w:tr w:rsidR="007577E7" w:rsidRPr="00907D1A">
        <w:trPr>
          <w:trHeight w:val="25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常州市武进区夏溪小学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常州市武进区洛阳初级中学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江苏省横林高级中学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常州市武进区淹城初级中学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常州市武进区礼嘉小学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常州市湟里高级中学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常州市武进区戴溪小学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常州市武进区东安实验学校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常州市武进区湖塘桥初中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金坛区第二中学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溧阳市溧城中心小学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溧阳市文化小学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</w:tr>
      <w:tr w:rsidR="007577E7" w:rsidRPr="00907D1A">
        <w:trPr>
          <w:trHeight w:val="285"/>
          <w:jc w:val="center"/>
        </w:trPr>
        <w:tc>
          <w:tcPr>
            <w:tcW w:w="1121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577E7" w:rsidRPr="00ED6A51" w:rsidRDefault="007577E7" w:rsidP="00ED6A51">
            <w:pPr>
              <w:widowControl/>
              <w:spacing w:line="54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ED6A5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常州市清潭中学</w:t>
            </w:r>
          </w:p>
        </w:tc>
      </w:tr>
    </w:tbl>
    <w:p w:rsidR="007577E7" w:rsidRDefault="007577E7">
      <w:pPr>
        <w:rPr>
          <w:rFonts w:ascii="Times New Roman" w:hAnsi="Times New Roman" w:cs="Times New Roman"/>
        </w:rPr>
      </w:pPr>
    </w:p>
    <w:p w:rsidR="007577E7" w:rsidRDefault="007577E7">
      <w:pPr>
        <w:jc w:val="center"/>
        <w:rPr>
          <w:rFonts w:ascii="Times New Roman" w:hAnsi="Times New Roman" w:cs="Times New Roman"/>
        </w:rPr>
      </w:pPr>
    </w:p>
    <w:sectPr w:rsidR="007577E7" w:rsidSect="00ED6A51">
      <w:footerReference w:type="default" r:id="rId6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7E7" w:rsidRDefault="007577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77E7" w:rsidRDefault="007577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7E7" w:rsidRPr="00ED6A51" w:rsidRDefault="007577E7" w:rsidP="000F788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D6A5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D6A5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D6A5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ED6A5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577E7" w:rsidRDefault="007577E7" w:rsidP="00ED6A5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7E7" w:rsidRDefault="007577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77E7" w:rsidRDefault="007577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FD0"/>
    <w:rsid w:val="000966EF"/>
    <w:rsid w:val="000A7FD0"/>
    <w:rsid w:val="000F7883"/>
    <w:rsid w:val="001211B7"/>
    <w:rsid w:val="0021792D"/>
    <w:rsid w:val="002D04D1"/>
    <w:rsid w:val="003253DA"/>
    <w:rsid w:val="00394491"/>
    <w:rsid w:val="003C1979"/>
    <w:rsid w:val="0058371C"/>
    <w:rsid w:val="00697484"/>
    <w:rsid w:val="006C5EF1"/>
    <w:rsid w:val="007577E7"/>
    <w:rsid w:val="0077404A"/>
    <w:rsid w:val="008E5399"/>
    <w:rsid w:val="00907D1A"/>
    <w:rsid w:val="00BE7B12"/>
    <w:rsid w:val="00C10D5B"/>
    <w:rsid w:val="00DE7402"/>
    <w:rsid w:val="00E66C21"/>
    <w:rsid w:val="00E91E99"/>
    <w:rsid w:val="00ED6A51"/>
    <w:rsid w:val="277D48A0"/>
    <w:rsid w:val="43B03783"/>
    <w:rsid w:val="45F92A29"/>
    <w:rsid w:val="7321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??" w:eastAsia="宋体" w:hAnsi="??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92D"/>
    <w:pPr>
      <w:widowControl w:val="0"/>
      <w:jc w:val="both"/>
    </w:pPr>
    <w:rPr>
      <w:rFonts w:cs="??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17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792D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17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792D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D6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91</Words>
  <Characters>525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693591661@qq.com</dc:creator>
  <cp:keywords/>
  <dc:description/>
  <cp:lastModifiedBy>黄美英</cp:lastModifiedBy>
  <cp:revision>8</cp:revision>
  <cp:lastPrinted>2018-02-05T06:32:00Z</cp:lastPrinted>
  <dcterms:created xsi:type="dcterms:W3CDTF">2018-01-07T06:28:00Z</dcterms:created>
  <dcterms:modified xsi:type="dcterms:W3CDTF">2018-02-05T06:32:00Z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