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411" w:rsidRPr="00571CBA" w:rsidRDefault="00C34411">
      <w:pPr>
        <w:rPr>
          <w:rFonts w:ascii="黑体" w:eastAsia="黑体" w:hAnsi="黑体" w:cs="黑体"/>
          <w:sz w:val="32"/>
          <w:szCs w:val="32"/>
        </w:rPr>
      </w:pPr>
      <w:r w:rsidRPr="00571CBA">
        <w:rPr>
          <w:rFonts w:ascii="黑体" w:eastAsia="黑体" w:hAnsi="黑体" w:cs="黑体" w:hint="eastAsia"/>
          <w:sz w:val="32"/>
          <w:szCs w:val="32"/>
        </w:rPr>
        <w:t>附件</w:t>
      </w:r>
      <w:r w:rsidRPr="00571CBA">
        <w:rPr>
          <w:rFonts w:ascii="黑体" w:eastAsia="黑体" w:hAnsi="黑体" w:cs="黑体"/>
          <w:sz w:val="32"/>
          <w:szCs w:val="32"/>
        </w:rPr>
        <w:t>1</w:t>
      </w:r>
    </w:p>
    <w:p w:rsidR="00C34411" w:rsidRPr="00571CBA" w:rsidRDefault="00C34411" w:rsidP="00571CBA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 w:rsidRPr="00571CBA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第十届“生命之水”主题教育活动</w:t>
      </w:r>
    </w:p>
    <w:p w:rsidR="00C34411" w:rsidRDefault="00C34411" w:rsidP="00571CBA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 w:rsidRPr="00571CBA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优秀指导教师名单（</w:t>
      </w:r>
      <w:r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  <w:t>227</w:t>
      </w:r>
      <w:r w:rsidRPr="00571CBA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名）</w:t>
      </w:r>
    </w:p>
    <w:tbl>
      <w:tblPr>
        <w:tblW w:w="7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35"/>
        <w:gridCol w:w="4394"/>
      </w:tblGrid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6F090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优秀指导教师</w:t>
            </w:r>
          </w:p>
        </w:tc>
        <w:tc>
          <w:tcPr>
            <w:tcW w:w="4394" w:type="dxa"/>
            <w:noWrap/>
            <w:vAlign w:val="center"/>
          </w:tcPr>
          <w:p w:rsidR="00C34411" w:rsidRPr="006F090A" w:rsidRDefault="00C34411" w:rsidP="00571CBA">
            <w:pPr>
              <w:widowControl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所在学校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郑守亮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博爱教育集团怡康校区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钱红芬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常州怀德教育集团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严俊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常州怀德教育集团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陈敏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常州刘国钧高等职业技术学校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吴许芬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常州刘国钧高等职业技术学校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吴云姣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常州刘国钧高等职业技术学校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陈莉吉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常州市北郊初级中学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王晓炜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常州市北郊初级中学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杨铭妍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常州市北郊高级中学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李永新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常州市别桥中学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冯淼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常州市博爱小学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姜汶青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常州市博爱小学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王霖晓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常州市朝阳桥小学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周蓓姿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常州市朝阳中学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蔡洪钧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常州市第二十四中学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王静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常州市第二十四中学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高文鹏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常州市第五中学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刘璐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常州市河海中学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唐新亚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常州市河海中学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曹丽丽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尤静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张佩芝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莫林葆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常州市焦溪初级中学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滕金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常州市焦溪初级中学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沈阳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常州市解放路小学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严菁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常州市解放路小学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虞春香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常州市金坛区第四中学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张亚明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常州市局前街小学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岳瑛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常州市兰陵小学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谢振宇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常州市兰陵中学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周亚萍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常州市兰陵中学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朱琳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常州市潞城中学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金花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常州市戚墅堰东方小学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范宇航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常州市勤业中学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陶莹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常州市勤业中学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李星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翟惠琴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许凤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常州市三井中心幼儿园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郭花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陈琪峰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常州市实验小学教育集团平冈校区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孙丹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常州市实验小学教育集团平冈校区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唐姣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常州市实验小学教育集团平冈校区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陈小卫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常州市市北实验初级中学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陈晓鹏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常州市田家炳初级中学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荆波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常州市田家炳初级中学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莫谢斐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常州市田家炳初级中学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杨扬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常州市田家炳高级中学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蔡玉萍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常州市同济中学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胡文男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常州市同济中学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孔德颖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常州市同济中学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蒋彩萍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常州市武进区成章小学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吴涧芳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常州市武进区湖塘桥第二实验小学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薛姣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常州市武进区花园小学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王伟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常州市武进区林南小学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程耀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常州市武进区潘家初级中学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许立新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常州市武进区潘家初级中学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章志英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常州市武进区宋剑湖小学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陈芳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常州市武进区星河实验小学分校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庄秋燕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常州市武进区星河实验小学分校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余丹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常州市香梅小学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颜梅英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常州市新北区龙虎塘中学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祁彩琴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常州市新北区吕墅中学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谢双跃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常州市新北区孟河中心小学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张双莉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常州市新北区孟河中心小学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胥亚丽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常州市新北区实验中学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徐寒冰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常州市新北区实验中学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张美荣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常州市新北区实验中学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杨佳慧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常州市新北区泰山小学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谭莉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常州市新北区魏村中心小学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朱丹萍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常州市新闸中学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刘伟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常州市延陵小学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樊洁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常州市藻江花园幼儿园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何佳玲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叶齐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常芸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常州外国语学校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李学鹏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江苏省常州高级中学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吴虹萍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杨鸿斌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仇秀文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江苏省武进高级中学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吕伟国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金坛区朝阳小学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秦溢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金坛区朝阳小学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凌俊华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金坛区第五中学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欧阳辉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金坛区第五中学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张素美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金坛区第一中学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谢卫平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金坛区河滨小学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徐锁平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金坛区河头小学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曹钰皎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金坛区华罗庚实验学校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吕建荣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金坛区华罗庚实验学校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吴俊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金坛区华罗庚实验学校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吴良辉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金坛区建昌小学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张玉琴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金坛区实验幼儿园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许叶飞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金坛区水北小学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张小花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金坛区水北中学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王彩霞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金坛区薛埠中心小学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汤俊燕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金坛区指前实验学校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徐敏芳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金坛区指前实验学校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王文彬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金坛区朱林中学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钱志妹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溧阳市埭头中心小学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钱秋红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溧阳市戴埠中心小学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居珠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溧阳市第六中学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潘丽英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溧阳市第六中学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狄云娟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溧阳市光华初级中学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金香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溧阳市后六小学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万文清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溧阳市后周小学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金荔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溧阳市南渡中心小学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王慧琳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溧阳市前马幼儿园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王萍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溧阳市前马幼儿园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陈灵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溧阳市强埠实验学校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宋律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溧阳市上兴中心小学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赵艳阳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溧阳市实验初级中学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孔生骏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张燕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黄兴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溧阳市实验小学燕湖校区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陈赟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溧阳市天目湖中心小学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朱文燕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溧阳市文化小学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葛阿金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溧阳市周城小学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王丽珊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溧阳市竹箦中学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王艳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戚墅堰实验小学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谢洁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戚墅堰实验小学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戚燕萍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武进横林初级中学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张华娟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武进嘉泽初级中学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赵勇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武进开放大学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陆天梦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武进李公朴小学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虞赛玉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武进洛阳高级中学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吴春燕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武进区坂上小学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FB536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徐文波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武进区漕桥初级中学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蒋庆丰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武进区漕桥初级中学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曹兰兰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武进区漕桥小学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吴碧波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武进区漕桥小学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周芸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武进区漕桥小学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王红娟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武进区城东小学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蒋银亚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武进区东安实验学校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於昌庆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武进区东安实验学校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薛雯艳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武进区东安实验中学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薛英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武进区芙蓉初级中学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朱蓉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武进区芙蓉小学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邵丽萍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武进区横林实验小学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郭杰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武进区横山桥初级中学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杨家景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武进区横山桥高级中学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李海英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樊里香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武进区横山桥中心小学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刘芬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武进区横山桥中心小学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任建平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孙兰君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武进区湖塘初级中学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李燕平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武进区湖塘桥初级中学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胥亚洁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武进区湖塘桥第二实验小学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刘小英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武进区湖塘桥实验小学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孙琪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武进区湖塘桥中心小学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孙娴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武进区湖塘桥中心小学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王梦露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武进区湖塘实验中学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黄立峰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武进区湟里高级中学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徐红梅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武进区湟里中心小学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余君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武进区嘉泽中心幼儿园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强琪华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武进区剑湖实验学校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程玲慧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武进区锦绣小学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崔爽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武进区锦绣小学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王蕾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武进区锦绣小学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紫莉媛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武进区锦绣小学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曹文庆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武进区礼河实验学校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王颖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武进区礼河实验学校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徐小叶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武进区礼河实验学校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俞红亚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武进区礼河实验学校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黄建英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武进区礼嘉中心小学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蒋丽萍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武进区礼嘉中心小学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张敏玉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武进区礼嘉中心小学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莫小香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武进区李公仆小学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于艳萍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武进区李公仆小学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季琴芬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武进区刘海粟小学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王希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武进区刘海粟小学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朱金花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武进区刘海粟小学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潘冬雪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武进区卢家巷实验学校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耿力敏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武进区洛阳初级中学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FB536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陆燕妮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武进区洛阳初级中学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杨华英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武进区洛阳初级中学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徐晔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武进区洛阳初级中学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朱敏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武进区马杭中心小学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巢爱媛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武进区庙桥初级中学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李磊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武进区庙桥小学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潘春美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武进区庙桥小学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FB536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花蕾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武进区鸣凰中心小学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王小菊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武进区鸣凰中心小学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李华萍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武进区鸣凰中心小学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陈丹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武进区南塘桥小学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杨建乐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武进区南塘桥小学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朱艳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武进区南塘桥小学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陈小菊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武进区南夏墅中心小学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符小宝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武进区南夏墅中心小学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周涵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武进区南夏墅中心小学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鲁瑶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武进区潘家小学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吴冬梅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武进区潘家小学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赵敏华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武进区潘家小学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吴涛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武进区前黄实验学校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耿丹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武进区三河口高级中学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翟慧洁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武进区三河口高级中学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杨霞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武进区宋剑湖小学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睢佳琪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武进区星辰实验学校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王春燕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武进区星辰实验学校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吴静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武进区星辰实验学校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张琳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武进区星河小学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巢春林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武进区星韵学校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仇莉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武进区星韵学校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翁小玉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武进区星韵学校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董亚红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武进区雪堰初级中学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陈洁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武进区雪堰中心小学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梅彩虹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武进区淹城初级中学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王洁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武进区淹城初级中学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张丽娜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武进区遥观初级中学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程晓月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武进区寨桥小学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王宇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武进区政平小学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孙建龙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新北区安家中心小学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许黎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新北区安家中心小学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FB536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顾澈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新北区奔牛实验小学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张红菊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新北区奔牛实验小学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张静芳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新北区奔牛实验小学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徐倩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新北区春江中心小学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姚九金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新北区东六小学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牟伟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新北区国英小学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乔路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新北区国英小学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涂逸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新北区河海幼儿园国宾部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盛美云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新北区三井街道华山幼儿园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刘妍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新北区泰山小学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FB536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李胜军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新北区五兴小学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卞佳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新北区五兴小学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陆海荣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新北区西夏墅中心小学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尹冬菊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钟楼区刘海粟美术幼儿园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蔡庆霞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邹区实验小学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835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吴文艳</w:t>
            </w:r>
          </w:p>
        </w:tc>
        <w:tc>
          <w:tcPr>
            <w:tcW w:w="4394" w:type="dxa"/>
            <w:noWrap/>
            <w:vAlign w:val="center"/>
          </w:tcPr>
          <w:p w:rsidR="00C34411" w:rsidRPr="00571CBA" w:rsidRDefault="00C34411" w:rsidP="00571CB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1CBA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邹区实验小学</w:t>
            </w:r>
          </w:p>
        </w:tc>
      </w:tr>
    </w:tbl>
    <w:p w:rsidR="00C34411" w:rsidRDefault="00C34411" w:rsidP="00571CBA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p w:rsidR="00C34411" w:rsidRDefault="00C34411">
      <w:pPr>
        <w:widowControl/>
        <w:jc w:val="left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p w:rsidR="00C34411" w:rsidRDefault="00C34411">
      <w:pPr>
        <w:widowControl/>
        <w:jc w:val="left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p w:rsidR="00C34411" w:rsidRDefault="00C34411">
      <w:pPr>
        <w:widowControl/>
        <w:jc w:val="left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p w:rsidR="00C34411" w:rsidRDefault="00C34411">
      <w:pPr>
        <w:widowControl/>
        <w:jc w:val="left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p w:rsidR="00C34411" w:rsidRDefault="00C34411">
      <w:pPr>
        <w:widowControl/>
        <w:jc w:val="left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p w:rsidR="00C34411" w:rsidRDefault="00C34411">
      <w:pPr>
        <w:widowControl/>
        <w:jc w:val="left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p w:rsidR="00C34411" w:rsidRDefault="00C34411">
      <w:pPr>
        <w:widowControl/>
        <w:jc w:val="left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p w:rsidR="00C34411" w:rsidRPr="0057789A" w:rsidRDefault="00C34411" w:rsidP="00571CBA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第十届</w:t>
      </w: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“生命之水”主题教育活动获奖作品</w:t>
      </w:r>
    </w:p>
    <w:p w:rsidR="00C34411" w:rsidRPr="0057789A" w:rsidRDefault="00C34411" w:rsidP="00571CBA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（幼儿绘画）</w:t>
      </w:r>
    </w:p>
    <w:tbl>
      <w:tblPr>
        <w:tblW w:w="8804" w:type="dxa"/>
        <w:jc w:val="center"/>
        <w:tblLook w:val="00A0"/>
      </w:tblPr>
      <w:tblGrid>
        <w:gridCol w:w="2425"/>
        <w:gridCol w:w="284"/>
        <w:gridCol w:w="992"/>
        <w:gridCol w:w="276"/>
        <w:gridCol w:w="1141"/>
        <w:gridCol w:w="436"/>
        <w:gridCol w:w="3250"/>
      </w:tblGrid>
      <w:tr w:rsidR="00C34411" w:rsidRPr="00036F75" w:rsidTr="006F090A">
        <w:trPr>
          <w:trHeight w:val="435"/>
          <w:jc w:val="center"/>
        </w:trPr>
        <w:tc>
          <w:tcPr>
            <w:tcW w:w="8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9F01A4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一等奖（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7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9F01A4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9F01A4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9F01A4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9F01A4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9F01A4" w:rsidRDefault="00C34411" w:rsidP="009F01A4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F01A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渴望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9F01A4" w:rsidRDefault="00C34411" w:rsidP="009F01A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9F01A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王嘉怡</w:t>
            </w:r>
            <w:r w:rsidRPr="009F01A4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9F01A4" w:rsidRDefault="00C34411" w:rsidP="009F01A4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F01A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王慧琳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9F01A4" w:rsidRDefault="00C34411" w:rsidP="009F01A4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F01A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溧阳市前马幼儿园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9F01A4" w:rsidRDefault="00C34411" w:rsidP="009F01A4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F01A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沙漠畅想曲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9F01A4" w:rsidRDefault="00C34411" w:rsidP="009F01A4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F01A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张洲瑞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9F01A4" w:rsidRDefault="00C34411" w:rsidP="009F01A4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F01A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王萍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9F01A4" w:rsidRDefault="00C34411" w:rsidP="009F01A4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F01A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溧阳市前马幼儿园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9F01A4" w:rsidRDefault="00C34411" w:rsidP="009F01A4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F01A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未来节能生活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9F01A4" w:rsidRDefault="00C34411" w:rsidP="009F01A4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F01A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郭一诺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9F01A4" w:rsidRDefault="00C34411" w:rsidP="009F01A4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F01A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盛美云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9F01A4" w:rsidRDefault="00C34411" w:rsidP="009F01A4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F01A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新北区三井街道华山幼儿园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9F01A4" w:rsidRDefault="00C34411" w:rsidP="009F01A4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F01A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9F01A4" w:rsidRDefault="00C34411" w:rsidP="009F01A4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F01A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王雨宸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9F01A4" w:rsidRDefault="00C34411" w:rsidP="009F01A4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F01A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许凤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9F01A4" w:rsidRDefault="00C34411" w:rsidP="009F01A4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F01A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常州市三井中心幼儿园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9F01A4" w:rsidRDefault="00C34411" w:rsidP="009F01A4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F01A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9F01A4" w:rsidRDefault="00C34411" w:rsidP="009F01A4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F01A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陈嘉桓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9F01A4" w:rsidRDefault="00C34411" w:rsidP="009F01A4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F01A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涂逸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9F01A4" w:rsidRDefault="00C34411" w:rsidP="009F01A4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F01A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新北区河海幼儿园国宾部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9F01A4" w:rsidRDefault="00C34411" w:rsidP="009F01A4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F01A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渴望洗澡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9F01A4" w:rsidRDefault="00C34411" w:rsidP="009F01A4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F01A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曾率淇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9F01A4" w:rsidRDefault="00C34411" w:rsidP="009F01A4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F01A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樊洁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9F01A4" w:rsidRDefault="00C34411" w:rsidP="009F01A4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F01A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常州市藻江花园幼儿园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9F01A4" w:rsidRDefault="00C34411" w:rsidP="009F01A4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F01A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渴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9F01A4" w:rsidRDefault="00C34411" w:rsidP="009F01A4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F01A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刘忆安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9F01A4" w:rsidRDefault="00C34411" w:rsidP="009F01A4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F01A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尹冬菊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9F01A4" w:rsidRDefault="00C34411" w:rsidP="009F01A4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F01A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钟楼区刘海粟美术幼儿园</w:t>
            </w:r>
          </w:p>
        </w:tc>
      </w:tr>
      <w:tr w:rsidR="00C34411" w:rsidRPr="00036F75" w:rsidTr="006F090A">
        <w:trPr>
          <w:trHeight w:val="521"/>
          <w:jc w:val="center"/>
        </w:trPr>
        <w:tc>
          <w:tcPr>
            <w:tcW w:w="8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DE043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二等奖（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9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生命的渴望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施泌妤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施双凤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溧阳市书院巷幼儿园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生命之源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刘苏蝶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何雯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罗溪中心幼儿园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地球没水了，怎么办？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何业昊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金琳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溧阳市南渡中心幼儿园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水的再生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刘依依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蒋姣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武进区鸣凰实验幼儿园花园新村分院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故里水乡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李欣怡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赵阳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常州市新北区百丈中心幼儿园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滴水之思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陈亦欣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石洁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新北区河海幼儿园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别走，朋友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蒋子赫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陆娇、王月娣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常州市新北区魏村中心幼儿园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渴求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尤越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尤明霞、陆娇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常州市新北区魏村中心幼儿园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李沛玲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尹冬菊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钟楼区刘海粟美术幼儿园</w:t>
            </w:r>
          </w:p>
        </w:tc>
      </w:tr>
      <w:tr w:rsidR="00C34411" w:rsidRPr="00036F75" w:rsidTr="006F090A">
        <w:trPr>
          <w:trHeight w:val="460"/>
          <w:jc w:val="center"/>
        </w:trPr>
        <w:tc>
          <w:tcPr>
            <w:tcW w:w="8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DE043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三等奖（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14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37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拯救地球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丁悦鑫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阮悦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金坛区指前镇中心幼儿园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节约用水</w:t>
            </w:r>
            <w:r w:rsidRPr="00E8278B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从我做起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任钦然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王梦婷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溧阳市南渡中心幼儿园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妈妈</w:t>
            </w:r>
            <w:r w:rsidRPr="00E8278B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我渴了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陶昱翰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施双凤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溧阳市书院巷幼儿园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水之源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陈芷涵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蒋云悟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武进区坂上幼儿园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沙漠和绿洲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邴淑桐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申月娥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武进区嘉泽中心幼儿园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最后的眼泪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何映萓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张倩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武进区嘉泽中心幼儿园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沈佳琪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蒋姣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武进区鸣凰实验幼儿园花园新村分园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节约用水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张祎芯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张玲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香缇湾大风车幼儿园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当世界没有了水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陆釦一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徐然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新北区魏村中心幼儿园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最后的守护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朱馨语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徐银侠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新北区孝都幼儿园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没有水的世界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王辰希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刘婷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新北区新桥镇中心幼儿园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水之舞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赵馨予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丁艳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常州市藻江花园幼儿园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渴望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赵子轩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张敏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钟楼区五星幼儿园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万物之首源于水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孙瑜遥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李莉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溧阳市书院巷幼儿园</w:t>
            </w:r>
          </w:p>
        </w:tc>
      </w:tr>
    </w:tbl>
    <w:p w:rsidR="00C34411" w:rsidRPr="0057789A" w:rsidRDefault="00C34411" w:rsidP="00571CBA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第十届</w:t>
      </w: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“生命之水”主题教育活动获奖作品</w:t>
      </w:r>
    </w:p>
    <w:p w:rsidR="00C34411" w:rsidRPr="0057789A" w:rsidRDefault="00C34411" w:rsidP="00571CBA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（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小学</w:t>
      </w: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绘画）</w:t>
      </w:r>
    </w:p>
    <w:tbl>
      <w:tblPr>
        <w:tblW w:w="8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56"/>
        <w:gridCol w:w="96"/>
        <w:gridCol w:w="567"/>
        <w:gridCol w:w="717"/>
        <w:gridCol w:w="701"/>
        <w:gridCol w:w="713"/>
        <w:gridCol w:w="704"/>
        <w:gridCol w:w="2589"/>
      </w:tblGrid>
      <w:tr w:rsidR="00C34411" w:rsidRPr="00036F75" w:rsidTr="006F090A">
        <w:trPr>
          <w:trHeight w:val="577"/>
          <w:jc w:val="center"/>
        </w:trPr>
        <w:tc>
          <w:tcPr>
            <w:tcW w:w="8543" w:type="dxa"/>
            <w:gridSpan w:val="8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一等奖（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37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6F090A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418" w:type="dxa"/>
            <w:gridSpan w:val="2"/>
            <w:vAlign w:val="center"/>
          </w:tcPr>
          <w:p w:rsidR="00C34411" w:rsidRPr="006F090A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417" w:type="dxa"/>
            <w:gridSpan w:val="2"/>
            <w:vAlign w:val="center"/>
          </w:tcPr>
          <w:p w:rsidR="00C34411" w:rsidRPr="006F090A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2589" w:type="dxa"/>
            <w:vAlign w:val="center"/>
          </w:tcPr>
          <w:p w:rsidR="00C34411" w:rsidRPr="006F090A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万物都需水资源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陆禹赫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钱红芬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常州怀德教育集团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一水一世界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方可欣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钱红芬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常州怀德教育集团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水生活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肖钰童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严菁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常州市解放路小学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水漏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代铭轩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秦溢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金坛区朝阳小学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戏水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颜天行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曹钰皎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金坛区华罗庚实验学校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接住水滴，接住生命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郭琳娜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王彩霞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金坛区薛埠中心小学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珍惜水资源，从现在做起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丁愉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汤俊燕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金坛区指前实验学校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水之灵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季培秋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崔爽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武进区锦绣小学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水之溪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单子涵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王蕾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武进区锦绣小学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幸福之水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章紫涵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紫莉媛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武进区锦绣小学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“林”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吕佳忆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金香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溧阳市后六小学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水韵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陈欣彤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孔生骏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水已经不白了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金芸竹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黄兴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溧阳市实验小学燕湖校区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江南水乡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张苧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王艳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戚墅堰实验小学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鱼的进化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刘岑希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朱蓉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武进区芙蓉小学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命中水，水中花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黄正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陆天梦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武进区李公朴小学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润物细无声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姚倩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陆天梦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武进区李公朴小学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  <w:r w:rsidRPr="00E8278B">
              <w:rPr>
                <w:rFonts w:ascii="仿宋_GB2312" w:eastAsia="仿宋_GB2312" w:hAnsi="宋体" w:cs="仿宋_GB2312"/>
                <w:color w:val="000000"/>
                <w:kern w:val="0"/>
              </w:rPr>
              <w:t>.</w:t>
            </w: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丁绍晴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吴碧波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武进区漕桥小学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於嘉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於昌庆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武进区东安实验学校</w:t>
            </w:r>
          </w:p>
        </w:tc>
      </w:tr>
      <w:tr w:rsidR="00C34411" w:rsidRPr="00036F75" w:rsidTr="006F090A">
        <w:trPr>
          <w:trHeight w:val="17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源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杨欣燃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樊里香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水，生命之水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陈何一、尤淇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季琴芬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武进区刘海粟小学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珍惜水源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崔千懿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王希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武进区刘海粟小学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渴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陶雪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朱敏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武进区马杭中心小学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消逝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姜倪睿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花蕾，李华萍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武进区鸣凰中心小学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以后你还记得它们的样子吗？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刘卓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陈丹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武进区南塘桥小学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渴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陈诗晗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王春燕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武进区星辰实验学校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污水转换灌溉器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沈应杰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翁小玉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武进区星韵学校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渴望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钱昕阳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陈洁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武进区雪堰中心小学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北冥有鱼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卢科皓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庄秋燕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武进区星河实验小学分校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鱼戏莲叶间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金雅楠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庄秋燕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武进区星河实验小学分校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节约用水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郭沂蒙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许黎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新北区安家中心小学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游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姚婼语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顾澈、张静芳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新北区奔牛实验小学</w:t>
            </w:r>
          </w:p>
        </w:tc>
      </w:tr>
      <w:tr w:rsidR="00C34411" w:rsidRPr="00036F75" w:rsidTr="006F090A">
        <w:trPr>
          <w:trHeight w:val="256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“节水、护水、爱水”签名活动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朱芮颖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谢双跃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新北区孟河中心小学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清除水草，还原清流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何鑫伊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谢双跃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新北区孟河中心小学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家去哪了？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陆逾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谭莉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新北区魏村中心小学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蜓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黄煜峰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常州市解放路小学</w:t>
            </w:r>
          </w:p>
        </w:tc>
      </w:tr>
      <w:tr w:rsidR="00C34411" w:rsidRPr="00036F75" w:rsidTr="006F090A">
        <w:trPr>
          <w:trHeight w:val="148"/>
          <w:jc w:val="center"/>
        </w:trPr>
        <w:tc>
          <w:tcPr>
            <w:tcW w:w="3119" w:type="dxa"/>
            <w:gridSpan w:val="3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寻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崔嘉浩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李胜军、卞佳</w:t>
            </w:r>
          </w:p>
        </w:tc>
        <w:tc>
          <w:tcPr>
            <w:tcW w:w="2589" w:type="dxa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新北区五兴小学</w:t>
            </w:r>
          </w:p>
        </w:tc>
      </w:tr>
      <w:tr w:rsidR="00C34411" w:rsidRPr="00036F75" w:rsidTr="006F090A">
        <w:trPr>
          <w:trHeight w:val="541"/>
          <w:jc w:val="center"/>
        </w:trPr>
        <w:tc>
          <w:tcPr>
            <w:tcW w:w="8543" w:type="dxa"/>
            <w:gridSpan w:val="8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二等奖（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59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6F090A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380" w:type="dxa"/>
            <w:gridSpan w:val="3"/>
            <w:vAlign w:val="center"/>
          </w:tcPr>
          <w:p w:rsidR="00C34411" w:rsidRPr="006F090A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414" w:type="dxa"/>
            <w:gridSpan w:val="2"/>
            <w:vAlign w:val="center"/>
          </w:tcPr>
          <w:p w:rsidR="00C34411" w:rsidRPr="006F090A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293" w:type="dxa"/>
            <w:gridSpan w:val="2"/>
            <w:vAlign w:val="center"/>
          </w:tcPr>
          <w:p w:rsidR="00C34411" w:rsidRPr="006F090A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水是生命之源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毛凤箐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吴淑莹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新北区百丈中心小学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采莲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贺欣彤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顾澈、张静芳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新北区奔牛实验小学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 </w:t>
            </w: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水去哪了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潘艺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袁俊景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常州市朝阳桥小学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我需要“你”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吕丽娅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袁俊景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常州市朝阳桥小学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蓝色地球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钟文洁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贺姗姗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武进区城东小学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母亲荷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阮舒雅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李亮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常州市丁堰小学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救救我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马麦来牙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李亮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常州市丁堰小学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水流城堡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徐雨涵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芮梦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武进区湖塘桥实验小学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假如没有水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马欣怡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莫美琴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源头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蔡依霖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王静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鲨鱼的眼泪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虞晨一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俞黄莜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花园小学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渴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栗立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顾春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常州市解放路小学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脱逃者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王唯芊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顾春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常州市解放路小学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编织水源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骆藜静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顾春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常州市解放路小学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流动于方圆之间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崔曦月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顾春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常州市解放路小学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觅食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季语轩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李慧萍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金坛区白塔小学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地壳之水巧妙用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董卓君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孔丽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金坛区白塔小学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泉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龚江静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冷亚敏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金坛区河头小学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楼前一水阔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徐诺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曹钰皎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金坛区华罗庚实验学校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学水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马雨辰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罗湘云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金坛区罗村小学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水之网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周禹宸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半娟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金坛区沭渎小学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两个世界·水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屠鲁瑞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王蕾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武进区锦绣小学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渴望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吴舒阳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汪志萍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武进区礼河实验学校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生命教育从我做起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周玲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陆天梦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武进区李公朴小学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“水果”乐园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史峻溢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虞清河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溧城镇昆仑小学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  <w:r w:rsidRPr="00E8278B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荷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黄雨涵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韩丽萍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溧阳市东升小学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滴滴答答的好生活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朱欣怡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张莉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溧阳市第二实验小学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“报”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吕佳忆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金香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溧阳市后六小学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生命之源·水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朱姝涵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贾岑岑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溧阳市平桥小学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消失的鱼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谢婧奕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张鸾银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溧阳市前马小学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天然水世界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朱钰晨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孔生骏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彭宁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孙爱芳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溧阳市外国语学校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生命之源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刘圆圆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钱梦鸽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武进区林南小学</w:t>
            </w:r>
          </w:p>
        </w:tc>
      </w:tr>
      <w:tr w:rsidR="00C34411" w:rsidRPr="00036F75" w:rsidTr="006F090A">
        <w:trPr>
          <w:trHeight w:val="137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灌溉机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陈海诺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王希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武进区刘海粟小学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陈思烨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金佳竹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常州市龙城小学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生命之源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唐嘉美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陈英芬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武进区洛阳中心小学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我要喝水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占婷</w:t>
            </w:r>
            <w:r w:rsidRPr="00E8278B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宋昱君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夏梦蝶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武进区庙桥小学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诗韵江南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李悦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王晓玲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武进区漕桥小学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沙漠绿洲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孙新怡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贺珊珊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武进区城东小学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水·生命的灌溉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薛语呈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杨艳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武进区湖塘桥实验小学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水·滋养生命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沈明轩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蔡薇娜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武进区礼河实验学校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渴望绿色水世界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高妍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季琴芬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武进区刘海粟小学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山、水、人家！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顾琳瑄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王飞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武进区采菱小学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水的循环使用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万佳慧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沈建文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武进区庙桥小学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美人鱼的浩劫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陈月昔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花蕾、李华萍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武进区鸣凰中心小学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严子杰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翁小颜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武进区湖塘桥第二实验小学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鱼戏莲叶间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汤丽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李渤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武进区清英外国语学校</w:t>
            </w:r>
          </w:p>
        </w:tc>
      </w:tr>
      <w:tr w:rsidR="00C34411" w:rsidRPr="00036F75" w:rsidTr="006F090A">
        <w:trPr>
          <w:trHeight w:val="137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水精灵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潘秋霞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龚绯霖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武进区宋剑湖小学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水宝的故事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黄泓琳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黄德忠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武进区新安小学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孕育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刘俊熠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雎佳琪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武进区星辰实验学校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未来水城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徐喆轩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陈蕊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武进区星韵学校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手可摘星辰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张星冉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庄秋燕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常州市武进区星河实验小学分校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绿洲之梦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黄怿如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余丹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香梅小学</w:t>
            </w:r>
          </w:p>
        </w:tc>
      </w:tr>
      <w:tr w:rsidR="00C34411" w:rsidRPr="00036F75" w:rsidTr="006F090A">
        <w:trPr>
          <w:trHeight w:val="142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重建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王雅萱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徐灵瑜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新北区龙虎塘实验小学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滴水不露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何墨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王丽先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新北区龙虎塘实验小学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科学检测，护水有力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雷欣楠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谢双跃</w:t>
            </w:r>
          </w:p>
        </w:tc>
        <w:tc>
          <w:tcPr>
            <w:tcW w:w="3293" w:type="dxa"/>
            <w:gridSpan w:val="2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常州市新北区孟河中心小学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最后一滴水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耿亚男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黄玉蓉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常州市新闸中心小学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节约与浪费就是一瞬间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谢玥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王彩霞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金坛区薛埠中心小学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456" w:type="dxa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380" w:type="dxa"/>
            <w:gridSpan w:val="3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张佳慧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徐晔晨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邹区实验小学</w:t>
            </w:r>
          </w:p>
        </w:tc>
      </w:tr>
      <w:tr w:rsidR="00C34411" w:rsidRPr="00036F75" w:rsidTr="006F090A">
        <w:trPr>
          <w:trHeight w:val="407"/>
          <w:jc w:val="center"/>
        </w:trPr>
        <w:tc>
          <w:tcPr>
            <w:tcW w:w="8543" w:type="dxa"/>
            <w:gridSpan w:val="8"/>
            <w:vAlign w:val="center"/>
          </w:tcPr>
          <w:p w:rsidR="00C34411" w:rsidRPr="00E8278B" w:rsidRDefault="00C34411" w:rsidP="00DE043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三等奖（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88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256"/>
          <w:jc w:val="center"/>
        </w:trPr>
        <w:tc>
          <w:tcPr>
            <w:tcW w:w="2552" w:type="dxa"/>
            <w:gridSpan w:val="2"/>
            <w:vAlign w:val="center"/>
          </w:tcPr>
          <w:p w:rsidR="00C34411" w:rsidRPr="006F090A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284" w:type="dxa"/>
            <w:gridSpan w:val="2"/>
            <w:vAlign w:val="center"/>
          </w:tcPr>
          <w:p w:rsidR="00C34411" w:rsidRPr="006F090A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414" w:type="dxa"/>
            <w:gridSpan w:val="2"/>
            <w:vAlign w:val="center"/>
          </w:tcPr>
          <w:p w:rsidR="00C34411" w:rsidRPr="006F090A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293" w:type="dxa"/>
            <w:gridSpan w:val="2"/>
            <w:vAlign w:val="center"/>
          </w:tcPr>
          <w:p w:rsidR="00C34411" w:rsidRPr="006F090A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蒋婷晨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俞蔷夜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七彩水世界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刘紫洋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顾春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常州市解放路小学</w:t>
            </w:r>
          </w:p>
        </w:tc>
      </w:tr>
      <w:tr w:rsidR="00C34411" w:rsidRPr="00036F75" w:rsidTr="006F090A">
        <w:trPr>
          <w:trHeight w:val="137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最后的水族馆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韩晓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顾春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常州市解放路小学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雨水收集净化器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倪薇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王玮娟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金坛区后阳小学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陈彩艺扬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曹钰皎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金坛区华罗庚实验学校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无题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李芷轩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金坛区明珍实验学校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一滴水的世界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张舒蕊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周磊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金坛区社头小学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水之源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王星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张宝瑾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金坛区水北小学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追随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许茜然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朱娟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金坛区涑渎小学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畅游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岳娟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朱娟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金坛区涑渎小学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渔业码头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周冯俊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张瑜、万蕊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金坛区汤庄小学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水污染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郭照鑫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张瑜、万蕊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金坛区汤庄小学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只能生活在眼泪里的鱼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沃苏云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颜静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金坛区薛埠中心小学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雨天使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芮冬辰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梁飞云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溧城中心小学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水源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黄熙雅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翟国芳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溧阳市溧城镇昆仑小学</w:t>
            </w:r>
          </w:p>
        </w:tc>
      </w:tr>
      <w:tr w:rsidR="00C34411" w:rsidRPr="00036F75" w:rsidTr="006F090A">
        <w:trPr>
          <w:trHeight w:val="151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楼房清洗器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周书言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张莉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溧阳市第二实验小学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用好宝贵的水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罗子曦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张莉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溧阳市第二实验小学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雨中情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张柯颜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张莉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溧阳市第二实验小学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天目湖水迎客来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候玥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张莉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溧阳市第二实验小学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水星球的美好生活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蒋泽余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虞清河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溧阳市溧城镇昆仑小学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依水而居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汤盛涵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虞清河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溧阳市溧城镇昆仑小学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雨中小窝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葛佳宁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王蓓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溧阳市南渡中心小学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梦中的春雨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金梦钰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王蓓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溧阳市南渡中心小学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天目湖水养殖船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宋语歌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王蓓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溧阳市南渡中心小学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未来海水能源库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马林霖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王蓓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溧阳市南渡中心小学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希望之水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陶晓燕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夏迎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溧阳市平陵小学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守护最后一棵树苗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马骏琪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沈娟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溧阳市清安小学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夏姚纯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虞春红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溧阳市文化小学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朱子睿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董双惠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溧阳市文化小学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黄茜瑜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施冬梅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溧阳市文化小学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杨竣尧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郑亚琴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溧阳市文化小学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流向生命的小河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徐纯正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张建香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溧阳市西平小学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请别再透支我的生命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张琪雯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刘丽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溧阳市西平小学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不要等到这一刻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唐娅楠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刘丽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溧阳市西平小学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水妈妈的眼泪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杨欣悦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苏鹏媛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溧阳市竹箦中心小学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最后一滴水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马宝妹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芮鹏媛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溧阳市竹箦中心小学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  <w:r w:rsidRPr="00E8278B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万杨之灵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于希源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孙军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常州市戚墅堰东方小学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七彩家园</w:t>
            </w:r>
            <w:r w:rsidRPr="00E8278B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污水过滤器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胡译之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布翌翌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清潭实验小学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雨水循环使用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姚凯越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崔芳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武进区三河口小学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水上城市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阚晨阳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崔芳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武进区三河口小学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水是生命之源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杨亮辰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渴！！！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何凌宇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王端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新北区圩塘中心小学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水之生命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王梦娜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钱晓晴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武进清英外国语学校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     </w:t>
            </w: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拯救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黄渲贻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张填惠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武进清英外国语学校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节水·保护水资源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陈开玲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吴碧波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武进区漕桥小学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最后一滴水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骆凌芸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戴琳艳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武进区东安实验学校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孕育生命的神奇水树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王雨杉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是轶群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水，悲与喜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卢奕澄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杨艳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武进区湖塘桥实验小学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最后的眼泪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滕雨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路宽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武进区花园小学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哭泣的自然母亲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陈梦雪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施红英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武进区剑湖实验学校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眼泪中的回忆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秦肇涵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余志韬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武进区锦绣小学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追逐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张梦涵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陈雅媛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武进区礼河实验学校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水无价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朱甜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王苏君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武进区礼嘉中心小学</w:t>
            </w:r>
          </w:p>
        </w:tc>
      </w:tr>
      <w:tr w:rsidR="00C34411" w:rsidRPr="00036F75" w:rsidTr="006F090A">
        <w:trPr>
          <w:trHeight w:val="154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春江水暖鹅先知</w:t>
            </w:r>
            <w:r w:rsidRPr="00E8278B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 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李心乐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王苏君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武进区礼嘉中心小学</w:t>
            </w:r>
          </w:p>
        </w:tc>
      </w:tr>
      <w:tr w:rsidR="00C34411" w:rsidRPr="00036F75" w:rsidTr="006F090A">
        <w:trPr>
          <w:trHeight w:val="154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戏水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曹容晨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姚烨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武进区李公朴小学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哺育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李筝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姚烨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武进区李公朴小学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大鱼小鱼来帮忙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相信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徐贤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武进区林南小学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音之舞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杭洲琰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陈英芬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武进区洛阳中心小学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五彩水龙头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陆晶晶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王飞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武进区采菱小学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刘雯雪</w:t>
            </w:r>
            <w:r w:rsidRPr="00E8278B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陈筱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武进区庙桥小学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无处安身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周嘉洋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花蕾、李华萍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武进区鸣凰中心小学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最珍贵文物</w:t>
            </w:r>
            <w:r w:rsidRPr="00E8278B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程紫琪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花蕾，李华萍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武进区鸣凰中心小学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渴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徐宁静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陈丹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武进区南塘桥小学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/>
                <w:color w:val="000000"/>
                <w:kern w:val="0"/>
              </w:rPr>
              <w:t>SOS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朱紫怡、黄依蝶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巣丹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武进区南夏墅中心小学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李海洋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巢红娟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武进区牛塘中心小学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严茗钰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龚绯霖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武进区宋剑湖小学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能量堤坝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康佳怡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龚绯霖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武进区宋剑湖小学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水中精灵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孙海琴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黄德忠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武进区新安小学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水上乐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王钰琴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黄德忠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武进区新安小学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最后一滴水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秦佳逸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秦晓渠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武进区雪堰中心小学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生命之源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钱晨铕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刘银丹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武进区寨桥小学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取之于水</w:t>
            </w:r>
            <w:r w:rsidRPr="00E8278B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用之于水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陈薇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刘银丹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武进区寨桥小学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江南“水”乡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钱琳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刘银丹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武进区寨桥小学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找寻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陆静怡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王红霞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武进区政平小学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守护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王茜娜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周仙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常州市武进区星河实验小学分校</w:t>
            </w:r>
          </w:p>
        </w:tc>
      </w:tr>
      <w:tr w:rsidR="00C34411" w:rsidRPr="00036F75" w:rsidTr="006F090A">
        <w:trPr>
          <w:trHeight w:val="142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陈思羽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余丹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香梅小学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河道清扫工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华嘉乐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茅向燕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香梅小学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水来了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孙卓君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周小燕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新北区龙虎塘实验小学</w:t>
            </w:r>
          </w:p>
        </w:tc>
      </w:tr>
      <w:tr w:rsidR="00C34411" w:rsidRPr="00036F75" w:rsidTr="006F090A">
        <w:trPr>
          <w:trHeight w:val="14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  <w:r w:rsidRPr="00E8278B">
              <w:rPr>
                <w:rFonts w:ascii="仿宋_GB2312" w:eastAsia="仿宋_GB2312" w:hAnsi="宋体" w:cs="仿宋_GB2312"/>
                <w:color w:val="000000"/>
                <w:kern w:val="0"/>
              </w:rPr>
              <w:t>,</w:t>
            </w: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一切生命的源头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周子昊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丁铃丽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常州市新北区三井实验小学</w:t>
            </w:r>
          </w:p>
        </w:tc>
      </w:tr>
      <w:tr w:rsidR="00C34411" w:rsidRPr="00036F75" w:rsidTr="006F090A">
        <w:trPr>
          <w:trHeight w:val="132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节约用水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吴优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谭莉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常州市新北区魏村中心小学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废水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阳诗雨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谭莉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常州市新北区魏村中心小学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饮水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沈彦希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李胜军、卞佳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新北区五兴小学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嬉戏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张安宁静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张丽，刘萌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新北区五兴小学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可怕的变宝为废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张雨芮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曾霆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新北区西夏墅中心小学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山水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陈锦源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阚美霞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新北区西夏墅中心小学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哭泣的鱼儿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包涵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刘露娟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新北区薛家中心小学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水源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李捷娜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徐晔晨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邹区实验小学</w:t>
            </w:r>
          </w:p>
        </w:tc>
      </w:tr>
      <w:tr w:rsidR="00C34411" w:rsidRPr="00036F75" w:rsidTr="006F090A">
        <w:trPr>
          <w:trHeight w:val="128"/>
          <w:jc w:val="center"/>
        </w:trPr>
        <w:tc>
          <w:tcPr>
            <w:tcW w:w="2552" w:type="dxa"/>
            <w:gridSpan w:val="2"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滋润万物</w:t>
            </w:r>
          </w:p>
        </w:tc>
        <w:tc>
          <w:tcPr>
            <w:tcW w:w="128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杨茜涵</w:t>
            </w:r>
          </w:p>
        </w:tc>
        <w:tc>
          <w:tcPr>
            <w:tcW w:w="1414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王蓓</w:t>
            </w:r>
          </w:p>
        </w:tc>
        <w:tc>
          <w:tcPr>
            <w:tcW w:w="3293" w:type="dxa"/>
            <w:gridSpan w:val="2"/>
            <w:noWrap/>
            <w:vAlign w:val="center"/>
          </w:tcPr>
          <w:p w:rsidR="00C34411" w:rsidRPr="00E8278B" w:rsidRDefault="00C34411" w:rsidP="00E8278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8278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溧阳市南渡中心小学</w:t>
            </w:r>
          </w:p>
        </w:tc>
      </w:tr>
    </w:tbl>
    <w:p w:rsidR="00C34411" w:rsidRDefault="00C34411" w:rsidP="00571CBA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</w:p>
    <w:p w:rsidR="00C34411" w:rsidRDefault="00C34411" w:rsidP="00571CBA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</w:p>
    <w:p w:rsidR="00C34411" w:rsidRDefault="00C34411" w:rsidP="00571CBA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</w:p>
    <w:p w:rsidR="00C34411" w:rsidRDefault="00C34411" w:rsidP="00571CBA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</w:p>
    <w:p w:rsidR="00C34411" w:rsidRDefault="00C34411" w:rsidP="00571CBA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</w:p>
    <w:p w:rsidR="00C34411" w:rsidRDefault="00C34411" w:rsidP="00571CBA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</w:p>
    <w:p w:rsidR="00C34411" w:rsidRDefault="00C34411" w:rsidP="00571CBA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</w:p>
    <w:p w:rsidR="00C34411" w:rsidRDefault="00C34411" w:rsidP="00571CBA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第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十</w:t>
      </w: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届“生命之水”主题教育活动获奖作品</w:t>
      </w:r>
      <w:r w:rsidRPr="0057789A"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  <w:t xml:space="preserve">                                   </w:t>
      </w: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（初中绘画）</w:t>
      </w:r>
    </w:p>
    <w:tbl>
      <w:tblPr>
        <w:tblW w:w="8379" w:type="dxa"/>
        <w:tblInd w:w="-106" w:type="dxa"/>
        <w:tblLook w:val="00A0"/>
      </w:tblPr>
      <w:tblGrid>
        <w:gridCol w:w="2142"/>
        <w:gridCol w:w="567"/>
        <w:gridCol w:w="230"/>
        <w:gridCol w:w="904"/>
        <w:gridCol w:w="283"/>
        <w:gridCol w:w="283"/>
        <w:gridCol w:w="851"/>
        <w:gridCol w:w="142"/>
        <w:gridCol w:w="390"/>
        <w:gridCol w:w="2587"/>
      </w:tblGrid>
      <w:tr w:rsidR="00C34411" w:rsidRPr="00036F75" w:rsidTr="006F090A">
        <w:trPr>
          <w:trHeight w:val="660"/>
        </w:trPr>
        <w:tc>
          <w:tcPr>
            <w:tcW w:w="83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25567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一等奖（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19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作者姓名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水秀山明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陈之娴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陈莉吉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常州市北郊初级中学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水中城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蔡雨轩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王静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常州市第二十四中学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依水而生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何丹丹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郭杰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武进区横山桥初级中学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孔雀乐园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周涵烨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滕金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常州市焦溪初级中学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童趣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王轩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凌俊华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金坛区第五中学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/>
                <w:color w:val="000000"/>
                <w:kern w:val="0"/>
              </w:rPr>
              <w:t>Save water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范亦涵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张小花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金坛区水北中学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渴渴渴！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虞快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狄云娟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溧阳市光华初级中学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神秘水球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丁沁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朱琳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常州市潞城中学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乌鸦喝水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徐永烨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  <w:r w:rsidRPr="00A50459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生命的奇迹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马心怡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孔德颖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常州市同济中学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水与莲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吴溪桐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常州外国语学校</w:t>
            </w:r>
          </w:p>
        </w:tc>
      </w:tr>
      <w:tr w:rsidR="00C34411" w:rsidRPr="00036F75" w:rsidTr="006F090A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春江花月夜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卞如嫣、吴祎宸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王梦露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武进区湖塘实验中学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窒息的水龙头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杨安琪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强琪华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武进区剑湖实验学校</w:t>
            </w:r>
          </w:p>
        </w:tc>
      </w:tr>
      <w:tr w:rsidR="00C34411" w:rsidRPr="00036F75" w:rsidTr="006F090A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拯救金鱼的水仙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郑雅文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徐小叶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武进区礼河实验学校</w:t>
            </w:r>
          </w:p>
        </w:tc>
      </w:tr>
      <w:tr w:rsidR="00C34411" w:rsidRPr="00036F75" w:rsidTr="006F090A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姚茜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陆燕妮、徐晔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武进区洛阳初级中学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水精灵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李昕宇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张美荣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常州市新北区实验中学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谭茗心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徐寒冰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常州市新北区实验中学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江南水乡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吴慧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朱丹萍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常州市新闸中学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拯救干涸的土地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李珏坤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何佳玲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</w:t>
            </w:r>
          </w:p>
        </w:tc>
      </w:tr>
      <w:tr w:rsidR="00C34411" w:rsidRPr="00036F75" w:rsidTr="006F090A">
        <w:trPr>
          <w:trHeight w:val="660"/>
        </w:trPr>
        <w:tc>
          <w:tcPr>
            <w:tcW w:w="83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二等奖（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28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270"/>
        </w:trPr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作者姓名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270"/>
        </w:trPr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城市·水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谢佳晰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马郁茜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常州市河海中学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生命的乐章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孙宇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郭杰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武进区横山桥初级中学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覆舟之水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赵佳澜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郭杰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武进区横山桥初级中学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孕育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谢晓帆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郭杰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武进区横山桥初级中学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幸福乐园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王源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滕金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常州市焦溪初级中学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夺水之战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孔一辰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王相怡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我爱美丽的天鹅湖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雷霁月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张素芳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金坛区华罗庚实验学校</w:t>
            </w:r>
          </w:p>
        </w:tc>
      </w:tr>
      <w:tr w:rsidR="00C34411" w:rsidRPr="00036F75" w:rsidTr="006F090A">
        <w:trPr>
          <w:trHeight w:val="270"/>
        </w:trPr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海底世界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周昌烨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张小花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金坛区水北中学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水滴城市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陈小易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吴丽丽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金坛区直溪中学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地球的两极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蔡文欣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吴丽丽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金坛区直溪中学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水之精灵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周伊美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常新华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常州市丽华中学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水之魔法师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金秋韵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强亚萍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溧阳市旧县初级中学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微蓝之梦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金秋韵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强亚萍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溧阳市旧县初级中学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疯狂的水果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刘纾言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杨进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溧阳市实验初中</w:t>
            </w:r>
          </w:p>
        </w:tc>
      </w:tr>
      <w:tr w:rsidR="00C34411" w:rsidRPr="00036F75" w:rsidTr="006F090A">
        <w:trPr>
          <w:trHeight w:val="270"/>
        </w:trPr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哀思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李享怿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杨进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溧阳市实验初中</w:t>
            </w:r>
          </w:p>
        </w:tc>
      </w:tr>
      <w:tr w:rsidR="00C34411" w:rsidRPr="00036F75" w:rsidTr="006F090A">
        <w:trPr>
          <w:trHeight w:val="270"/>
        </w:trPr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关注点点滴滴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张亦冉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王琛华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绿色纪元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牟妮卡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陈丹婓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常州外国语学校</w:t>
            </w:r>
          </w:p>
        </w:tc>
      </w:tr>
      <w:tr w:rsidR="00C34411" w:rsidRPr="00036F75" w:rsidTr="006F090A">
        <w:trPr>
          <w:trHeight w:val="270"/>
        </w:trPr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水源污染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施心怡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苏叶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武进区东安实验学校</w:t>
            </w:r>
          </w:p>
        </w:tc>
      </w:tr>
      <w:tr w:rsidR="00C34411" w:rsidRPr="00036F75" w:rsidTr="006F090A">
        <w:trPr>
          <w:trHeight w:val="270"/>
        </w:trPr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润物细无声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谈苗淼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王梦露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武进区湖塘实验中学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净化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刘丽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陆燕妮、徐晔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武进区洛阳初级中学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碧海蓝天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胡林媃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陆立平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武进区淹城初级中学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岸边人家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朱涵悦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洑桂英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武进区寨桥初级中学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青山绿水常在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惠元未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张美荣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常州市新北区实验中学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江南水韵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史子义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唐小红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新北区薛家中学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青山绿水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陈亦菲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何佳玲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悠悠山水间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林婧怡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许敏珠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苍穹之泪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王诗语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何佳玲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纯净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吴依潘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陈颖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常州市正衡中学天宁分校</w:t>
            </w:r>
          </w:p>
        </w:tc>
      </w:tr>
      <w:tr w:rsidR="00C34411" w:rsidRPr="00036F75" w:rsidTr="006F090A">
        <w:trPr>
          <w:trHeight w:val="660"/>
        </w:trPr>
        <w:tc>
          <w:tcPr>
            <w:tcW w:w="83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三等奖（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50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作者姓名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有水的生活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吴科昀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姜华琴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常州市卜弋中学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李婧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蔡冬梅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常州市第二十四中学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灌溉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栾奕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马郁茜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常州市河海中学</w:t>
            </w:r>
          </w:p>
        </w:tc>
      </w:tr>
      <w:tr w:rsidR="00C34411" w:rsidRPr="00036F75" w:rsidTr="006F090A">
        <w:trPr>
          <w:trHeight w:val="30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春之水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谭雯雯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马郁茜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常州市河海中学</w:t>
            </w:r>
          </w:p>
        </w:tc>
      </w:tr>
      <w:tr w:rsidR="00C34411" w:rsidRPr="00036F75" w:rsidTr="006F090A">
        <w:trPr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动植物的启示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周家文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郭杰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武进区横山桥初级中学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上下易位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唐可言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武进区湖塘实验中学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没关紧的阀门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王梦怡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胡婷芝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金坛区第二中学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吸水装置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邓一诺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金坛区华罗庚实验学校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水·生命之源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吴志专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欧阳鹏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金坛区西岗中学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水育生灵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黄姝璇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谢伟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常州市丽华中学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水之城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彭佳慧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谢伟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常州市丽华中学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生命之源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李亚峰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常轩华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常州市丽华中学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杨扬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 </w:t>
            </w: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狄云娟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溧阳市光华初级中学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最后一壶水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朱梦丽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常州市潞城中学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千金难求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周涵非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黄彩娟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常州市勤业中学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死亡边缘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沈倩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黄彩娟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常州市勤业中学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无水世界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卢可欣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徐旭虹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水之光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吴蒙蒙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常州市实验初级中学天宁分校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水到哪里去了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徐琦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常州市泰村实验学校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水之绽放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张文仙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孔德颖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常州市同济中学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  <w:r w:rsidRPr="00A50459">
              <w:rPr>
                <w:rFonts w:ascii="仿宋_GB2312" w:eastAsia="仿宋_GB2312" w:hAnsi="宋体" w:cs="仿宋_GB2312"/>
                <w:color w:val="000000"/>
                <w:kern w:val="0"/>
              </w:rPr>
              <w:t>-</w:t>
            </w: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浸润生命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杨雪丹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陈丹雯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常州外国语学校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/>
                <w:color w:val="000000"/>
                <w:kern w:val="0"/>
              </w:rPr>
              <w:t>water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金依诺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欧阳旭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常州外国语学校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吴浅浓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常州外国语学校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  <w:r w:rsidRPr="00A50459">
              <w:rPr>
                <w:rFonts w:ascii="仿宋_GB2312" w:eastAsia="仿宋_GB2312" w:hAnsi="宋体" w:cs="仿宋_GB2312"/>
                <w:color w:val="000000"/>
                <w:kern w:val="0"/>
              </w:rPr>
              <w:t>-</w:t>
            </w: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孕育生命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汤诗文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胡敏明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武进区洛阳初级中学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拯救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卞耀南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杨湛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武进潘家初级中学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水之精灵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丁家宁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梁瑞韵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武进区芙蓉初级中学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浅蓝时光荷湾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桑翎子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王梦露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武进区湖塘实验中学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伤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薛银霞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武进区湟里初级中学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水精灵的劝说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万沁芸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蒋秋霞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武进区湟里初级中学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寻找水源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许超能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强琪华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武进区剑湖实验学校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水是生命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李佳凝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强琪华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武进区剑湖实验学校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水生万物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丁华力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孙健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武进区前黄实验学校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水乡武进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杨文君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孙健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武进区前黄实验学校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渴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孙抒灿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睢佳琪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武进区星辰实验学校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出水芙蓉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周志刚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陆立平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武进区淹城初级中学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活力水宝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王南茜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方华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武进区遥观初级中学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再生水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周晨仪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方华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武进区遥观初级中学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海洋生命使者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吴鑫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方华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武进区遥观初级中学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欢乐海岛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张维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武进区运村实验学校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水乡风情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孙金涛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洑桂英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武进区寨桥初级中学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渴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杨骐远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王宇亚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武进区寨桥初级中学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清荷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姚孟蝶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颜菊芳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武进区夏溪初级中学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孤独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徐欣钰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房湘光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新北区圩塘中学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让细水长流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王文灏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胥亚丽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常州市新北区实验中学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水乡风光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刘家强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唐小红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新北区薛家中学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江南水乡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周上尚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陈颖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常州市正衡中学天宁分校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幸福即将逝去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沈昕雨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方莲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常州市郑陆初级中学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水天堂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金莹莹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方莲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常州市郑陆初级中学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水深火热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蒋燕林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方莲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常州市郑陆初级中学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甘甜的泪水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徐会茹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崔莹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武进区湖塘桥初级中学</w:t>
            </w:r>
          </w:p>
        </w:tc>
      </w:tr>
    </w:tbl>
    <w:p w:rsidR="00C34411" w:rsidRDefault="00C34411" w:rsidP="00571CBA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p w:rsidR="00C34411" w:rsidRPr="00EC46E0" w:rsidRDefault="00C34411" w:rsidP="00EC46E0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  <w:r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  <w:br w:type="page"/>
      </w: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第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十</w:t>
      </w: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届“生命之水”主题教育活动获奖作品</w:t>
      </w:r>
      <w:r w:rsidRPr="0057789A"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  <w:t xml:space="preserve">                                   </w:t>
      </w: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（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高</w:t>
      </w: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中绘画）</w:t>
      </w:r>
    </w:p>
    <w:tbl>
      <w:tblPr>
        <w:tblW w:w="89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13"/>
        <w:gridCol w:w="945"/>
        <w:gridCol w:w="1246"/>
        <w:gridCol w:w="3956"/>
      </w:tblGrid>
      <w:tr w:rsidR="00C34411" w:rsidRPr="00036F75" w:rsidTr="006F090A">
        <w:trPr>
          <w:trHeight w:val="660"/>
        </w:trPr>
        <w:tc>
          <w:tcPr>
            <w:tcW w:w="8960" w:type="dxa"/>
            <w:gridSpan w:val="4"/>
            <w:noWrap/>
            <w:vAlign w:val="center"/>
          </w:tcPr>
          <w:p w:rsidR="00C34411" w:rsidRPr="00A50459" w:rsidRDefault="00C34411" w:rsidP="00324AE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一等奖（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8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noWrap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945" w:type="dxa"/>
            <w:noWrap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246" w:type="dxa"/>
            <w:noWrap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956" w:type="dxa"/>
            <w:noWrap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万山红遍</w:t>
            </w:r>
          </w:p>
        </w:tc>
        <w:tc>
          <w:tcPr>
            <w:tcW w:w="94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潘悦</w:t>
            </w:r>
          </w:p>
        </w:tc>
        <w:tc>
          <w:tcPr>
            <w:tcW w:w="124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杨家景</w:t>
            </w:r>
          </w:p>
        </w:tc>
        <w:tc>
          <w:tcPr>
            <w:tcW w:w="395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武进区横山桥高级中学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淼淼万物</w:t>
            </w:r>
          </w:p>
        </w:tc>
        <w:tc>
          <w:tcPr>
            <w:tcW w:w="94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吴玉婷</w:t>
            </w:r>
          </w:p>
        </w:tc>
        <w:tc>
          <w:tcPr>
            <w:tcW w:w="124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陈敏</w:t>
            </w:r>
          </w:p>
        </w:tc>
        <w:tc>
          <w:tcPr>
            <w:tcW w:w="395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刘国钧高等职业技术学校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94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崔湛</w:t>
            </w:r>
          </w:p>
        </w:tc>
        <w:tc>
          <w:tcPr>
            <w:tcW w:w="124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杨扬</w:t>
            </w:r>
          </w:p>
        </w:tc>
        <w:tc>
          <w:tcPr>
            <w:tcW w:w="395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常州市田家炳高级中学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94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邹凌云</w:t>
            </w:r>
          </w:p>
        </w:tc>
        <w:tc>
          <w:tcPr>
            <w:tcW w:w="124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杨扬</w:t>
            </w:r>
          </w:p>
        </w:tc>
        <w:tc>
          <w:tcPr>
            <w:tcW w:w="395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常州市田家炳高级中学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上善若水</w:t>
            </w:r>
          </w:p>
        </w:tc>
        <w:tc>
          <w:tcPr>
            <w:tcW w:w="94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周新芽</w:t>
            </w:r>
          </w:p>
        </w:tc>
        <w:tc>
          <w:tcPr>
            <w:tcW w:w="124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赵勇</w:t>
            </w:r>
          </w:p>
        </w:tc>
        <w:tc>
          <w:tcPr>
            <w:tcW w:w="395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武进开放大学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海栖</w:t>
            </w:r>
          </w:p>
        </w:tc>
        <w:tc>
          <w:tcPr>
            <w:tcW w:w="94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花娇</w:t>
            </w:r>
          </w:p>
        </w:tc>
        <w:tc>
          <w:tcPr>
            <w:tcW w:w="124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赵勇</w:t>
            </w:r>
          </w:p>
        </w:tc>
        <w:tc>
          <w:tcPr>
            <w:tcW w:w="395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武进开放大学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94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丁倩</w:t>
            </w:r>
          </w:p>
        </w:tc>
        <w:tc>
          <w:tcPr>
            <w:tcW w:w="124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高文鹏</w:t>
            </w:r>
          </w:p>
        </w:tc>
        <w:tc>
          <w:tcPr>
            <w:tcW w:w="395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常州市第五中学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沧</w:t>
            </w:r>
          </w:p>
        </w:tc>
        <w:tc>
          <w:tcPr>
            <w:tcW w:w="94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周阳帆</w:t>
            </w:r>
          </w:p>
        </w:tc>
        <w:tc>
          <w:tcPr>
            <w:tcW w:w="124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虞赛玉</w:t>
            </w:r>
          </w:p>
        </w:tc>
        <w:tc>
          <w:tcPr>
            <w:tcW w:w="395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武进洛阳高级中学</w:t>
            </w:r>
          </w:p>
        </w:tc>
      </w:tr>
      <w:tr w:rsidR="00C34411" w:rsidRPr="00036F75" w:rsidTr="006F090A">
        <w:trPr>
          <w:trHeight w:val="660"/>
        </w:trPr>
        <w:tc>
          <w:tcPr>
            <w:tcW w:w="8960" w:type="dxa"/>
            <w:gridSpan w:val="4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二等奖（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9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noWrap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945" w:type="dxa"/>
            <w:noWrap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246" w:type="dxa"/>
            <w:noWrap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956" w:type="dxa"/>
            <w:noWrap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地球之水</w:t>
            </w:r>
          </w:p>
        </w:tc>
        <w:tc>
          <w:tcPr>
            <w:tcW w:w="94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石语萱</w:t>
            </w:r>
          </w:p>
        </w:tc>
        <w:tc>
          <w:tcPr>
            <w:tcW w:w="124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李学鹏</w:t>
            </w:r>
          </w:p>
        </w:tc>
        <w:tc>
          <w:tcPr>
            <w:tcW w:w="395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江苏省常州高级中学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荷塘</w:t>
            </w:r>
          </w:p>
        </w:tc>
        <w:tc>
          <w:tcPr>
            <w:tcW w:w="94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孙梓健</w:t>
            </w:r>
          </w:p>
        </w:tc>
        <w:tc>
          <w:tcPr>
            <w:tcW w:w="124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冯颖</w:t>
            </w:r>
          </w:p>
        </w:tc>
        <w:tc>
          <w:tcPr>
            <w:tcW w:w="395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金坛区金沙高级中学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生命之源</w:t>
            </w:r>
          </w:p>
        </w:tc>
        <w:tc>
          <w:tcPr>
            <w:tcW w:w="94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薛妍</w:t>
            </w:r>
          </w:p>
        </w:tc>
        <w:tc>
          <w:tcPr>
            <w:tcW w:w="124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395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金坛区第一中学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94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姜逸雯</w:t>
            </w:r>
          </w:p>
        </w:tc>
        <w:tc>
          <w:tcPr>
            <w:tcW w:w="124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岺敏</w:t>
            </w:r>
          </w:p>
        </w:tc>
        <w:tc>
          <w:tcPr>
            <w:tcW w:w="395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溧阳市埭头中学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水中的倒影</w:t>
            </w:r>
          </w:p>
        </w:tc>
        <w:tc>
          <w:tcPr>
            <w:tcW w:w="94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汤嘉未</w:t>
            </w:r>
          </w:p>
        </w:tc>
        <w:tc>
          <w:tcPr>
            <w:tcW w:w="124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陈敏</w:t>
            </w:r>
          </w:p>
        </w:tc>
        <w:tc>
          <w:tcPr>
            <w:tcW w:w="395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刘国钧高等职业技术学校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自然之刑</w:t>
            </w:r>
          </w:p>
        </w:tc>
        <w:tc>
          <w:tcPr>
            <w:tcW w:w="94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孙沁怡</w:t>
            </w:r>
          </w:p>
        </w:tc>
        <w:tc>
          <w:tcPr>
            <w:tcW w:w="124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叶莹</w:t>
            </w:r>
          </w:p>
        </w:tc>
        <w:tc>
          <w:tcPr>
            <w:tcW w:w="395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武进开放大学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海之殇</w:t>
            </w:r>
          </w:p>
        </w:tc>
        <w:tc>
          <w:tcPr>
            <w:tcW w:w="94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诸睛</w:t>
            </w:r>
          </w:p>
        </w:tc>
        <w:tc>
          <w:tcPr>
            <w:tcW w:w="124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叶莹</w:t>
            </w:r>
          </w:p>
        </w:tc>
        <w:tc>
          <w:tcPr>
            <w:tcW w:w="395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武进开放大学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水神涅槃</w:t>
            </w:r>
          </w:p>
        </w:tc>
        <w:tc>
          <w:tcPr>
            <w:tcW w:w="94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董婷</w:t>
            </w:r>
          </w:p>
        </w:tc>
        <w:tc>
          <w:tcPr>
            <w:tcW w:w="124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赵勇</w:t>
            </w:r>
          </w:p>
        </w:tc>
        <w:tc>
          <w:tcPr>
            <w:tcW w:w="395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武进开放大学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源</w:t>
            </w:r>
          </w:p>
        </w:tc>
        <w:tc>
          <w:tcPr>
            <w:tcW w:w="94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段瑜琪</w:t>
            </w:r>
          </w:p>
        </w:tc>
        <w:tc>
          <w:tcPr>
            <w:tcW w:w="124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刘新茹</w:t>
            </w:r>
          </w:p>
        </w:tc>
        <w:tc>
          <w:tcPr>
            <w:tcW w:w="395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武进洛阳高级中学</w:t>
            </w:r>
          </w:p>
        </w:tc>
      </w:tr>
      <w:tr w:rsidR="00C34411" w:rsidRPr="00036F75" w:rsidTr="006F090A">
        <w:trPr>
          <w:trHeight w:val="660"/>
        </w:trPr>
        <w:tc>
          <w:tcPr>
            <w:tcW w:w="8960" w:type="dxa"/>
            <w:gridSpan w:val="4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三等奖（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15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noWrap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945" w:type="dxa"/>
            <w:noWrap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246" w:type="dxa"/>
            <w:noWrap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956" w:type="dxa"/>
            <w:noWrap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孕育</w:t>
            </w:r>
          </w:p>
        </w:tc>
        <w:tc>
          <w:tcPr>
            <w:tcW w:w="94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薛楠</w:t>
            </w:r>
          </w:p>
        </w:tc>
        <w:tc>
          <w:tcPr>
            <w:tcW w:w="124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杨家景</w:t>
            </w:r>
          </w:p>
        </w:tc>
        <w:tc>
          <w:tcPr>
            <w:tcW w:w="395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武进区横山桥高级中学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海的女儿</w:t>
            </w:r>
          </w:p>
        </w:tc>
        <w:tc>
          <w:tcPr>
            <w:tcW w:w="94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黄婷婷</w:t>
            </w:r>
          </w:p>
        </w:tc>
        <w:tc>
          <w:tcPr>
            <w:tcW w:w="124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杨家景</w:t>
            </w:r>
          </w:p>
        </w:tc>
        <w:tc>
          <w:tcPr>
            <w:tcW w:w="395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武进区横山桥高级中学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94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冯馨元</w:t>
            </w:r>
          </w:p>
        </w:tc>
        <w:tc>
          <w:tcPr>
            <w:tcW w:w="124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杨元伟</w:t>
            </w:r>
          </w:p>
        </w:tc>
        <w:tc>
          <w:tcPr>
            <w:tcW w:w="395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江苏省常州高级中学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无题</w:t>
            </w:r>
          </w:p>
        </w:tc>
        <w:tc>
          <w:tcPr>
            <w:tcW w:w="94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赵敬悟</w:t>
            </w:r>
          </w:p>
        </w:tc>
        <w:tc>
          <w:tcPr>
            <w:tcW w:w="124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王洋</w:t>
            </w:r>
          </w:p>
        </w:tc>
        <w:tc>
          <w:tcPr>
            <w:tcW w:w="395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金坛区金沙高级中学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源泉</w:t>
            </w:r>
          </w:p>
        </w:tc>
        <w:tc>
          <w:tcPr>
            <w:tcW w:w="94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沈夏扬</w:t>
            </w:r>
          </w:p>
        </w:tc>
        <w:tc>
          <w:tcPr>
            <w:tcW w:w="124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徐倍思</w:t>
            </w:r>
          </w:p>
        </w:tc>
        <w:tc>
          <w:tcPr>
            <w:tcW w:w="395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金坛区金沙高级中学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海的女儿</w:t>
            </w:r>
          </w:p>
        </w:tc>
        <w:tc>
          <w:tcPr>
            <w:tcW w:w="94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周顺</w:t>
            </w:r>
          </w:p>
        </w:tc>
        <w:tc>
          <w:tcPr>
            <w:tcW w:w="124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汤火强</w:t>
            </w:r>
          </w:p>
        </w:tc>
        <w:tc>
          <w:tcPr>
            <w:tcW w:w="395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江苏省金坛中等专业学校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升升雨（鱼）声</w:t>
            </w:r>
          </w:p>
        </w:tc>
        <w:tc>
          <w:tcPr>
            <w:tcW w:w="94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张子豪</w:t>
            </w:r>
          </w:p>
        </w:tc>
        <w:tc>
          <w:tcPr>
            <w:tcW w:w="124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陈敏</w:t>
            </w:r>
          </w:p>
        </w:tc>
        <w:tc>
          <w:tcPr>
            <w:tcW w:w="395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常州刘国钧高等职业技术学校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淼生瓶观</w:t>
            </w:r>
          </w:p>
        </w:tc>
        <w:tc>
          <w:tcPr>
            <w:tcW w:w="94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杨岑晞</w:t>
            </w:r>
          </w:p>
        </w:tc>
        <w:tc>
          <w:tcPr>
            <w:tcW w:w="124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陈敏</w:t>
            </w:r>
          </w:p>
        </w:tc>
        <w:tc>
          <w:tcPr>
            <w:tcW w:w="395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常州刘国钧高等职业技术学校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泉</w:t>
            </w:r>
          </w:p>
        </w:tc>
        <w:tc>
          <w:tcPr>
            <w:tcW w:w="94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查匀</w:t>
            </w:r>
          </w:p>
        </w:tc>
        <w:tc>
          <w:tcPr>
            <w:tcW w:w="124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张桔</w:t>
            </w:r>
          </w:p>
        </w:tc>
        <w:tc>
          <w:tcPr>
            <w:tcW w:w="395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武进区洛阳初级中学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深蓝幻想</w:t>
            </w:r>
          </w:p>
        </w:tc>
        <w:tc>
          <w:tcPr>
            <w:tcW w:w="94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王艺叠</w:t>
            </w:r>
          </w:p>
        </w:tc>
        <w:tc>
          <w:tcPr>
            <w:tcW w:w="124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陈爱军</w:t>
            </w:r>
          </w:p>
        </w:tc>
        <w:tc>
          <w:tcPr>
            <w:tcW w:w="395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武进区三河口高级中学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神的一滴</w:t>
            </w:r>
          </w:p>
        </w:tc>
        <w:tc>
          <w:tcPr>
            <w:tcW w:w="94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刘可涵</w:t>
            </w:r>
          </w:p>
        </w:tc>
        <w:tc>
          <w:tcPr>
            <w:tcW w:w="124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395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常州市田家炳高级中学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涸</w:t>
            </w:r>
          </w:p>
        </w:tc>
        <w:tc>
          <w:tcPr>
            <w:tcW w:w="94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许皓博</w:t>
            </w:r>
          </w:p>
        </w:tc>
        <w:tc>
          <w:tcPr>
            <w:tcW w:w="124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395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常州市田家炳高级中学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花井</w:t>
            </w:r>
          </w:p>
        </w:tc>
        <w:tc>
          <w:tcPr>
            <w:tcW w:w="94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孙刘阳</w:t>
            </w:r>
          </w:p>
        </w:tc>
        <w:tc>
          <w:tcPr>
            <w:tcW w:w="124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赵勇</w:t>
            </w:r>
          </w:p>
        </w:tc>
        <w:tc>
          <w:tcPr>
            <w:tcW w:w="395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武进开放大学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生命的终结</w:t>
            </w:r>
          </w:p>
        </w:tc>
        <w:tc>
          <w:tcPr>
            <w:tcW w:w="94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庄彤</w:t>
            </w:r>
          </w:p>
        </w:tc>
        <w:tc>
          <w:tcPr>
            <w:tcW w:w="124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丁伟英</w:t>
            </w:r>
          </w:p>
        </w:tc>
        <w:tc>
          <w:tcPr>
            <w:tcW w:w="395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武进区星辰实验学校</w:t>
            </w:r>
          </w:p>
        </w:tc>
      </w:tr>
      <w:tr w:rsidR="00C34411" w:rsidRPr="00036F75" w:rsidTr="006F090A">
        <w:trPr>
          <w:trHeight w:val="270"/>
        </w:trPr>
        <w:tc>
          <w:tcPr>
            <w:tcW w:w="2813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漂流瓶之愿</w:t>
            </w:r>
          </w:p>
        </w:tc>
        <w:tc>
          <w:tcPr>
            <w:tcW w:w="94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汤甜</w:t>
            </w:r>
          </w:p>
        </w:tc>
        <w:tc>
          <w:tcPr>
            <w:tcW w:w="124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康宁</w:t>
            </w:r>
          </w:p>
        </w:tc>
        <w:tc>
          <w:tcPr>
            <w:tcW w:w="3956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常州市三河口高级中学</w:t>
            </w:r>
          </w:p>
        </w:tc>
      </w:tr>
    </w:tbl>
    <w:p w:rsidR="00C34411" w:rsidRDefault="00C34411" w:rsidP="00EC46E0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</w:p>
    <w:p w:rsidR="00C34411" w:rsidRDefault="00C34411">
      <w:pPr>
        <w:widowControl/>
        <w:jc w:val="left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</w:p>
    <w:p w:rsidR="00C34411" w:rsidRDefault="00C34411">
      <w:pPr>
        <w:widowControl/>
        <w:jc w:val="left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</w:p>
    <w:p w:rsidR="00C34411" w:rsidRDefault="00C34411">
      <w:pPr>
        <w:widowControl/>
        <w:jc w:val="left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</w:p>
    <w:p w:rsidR="00C34411" w:rsidRDefault="00C34411">
      <w:pPr>
        <w:widowControl/>
        <w:jc w:val="left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</w:p>
    <w:p w:rsidR="00C34411" w:rsidRDefault="00C34411">
      <w:pPr>
        <w:widowControl/>
        <w:jc w:val="left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</w:p>
    <w:p w:rsidR="00C34411" w:rsidRDefault="00C34411">
      <w:pPr>
        <w:widowControl/>
        <w:jc w:val="left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</w:p>
    <w:p w:rsidR="00C34411" w:rsidRDefault="00C34411">
      <w:pPr>
        <w:widowControl/>
        <w:jc w:val="left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</w:p>
    <w:p w:rsidR="00C34411" w:rsidRDefault="00C34411">
      <w:pPr>
        <w:widowControl/>
        <w:jc w:val="left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</w:p>
    <w:p w:rsidR="00C34411" w:rsidRDefault="00C34411">
      <w:pPr>
        <w:widowControl/>
        <w:jc w:val="left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</w:p>
    <w:p w:rsidR="00C34411" w:rsidRDefault="00C34411">
      <w:pPr>
        <w:widowControl/>
        <w:jc w:val="left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</w:p>
    <w:p w:rsidR="00C34411" w:rsidRDefault="00C34411">
      <w:pPr>
        <w:widowControl/>
        <w:jc w:val="left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</w:p>
    <w:p w:rsidR="00C34411" w:rsidRDefault="00C34411">
      <w:pPr>
        <w:widowControl/>
        <w:jc w:val="left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</w:p>
    <w:p w:rsidR="00C34411" w:rsidRDefault="00C34411">
      <w:pPr>
        <w:widowControl/>
        <w:jc w:val="left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</w:p>
    <w:p w:rsidR="00C34411" w:rsidRPr="00EC46E0" w:rsidRDefault="00C34411" w:rsidP="00EC46E0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第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十</w:t>
      </w: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届“生命之水”主题教育活动获奖作品</w:t>
      </w:r>
      <w:r w:rsidRPr="0057789A"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  <w:t xml:space="preserve">                                   </w:t>
      </w: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（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幼儿摄影</w:t>
      </w: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）</w:t>
      </w:r>
    </w:p>
    <w:tbl>
      <w:tblPr>
        <w:tblW w:w="8960" w:type="dxa"/>
        <w:tblInd w:w="-106" w:type="dxa"/>
        <w:tblLook w:val="00A0"/>
      </w:tblPr>
      <w:tblGrid>
        <w:gridCol w:w="3129"/>
        <w:gridCol w:w="1051"/>
        <w:gridCol w:w="1385"/>
        <w:gridCol w:w="3395"/>
      </w:tblGrid>
      <w:tr w:rsidR="00C34411" w:rsidRPr="00036F75">
        <w:trPr>
          <w:trHeight w:val="660"/>
        </w:trPr>
        <w:tc>
          <w:tcPr>
            <w:tcW w:w="8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一等奖（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2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>
        <w:trPr>
          <w:trHeight w:val="270"/>
        </w:trPr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>
        <w:trPr>
          <w:trHeight w:val="270"/>
        </w:trPr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柏清蕊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张玉琴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金坛区实验幼儿园</w:t>
            </w:r>
          </w:p>
        </w:tc>
      </w:tr>
      <w:tr w:rsidR="00C34411" w:rsidRPr="00036F75">
        <w:trPr>
          <w:trHeight w:val="270"/>
        </w:trPr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吴北辰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余君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武进区嘉泽中心幼儿园</w:t>
            </w:r>
          </w:p>
        </w:tc>
      </w:tr>
      <w:tr w:rsidR="00C34411" w:rsidRPr="00036F75">
        <w:trPr>
          <w:trHeight w:val="660"/>
        </w:trPr>
        <w:tc>
          <w:tcPr>
            <w:tcW w:w="8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二等奖（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2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>
        <w:trPr>
          <w:trHeight w:val="270"/>
        </w:trPr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>
        <w:trPr>
          <w:trHeight w:val="270"/>
        </w:trPr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请珍惜每一滴水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程奕嘉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张玉琴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金坛区实验幼儿园</w:t>
            </w:r>
          </w:p>
        </w:tc>
      </w:tr>
      <w:tr w:rsidR="00C34411" w:rsidRPr="00036F75">
        <w:trPr>
          <w:trHeight w:val="270"/>
        </w:trPr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吴北辰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余君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武进区嘉泽中心幼儿园</w:t>
            </w:r>
          </w:p>
        </w:tc>
      </w:tr>
      <w:tr w:rsidR="00C34411" w:rsidRPr="00036F75">
        <w:trPr>
          <w:trHeight w:val="735"/>
        </w:trPr>
        <w:tc>
          <w:tcPr>
            <w:tcW w:w="8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三等奖（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4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>
        <w:trPr>
          <w:trHeight w:val="300"/>
        </w:trPr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>
        <w:trPr>
          <w:trHeight w:val="270"/>
        </w:trPr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生命之源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董辰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余君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武进区嘉泽中心幼儿园</w:t>
            </w:r>
          </w:p>
        </w:tc>
      </w:tr>
      <w:tr w:rsidR="00C34411" w:rsidRPr="00036F75">
        <w:trPr>
          <w:trHeight w:val="270"/>
        </w:trPr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华梓涵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怀德苑幼儿园</w:t>
            </w:r>
          </w:p>
        </w:tc>
      </w:tr>
      <w:tr w:rsidR="00C34411" w:rsidRPr="00036F75">
        <w:trPr>
          <w:trHeight w:val="270"/>
        </w:trPr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航海中的捕食者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谢燕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谢燕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溧阳市东升实验幼儿园</w:t>
            </w:r>
          </w:p>
        </w:tc>
      </w:tr>
      <w:tr w:rsidR="00C34411" w:rsidRPr="00036F75">
        <w:trPr>
          <w:trHeight w:val="375"/>
        </w:trPr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唐海纳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王倩云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常州市三井中心幼儿园</w:t>
            </w:r>
          </w:p>
        </w:tc>
      </w:tr>
    </w:tbl>
    <w:p w:rsidR="00C34411" w:rsidRDefault="00C34411" w:rsidP="00571CBA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p w:rsidR="00C34411" w:rsidRPr="00EC46E0" w:rsidRDefault="00C34411" w:rsidP="006F090A">
      <w:pPr>
        <w:widowControl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  <w:r>
        <w:rPr>
          <w:rFonts w:ascii="方正小标宋简体" w:eastAsia="方正小标宋简体" w:hAnsi="方正小标宋简体" w:cs="Times New Roman"/>
          <w:kern w:val="0"/>
          <w:sz w:val="44"/>
          <w:szCs w:val="44"/>
        </w:rPr>
        <w:br w:type="page"/>
      </w: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第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十</w:t>
      </w: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届“生命之水”主题教育活动获奖作品</w:t>
      </w:r>
      <w:r w:rsidRPr="0057789A"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  <w:t xml:space="preserve">                                   </w:t>
      </w: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（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小学摄影</w:t>
      </w: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）</w:t>
      </w: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67"/>
        <w:gridCol w:w="142"/>
        <w:gridCol w:w="197"/>
        <w:gridCol w:w="937"/>
        <w:gridCol w:w="141"/>
        <w:gridCol w:w="93"/>
        <w:gridCol w:w="1247"/>
        <w:gridCol w:w="78"/>
        <w:gridCol w:w="2878"/>
      </w:tblGrid>
      <w:tr w:rsidR="00C34411" w:rsidRPr="00036F75" w:rsidTr="006F090A">
        <w:trPr>
          <w:trHeight w:val="329"/>
          <w:jc w:val="center"/>
        </w:trPr>
        <w:tc>
          <w:tcPr>
            <w:tcW w:w="8280" w:type="dxa"/>
            <w:gridSpan w:val="9"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一等奖（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22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119"/>
          <w:jc w:val="center"/>
        </w:trPr>
        <w:tc>
          <w:tcPr>
            <w:tcW w:w="2567" w:type="dxa"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276" w:type="dxa"/>
            <w:gridSpan w:val="3"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559" w:type="dxa"/>
            <w:gridSpan w:val="4"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2878" w:type="dxa"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567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夕阳组照之盼归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常荷怡</w:t>
            </w:r>
          </w:p>
        </w:tc>
        <w:tc>
          <w:tcPr>
            <w:tcW w:w="1559" w:type="dxa"/>
            <w:gridSpan w:val="4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周芸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武进区漕桥小学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567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惜水如金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沈湘</w:t>
            </w:r>
          </w:p>
        </w:tc>
        <w:tc>
          <w:tcPr>
            <w:tcW w:w="1559" w:type="dxa"/>
            <w:gridSpan w:val="4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杨建乐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武进区南塘桥小学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567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寻觅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许逸雯</w:t>
            </w:r>
          </w:p>
        </w:tc>
        <w:tc>
          <w:tcPr>
            <w:tcW w:w="1559" w:type="dxa"/>
            <w:gridSpan w:val="4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严俊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常州怀德教育集团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567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生命之源（组图）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江奕之</w:t>
            </w:r>
          </w:p>
        </w:tc>
        <w:tc>
          <w:tcPr>
            <w:tcW w:w="1559" w:type="dxa"/>
            <w:gridSpan w:val="4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沈阳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常州市解放路小学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567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干裂，水呢？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王炫如</w:t>
            </w:r>
          </w:p>
        </w:tc>
        <w:tc>
          <w:tcPr>
            <w:tcW w:w="1559" w:type="dxa"/>
            <w:gridSpan w:val="4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吕伟国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金坛区朝阳小学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567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润花无声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刘云</w:t>
            </w:r>
          </w:p>
        </w:tc>
        <w:tc>
          <w:tcPr>
            <w:tcW w:w="1559" w:type="dxa"/>
            <w:gridSpan w:val="4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徐敏芳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金坛区指前实验学校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567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渔家乐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高奕帆</w:t>
            </w:r>
          </w:p>
        </w:tc>
        <w:tc>
          <w:tcPr>
            <w:tcW w:w="1559" w:type="dxa"/>
            <w:gridSpan w:val="4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徐敏芳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金坛区指前实验学校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567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夕阳愚池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于文瀚</w:t>
            </w:r>
          </w:p>
        </w:tc>
        <w:tc>
          <w:tcPr>
            <w:tcW w:w="1559" w:type="dxa"/>
            <w:gridSpan w:val="4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徐敏芳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金坛区指前实验学校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567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赵梓乐</w:t>
            </w:r>
          </w:p>
        </w:tc>
        <w:tc>
          <w:tcPr>
            <w:tcW w:w="1559" w:type="dxa"/>
            <w:gridSpan w:val="4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金荔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溧阳市南渡中心小学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567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水孕生命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林静怡</w:t>
            </w:r>
          </w:p>
        </w:tc>
        <w:tc>
          <w:tcPr>
            <w:tcW w:w="1559" w:type="dxa"/>
            <w:gridSpan w:val="4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胥亚洁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武进区湖塘桥第二实验小学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567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鱼儿戏水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王梓萌</w:t>
            </w:r>
          </w:p>
        </w:tc>
        <w:tc>
          <w:tcPr>
            <w:tcW w:w="1559" w:type="dxa"/>
            <w:gridSpan w:val="4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孙娴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武进区湖塘桥中心小学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567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干渴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龚德凤</w:t>
            </w:r>
          </w:p>
        </w:tc>
        <w:tc>
          <w:tcPr>
            <w:tcW w:w="1559" w:type="dxa"/>
            <w:gridSpan w:val="4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蒋丽萍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武进区礼嘉中心小学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567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花影迷离盼舟归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陈博轩</w:t>
            </w:r>
          </w:p>
        </w:tc>
        <w:tc>
          <w:tcPr>
            <w:tcW w:w="1559" w:type="dxa"/>
            <w:gridSpan w:val="4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张敏玉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武进区礼嘉中心小学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567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水雾青云游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刘羽希</w:t>
            </w:r>
          </w:p>
        </w:tc>
        <w:tc>
          <w:tcPr>
            <w:tcW w:w="1559" w:type="dxa"/>
            <w:gridSpan w:val="4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潘冬雪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武进区卢家巷实验学校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567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水之世界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陈成</w:t>
            </w:r>
          </w:p>
        </w:tc>
        <w:tc>
          <w:tcPr>
            <w:tcW w:w="1559" w:type="dxa"/>
            <w:gridSpan w:val="4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符小宝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武进区南夏墅中心小学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567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清除蓝藻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庄佳怡</w:t>
            </w:r>
          </w:p>
        </w:tc>
        <w:tc>
          <w:tcPr>
            <w:tcW w:w="1559" w:type="dxa"/>
            <w:gridSpan w:val="4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吴冬梅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武进区潘家小学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567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浇灌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龙韵杰</w:t>
            </w:r>
          </w:p>
        </w:tc>
        <w:tc>
          <w:tcPr>
            <w:tcW w:w="1559" w:type="dxa"/>
            <w:gridSpan w:val="4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张红菊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新北区奔牛实验小学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567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王鑫琦</w:t>
            </w:r>
          </w:p>
        </w:tc>
        <w:tc>
          <w:tcPr>
            <w:tcW w:w="1559" w:type="dxa"/>
            <w:gridSpan w:val="4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张红菊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新北区奔牛实验小学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567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点滴之举，绿动未来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江雨宸</w:t>
            </w:r>
          </w:p>
        </w:tc>
        <w:tc>
          <w:tcPr>
            <w:tcW w:w="1559" w:type="dxa"/>
            <w:gridSpan w:val="4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姚九金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新北区东六小学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567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饮水和护源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乔鼎弘</w:t>
            </w:r>
          </w:p>
        </w:tc>
        <w:tc>
          <w:tcPr>
            <w:tcW w:w="1559" w:type="dxa"/>
            <w:gridSpan w:val="4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乔路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新北区国英小学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567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水与沙的对峙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恽语凡</w:t>
            </w:r>
          </w:p>
        </w:tc>
        <w:tc>
          <w:tcPr>
            <w:tcW w:w="1559" w:type="dxa"/>
            <w:gridSpan w:val="4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刘妍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新北区泰山小学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567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归航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祁文言</w:t>
            </w:r>
          </w:p>
        </w:tc>
        <w:tc>
          <w:tcPr>
            <w:tcW w:w="1559" w:type="dxa"/>
            <w:gridSpan w:val="4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顾澈、张静芳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新北区五兴小学</w:t>
            </w:r>
          </w:p>
        </w:tc>
      </w:tr>
      <w:tr w:rsidR="00C34411" w:rsidRPr="00036F75" w:rsidTr="006F090A">
        <w:trPr>
          <w:trHeight w:val="329"/>
          <w:jc w:val="center"/>
        </w:trPr>
        <w:tc>
          <w:tcPr>
            <w:tcW w:w="8280" w:type="dxa"/>
            <w:gridSpan w:val="9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二等奖（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29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906" w:type="dxa"/>
            <w:gridSpan w:val="3"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171" w:type="dxa"/>
            <w:gridSpan w:val="3"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247" w:type="dxa"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2956" w:type="dxa"/>
            <w:gridSpan w:val="2"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906" w:type="dxa"/>
            <w:gridSpan w:val="3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海钓</w:t>
            </w:r>
          </w:p>
        </w:tc>
        <w:tc>
          <w:tcPr>
            <w:tcW w:w="1171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娄沁怡</w:t>
            </w:r>
          </w:p>
        </w:tc>
        <w:tc>
          <w:tcPr>
            <w:tcW w:w="1247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庄浩华</w:t>
            </w:r>
          </w:p>
        </w:tc>
        <w:tc>
          <w:tcPr>
            <w:tcW w:w="2956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武进区坂上小学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906" w:type="dxa"/>
            <w:gridSpan w:val="3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渔作</w:t>
            </w:r>
          </w:p>
        </w:tc>
        <w:tc>
          <w:tcPr>
            <w:tcW w:w="1171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高文学</w:t>
            </w:r>
          </w:p>
        </w:tc>
        <w:tc>
          <w:tcPr>
            <w:tcW w:w="1247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钟燕</w:t>
            </w:r>
          </w:p>
        </w:tc>
        <w:tc>
          <w:tcPr>
            <w:tcW w:w="2956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武进区坂上小学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906" w:type="dxa"/>
            <w:gridSpan w:val="3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形影不离</w:t>
            </w:r>
          </w:p>
        </w:tc>
        <w:tc>
          <w:tcPr>
            <w:tcW w:w="1171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施力予</w:t>
            </w:r>
          </w:p>
        </w:tc>
        <w:tc>
          <w:tcPr>
            <w:tcW w:w="1247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周婷</w:t>
            </w:r>
          </w:p>
        </w:tc>
        <w:tc>
          <w:tcPr>
            <w:tcW w:w="2956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常州市博爱小学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906" w:type="dxa"/>
            <w:gridSpan w:val="3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浇灌</w:t>
            </w:r>
          </w:p>
        </w:tc>
        <w:tc>
          <w:tcPr>
            <w:tcW w:w="1171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刘予逸</w:t>
            </w:r>
          </w:p>
        </w:tc>
        <w:tc>
          <w:tcPr>
            <w:tcW w:w="1247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孙凤霞</w:t>
            </w:r>
          </w:p>
        </w:tc>
        <w:tc>
          <w:tcPr>
            <w:tcW w:w="2956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武进区漕桥小学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906" w:type="dxa"/>
            <w:gridSpan w:val="3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蓝月湖畔碧水清</w:t>
            </w:r>
          </w:p>
        </w:tc>
        <w:tc>
          <w:tcPr>
            <w:tcW w:w="1171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李婷</w:t>
            </w:r>
          </w:p>
        </w:tc>
        <w:tc>
          <w:tcPr>
            <w:tcW w:w="1247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冯素芳</w:t>
            </w:r>
          </w:p>
        </w:tc>
        <w:tc>
          <w:tcPr>
            <w:tcW w:w="2956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武进区村前小学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906" w:type="dxa"/>
            <w:gridSpan w:val="3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耕耘</w:t>
            </w:r>
          </w:p>
        </w:tc>
        <w:tc>
          <w:tcPr>
            <w:tcW w:w="1171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徐溪</w:t>
            </w:r>
          </w:p>
        </w:tc>
        <w:tc>
          <w:tcPr>
            <w:tcW w:w="1247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夏俭</w:t>
            </w:r>
          </w:p>
        </w:tc>
        <w:tc>
          <w:tcPr>
            <w:tcW w:w="2956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武进区横林实验小学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906" w:type="dxa"/>
            <w:gridSpan w:val="3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171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华靖薇</w:t>
            </w:r>
          </w:p>
        </w:tc>
        <w:tc>
          <w:tcPr>
            <w:tcW w:w="1247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李婷旭</w:t>
            </w:r>
          </w:p>
        </w:tc>
        <w:tc>
          <w:tcPr>
            <w:tcW w:w="2956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武进区横山桥中心小学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906" w:type="dxa"/>
            <w:gridSpan w:val="3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水之力量</w:t>
            </w:r>
          </w:p>
        </w:tc>
        <w:tc>
          <w:tcPr>
            <w:tcW w:w="1171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王一依</w:t>
            </w:r>
          </w:p>
        </w:tc>
        <w:tc>
          <w:tcPr>
            <w:tcW w:w="1247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周玲娟</w:t>
            </w:r>
          </w:p>
        </w:tc>
        <w:tc>
          <w:tcPr>
            <w:tcW w:w="2956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武进区湖塘桥第二实验小学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906" w:type="dxa"/>
            <w:gridSpan w:val="3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不平凡的露珠</w:t>
            </w:r>
          </w:p>
        </w:tc>
        <w:tc>
          <w:tcPr>
            <w:tcW w:w="1171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刘梦羽</w:t>
            </w:r>
          </w:p>
        </w:tc>
        <w:tc>
          <w:tcPr>
            <w:tcW w:w="1247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池丹薇</w:t>
            </w:r>
          </w:p>
        </w:tc>
        <w:tc>
          <w:tcPr>
            <w:tcW w:w="2956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武进区湖塘桥中心小学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906" w:type="dxa"/>
            <w:gridSpan w:val="3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畅游</w:t>
            </w:r>
          </w:p>
        </w:tc>
        <w:tc>
          <w:tcPr>
            <w:tcW w:w="1171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周依俪</w:t>
            </w:r>
          </w:p>
        </w:tc>
        <w:tc>
          <w:tcPr>
            <w:tcW w:w="1247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薛仁良</w:t>
            </w:r>
          </w:p>
        </w:tc>
        <w:tc>
          <w:tcPr>
            <w:tcW w:w="2956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武进区湟里中心小学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906" w:type="dxa"/>
            <w:gridSpan w:val="3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江南古今</w:t>
            </w:r>
          </w:p>
        </w:tc>
        <w:tc>
          <w:tcPr>
            <w:tcW w:w="1171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沙航羽</w:t>
            </w:r>
          </w:p>
        </w:tc>
        <w:tc>
          <w:tcPr>
            <w:tcW w:w="1247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严箐</w:t>
            </w:r>
          </w:p>
        </w:tc>
        <w:tc>
          <w:tcPr>
            <w:tcW w:w="2956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常州市解放路小学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906" w:type="dxa"/>
            <w:gridSpan w:val="3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生命之源</w:t>
            </w:r>
          </w:p>
        </w:tc>
        <w:tc>
          <w:tcPr>
            <w:tcW w:w="1171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秦君姚</w:t>
            </w:r>
          </w:p>
        </w:tc>
        <w:tc>
          <w:tcPr>
            <w:tcW w:w="1247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白淑婷</w:t>
            </w:r>
          </w:p>
        </w:tc>
        <w:tc>
          <w:tcPr>
            <w:tcW w:w="2956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常州市解放路小学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906" w:type="dxa"/>
            <w:gridSpan w:val="3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春来江水绿如蓝</w:t>
            </w:r>
          </w:p>
        </w:tc>
        <w:tc>
          <w:tcPr>
            <w:tcW w:w="1171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陆泓如</w:t>
            </w:r>
          </w:p>
        </w:tc>
        <w:tc>
          <w:tcPr>
            <w:tcW w:w="1247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庄燕静</w:t>
            </w:r>
          </w:p>
        </w:tc>
        <w:tc>
          <w:tcPr>
            <w:tcW w:w="2956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武进区礼嘉中心小学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906" w:type="dxa"/>
            <w:gridSpan w:val="3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天光云影共徘徊</w:t>
            </w:r>
          </w:p>
        </w:tc>
        <w:tc>
          <w:tcPr>
            <w:tcW w:w="1171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孙嘉阳</w:t>
            </w:r>
          </w:p>
        </w:tc>
        <w:tc>
          <w:tcPr>
            <w:tcW w:w="1247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王丽琴</w:t>
            </w:r>
          </w:p>
        </w:tc>
        <w:tc>
          <w:tcPr>
            <w:tcW w:w="2956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武进区礼嘉中心小学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906" w:type="dxa"/>
            <w:gridSpan w:val="3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希望</w:t>
            </w:r>
          </w:p>
        </w:tc>
        <w:tc>
          <w:tcPr>
            <w:tcW w:w="1171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谭懿轩</w:t>
            </w:r>
          </w:p>
        </w:tc>
        <w:tc>
          <w:tcPr>
            <w:tcW w:w="1247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吴惠芳</w:t>
            </w:r>
          </w:p>
        </w:tc>
        <w:tc>
          <w:tcPr>
            <w:tcW w:w="2956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武进区礼嘉中心小学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906" w:type="dxa"/>
            <w:gridSpan w:val="3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171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葛沈彤</w:t>
            </w:r>
          </w:p>
        </w:tc>
        <w:tc>
          <w:tcPr>
            <w:tcW w:w="1247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陈玲娣</w:t>
            </w:r>
          </w:p>
        </w:tc>
        <w:tc>
          <w:tcPr>
            <w:tcW w:w="2956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溧阳市文化小学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906" w:type="dxa"/>
            <w:gridSpan w:val="3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渴</w:t>
            </w:r>
          </w:p>
        </w:tc>
        <w:tc>
          <w:tcPr>
            <w:tcW w:w="1171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陶玉淼</w:t>
            </w:r>
          </w:p>
        </w:tc>
        <w:tc>
          <w:tcPr>
            <w:tcW w:w="1247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王伟</w:t>
            </w:r>
          </w:p>
        </w:tc>
        <w:tc>
          <w:tcPr>
            <w:tcW w:w="2956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武进区林南小学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906" w:type="dxa"/>
            <w:gridSpan w:val="3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风景如画的常州</w:t>
            </w:r>
          </w:p>
        </w:tc>
        <w:tc>
          <w:tcPr>
            <w:tcW w:w="1171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崔千懿</w:t>
            </w:r>
          </w:p>
        </w:tc>
        <w:tc>
          <w:tcPr>
            <w:tcW w:w="1247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傅晓丽</w:t>
            </w:r>
          </w:p>
        </w:tc>
        <w:tc>
          <w:tcPr>
            <w:tcW w:w="2956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武进区刘海粟小学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906" w:type="dxa"/>
            <w:gridSpan w:val="3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水天堂</w:t>
            </w:r>
          </w:p>
        </w:tc>
        <w:tc>
          <w:tcPr>
            <w:tcW w:w="1171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肖智博</w:t>
            </w:r>
          </w:p>
        </w:tc>
        <w:tc>
          <w:tcPr>
            <w:tcW w:w="1247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符小宝</w:t>
            </w:r>
          </w:p>
        </w:tc>
        <w:tc>
          <w:tcPr>
            <w:tcW w:w="2956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武进区南夏墅中心小学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906" w:type="dxa"/>
            <w:gridSpan w:val="3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龟裂</w:t>
            </w:r>
          </w:p>
        </w:tc>
        <w:tc>
          <w:tcPr>
            <w:tcW w:w="1171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黄昊</w:t>
            </w:r>
          </w:p>
        </w:tc>
        <w:tc>
          <w:tcPr>
            <w:tcW w:w="1247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彭莺</w:t>
            </w:r>
          </w:p>
        </w:tc>
        <w:tc>
          <w:tcPr>
            <w:tcW w:w="2956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溧阳市平陵小学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906" w:type="dxa"/>
            <w:gridSpan w:val="3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竹海飞流</w:t>
            </w:r>
          </w:p>
        </w:tc>
        <w:tc>
          <w:tcPr>
            <w:tcW w:w="1171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胡妍</w:t>
            </w:r>
          </w:p>
        </w:tc>
        <w:tc>
          <w:tcPr>
            <w:tcW w:w="1247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王紫平</w:t>
            </w:r>
          </w:p>
        </w:tc>
        <w:tc>
          <w:tcPr>
            <w:tcW w:w="2956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溧阳市平桥小学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906" w:type="dxa"/>
            <w:gridSpan w:val="3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相濡以沫</w:t>
            </w:r>
          </w:p>
        </w:tc>
        <w:tc>
          <w:tcPr>
            <w:tcW w:w="1171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毛炫捷</w:t>
            </w:r>
          </w:p>
        </w:tc>
        <w:tc>
          <w:tcPr>
            <w:tcW w:w="1247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白文俊</w:t>
            </w:r>
          </w:p>
        </w:tc>
        <w:tc>
          <w:tcPr>
            <w:tcW w:w="2956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武进区清英外国语学校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906" w:type="dxa"/>
            <w:gridSpan w:val="3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像雾像月又像云</w:t>
            </w:r>
          </w:p>
        </w:tc>
        <w:tc>
          <w:tcPr>
            <w:tcW w:w="1171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邹子萱</w:t>
            </w:r>
          </w:p>
        </w:tc>
        <w:tc>
          <w:tcPr>
            <w:tcW w:w="1247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徐新瑜</w:t>
            </w:r>
          </w:p>
        </w:tc>
        <w:tc>
          <w:tcPr>
            <w:tcW w:w="2956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武进区三河口小学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906" w:type="dxa"/>
            <w:gridSpan w:val="3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气吞山河</w:t>
            </w:r>
          </w:p>
        </w:tc>
        <w:tc>
          <w:tcPr>
            <w:tcW w:w="1171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李彤</w:t>
            </w:r>
          </w:p>
        </w:tc>
        <w:tc>
          <w:tcPr>
            <w:tcW w:w="1247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刘妍</w:t>
            </w:r>
          </w:p>
        </w:tc>
        <w:tc>
          <w:tcPr>
            <w:tcW w:w="2956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新北区泰山小学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906" w:type="dxa"/>
            <w:gridSpan w:val="3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家园水源</w:t>
            </w:r>
          </w:p>
        </w:tc>
        <w:tc>
          <w:tcPr>
            <w:tcW w:w="1171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石梓言</w:t>
            </w:r>
          </w:p>
        </w:tc>
        <w:tc>
          <w:tcPr>
            <w:tcW w:w="1247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张艳</w:t>
            </w:r>
          </w:p>
        </w:tc>
        <w:tc>
          <w:tcPr>
            <w:tcW w:w="2956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常州外国语学校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906" w:type="dxa"/>
            <w:gridSpan w:val="3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家园</w:t>
            </w:r>
          </w:p>
        </w:tc>
        <w:tc>
          <w:tcPr>
            <w:tcW w:w="1171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汪涵</w:t>
            </w:r>
          </w:p>
        </w:tc>
        <w:tc>
          <w:tcPr>
            <w:tcW w:w="1247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潘冬雪</w:t>
            </w:r>
          </w:p>
        </w:tc>
        <w:tc>
          <w:tcPr>
            <w:tcW w:w="2956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武进卢家巷实验学校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906" w:type="dxa"/>
            <w:gridSpan w:val="3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守望</w:t>
            </w:r>
          </w:p>
        </w:tc>
        <w:tc>
          <w:tcPr>
            <w:tcW w:w="1171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陶知谦</w:t>
            </w:r>
          </w:p>
        </w:tc>
        <w:tc>
          <w:tcPr>
            <w:tcW w:w="1247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杨建东</w:t>
            </w:r>
          </w:p>
        </w:tc>
        <w:tc>
          <w:tcPr>
            <w:tcW w:w="2956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武进区南塘桥小学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906" w:type="dxa"/>
            <w:gridSpan w:val="3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静待润泽</w:t>
            </w:r>
          </w:p>
        </w:tc>
        <w:tc>
          <w:tcPr>
            <w:tcW w:w="1171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范心瑜</w:t>
            </w:r>
          </w:p>
        </w:tc>
        <w:tc>
          <w:tcPr>
            <w:tcW w:w="1247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吴静</w:t>
            </w:r>
          </w:p>
        </w:tc>
        <w:tc>
          <w:tcPr>
            <w:tcW w:w="2956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武进区星辰实验学校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906" w:type="dxa"/>
            <w:gridSpan w:val="3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依水乐水</w:t>
            </w:r>
          </w:p>
        </w:tc>
        <w:tc>
          <w:tcPr>
            <w:tcW w:w="1171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谢奕</w:t>
            </w:r>
          </w:p>
        </w:tc>
        <w:tc>
          <w:tcPr>
            <w:tcW w:w="1247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俆敏芳</w:t>
            </w:r>
          </w:p>
        </w:tc>
        <w:tc>
          <w:tcPr>
            <w:tcW w:w="2956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金坛区指前实验学校</w:t>
            </w:r>
          </w:p>
        </w:tc>
      </w:tr>
      <w:tr w:rsidR="00C34411" w:rsidRPr="00036F75" w:rsidTr="006F090A">
        <w:trPr>
          <w:trHeight w:val="329"/>
          <w:jc w:val="center"/>
        </w:trPr>
        <w:tc>
          <w:tcPr>
            <w:tcW w:w="8280" w:type="dxa"/>
            <w:gridSpan w:val="9"/>
            <w:vAlign w:val="center"/>
          </w:tcPr>
          <w:p w:rsidR="00C34411" w:rsidRPr="00A50459" w:rsidRDefault="00C34411" w:rsidP="00CD7A2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三等奖（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54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140"/>
          <w:jc w:val="center"/>
        </w:trPr>
        <w:tc>
          <w:tcPr>
            <w:tcW w:w="2709" w:type="dxa"/>
            <w:gridSpan w:val="2"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275" w:type="dxa"/>
            <w:gridSpan w:val="3"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418" w:type="dxa"/>
            <w:gridSpan w:val="3"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2878" w:type="dxa"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水城金路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蔡雨珂</w:t>
            </w:r>
          </w:p>
        </w:tc>
        <w:tc>
          <w:tcPr>
            <w:tcW w:w="1418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魏荼箐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常州市博爱小学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丽江源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朱书颐</w:t>
            </w:r>
          </w:p>
        </w:tc>
        <w:tc>
          <w:tcPr>
            <w:tcW w:w="1418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严俊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常州怀德教育集团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动静之间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栗立</w:t>
            </w:r>
          </w:p>
        </w:tc>
        <w:tc>
          <w:tcPr>
            <w:tcW w:w="1418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顾春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常州市解放路小学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五彩池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钱锦</w:t>
            </w:r>
          </w:p>
        </w:tc>
        <w:tc>
          <w:tcPr>
            <w:tcW w:w="1418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庄浩华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武进区坂上小学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海底世界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夏欣</w:t>
            </w:r>
          </w:p>
        </w:tc>
        <w:tc>
          <w:tcPr>
            <w:tcW w:w="1418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陈晓笺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武进区城东小学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水之恋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黄佳佳</w:t>
            </w:r>
          </w:p>
        </w:tc>
        <w:tc>
          <w:tcPr>
            <w:tcW w:w="1418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崔爽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武进区锦绣小学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叶子的眼睛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余汶韬</w:t>
            </w:r>
          </w:p>
        </w:tc>
        <w:tc>
          <w:tcPr>
            <w:tcW w:w="1418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庄燕静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武进区礼嘉中心小学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海的女儿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时煜</w:t>
            </w:r>
          </w:p>
        </w:tc>
        <w:tc>
          <w:tcPr>
            <w:tcW w:w="1418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王红芳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武进区礼嘉中心小学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张苏阳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王雷明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金坛区华城实验小学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为了让水质更清澈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高一景</w:t>
            </w:r>
          </w:p>
        </w:tc>
        <w:tc>
          <w:tcPr>
            <w:tcW w:w="1418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王雷明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金坛区华城实验小学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张程</w:t>
            </w:r>
          </w:p>
        </w:tc>
        <w:tc>
          <w:tcPr>
            <w:tcW w:w="1418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白淑婷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常州市解放路小学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归路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孙振轩</w:t>
            </w:r>
          </w:p>
        </w:tc>
        <w:tc>
          <w:tcPr>
            <w:tcW w:w="1418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吴圆悦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金坛区社头小学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青山绿水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朱文玄</w:t>
            </w:r>
          </w:p>
        </w:tc>
        <w:tc>
          <w:tcPr>
            <w:tcW w:w="1418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徐敏文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金坛区指前实验学校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恋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钱诗雨</w:t>
            </w:r>
          </w:p>
        </w:tc>
        <w:tc>
          <w:tcPr>
            <w:tcW w:w="1418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方飞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溧阳市戴埠中心小学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水乡渔歌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路淳博</w:t>
            </w:r>
          </w:p>
        </w:tc>
        <w:tc>
          <w:tcPr>
            <w:tcW w:w="1418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韩丽萍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溧阳市东升小学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花缘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马正扬</w:t>
            </w:r>
          </w:p>
        </w:tc>
        <w:tc>
          <w:tcPr>
            <w:tcW w:w="1418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叶露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溧阳市后周小学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动物家园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马正扬</w:t>
            </w:r>
          </w:p>
        </w:tc>
        <w:tc>
          <w:tcPr>
            <w:tcW w:w="1418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叶露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溧阳市后周小学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生命之相遇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蒋一凡</w:t>
            </w:r>
          </w:p>
        </w:tc>
        <w:tc>
          <w:tcPr>
            <w:tcW w:w="1418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金杏花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溧阳市文化小学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水韵灵动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史一琦</w:t>
            </w:r>
          </w:p>
        </w:tc>
        <w:tc>
          <w:tcPr>
            <w:tcW w:w="1418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施冬梅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溧阳市文化小学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     </w:t>
            </w: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龚俊儒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朱晓婷</w:t>
            </w:r>
          </w:p>
        </w:tc>
        <w:tc>
          <w:tcPr>
            <w:tcW w:w="2878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溧阳市文化小学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一江春水水有情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徐诗琪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赵靓</w:t>
            </w:r>
          </w:p>
        </w:tc>
        <w:tc>
          <w:tcPr>
            <w:tcW w:w="2878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溧阳市周城小学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鱼水情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黄心园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赵靓</w:t>
            </w:r>
          </w:p>
        </w:tc>
        <w:tc>
          <w:tcPr>
            <w:tcW w:w="2878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溧阳市周城小学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复苏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张欣怡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周琴</w:t>
            </w:r>
          </w:p>
        </w:tc>
        <w:tc>
          <w:tcPr>
            <w:tcW w:w="2878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常州市戚墅堰东方小学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李昕诺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张恩</w:t>
            </w:r>
          </w:p>
        </w:tc>
        <w:tc>
          <w:tcPr>
            <w:tcW w:w="2878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溧阳市外国语学校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别样风情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马豫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刘芳</w:t>
            </w:r>
          </w:p>
        </w:tc>
        <w:tc>
          <w:tcPr>
            <w:tcW w:w="2878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武进区坂上小学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水的世界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孙淑涵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周俊吾</w:t>
            </w:r>
          </w:p>
        </w:tc>
        <w:tc>
          <w:tcPr>
            <w:tcW w:w="2878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武进区漕桥小学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美丽新天地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吴浩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周芸</w:t>
            </w:r>
          </w:p>
        </w:tc>
        <w:tc>
          <w:tcPr>
            <w:tcW w:w="2878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武进区漕桥小学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飞瀑流泉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王孜心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冯素芬</w:t>
            </w:r>
          </w:p>
        </w:tc>
        <w:tc>
          <w:tcPr>
            <w:tcW w:w="2878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武进区村前小学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渔网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张苏晨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夏俭</w:t>
            </w:r>
          </w:p>
        </w:tc>
        <w:tc>
          <w:tcPr>
            <w:tcW w:w="2878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武进区横林实验小学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蓑烟雨江南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李乐涵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崔雄燕</w:t>
            </w:r>
          </w:p>
        </w:tc>
        <w:tc>
          <w:tcPr>
            <w:tcW w:w="2878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武进区湖塘桥中心小学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本色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王旗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薛仁良</w:t>
            </w:r>
          </w:p>
        </w:tc>
        <w:tc>
          <w:tcPr>
            <w:tcW w:w="2878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武进区湟里中心小学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水乡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张圣棱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薛仁良</w:t>
            </w:r>
          </w:p>
        </w:tc>
        <w:tc>
          <w:tcPr>
            <w:tcW w:w="2878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武进区湟里中心小学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一叶扁舟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蒋宇洋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张俊</w:t>
            </w:r>
          </w:p>
        </w:tc>
        <w:tc>
          <w:tcPr>
            <w:tcW w:w="2878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武进区礼河实验小学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上善若水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陆语嫣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庄燕静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武进区礼嘉中心小学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小树喝水了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余欣彤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王丹凤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武进区礼嘉中心小学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青山绿水白云飘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赵湘婷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王丹凤</w:t>
            </w:r>
          </w:p>
        </w:tc>
        <w:tc>
          <w:tcPr>
            <w:tcW w:w="2878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武进区礼嘉中心小学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草塘映辉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王雨晨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庄燕静</w:t>
            </w:r>
          </w:p>
        </w:tc>
        <w:tc>
          <w:tcPr>
            <w:tcW w:w="2878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武进区礼嘉中心小学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水风清·晚霞明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顾超然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庄燕静</w:t>
            </w:r>
          </w:p>
        </w:tc>
        <w:tc>
          <w:tcPr>
            <w:tcW w:w="2878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武进区礼嘉中心小学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七色水源我喜欢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郭永灿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陆亚玉</w:t>
            </w:r>
          </w:p>
        </w:tc>
        <w:tc>
          <w:tcPr>
            <w:tcW w:w="2878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武进区礼嘉中心小学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镜头下的天宁寺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姜佳吟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傅晓丽</w:t>
            </w:r>
          </w:p>
        </w:tc>
        <w:tc>
          <w:tcPr>
            <w:tcW w:w="2878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武进区刘海粟小学</w:t>
            </w:r>
          </w:p>
        </w:tc>
      </w:tr>
      <w:tr w:rsidR="00C34411" w:rsidRPr="00036F75" w:rsidTr="006F090A">
        <w:trPr>
          <w:trHeight w:val="161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凉亭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张语歆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傅晓丽</w:t>
            </w:r>
          </w:p>
        </w:tc>
        <w:tc>
          <w:tcPr>
            <w:tcW w:w="2878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武进区刘海粟小学</w:t>
            </w:r>
          </w:p>
        </w:tc>
      </w:tr>
      <w:tr w:rsidR="00C34411" w:rsidRPr="00036F75" w:rsidTr="006F090A">
        <w:trPr>
          <w:trHeight w:val="161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晚归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王萍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潘冬雪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武进区卢家巷实验学校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一水一世界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尹桦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杨建东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武进区南塘桥小学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孕育（一）（二）（三）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张娟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杨建东</w:t>
            </w:r>
          </w:p>
        </w:tc>
        <w:tc>
          <w:tcPr>
            <w:tcW w:w="2878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武进区南塘桥小学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诗意江南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邵岩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赵云龙</w:t>
            </w:r>
          </w:p>
        </w:tc>
        <w:tc>
          <w:tcPr>
            <w:tcW w:w="2878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武进区南宅实验学校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涤荡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孙聪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吴冬梅</w:t>
            </w:r>
          </w:p>
        </w:tc>
        <w:tc>
          <w:tcPr>
            <w:tcW w:w="2878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武进区潘家小学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春江水暖鸭先知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朱田宇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朱惠敏</w:t>
            </w:r>
          </w:p>
        </w:tc>
        <w:tc>
          <w:tcPr>
            <w:tcW w:w="2878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武进区前黄中心小学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生命之源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吴辰菲</w:t>
            </w:r>
          </w:p>
        </w:tc>
        <w:tc>
          <w:tcPr>
            <w:tcW w:w="1418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周仙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武进区星河实验小学分校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小天使在行动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华嘉乐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余丹</w:t>
            </w:r>
          </w:p>
        </w:tc>
        <w:tc>
          <w:tcPr>
            <w:tcW w:w="2878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香梅小学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甘甜的水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黄怿如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余丹</w:t>
            </w:r>
          </w:p>
        </w:tc>
        <w:tc>
          <w:tcPr>
            <w:tcW w:w="2878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香梅小学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水之印象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阮秋迟</w:t>
            </w:r>
          </w:p>
        </w:tc>
        <w:tc>
          <w:tcPr>
            <w:tcW w:w="1418" w:type="dxa"/>
            <w:gridSpan w:val="3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顾澈，张静芳</w:t>
            </w:r>
          </w:p>
        </w:tc>
        <w:tc>
          <w:tcPr>
            <w:tcW w:w="2878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新北区奔牛实验小学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润物无声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陈岩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谭辉</w:t>
            </w:r>
          </w:p>
        </w:tc>
        <w:tc>
          <w:tcPr>
            <w:tcW w:w="2878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新北区万绥小学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露凝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张珈宁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赵平</w:t>
            </w:r>
          </w:p>
        </w:tc>
        <w:tc>
          <w:tcPr>
            <w:tcW w:w="2878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新北区新桥实验小学</w:t>
            </w:r>
          </w:p>
        </w:tc>
      </w:tr>
      <w:tr w:rsidR="00C34411" w:rsidRPr="00036F75" w:rsidTr="006F090A">
        <w:trPr>
          <w:trHeight w:val="134"/>
          <w:jc w:val="center"/>
        </w:trPr>
        <w:tc>
          <w:tcPr>
            <w:tcW w:w="2709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春江水暖鸭先知</w:t>
            </w:r>
          </w:p>
        </w:tc>
        <w:tc>
          <w:tcPr>
            <w:tcW w:w="1275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丁怡宁</w:t>
            </w:r>
          </w:p>
        </w:tc>
        <w:tc>
          <w:tcPr>
            <w:tcW w:w="1418" w:type="dxa"/>
            <w:gridSpan w:val="3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夏君</w:t>
            </w:r>
          </w:p>
        </w:tc>
        <w:tc>
          <w:tcPr>
            <w:tcW w:w="2878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新北区新桥实验小学</w:t>
            </w:r>
          </w:p>
        </w:tc>
      </w:tr>
    </w:tbl>
    <w:p w:rsidR="00C34411" w:rsidRDefault="00C34411" w:rsidP="00571CBA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p w:rsidR="00C34411" w:rsidRDefault="00C34411" w:rsidP="00571CBA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p w:rsidR="00C34411" w:rsidRDefault="00C34411" w:rsidP="006F090A">
      <w:pPr>
        <w:widowControl/>
        <w:jc w:val="left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  <w:br w:type="page"/>
      </w: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第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十</w:t>
      </w: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届“生命之水”主题教育活动获奖作品</w:t>
      </w:r>
      <w:r w:rsidRPr="0057789A"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  <w:t xml:space="preserve">                                   </w:t>
      </w:r>
    </w:p>
    <w:p w:rsidR="00C34411" w:rsidRDefault="00C34411" w:rsidP="00571CBA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（初中摄影）</w:t>
      </w:r>
    </w:p>
    <w:tbl>
      <w:tblPr>
        <w:tblW w:w="9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49"/>
        <w:gridCol w:w="1265"/>
        <w:gridCol w:w="1570"/>
        <w:gridCol w:w="127"/>
        <w:gridCol w:w="3049"/>
      </w:tblGrid>
      <w:tr w:rsidR="00C34411" w:rsidRPr="00036F75" w:rsidTr="006F090A">
        <w:trPr>
          <w:trHeight w:val="535"/>
          <w:jc w:val="center"/>
        </w:trPr>
        <w:tc>
          <w:tcPr>
            <w:tcW w:w="9160" w:type="dxa"/>
            <w:gridSpan w:val="5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一等奖（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14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265" w:type="dxa"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作者姓名</w:t>
            </w:r>
          </w:p>
        </w:tc>
        <w:tc>
          <w:tcPr>
            <w:tcW w:w="1570" w:type="dxa"/>
            <w:vAlign w:val="center"/>
          </w:tcPr>
          <w:p w:rsidR="00C34411" w:rsidRPr="006F090A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176" w:type="dxa"/>
            <w:gridSpan w:val="2"/>
            <w:vAlign w:val="center"/>
          </w:tcPr>
          <w:p w:rsidR="00C34411" w:rsidRPr="006F090A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钻石的眼泪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刘丁丁</w:t>
            </w:r>
          </w:p>
        </w:tc>
        <w:tc>
          <w:tcPr>
            <w:tcW w:w="1570" w:type="dxa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梅彩虹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武进区淹城初级中学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生命的力量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杨烨盈</w:t>
            </w:r>
          </w:p>
        </w:tc>
        <w:tc>
          <w:tcPr>
            <w:tcW w:w="1570" w:type="dxa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梅彩虹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武进区淹城初级中学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丝丝灵动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许烨钒</w:t>
            </w:r>
          </w:p>
        </w:tc>
        <w:tc>
          <w:tcPr>
            <w:tcW w:w="1570" w:type="dxa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岳瑛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常州市兰陵小学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回归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许飞扬</w:t>
            </w:r>
          </w:p>
        </w:tc>
        <w:tc>
          <w:tcPr>
            <w:tcW w:w="1570" w:type="dxa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杨华英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武进区洛阳初级中学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花泪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许晨希</w:t>
            </w:r>
          </w:p>
        </w:tc>
        <w:tc>
          <w:tcPr>
            <w:tcW w:w="1570" w:type="dxa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杨华英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武进区洛阳初级中学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俯瞰公园美如画</w:t>
            </w:r>
          </w:p>
        </w:tc>
        <w:tc>
          <w:tcPr>
            <w:tcW w:w="1265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徐晶晶</w:t>
            </w:r>
          </w:p>
        </w:tc>
        <w:tc>
          <w:tcPr>
            <w:tcW w:w="1570" w:type="dxa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任建平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紫霞湖冬泳</w:t>
            </w:r>
          </w:p>
        </w:tc>
        <w:tc>
          <w:tcPr>
            <w:tcW w:w="1265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唐恒俊</w:t>
            </w:r>
          </w:p>
        </w:tc>
        <w:tc>
          <w:tcPr>
            <w:tcW w:w="1570" w:type="dxa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任建平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草原上的银丝苇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时晔</w:t>
            </w:r>
          </w:p>
        </w:tc>
        <w:tc>
          <w:tcPr>
            <w:tcW w:w="1570" w:type="dxa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任建平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生命之词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张锦添</w:t>
            </w:r>
          </w:p>
        </w:tc>
        <w:tc>
          <w:tcPr>
            <w:tcW w:w="1570" w:type="dxa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睢佳琪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武进星辰实验学校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大海之上，长空之下</w:t>
            </w:r>
          </w:p>
        </w:tc>
        <w:tc>
          <w:tcPr>
            <w:tcW w:w="1265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顾雨桐</w:t>
            </w:r>
          </w:p>
        </w:tc>
        <w:tc>
          <w:tcPr>
            <w:tcW w:w="1570" w:type="dxa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胥亚丽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常州市新北区实验中学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帆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李苏童</w:t>
            </w:r>
          </w:p>
        </w:tc>
        <w:tc>
          <w:tcPr>
            <w:tcW w:w="1570" w:type="dxa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董亚红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武进区雪堰初级中学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龙舟神韵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王文伟</w:t>
            </w:r>
          </w:p>
        </w:tc>
        <w:tc>
          <w:tcPr>
            <w:tcW w:w="1570" w:type="dxa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董亚红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武进区雪堰初级中学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启航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王伟奇</w:t>
            </w:r>
          </w:p>
        </w:tc>
        <w:tc>
          <w:tcPr>
            <w:tcW w:w="1570" w:type="dxa"/>
            <w:noWrap/>
            <w:vAlign w:val="center"/>
          </w:tcPr>
          <w:p w:rsidR="00C34411" w:rsidRPr="006F090A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spacing w:val="-5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color w:val="000000"/>
                <w:spacing w:val="-5"/>
                <w:kern w:val="0"/>
              </w:rPr>
              <w:t>徐文波、蒋庆丰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武进区漕桥初级中学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白鹅阵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吴萍</w:t>
            </w:r>
          </w:p>
        </w:tc>
        <w:tc>
          <w:tcPr>
            <w:tcW w:w="1570" w:type="dxa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color w:val="000000"/>
                <w:spacing w:val="-5"/>
                <w:kern w:val="0"/>
              </w:rPr>
              <w:t>徐文波、蒋庆丰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武进区漕桥初级中学</w:t>
            </w:r>
          </w:p>
        </w:tc>
      </w:tr>
      <w:tr w:rsidR="00C34411" w:rsidRPr="00036F75" w:rsidTr="006F090A">
        <w:trPr>
          <w:trHeight w:val="479"/>
          <w:jc w:val="center"/>
        </w:trPr>
        <w:tc>
          <w:tcPr>
            <w:tcW w:w="9160" w:type="dxa"/>
            <w:gridSpan w:val="5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二等奖（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22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265" w:type="dxa"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作者姓名</w:t>
            </w:r>
          </w:p>
        </w:tc>
        <w:tc>
          <w:tcPr>
            <w:tcW w:w="1570" w:type="dxa"/>
            <w:vAlign w:val="center"/>
          </w:tcPr>
          <w:p w:rsidR="00C34411" w:rsidRPr="006F090A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176" w:type="dxa"/>
            <w:gridSpan w:val="2"/>
            <w:vAlign w:val="center"/>
          </w:tcPr>
          <w:p w:rsidR="00C34411" w:rsidRPr="006F090A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波光粼粼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张雨轩</w:t>
            </w:r>
          </w:p>
        </w:tc>
        <w:tc>
          <w:tcPr>
            <w:tcW w:w="1570" w:type="dxa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王惠琴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常州市卜弋中学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拾趣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刘玲</w:t>
            </w:r>
          </w:p>
        </w:tc>
        <w:tc>
          <w:tcPr>
            <w:tcW w:w="1570" w:type="dxa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徐敏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常州市第四中学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激流勇进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张宇帆</w:t>
            </w:r>
          </w:p>
        </w:tc>
        <w:tc>
          <w:tcPr>
            <w:tcW w:w="1570" w:type="dxa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胡文男，张敏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常州市同济中学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老人与鱼塘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任妍</w:t>
            </w:r>
          </w:p>
        </w:tc>
        <w:tc>
          <w:tcPr>
            <w:tcW w:w="1570" w:type="dxa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叶齐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钱东来</w:t>
            </w:r>
          </w:p>
        </w:tc>
        <w:tc>
          <w:tcPr>
            <w:tcW w:w="1570" w:type="dxa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常州市第二十四中学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梦幻之水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戴琳</w:t>
            </w:r>
          </w:p>
        </w:tc>
        <w:tc>
          <w:tcPr>
            <w:tcW w:w="1570" w:type="dxa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邱伟刚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孕育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张欣钰</w:t>
            </w:r>
          </w:p>
        </w:tc>
        <w:tc>
          <w:tcPr>
            <w:tcW w:w="1570" w:type="dxa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王相怡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森林之水的音符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臧昊青</w:t>
            </w:r>
          </w:p>
        </w:tc>
        <w:tc>
          <w:tcPr>
            <w:tcW w:w="1570" w:type="dxa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赵卫红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金坛区第三中学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依水生活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王立龙</w:t>
            </w:r>
          </w:p>
        </w:tc>
        <w:tc>
          <w:tcPr>
            <w:tcW w:w="1570" w:type="dxa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岳瑛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常州市兰陵小学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太湖仙境组照（</w:t>
            </w:r>
            <w:r w:rsidRPr="00A50459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张）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杨怡文</w:t>
            </w:r>
          </w:p>
        </w:tc>
        <w:tc>
          <w:tcPr>
            <w:tcW w:w="1570" w:type="dxa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杨荣蓉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戚墅堰实验中学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鱼儿戏水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付冰冰</w:t>
            </w:r>
          </w:p>
        </w:tc>
        <w:tc>
          <w:tcPr>
            <w:tcW w:w="1570" w:type="dxa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马丽芬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常州市勤业中学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鱼舟唱晚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黄钰涵</w:t>
            </w:r>
          </w:p>
        </w:tc>
        <w:tc>
          <w:tcPr>
            <w:tcW w:w="1570" w:type="dxa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color w:val="000000"/>
                <w:spacing w:val="-5"/>
                <w:kern w:val="0"/>
              </w:rPr>
              <w:t>徐文波、蒋庆丰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武进区漕桥初级中学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爱在山水白云间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叶开</w:t>
            </w:r>
          </w:p>
        </w:tc>
        <w:tc>
          <w:tcPr>
            <w:tcW w:w="1570" w:type="dxa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任建平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奶奶爱用淘米水浇花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王奕苓</w:t>
            </w:r>
          </w:p>
        </w:tc>
        <w:tc>
          <w:tcPr>
            <w:tcW w:w="1570" w:type="dxa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许正宏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武进区潘家初级中学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水精灵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姜可杰</w:t>
            </w:r>
          </w:p>
        </w:tc>
        <w:tc>
          <w:tcPr>
            <w:tcW w:w="1570" w:type="dxa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吴静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武进区星辰实验学校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竟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钱坤</w:t>
            </w:r>
          </w:p>
        </w:tc>
        <w:tc>
          <w:tcPr>
            <w:tcW w:w="1570" w:type="dxa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董亚红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武进区雪堰初级中学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太湖美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谢婷</w:t>
            </w:r>
          </w:p>
        </w:tc>
        <w:tc>
          <w:tcPr>
            <w:tcW w:w="1570" w:type="dxa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董亚红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武进区雪堰初级中学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晨曦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张璐</w:t>
            </w:r>
          </w:p>
        </w:tc>
        <w:tc>
          <w:tcPr>
            <w:tcW w:w="1570" w:type="dxa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董亚红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武进区雪堰初级中学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水火相容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徐熙来</w:t>
            </w:r>
          </w:p>
        </w:tc>
        <w:tc>
          <w:tcPr>
            <w:tcW w:w="1570" w:type="dxa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胡芸雅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新北区吕墅中学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等待出海的日子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陆一凡</w:t>
            </w:r>
          </w:p>
        </w:tc>
        <w:tc>
          <w:tcPr>
            <w:tcW w:w="1570" w:type="dxa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胡芸雅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新北区吕墅中学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晨曦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陆一凡</w:t>
            </w:r>
          </w:p>
        </w:tc>
        <w:tc>
          <w:tcPr>
            <w:tcW w:w="1570" w:type="dxa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胡芸雅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9F01A4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新北区吕墅中学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最后的净土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王羽希</w:t>
            </w:r>
          </w:p>
        </w:tc>
        <w:tc>
          <w:tcPr>
            <w:tcW w:w="1570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梅彩虹</w:t>
            </w:r>
          </w:p>
        </w:tc>
        <w:tc>
          <w:tcPr>
            <w:tcW w:w="3176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武进区淹城初级中学</w:t>
            </w:r>
          </w:p>
        </w:tc>
      </w:tr>
      <w:tr w:rsidR="00C34411" w:rsidRPr="00036F75" w:rsidTr="006F090A">
        <w:trPr>
          <w:trHeight w:val="573"/>
          <w:jc w:val="center"/>
        </w:trPr>
        <w:tc>
          <w:tcPr>
            <w:tcW w:w="9160" w:type="dxa"/>
            <w:gridSpan w:val="5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三等奖（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37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265" w:type="dxa"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作者姓名</w:t>
            </w:r>
          </w:p>
        </w:tc>
        <w:tc>
          <w:tcPr>
            <w:tcW w:w="1697" w:type="dxa"/>
            <w:gridSpan w:val="2"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049" w:type="dxa"/>
            <w:vAlign w:val="center"/>
          </w:tcPr>
          <w:p w:rsidR="00C34411" w:rsidRPr="006F090A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305"/>
          <w:jc w:val="center"/>
        </w:trPr>
        <w:tc>
          <w:tcPr>
            <w:tcW w:w="3149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雨荷</w:t>
            </w:r>
          </w:p>
        </w:tc>
        <w:tc>
          <w:tcPr>
            <w:tcW w:w="1265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蒋青君</w:t>
            </w:r>
          </w:p>
        </w:tc>
        <w:tc>
          <w:tcPr>
            <w:tcW w:w="1697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徐文波、蒋庆丰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武进区漕桥初级中学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若水归川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汪琦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徐敏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常州市第四中学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史大任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高萍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常州市第二十四中学</w:t>
            </w:r>
          </w:p>
        </w:tc>
      </w:tr>
      <w:tr w:rsidR="00C34411" w:rsidRPr="00036F75" w:rsidTr="006F090A">
        <w:trPr>
          <w:trHeight w:val="30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生命之源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戴琳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邱伟刚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</w:tr>
      <w:tr w:rsidR="00C34411" w:rsidRPr="00036F75" w:rsidTr="006F090A">
        <w:trPr>
          <w:trHeight w:val="312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润泽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陶越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王相怡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山碧水清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张婷婷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王相怡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野渡无人舟自横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王萱霖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邓和平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武进区寨桥初级中学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水能载舟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仲可旻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何佳玲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袅袅水芝红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熊鹰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许敏珠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归来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陈飞凡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徐敏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常州市第四中学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润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袁心如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戚燕萍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武进区横林初级中学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水韵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戴琳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邱伟刚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渴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李苏宇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刘卫国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金坛区第三中学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洪水无情人有情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谢梦涵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陈莱赓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金坛区第五中学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戏水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谢梦晨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陈莱赓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金坛区第五中学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山泉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王浩然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陈莱赓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金坛区第五中学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落花流水春去也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鲍宜婷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强亚萍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溧阳市旧县初级中学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枯竭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谢圣滢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唐治英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溧阳市新昌初级中学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雨景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王敏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杨华英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武进区洛阳初级中学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鱼水情</w:t>
            </w:r>
          </w:p>
        </w:tc>
        <w:tc>
          <w:tcPr>
            <w:tcW w:w="1265" w:type="dxa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梁琳</w:t>
            </w:r>
          </w:p>
        </w:tc>
        <w:tc>
          <w:tcPr>
            <w:tcW w:w="1697" w:type="dxa"/>
            <w:gridSpan w:val="2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吴坚中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牡丹初中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清除蓝藻在行动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王奕蓉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许正宏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武进区潘家初级中学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清淤现场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秦佳骐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许正宏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武进区潘家初级中学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古河道，新公园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丁吕波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许正宏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武进区潘家初级中学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戏水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孙正德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李星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落日余晖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王珂逸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胡文男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常州市同济中学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孕育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倪涛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李苑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武进区庙桥初级中学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水的交响曲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蒙楂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李苑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武进区庙桥初级中学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爱的人生路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彭立果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杨勇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武进区南夏墅初级中学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金碧辉煌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温馨怡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孙健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武进区前黄实验学校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天·水·人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李石强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徐文波、蒋庆丰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武进区漕桥初级中学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荡漾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谢佳怡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张建兴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武进区成章初级中学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嬉水的黑天鹅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聂伟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任建平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清泉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夏天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申铭凤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武进区夏溪初级中学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祁奕鸣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吴静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武进区星辰实验学校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惊涛拍案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陆一凡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胡芸雅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新北区吕墅中学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吹皱一池水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高晨培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陈敏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常州市郑陆初级中学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149" w:type="dxa"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流动的“翡翠”</w:t>
            </w:r>
          </w:p>
        </w:tc>
        <w:tc>
          <w:tcPr>
            <w:tcW w:w="1265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高晨培</w:t>
            </w:r>
          </w:p>
        </w:tc>
        <w:tc>
          <w:tcPr>
            <w:tcW w:w="1697" w:type="dxa"/>
            <w:gridSpan w:val="2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陈敏</w:t>
            </w:r>
          </w:p>
        </w:tc>
        <w:tc>
          <w:tcPr>
            <w:tcW w:w="3049" w:type="dxa"/>
            <w:noWrap/>
            <w:vAlign w:val="center"/>
          </w:tcPr>
          <w:p w:rsidR="00C34411" w:rsidRPr="00A50459" w:rsidRDefault="00C34411" w:rsidP="00A50459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常州市郑陆初级中学</w:t>
            </w:r>
          </w:p>
        </w:tc>
      </w:tr>
    </w:tbl>
    <w:p w:rsidR="00C34411" w:rsidRDefault="00C34411" w:rsidP="00A50459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第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十</w:t>
      </w: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届“生命之水”主题教育活动获奖作品</w:t>
      </w:r>
      <w:r w:rsidRPr="0057789A"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  <w:t xml:space="preserve">                                   </w:t>
      </w:r>
    </w:p>
    <w:p w:rsidR="00C34411" w:rsidRDefault="00C34411" w:rsidP="00A50459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（高中摄影）</w:t>
      </w:r>
    </w:p>
    <w:tbl>
      <w:tblPr>
        <w:tblW w:w="8233" w:type="dxa"/>
        <w:jc w:val="center"/>
        <w:tblLook w:val="00A0"/>
      </w:tblPr>
      <w:tblGrid>
        <w:gridCol w:w="2283"/>
        <w:gridCol w:w="142"/>
        <w:gridCol w:w="916"/>
        <w:gridCol w:w="1107"/>
        <w:gridCol w:w="3785"/>
      </w:tblGrid>
      <w:tr w:rsidR="00C34411" w:rsidRPr="00036F75" w:rsidTr="006F090A">
        <w:trPr>
          <w:trHeight w:val="461"/>
          <w:jc w:val="center"/>
        </w:trPr>
        <w:tc>
          <w:tcPr>
            <w:tcW w:w="8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一等奖（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6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271"/>
          <w:jc w:val="center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271"/>
          <w:jc w:val="center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信仰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喻婧茹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杨家景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武进区横山桥高级中学</w:t>
            </w:r>
          </w:p>
        </w:tc>
      </w:tr>
      <w:tr w:rsidR="00C34411" w:rsidRPr="00036F75" w:rsidTr="006F090A">
        <w:trPr>
          <w:trHeight w:val="271"/>
          <w:jc w:val="center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嬉水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黄立峰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武进区湟里高级中学</w:t>
            </w:r>
          </w:p>
        </w:tc>
      </w:tr>
      <w:tr w:rsidR="00C34411" w:rsidRPr="00036F75" w:rsidTr="006F090A">
        <w:trPr>
          <w:trHeight w:val="271"/>
          <w:jc w:val="center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凝结的力量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周浩男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王丽珊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溧阳市竹箦中学</w:t>
            </w:r>
          </w:p>
        </w:tc>
      </w:tr>
      <w:tr w:rsidR="00C34411" w:rsidRPr="00036F75" w:rsidTr="006F090A">
        <w:trPr>
          <w:trHeight w:val="271"/>
          <w:jc w:val="center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渴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朱闪闪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吴云姣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常州刘国钧高等职业技术学校</w:t>
            </w:r>
          </w:p>
        </w:tc>
      </w:tr>
      <w:tr w:rsidR="00C34411" w:rsidRPr="00036F75" w:rsidTr="006F090A">
        <w:trPr>
          <w:trHeight w:val="271"/>
          <w:jc w:val="center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翟慧洁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武进区三河口高级中学</w:t>
            </w:r>
          </w:p>
        </w:tc>
      </w:tr>
      <w:tr w:rsidR="00C34411" w:rsidRPr="00036F75" w:rsidTr="006F090A">
        <w:trPr>
          <w:trHeight w:val="271"/>
          <w:jc w:val="center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保护水资源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耿丹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武进区三河口高级中学</w:t>
            </w:r>
          </w:p>
        </w:tc>
      </w:tr>
      <w:tr w:rsidR="00C34411" w:rsidRPr="00036F75" w:rsidTr="006F090A">
        <w:trPr>
          <w:trHeight w:val="382"/>
          <w:jc w:val="center"/>
        </w:trPr>
        <w:tc>
          <w:tcPr>
            <w:tcW w:w="8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二等奖（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9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271"/>
          <w:jc w:val="center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271"/>
          <w:jc w:val="center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戏水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刑笑语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蔡国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常州市北郊高级中学</w:t>
            </w:r>
          </w:p>
        </w:tc>
      </w:tr>
      <w:tr w:rsidR="00C34411" w:rsidRPr="00036F75" w:rsidTr="006F090A">
        <w:trPr>
          <w:trHeight w:val="271"/>
          <w:jc w:val="center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斑斓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唐静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恽雪峰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江苏省奔牛高级中学</w:t>
            </w:r>
          </w:p>
        </w:tc>
      </w:tr>
      <w:tr w:rsidR="00C34411" w:rsidRPr="00036F75" w:rsidTr="006F090A">
        <w:trPr>
          <w:trHeight w:val="271"/>
          <w:jc w:val="center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水中舞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宣琳萧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韩裕民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武进区横山桥高级中学</w:t>
            </w:r>
          </w:p>
        </w:tc>
      </w:tr>
      <w:tr w:rsidR="00C34411" w:rsidRPr="00036F75" w:rsidTr="006F090A">
        <w:trPr>
          <w:trHeight w:val="271"/>
          <w:jc w:val="center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露水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李承泽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潘卫星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武进区湟里高级中学</w:t>
            </w:r>
          </w:p>
        </w:tc>
      </w:tr>
      <w:tr w:rsidR="00C34411" w:rsidRPr="00036F75" w:rsidTr="006F090A">
        <w:trPr>
          <w:trHeight w:val="271"/>
          <w:jc w:val="center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鱼悦浅溪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杨澜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金坛区第一中学</w:t>
            </w:r>
          </w:p>
        </w:tc>
      </w:tr>
      <w:tr w:rsidR="00C34411" w:rsidRPr="00036F75" w:rsidTr="006F090A">
        <w:trPr>
          <w:trHeight w:val="271"/>
          <w:jc w:val="center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燕湾夕照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蔡逸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邢传来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溧阳市埭头中学</w:t>
            </w:r>
          </w:p>
        </w:tc>
      </w:tr>
      <w:tr w:rsidR="00C34411" w:rsidRPr="00036F75" w:rsidTr="006F090A">
        <w:trPr>
          <w:trHeight w:val="271"/>
          <w:jc w:val="center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冰川融水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张卓帆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王丽珊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溧阳市竹箦中学</w:t>
            </w:r>
          </w:p>
        </w:tc>
      </w:tr>
      <w:tr w:rsidR="00C34411" w:rsidRPr="00036F75" w:rsidTr="006F090A">
        <w:trPr>
          <w:trHeight w:val="271"/>
          <w:jc w:val="center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逝去的生命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朱闪闪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吴云娇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常州刘国钧高等职业技术学校</w:t>
            </w:r>
          </w:p>
        </w:tc>
      </w:tr>
      <w:tr w:rsidR="00C34411" w:rsidRPr="00036F75" w:rsidTr="006F090A">
        <w:trPr>
          <w:trHeight w:val="271"/>
          <w:jc w:val="center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飞瀑不言，下自成溪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吴培文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黄瑜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常州市田家炳高级中学</w:t>
            </w:r>
          </w:p>
        </w:tc>
      </w:tr>
      <w:tr w:rsidR="00C34411" w:rsidRPr="00036F75" w:rsidTr="006F090A">
        <w:trPr>
          <w:trHeight w:val="501"/>
          <w:jc w:val="center"/>
        </w:trPr>
        <w:tc>
          <w:tcPr>
            <w:tcW w:w="8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三等奖（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17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301"/>
          <w:jc w:val="center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6F090A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271"/>
          <w:jc w:val="center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衍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李凝慧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杨铭妍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常州市北郊高级中学</w:t>
            </w:r>
          </w:p>
        </w:tc>
      </w:tr>
      <w:tr w:rsidR="00C34411" w:rsidRPr="00036F75" w:rsidTr="006F090A">
        <w:trPr>
          <w:trHeight w:val="271"/>
          <w:jc w:val="center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冲浪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高鎏洋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蔡国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常州市北郊高级中学</w:t>
            </w:r>
          </w:p>
        </w:tc>
      </w:tr>
      <w:tr w:rsidR="00C34411" w:rsidRPr="00036F75" w:rsidTr="006F090A">
        <w:trPr>
          <w:trHeight w:val="301"/>
          <w:jc w:val="center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汇聚·希望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徐泓钰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蔡国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常州市北郊高级中学</w:t>
            </w:r>
          </w:p>
        </w:tc>
      </w:tr>
      <w:tr w:rsidR="00C34411" w:rsidRPr="00036F75" w:rsidTr="006F090A">
        <w:trPr>
          <w:trHeight w:val="271"/>
          <w:jc w:val="center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痕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李凝慧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杨铭妍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常州市北郊高级中学</w:t>
            </w:r>
          </w:p>
        </w:tc>
      </w:tr>
      <w:tr w:rsidR="00C34411" w:rsidRPr="00036F75" w:rsidTr="006F090A">
        <w:trPr>
          <w:trHeight w:val="271"/>
          <w:jc w:val="center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晨曦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李承泽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庄文伟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武进区湟里高级中学</w:t>
            </w:r>
          </w:p>
        </w:tc>
      </w:tr>
      <w:tr w:rsidR="00C34411" w:rsidRPr="00036F75" w:rsidTr="006F090A">
        <w:trPr>
          <w:trHeight w:val="271"/>
          <w:jc w:val="center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云水之恩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唐静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恽雪峰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江苏省奔牛高级中学</w:t>
            </w:r>
          </w:p>
        </w:tc>
      </w:tr>
      <w:tr w:rsidR="00C34411" w:rsidRPr="00036F75" w:rsidTr="006F090A">
        <w:trPr>
          <w:trHeight w:val="271"/>
          <w:jc w:val="center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清·青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刘诺雅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虞春香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金坛区第四中学</w:t>
            </w:r>
          </w:p>
        </w:tc>
      </w:tr>
      <w:tr w:rsidR="00C34411" w:rsidRPr="00036F75" w:rsidTr="006F090A">
        <w:trPr>
          <w:trHeight w:val="271"/>
          <w:jc w:val="center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浊的警示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刘辉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王亚娟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金坛区第四中学</w:t>
            </w:r>
          </w:p>
        </w:tc>
      </w:tr>
      <w:tr w:rsidR="00C34411" w:rsidRPr="00036F75" w:rsidTr="006F090A">
        <w:trPr>
          <w:trHeight w:val="271"/>
          <w:jc w:val="center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护城河夜景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孙浚珲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邢传来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溧阳市埭头中学</w:t>
            </w:r>
          </w:p>
        </w:tc>
      </w:tr>
      <w:tr w:rsidR="00C34411" w:rsidRPr="00036F75" w:rsidTr="006F090A">
        <w:trPr>
          <w:trHeight w:val="271"/>
          <w:jc w:val="center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锁不住的水流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胡江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潘石萍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常州刘国钧高等职业技术学校</w:t>
            </w:r>
          </w:p>
        </w:tc>
      </w:tr>
      <w:tr w:rsidR="00C34411" w:rsidRPr="00036F75" w:rsidTr="006F090A">
        <w:trPr>
          <w:trHeight w:val="271"/>
          <w:jc w:val="center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渺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陈茜茜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吴云姣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常州刘国钧高等职业技术学校</w:t>
            </w:r>
          </w:p>
        </w:tc>
      </w:tr>
      <w:tr w:rsidR="00C34411" w:rsidRPr="00036F75" w:rsidTr="006F090A">
        <w:trPr>
          <w:trHeight w:val="271"/>
          <w:jc w:val="center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碧水蓝天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潘文菁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周雨晴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常州旅游商贸高等职业技术学校</w:t>
            </w:r>
          </w:p>
        </w:tc>
      </w:tr>
      <w:tr w:rsidR="00C34411" w:rsidRPr="00036F75" w:rsidTr="006F090A">
        <w:trPr>
          <w:trHeight w:val="271"/>
          <w:jc w:val="center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零落芳华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夏倩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黄瑜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常州市田家炳高级中学</w:t>
            </w:r>
          </w:p>
        </w:tc>
      </w:tr>
      <w:tr w:rsidR="00C34411" w:rsidRPr="00036F75" w:rsidTr="006F090A">
        <w:trPr>
          <w:trHeight w:val="271"/>
          <w:jc w:val="center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五彩童年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赵安康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黄瑜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常州市田家炳高级中学</w:t>
            </w:r>
          </w:p>
        </w:tc>
      </w:tr>
      <w:tr w:rsidR="00C34411" w:rsidRPr="00036F75" w:rsidTr="006F090A">
        <w:trPr>
          <w:trHeight w:val="271"/>
          <w:jc w:val="center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一半是海水，一半是火焰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赵安康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黄瑜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常州市田家炳高级中学</w:t>
            </w:r>
          </w:p>
        </w:tc>
      </w:tr>
      <w:tr w:rsidR="00C34411" w:rsidRPr="00036F75" w:rsidTr="006F090A">
        <w:trPr>
          <w:trHeight w:val="271"/>
          <w:jc w:val="center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欢乐水世界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梅雪源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仇秀文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江苏省武进高级中学</w:t>
            </w:r>
          </w:p>
        </w:tc>
      </w:tr>
      <w:tr w:rsidR="00C34411" w:rsidRPr="00036F75" w:rsidTr="006F090A">
        <w:trPr>
          <w:trHeight w:val="271"/>
          <w:jc w:val="center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水的绚丽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蒋中洋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仇秀文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11" w:rsidRPr="00A50459" w:rsidRDefault="00C34411" w:rsidP="006F090A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50459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江苏省武进高级中学</w:t>
            </w:r>
          </w:p>
        </w:tc>
      </w:tr>
    </w:tbl>
    <w:p w:rsidR="00C34411" w:rsidRDefault="00C34411" w:rsidP="006F090A">
      <w:pPr>
        <w:widowControl/>
        <w:jc w:val="left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  <w:br w:type="page"/>
      </w: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第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十</w:t>
      </w: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届“生命之水”主题教育活动获奖作品</w:t>
      </w:r>
      <w:r w:rsidRPr="0057789A"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  <w:t xml:space="preserve">                                   </w:t>
      </w:r>
    </w:p>
    <w:p w:rsidR="00C34411" w:rsidRDefault="00C34411" w:rsidP="00A50459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（小学诗词）</w:t>
      </w:r>
    </w:p>
    <w:tbl>
      <w:tblPr>
        <w:tblW w:w="8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142"/>
        <w:gridCol w:w="1134"/>
        <w:gridCol w:w="142"/>
        <w:gridCol w:w="992"/>
        <w:gridCol w:w="142"/>
        <w:gridCol w:w="141"/>
        <w:gridCol w:w="3261"/>
      </w:tblGrid>
      <w:tr w:rsidR="00C34411" w:rsidRPr="00036F75" w:rsidTr="006F090A">
        <w:trPr>
          <w:trHeight w:val="660"/>
          <w:jc w:val="center"/>
        </w:trPr>
        <w:tc>
          <w:tcPr>
            <w:tcW w:w="8472" w:type="dxa"/>
            <w:gridSpan w:val="8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一等奖（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54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240"/>
          <w:jc w:val="center"/>
        </w:trPr>
        <w:tc>
          <w:tcPr>
            <w:tcW w:w="2518" w:type="dxa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276" w:type="dxa"/>
            <w:gridSpan w:val="2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134" w:type="dxa"/>
            <w:gridSpan w:val="2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544" w:type="dxa"/>
            <w:gridSpan w:val="3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水·孕育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华嘉乐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余丹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常州市香梅小学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给水的一封信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谢长倩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王小菊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武进区鸣凰中心小学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我是一泓清泉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李佳隆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徐红梅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武进区湟里中心小学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小露珠的尊严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王娱佳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巢春林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武进区星韵学校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我是黄土高原的一滴水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李荟雨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李磊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武进区庙桥小学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水啊，母亲！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周旭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朱艳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武进区南塘桥小学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郑心恬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杨霞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武进区宋剑湖小学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水的遐想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秦嘉凯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邵丽萍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武进区横林实验小学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洛水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甘文祥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王红娟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武进区城东小学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水·生命·道德·灵魂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杜春萍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王伟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常州市武进区林南小学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水的孤独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曹容晨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于艳萍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武进区李公仆小学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万物生长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徐际然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莫小香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武进区李公仆小学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如果我是一滴水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是艺榕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李海英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月光下的水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陈睿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谢洁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戚墅堰实验小学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卜算子·护水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卢子怡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朱金花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武进区刘海粟小学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哦，亲爱的水滴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周妍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蒋彩萍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常州市武进区成章小学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水，不要离开我们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储银涛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蒋银亚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武进区东安实验学校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水之赞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罗佩雯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鲁瑶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武进区潘家小学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水，生命的希望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龚蕾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赵敏华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武进区潘家小学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徐佳乐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周涵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武进区南夏墅中心小学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我骄傲，我是一滴水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黄智霖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陈小菊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武进区南夏墅中心小学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美丽的里底河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孙飞扬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张琳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武进区星河小学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蝶恋花·水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吕希菡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常州市实验小学双桂坊校区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因为有你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孙轶群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牟伟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新北区国英小学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水之赞歌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梁皓宇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曹兰兰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武进区漕桥小学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水之歌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魏梓涵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程晓月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武进区寨桥小学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陆叶凡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徐倩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新北区春江中心小学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当</w:t>
            </w:r>
            <w:r w:rsidRPr="00D911A1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你……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孙韵琪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陆海荣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新北区西夏墅中心小学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雨的祈祷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胡可欣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孙丹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常州市实验小学教育集团平冈校区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生命的源泉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尹欣茹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陈琪峰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常州市实验小学教育集团平冈校区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寻找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丁洋阳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吴良辉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金坛区建昌小学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我骄傲，我是一滴水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江奕之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沈阳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常州市解放路小学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水之礼赞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刘豹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陈芳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常州市武进区星河实验小学分校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被遗弃的水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秦义轩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杨佳慧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常州市新北区泰山小学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一滴水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陈丽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徐锁平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金坛区河头小学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水呀，我亲爱的水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杨筱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朱文燕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溧阳市文化小学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蔡琳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程玲慧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武进区锦绣小学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清平乐·运河怀古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朱力恺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金花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常州市戚墅堰东方小学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水，生命之源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芮笑天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陈赟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溧阳市天目湖中心小学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我生命中的水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王倩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陈灵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溧阳市强埠实验学校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哦，那就是你，小水滴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吴润仪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刘小英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一汪清泉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葛畅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张燕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水，是我的家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刘曦仪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钱秋红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溧阳市戴埠中心小学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施雪莹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葛阿金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溧阳市周城小学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离家出走的水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张嵩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宋律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溧阳市上兴中心小学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水，生命之源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曹若妍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钱志妹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溧阳市埭头中心小学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周馨怡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万文清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溧阳市后周小学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我愿作一滴水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罗敏瑜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溧阳市外国语学校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点绛唇·太湖戏水小思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孙百川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孙建龙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新北区安家中心小学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原来的自己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严晶蕾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张双莉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常州市新北区孟河中心小学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江南的你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尹墨涵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黄建英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武进区礼嘉中心小学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颂生命之水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刘雨婷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王宇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武进区政平小学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留得残荷听雨声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胡慧琳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吴春燕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武进区坂上小学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漫步水小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付彤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许叶飞</w:t>
            </w:r>
          </w:p>
        </w:tc>
        <w:tc>
          <w:tcPr>
            <w:tcW w:w="354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金坛区水北小学</w:t>
            </w:r>
          </w:p>
        </w:tc>
      </w:tr>
      <w:tr w:rsidR="00C34411" w:rsidRPr="00036F75" w:rsidTr="006F090A">
        <w:trPr>
          <w:trHeight w:val="660"/>
          <w:jc w:val="center"/>
        </w:trPr>
        <w:tc>
          <w:tcPr>
            <w:tcW w:w="8472" w:type="dxa"/>
            <w:gridSpan w:val="8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二等奖（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83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276" w:type="dxa"/>
            <w:gridSpan w:val="2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276" w:type="dxa"/>
            <w:gridSpan w:val="3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402" w:type="dxa"/>
            <w:gridSpan w:val="2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陈月昔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周艳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武进区鸣凰中心小学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倾听“水之声”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陈琴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徐红梅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武进区湟里中心小学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水之吟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施奕珂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蔡潇潇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武进区星韵学校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美丽的水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陈清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周红娟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常州市武进区星韵学校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翁子洲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赵珊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武进区花园小学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陆思名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方璐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武进区花园小学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往前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张涛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李磊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武进区庙桥小学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呐喊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周炜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朱艳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武进区南塘桥小学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生命之源</w:t>
            </w:r>
            <w:r w:rsidRPr="00D911A1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王好乐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陆静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武进区南塘桥小学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陈坡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杨霞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武进区宋剑湖小学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小河是我们同年的伙伴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严茹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周美艳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武进区横林实验小学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张冉冉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唐文亚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武进区城东小学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水啊，我崇拜你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任新悦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恽红玉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武进区城东小学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地球妈妈的心愿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汪思遥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顾洁梅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常州市武进区林南小学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范丽娜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王敏红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常州市武进区林南小学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生命之水，万物之源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胡天琪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张林亚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武进区城东小学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小雨点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杨雯玥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许叶华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常州市武进区林南小学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我是纯洁的小水滴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左静好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姜静波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武进区星河实验小学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一滴水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顾晶雅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李竹金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武进区星河实验小学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水滴的旅行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金珂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花玲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武进区南夏墅中心小学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蒋梦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朱春洪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武进区南夏墅中心小学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  <w:r w:rsidRPr="00D911A1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生命之歌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陈艺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赵敏华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武进区潘家小学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一滴水的希望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何佳欣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赵敏华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武进区潘家小学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李霞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张瑜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武进区东安实验学校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惜水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刘璐瑶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陈国荣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常州市武进区成章小学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滴答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盛瑜婷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郑真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武进区刘海粟小学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赵涵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王奕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武进区刘海粟小学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生命琉璃水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顾蕊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黄屹慧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武进区刘海粟小学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水声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俆艺菲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谢洁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戚墅堰实验小学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哭泣的水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方皖苏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谢洁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戚墅堰实验小学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戏水歌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张雨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王玉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金坛区白塔小学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爱笑的水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蔡婧怡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高琴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常州市潞城小学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生命之源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时於熙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于烽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新北区吕墅小学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爱护水源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胡亚蕊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周红颜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武进区剑湖实验学校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悟水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范阳阳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宦小丹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武进区李公仆小学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水之韵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张一鸣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汪琴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武进区李公仆小学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朱芳宇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黄玲华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武进区李公仆小学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水的咏叹调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夏婕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李晓燕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武进区李公仆小学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生命之源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陈鑫宇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秦冬梅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武进区李公仆小学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流吧！长江的水！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杨宇鑫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刘伟星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武进区嘉泽中心小学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张妍妍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蒋芦峰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武进区寨桥小学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惜水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王彦菲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曹美琴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武进区漕桥小学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水与生命的对视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李思恒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邹陈军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常州市实验小学双桂坊校区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水的色彩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沈书菡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常州市实验小学双桂坊校区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水之颂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赵雨薇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戚丽佳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武进区遥观中心小学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感谢你，亲爱的水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李珺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张晓婷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武进区新安小学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水，是谁？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金芸竹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邵中原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溧阳市实验小学燕湖校区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远足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臧祈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周玲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常州怀德教育集团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因为有你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丁萌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吕友琴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新北区百丈中心小学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假如我是一滴水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石菁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耿银辉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常州市实验小学教育集团平冈校区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春之水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张金茗笑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解娟榕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常州市实验小学教育集团平冈校区</w:t>
            </w:r>
          </w:p>
        </w:tc>
      </w:tr>
      <w:tr w:rsidR="00C34411" w:rsidRPr="00036F75" w:rsidTr="006F090A">
        <w:trPr>
          <w:trHeight w:val="54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她从溪边来</w:t>
            </w:r>
            <w:r w:rsidRPr="00D911A1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新溪春水感怀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陆晓栋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吴良辉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金坛区建昌小学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水流向“一带一路”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夏凡成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茅丽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新北区三井实验小学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长河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胡宗颐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白淑婷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常州市解放路小学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沈慕尧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吴群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武进区湖塘桥第二实验小学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我从西方来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祝欣成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蒋辉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武进区湖塘桥第二实验小学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  <w:r w:rsidRPr="00D911A1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人类的朋友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张也驰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金亚玉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新北区奔牛实验小学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邹青燕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冯啸岩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常州市武进区星河实验小学分校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没有水的世界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徐静怡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姚琪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邹区实验小学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水的歌声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高俊杰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季华健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常州市泰村实验学校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虞露阳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金慧姝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常州市新北区泰山小学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水和生命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柳欣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王悦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常州市新北区泰山小学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蒋天鹏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金磊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武进星辰实验学校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海豚雕像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周廷影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徐锁平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金坛区河头小学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颂水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汤炜龙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钱春花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溧阳市文化小学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生命之水流淌的歌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汪佳梦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蒋燕萍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武进区锦绣小学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蔡政阳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钱志伟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武进区锦绣小学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鲍奕岑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陆毅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常州市戚墅堰东方小学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孙嘉忆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李莉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溧阳市天目湖中心小学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你·水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陈凯越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王杜花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溧阳市强埠实验学校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  <w:r w:rsidRPr="00D911A1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我们的朋友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刘叶露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张红波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因为有你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彭士函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杨剑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溧阳市实验小学</w:t>
            </w:r>
          </w:p>
        </w:tc>
      </w:tr>
      <w:tr w:rsidR="00C34411" w:rsidRPr="00036F75" w:rsidTr="006F090A">
        <w:trPr>
          <w:trHeight w:val="285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我轻颂，生命之源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桑涵颖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肖爱琴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张钰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胡晓旺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溧阳市戴埠中心小学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水之静思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汤乐澄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芮朝阳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溧阳市前马小学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陈贝贝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张友军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溧阳市周城小学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王玲玲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陈锁荣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溧阳市后周小学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水滴是生命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杨依荷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张艳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溧阳市外国语学校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老家门前的清溪河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居俊瑶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朱华东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溧阳市外国语学校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王刚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钱文娟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溧阳市戴埠中心小学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也许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王可心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孙建龙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新北区安家中心小学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自来水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匡航宁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胡珊妹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常州市新北区孟河中心小学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518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高洁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吴洪芳</w:t>
            </w:r>
          </w:p>
        </w:tc>
        <w:tc>
          <w:tcPr>
            <w:tcW w:w="3402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武进区礼嘉中心小学</w:t>
            </w:r>
          </w:p>
        </w:tc>
      </w:tr>
      <w:tr w:rsidR="00C34411" w:rsidRPr="00036F75" w:rsidTr="006F090A">
        <w:trPr>
          <w:trHeight w:val="660"/>
          <w:jc w:val="center"/>
        </w:trPr>
        <w:tc>
          <w:tcPr>
            <w:tcW w:w="8472" w:type="dxa"/>
            <w:gridSpan w:val="8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三等奖（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129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282"/>
          <w:jc w:val="center"/>
        </w:trPr>
        <w:tc>
          <w:tcPr>
            <w:tcW w:w="2660" w:type="dxa"/>
            <w:gridSpan w:val="2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276" w:type="dxa"/>
            <w:gridSpan w:val="2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275" w:type="dxa"/>
            <w:gridSpan w:val="3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261" w:type="dxa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生命如水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吴嘉诚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陈一忻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溧阳市戴埠中心小学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我们爱你，生命之水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张锦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朱瑞君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溧阳市戴埠中心小学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钱菁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朱瑞君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溧阳市戴埠中心小学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水之歌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黄靖尧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周玉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咏水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邹滟琼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周晓红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石语瞳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施宝英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溧阳市溧城中心小学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水之歌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王缘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黄明芳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家门口的那条河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刘演恒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刘小英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警示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田燕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陆丹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溧阳市强埠实验学校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陆尧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张琴波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溧阳市强埠实验学校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吴佳琦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王建村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常州市戚墅堰东方小学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清平乐·运河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赵小瑶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李玲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常州市戚墅堰东方小学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守护生命之水黄河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刘敬轩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张小红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武进区锦绣小学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沈梓涵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程梦婷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武进区锦绣小学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陆润峰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钱春花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溧阳市文化小学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李胜男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高维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武进区星辰实验学校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小水滴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黄星耀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王凯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常州市武进区星韵学校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小水滴的旅行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吴弘霖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曹丽英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武进区星辰实验学校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孙澜恬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丁颖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新北区泰山小学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生命之泉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徐乔依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杨佳慧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新北区泰山小学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希望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周怿哲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潘晓萍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新北区奔牛实验小学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封逸轩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宋爱芳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武进区湖塘桥第二实验小学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关住点滴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王歆渔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柴丽君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武进区湖塘桥第二实验小学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水之声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陈凤祥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杨允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常州市新闸中心小学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最后一滴水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吴晓涵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黄春艳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常州市解放路小学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水之魂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郭司宇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眭亚娟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常州市新北区三井实验小学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记忆里的小河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朱沁瑶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徐洁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常州市实验小学平冈校区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冯熠泽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吴雨蕾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常州市实验小学平冈校区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上帝的女儿</w:t>
            </w:r>
            <w:r w:rsidRPr="00D911A1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陈怡冰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常州市实验小学平冈校区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  <w:r w:rsidRPr="00D911A1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生命的源泉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陈子晗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蒋海晨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新北区春江中心小学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溪水欢歌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吴誉文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蒋小芬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武进区嘉泽中心小学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  <w:r w:rsidRPr="00D911A1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生命之源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蒋旦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刘莉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武进区寨桥小学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李映祥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查剖英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武进区漕桥小学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那滴水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禄青青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吴红亚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武进区漕桥小学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地球母亲的孩子</w:t>
            </w:r>
            <w:r w:rsidRPr="00D911A1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王梓瑞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徐志媛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新北区国英小学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于可馨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常州市实验小学双桂坊校区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节约用水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袁锐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常州市实验小学双桂坊校区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陈颢铭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常州市实验小学双桂坊校区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徐佳豪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薛寒冰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武进区星河实验小学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碧湖画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王梓佳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潘旭兰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武进区星河实验小学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春水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李文硕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潘旭兰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武进区星河实验小学</w:t>
            </w:r>
          </w:p>
        </w:tc>
      </w:tr>
      <w:tr w:rsidR="00C34411" w:rsidRPr="00036F75" w:rsidTr="006F090A">
        <w:trPr>
          <w:trHeight w:val="323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生命的源泉</w:t>
            </w:r>
            <w:r w:rsidRPr="00D911A1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庄涵予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芦燕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武进区星河实验小学</w:t>
            </w:r>
          </w:p>
        </w:tc>
      </w:tr>
      <w:tr w:rsidR="00C34411" w:rsidRPr="00036F75" w:rsidTr="006F090A">
        <w:trPr>
          <w:trHeight w:val="323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假如我是一滴水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岳正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冷玲琳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武进区星河实验小学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节约用水歌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曹铠滢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吴燕华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武进区星河实验小学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人类之源</w:t>
            </w:r>
            <w:r w:rsidRPr="00D911A1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贺梓悠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邱珺孳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武进区星河实验小学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珍惜用水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邓恩锐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潘冬芳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武进区南夏墅中心小学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江河湖海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刘乐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王淼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武进区南夏墅中心小学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我是一滴水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蒋宇辰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花玲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武进区南夏墅中心小学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小溪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徐南熹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王茹慧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武进区南夏墅中心小学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卞涵琪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朱春洪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武进区南夏墅中心小学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节水歌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蒋宇晨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狄燕萍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武进区南夏墅中心小学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许晨睿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马婷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武进区南夏墅中心小学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张蜀宝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万丽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武进区东安实验学校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吴佳洋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李婷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武进区刘海粟小学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节约用水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李龚兴国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郑艳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武进区刘海粟小学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蒋沁喆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陈敏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武进区刘海粟小学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水的四季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张露馨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唐静怡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水内心的模样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章轩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谢洁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戚墅堰实验小学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水，我赞美你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陈鹏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谢洁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戚墅堰实验小学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相信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张春旭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赵佩东</w:t>
            </w:r>
            <w:r w:rsidRPr="00D911A1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常州市潞城小学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黄姝彦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新北区孟河实验小学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李家宸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何姣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武进区政平小学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段若楠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冯嘉贤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武进区李公仆小学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水之畅想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朱亚楠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李晓燕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武进区李公仆小学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我是一滴水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吴梦晴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管华英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武进区李公仆小学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水之歌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戴诗涵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岳颖姝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武进区李公仆小学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戴诗涵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王婷婷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武进区李公仆小学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雨水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孙昊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王轶雨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武进区李公仆小学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水之歌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刘嘉怡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吴雯君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武进区李公仆小学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生命之源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田雨晨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陈雪华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武进区李公仆小学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小水滴的话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陈夕诺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庄翌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武进区李公仆小学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哭泣的水滴妈妈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周佳梦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张佳慧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武进区林南小学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节水谣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王叶涵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王丽春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武进区林南小学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我是一滴水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吴修远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徐立勇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武进区林南小学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小水珠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徐铭烨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周彩英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武进区鸣凰中心小学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张丽娜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徐红梅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武进区湟里中心小学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荆琪轩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王小亚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武进区星韵学校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你是水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徐江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袁丽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武进区星韵学校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水滴的旅行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巢煜暄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詹梦佳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武进区星韵学校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严何敏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方璐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武进区花园小学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如果世界上没有水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陈智俐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邓淑兰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武进区花园小学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小溪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陈嘉豪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李磊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武进区庙桥小学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母亲病了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卜思涵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李磊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武进区庙桥小学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汪思诺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周艳琴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武进区南塘桥小学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刘胜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周艳琴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武进区南塘桥小学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周佳宝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朱艳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武进区南塘桥小学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周仔霖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陆晓红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武进区横林实验小学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我眼中的水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诸毓瑶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周美艳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武进区横林实验小学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王婷婷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唐文亚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武进区城东小学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生命之源</w:t>
            </w:r>
            <w:r w:rsidRPr="00D911A1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李彻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牟琳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武进区城东小学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珍爱“生命之水”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高若熙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李梦娜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武进区林南小学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长江之歌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胡雨桐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陈丹君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武进区芙蓉小学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水与我们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郑欣悦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潘忱俪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武进区芙蓉小学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肖慧兰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陈小英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武进区政平小学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我是一泓清水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朱静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杨晓艳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武进区礼嘉中心小学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水，生命之源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姚帆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王惠娟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武进区礼嘉中心小学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水之歌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韦婧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王惠娟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武进区礼嘉中心小学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最初的你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丁贺诗雨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张双莉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常州市新北区孟河中心小学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我爱你，生命之源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吴爽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苏亚刚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新北区安家中心小学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史懿祺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成云菲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溧阳市埭头中心小学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吴彤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张友军</w:t>
            </w:r>
          </w:p>
        </w:tc>
        <w:tc>
          <w:tcPr>
            <w:tcW w:w="3261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溧阳市周城小学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水，生命之源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王若羽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张林亚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武进区城东小学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生命之源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沈婉婷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徐锐玉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武进区城东小学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龚家好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蒋丽艳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武进区星河实验小学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生命之源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曹铱轩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薛寒冰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武进区星河实验小学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张乔恩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王淼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武进区南夏墅中心小学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我是一滴小小的水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上官若曦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刘琦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武进区南夏墅中心小学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生命如水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赵佳茜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周球东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武进区刘海粟小学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在指尖舞蹈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陈姝静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张云波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武进区刘海粟小学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属于你的，是我们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杨周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谢洁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戚墅堰实验小学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倪想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谢洁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戚墅堰实验小学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过滢瑜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常州市实验小学双桂坊校区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蔡雨泽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解娟榕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常州市实验小学教育集团平冈校区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水之歌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李卓尔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马兰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溧阳市文化小学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如梦令·运河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毛雨桐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汤皎丽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常州市戚墅堰东方小学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珍惜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陆薏存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王书颖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常州市戚墅堰东方小学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水与生命共存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蔡雯婷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牟琳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武进区城东小学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缪守涵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庄旻洁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武进区星河实验小学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王瑜锦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李青青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常州市武进区星韵学校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我是一滴水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潘俊杉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马婷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武进区潘家小学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路笑妍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秦英芳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武进区潘家小学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蒋钰林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刘瑶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武进区刘海粟小学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水在旅行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刘志丹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张亚峰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武进区刘海粟小学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  <w:r w:rsidRPr="00D911A1">
              <w:rPr>
                <w:rFonts w:ascii="仿宋_GB2312" w:eastAsia="仿宋_GB2312" w:hAnsi="宋体" w:cs="仿宋_GB2312"/>
                <w:color w:val="000000"/>
                <w:kern w:val="0"/>
              </w:rPr>
              <w:t>-</w:t>
            </w: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生命的源泉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龚泽霖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周晓英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武进区李公仆小学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范天琪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殷舒婷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武进区李公仆小学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新水调歌头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蒋鋆晨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常州市实验小学双桂坊校区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董航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解娟榕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常州市实验小学教育集团平冈校区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水的联想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孙义欣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张华英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武进区礼嘉中心小学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660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滴水之恩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张青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梅花</w:t>
            </w:r>
          </w:p>
        </w:tc>
        <w:tc>
          <w:tcPr>
            <w:tcW w:w="3261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溧阳市强埠实验学校</w:t>
            </w:r>
          </w:p>
        </w:tc>
      </w:tr>
    </w:tbl>
    <w:p w:rsidR="00C34411" w:rsidRDefault="00C34411" w:rsidP="00D911A1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</w:p>
    <w:p w:rsidR="00C34411" w:rsidRPr="00D911A1" w:rsidRDefault="00C34411" w:rsidP="006F090A">
      <w:pPr>
        <w:widowControl/>
        <w:jc w:val="left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Times New Roman"/>
          <w:kern w:val="0"/>
          <w:sz w:val="44"/>
          <w:szCs w:val="44"/>
        </w:rPr>
        <w:br w:type="page"/>
      </w: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第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十</w:t>
      </w: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届“生命之水”主题教育活动获奖作品</w:t>
      </w:r>
      <w:r w:rsidRPr="0057789A"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  <w:t xml:space="preserve">                                   </w:t>
      </w:r>
    </w:p>
    <w:p w:rsidR="00C34411" w:rsidRDefault="00C34411" w:rsidP="00571CBA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（初中诗词）</w:t>
      </w:r>
    </w:p>
    <w:tbl>
      <w:tblPr>
        <w:tblW w:w="83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09"/>
        <w:gridCol w:w="1417"/>
        <w:gridCol w:w="1276"/>
        <w:gridCol w:w="142"/>
        <w:gridCol w:w="2835"/>
      </w:tblGrid>
      <w:tr w:rsidR="00C34411" w:rsidRPr="00036F75" w:rsidTr="006F090A">
        <w:trPr>
          <w:trHeight w:val="660"/>
          <w:jc w:val="center"/>
        </w:trPr>
        <w:tc>
          <w:tcPr>
            <w:tcW w:w="8379" w:type="dxa"/>
            <w:gridSpan w:val="5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一等奖（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41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417" w:type="dxa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作者姓名</w:t>
            </w:r>
          </w:p>
        </w:tc>
        <w:tc>
          <w:tcPr>
            <w:tcW w:w="1418" w:type="dxa"/>
            <w:gridSpan w:val="2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2835" w:type="dxa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念奴娇·校园一景·花麻鸭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季昀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耿力敏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武进区洛阳初级中学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水痕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杨澜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吴俊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金坛区华罗庚实验学校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范陈怡</w:t>
            </w:r>
          </w:p>
        </w:tc>
        <w:tc>
          <w:tcPr>
            <w:tcW w:w="1418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王文彬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金坛区朱林中学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水之谣</w:t>
            </w:r>
          </w:p>
        </w:tc>
        <w:tc>
          <w:tcPr>
            <w:tcW w:w="1417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陆陈蹊</w:t>
            </w:r>
          </w:p>
        </w:tc>
        <w:tc>
          <w:tcPr>
            <w:tcW w:w="1418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赵艳阳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水颂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沈妍君</w:t>
            </w:r>
          </w:p>
        </w:tc>
        <w:tc>
          <w:tcPr>
            <w:tcW w:w="1418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赵艳阳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水之韵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刘思湘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巢爱媛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武进区庙桥初级中学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庄泽阳</w:t>
            </w:r>
          </w:p>
        </w:tc>
        <w:tc>
          <w:tcPr>
            <w:tcW w:w="1418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俞红亚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武进区礼河实验学校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水也有生命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杨静雯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王颖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武进区礼河实验学校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徐芊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范宇航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常州市勤业中学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生命之水现代诗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马欣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陶莹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常州市勤业中学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柳柯柯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曹丽丽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沈常佳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尤静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春雨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王阳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张丽娜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武进区遥观初级中学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程心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张佩芝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水边的古典爱情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邵寒琳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吴涛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武进区前黄实验学校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水之生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韦佳慧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祁彩琴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常州市新北区吕墅中学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黎怡然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金坛区第二中学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苏昕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蔡洪钧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常州市第二十四中学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水似流年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刘瑞奇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周亚萍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常州市兰陵中学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我是一滴水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刘永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常州市郑陆初级中学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刘灿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周蓓姿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常州市朝阳中学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蔡楠楠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许立新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常州市武进区潘家初级中学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缪舒铭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程耀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常州市武进区潘家初级中学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万物之母</w:t>
            </w:r>
            <w:r w:rsidRPr="00D911A1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杨洁仪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莫谢斐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王佳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荆波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水之灵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陈鹏宇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居珠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溧阳市第六中学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临江仙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孟越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潘丽英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溧阳市第六中学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韩可钰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刘璐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常州市河海中学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陈欣芸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唐新亚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常州市河海中学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田野夏雨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瞿妍梦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莫林葆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常州市焦溪初级中学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水的赞歌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王映溪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李永新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溧阳市别桥初级中学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李若妍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胡文男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常州市同济中学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逆流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蒋语涵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蔡玉萍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常州市同济中学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徐欢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颜梅英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常州市新北区龙虎塘中学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龙城之水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万梦雨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颜梅英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常州市新北区龙虎塘中学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春水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马龙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陈小卫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常州市市北实验初级中学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水之赞歌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王世伟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陈小卫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常州市市北实验初级中学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灵泉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赵一梦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薛英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武进区芙蓉初级中学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沁园春·江南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陆曦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李燕平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河殇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谢钧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养心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张发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薛雯艳</w:t>
            </w:r>
          </w:p>
        </w:tc>
        <w:tc>
          <w:tcPr>
            <w:tcW w:w="2835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武进区东安实验中学</w:t>
            </w:r>
          </w:p>
        </w:tc>
      </w:tr>
      <w:tr w:rsidR="00C34411" w:rsidRPr="00036F75" w:rsidTr="006F090A">
        <w:trPr>
          <w:trHeight w:val="660"/>
          <w:jc w:val="center"/>
        </w:trPr>
        <w:tc>
          <w:tcPr>
            <w:tcW w:w="8379" w:type="dxa"/>
            <w:gridSpan w:val="5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二等奖（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65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417" w:type="dxa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作者姓名</w:t>
            </w:r>
          </w:p>
        </w:tc>
        <w:tc>
          <w:tcPr>
            <w:tcW w:w="1276" w:type="dxa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2977" w:type="dxa"/>
            <w:gridSpan w:val="2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滆湖晚景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范舟玲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邓和平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武进区寨桥初级中学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晚春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朱迎春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邓和平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武进区寨桥初级中学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满江红·生命之水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杨承谕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刘雪梅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金坛区华罗庚实验学校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刘凤玮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王文彬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金坛区朱林中学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伍家裙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王文彬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金坛区朱林中学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希望之源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狄昕怡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费颖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史昊琪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周亚云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水亦沧桑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刘敏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毛秋伟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武进区洛阳初级中学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水在呐喊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王秀秀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王颖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武进区礼河实验学校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生命与水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周嘉慧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李慧东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武进区礼河实验学校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水的一生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周欣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李慧东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武进区礼河实验学校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生命如水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陈鑫怡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李慧东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武进区礼河实验学校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根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段宇飞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徐艳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常州市河海中学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爱上水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赵为怡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常州市正衡中学天宁分校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谁能救救我？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包梦钰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杜鹃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念奴娇·生命之水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赵靓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李楠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常州市湖塘桥初级中学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陆颢萌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杨丹萍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常州市湖塘桥初级中学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盼露融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任雯培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刘晓宇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武进区芙蓉初级中学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点绛唇·雨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张紫韵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刘晓宇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武进区芙蓉初级中学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她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杨浩</w:t>
            </w:r>
          </w:p>
        </w:tc>
        <w:tc>
          <w:tcPr>
            <w:tcW w:w="1276" w:type="dxa"/>
            <w:noWrap/>
            <w:vAlign w:val="bottom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胡文男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常州市同济中学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守护生命之水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侯嘉铭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杨黎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武进区坂上初级中学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北河南水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蔡凌晨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闵慧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金坛区洮西中学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水中爱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吴悠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杨亚娟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武进区礼河实验学校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水的哭泣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霍凌云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范美娟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常州市勤业中学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水锲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陈瑜佳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莫谢斐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叶的随想</w:t>
            </w:r>
            <w:r w:rsidRPr="00D911A1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致雨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时奕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唐新亚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常州市河海中学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我骄傲，我是一滴水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张玉婷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钱丽芬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常州市新北区龙虎塘中学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黄河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邹新怡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李慧东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武进区礼河实验学校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李楠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417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谢志燕</w:t>
            </w:r>
          </w:p>
        </w:tc>
        <w:tc>
          <w:tcPr>
            <w:tcW w:w="1276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钟建琴</w:t>
            </w:r>
          </w:p>
        </w:tc>
        <w:tc>
          <w:tcPr>
            <w:tcW w:w="2977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溧阳市新昌初级中学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水之殇</w:t>
            </w:r>
          </w:p>
        </w:tc>
        <w:tc>
          <w:tcPr>
            <w:tcW w:w="1417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李诗琼</w:t>
            </w:r>
          </w:p>
        </w:tc>
        <w:tc>
          <w:tcPr>
            <w:tcW w:w="1276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马建兰</w:t>
            </w:r>
          </w:p>
        </w:tc>
        <w:tc>
          <w:tcPr>
            <w:tcW w:w="2977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溧阳市别桥初级中学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水的礼赞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郑婷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刘晓芬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常州市焦溪初级中学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孙源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刘璐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常州市河海中学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姜欣宇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芦启顺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常州市河海中学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你是我们的母亲</w:t>
            </w:r>
          </w:p>
        </w:tc>
        <w:tc>
          <w:tcPr>
            <w:tcW w:w="1417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吴昱磊</w:t>
            </w:r>
          </w:p>
        </w:tc>
        <w:tc>
          <w:tcPr>
            <w:tcW w:w="1276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居珠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溧阳市第六中学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沈渲</w:t>
            </w:r>
          </w:p>
        </w:tc>
        <w:tc>
          <w:tcPr>
            <w:tcW w:w="1276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潘丽英</w:t>
            </w:r>
          </w:p>
        </w:tc>
        <w:tc>
          <w:tcPr>
            <w:tcW w:w="2977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溧阳市第六中学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无·水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苏旖宁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荆波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赞水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张可滢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荆波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你的眼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黄天舒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赵莹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问世间水为何物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王晶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许立新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常州市武进区潘家初级中学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水的礼赞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蒋璐伊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强燕华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常州市武进区潘家初级中学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生命如水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张冉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赵琪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常州市朝阳中学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冉煜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力娟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常州市朝阳中学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产启磊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朱烨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常州市实验初级中学天宁分校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李丞焓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常州市郑陆初级中学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那滴水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王立龙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岳瑛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常州市兰陵中学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沁园春·水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魏含章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孙鑫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常州市第二十四中学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王歆钰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金坛区第二中学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水之殇</w:t>
            </w:r>
            <w:r w:rsidRPr="00D911A1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吴钰滢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祁彩琴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新北区吕墅中学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水中的生命</w:t>
            </w:r>
          </w:p>
        </w:tc>
        <w:tc>
          <w:tcPr>
            <w:tcW w:w="1417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刘堂鑫</w:t>
            </w:r>
          </w:p>
        </w:tc>
        <w:tc>
          <w:tcPr>
            <w:tcW w:w="1276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谢月仙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金坛区第三中学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水意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金洁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陶云燕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常州市泰村实验学校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水赞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葛雨晴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吴秋萍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武进区运村实验学校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梦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戴仕惠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张丽娜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常州市遥观初级中学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水之恋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林苏萍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周文婷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水的意义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朱承欣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张译文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陆尹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刘慧娟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一滴水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龚思钰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鲍艳青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奔流不息的生命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刘淑媛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范宇航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常州市勤业中学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张梓杰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陈华娟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常州市勤业中学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刘元浩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陈华娟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常州市勤业中学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梦水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庞翕予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王一诺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常州市勤业中学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为水而战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殷鸣瑞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范美娟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常州市勤业中学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魏梦晴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姚炳华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常州市潞城中学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金新宇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薛雯艳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武进区东安实验中学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刘朝林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林苏华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武进区东安实验中学</w:t>
            </w:r>
          </w:p>
        </w:tc>
      </w:tr>
      <w:tr w:rsidR="00C34411" w:rsidRPr="00036F75" w:rsidTr="006F090A">
        <w:trPr>
          <w:trHeight w:val="405"/>
          <w:jc w:val="center"/>
        </w:trPr>
        <w:tc>
          <w:tcPr>
            <w:tcW w:w="8379" w:type="dxa"/>
            <w:gridSpan w:val="5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三等奖（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101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6F090A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417" w:type="dxa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作者姓名</w:t>
            </w:r>
          </w:p>
        </w:tc>
        <w:tc>
          <w:tcPr>
            <w:tcW w:w="1276" w:type="dxa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2977" w:type="dxa"/>
            <w:gridSpan w:val="2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幽谷水境</w:t>
            </w:r>
          </w:p>
        </w:tc>
        <w:tc>
          <w:tcPr>
            <w:tcW w:w="1417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王彤</w:t>
            </w:r>
          </w:p>
        </w:tc>
        <w:tc>
          <w:tcPr>
            <w:tcW w:w="1276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吴春花</w:t>
            </w:r>
          </w:p>
        </w:tc>
        <w:tc>
          <w:tcPr>
            <w:tcW w:w="2977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武进区雪堰初级中学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兰程颖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于小清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常州市新北区龙虎塘中学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鹧鸪天·水源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陈则培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颜梅英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常州市新北区龙虎塘中学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希望之水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赵菲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吕高强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溧阳市绸缪实验学校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一泓清泉</w:t>
            </w:r>
          </w:p>
        </w:tc>
        <w:tc>
          <w:tcPr>
            <w:tcW w:w="1417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史紫怡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吕高强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溧阳市绸缪实验学校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追寻</w:t>
            </w:r>
          </w:p>
        </w:tc>
        <w:tc>
          <w:tcPr>
            <w:tcW w:w="1417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薛丹妮</w:t>
            </w:r>
          </w:p>
        </w:tc>
        <w:tc>
          <w:tcPr>
            <w:tcW w:w="1276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费颖</w:t>
            </w:r>
          </w:p>
        </w:tc>
        <w:tc>
          <w:tcPr>
            <w:tcW w:w="2977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源头活水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王舒林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吴敏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水之轻，水之重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李畅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陆忠元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武进嘉泽初级中学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武陵春·天下无水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郑炎匀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吴志方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武进嘉泽初级中学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水的赞歌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蒋露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杨亚娟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武进区礼河实验学校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游明湖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梅梦沂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费寒芳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武进区洛阳初级中学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那滴水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王苏悦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俞红亚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武进区礼河实验学校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李新越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姜舒艳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武进区礼河实验学校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李艳华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俞红亚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武进区礼河实验学校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庄琦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张健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武进区礼河实验学校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王晨宇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张健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武进区礼河实验学校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啊·水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王奕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李慧东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武进区礼河实验学校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四季的更迭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杨光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常州市正衡中学天宁分校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奔腾的生命之泉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王心怡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祁芬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常州市湖塘桥初级中学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高建伟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杨丹萍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常州市湖塘桥初级中学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戴慧娴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方清荣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武进区剑湖实验学校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我是一泓清泉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周芷轩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仇亚文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武进区芙蓉初级中学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水之舞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戚露露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袁奕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武进区成章初级中学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识水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陈小易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侯雪华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金坛区直溪中学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母亲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赵悦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许小东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武进区牛塘初级中学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生命之水育生灵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谢雯静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蔡玉萍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常州市同济中学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水之思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常妍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胡文男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常州市同济中学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杭天熠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丁远红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蒋雨菁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邹清虎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溯源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李罗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闵慧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金坛区洮西中学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水之歌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赵妤蕾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伍玉娟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常州市焦溪初级中学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苏舜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徐艳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常州市河海中学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张海韵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唐新亚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常州市河海中学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水之颂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谭莹莹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芦启顺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常州市河海中学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张滋含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潘丽英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溧阳市第六中学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水之色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法舟阳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赵华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溧阳市第六中学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水·生命·希望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吕依洋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曹科鸣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溧阳市第六中学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思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单舒意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赵莹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水·万物之源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陈涵冰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荆波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生命如水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秦天昊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莫谢斐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曾经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张茗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莫谢斐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水之颂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刘佳轩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丁远红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逃走的水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陈贝伦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张鸿雁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  <w:r w:rsidRPr="00D911A1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生命之泉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朱铭瑶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张鸿雁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陈宇轩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张鸿雁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生命之泉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李运杰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许立新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常州市武进区潘家初级中学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掬一捧清水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许仟慧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杜剑业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常州市武进区潘家初级中学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赋·生命之水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张意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强燕华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常州市武进区潘家初级中学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王微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强燕华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常州市武进区潘家初级中学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许萌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周蓓姿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常州市朝阳中学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水的文化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蒋子熠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周蓓姿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常州市朝阳中学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水之韵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蒋博文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赵琪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常州市朝阳中学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生命之源</w:t>
            </w:r>
            <w:r w:rsidRPr="00D911A1">
              <w:rPr>
                <w:rFonts w:ascii="仿宋_GB2312" w:eastAsia="仿宋_GB2312" w:hAnsi="宋体" w:cs="仿宋_GB2312"/>
                <w:color w:val="000000"/>
                <w:kern w:val="0"/>
              </w:rPr>
              <w:t>-</w:t>
            </w: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印怡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王慧琴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常州市卜弋中学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昌天赐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蒋春芳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金坛区第五中学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水音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周用枰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田邢兵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金坛区水北中学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失去知觉的心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陈增花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陆群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常州市郑陆初级中学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生命之源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唐烨楠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陆群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常州市郑陆初级中学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鲍文锦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岳瑛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常州市兰陵中学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那滴水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沈建伟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汤晓曦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常州市新闸中学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潮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陶原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王敏秋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常州市第二十四中学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水声凄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徐开诚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梁增红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常州市第二十四中学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水·愿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张弛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孙鑫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常州市第二十四中学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倪心怡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江军香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金坛区第二中学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我骄傲，我是一滴水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江念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邹小兵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金坛区第二中学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水与人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刘晓天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谢丽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常州市新北区吕墅中学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巢奕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朱祥姝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常州市新北区吕墅中学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薛枫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薛仁娟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武进区湟里初级中学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临江仙·潮水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吴昕凝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刘怡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武进区前黄实验学校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向生命之水致敬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王佳蕙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李久和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常州市实验初级中学天宁分校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胡康平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张勤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常州市实验初级中学天宁分校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柴子巍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朱烨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常州市实验初级中学天宁分校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韩兵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朱烨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常州市实验初级中学天宁分校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林间遇溪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丁昱杰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韩亚文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雨霖铃·梦潋滟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康乐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李敏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溧阳市后周初级中学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雨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卢清清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张丽娜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武进区遥观初级中学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雨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郭帅子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张丽娜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武进区遥观初级中学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朱辰旭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刘慧娟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金鑫怡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曹丽丽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顾丹澜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张译文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季洁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张译文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钱钰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张译文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水的足迹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戚舒桐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张译文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张悦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杨华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源末之水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薛星琰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刘慧娟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生命之源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卞文涛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刘慧娟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周佳媛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周文婷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盼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陈飞扬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吕正颖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常州市勤业中学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张可欣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范宇航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常州市勤业中学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  <w:r w:rsidRPr="00D911A1">
              <w:rPr>
                <w:rFonts w:ascii="仿宋_GB2312" w:eastAsia="仿宋_GB2312" w:hAnsi="宋体" w:cs="仿宋_GB2312"/>
                <w:color w:val="000000"/>
                <w:kern w:val="0"/>
              </w:rPr>
              <w:t>-</w:t>
            </w: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万物之源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唐安琳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范宇航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常州市勤业中学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陈津津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陈华娟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常州市勤业中学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咏水吟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倪莹莹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陶莹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常州市勤业中学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马怡然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吴妍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常州市勤业中学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生命的始终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孙琪云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陶莹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常州市勤业中学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水之心声</w:t>
            </w:r>
            <w:r w:rsidRPr="00D911A1">
              <w:rPr>
                <w:rFonts w:ascii="仿宋_GB2312" w:eastAsia="仿宋_GB2312" w:hAnsi="宋体" w:cs="仿宋_GB2312"/>
                <w:color w:val="000000"/>
                <w:kern w:val="0"/>
              </w:rPr>
              <w:t>--</w:t>
            </w: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水，生命的源泉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吴方晴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范美娟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常州市勤业中学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你</w:t>
            </w:r>
            <w:r w:rsidRPr="00D911A1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姚梦菲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范美娟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常州市勤业中学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水性缠绵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张雅淇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范美娟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常州市勤业中学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碧水万顷，节约为始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胡惜爱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汤琳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水祭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江瑞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史莉娜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常州市潞城中学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惜水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郭夏平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蒋亚玉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武进区东安实验中学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水之源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孙嘉敏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薛雯艳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武进区东安实验中学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417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张琪俊</w:t>
            </w:r>
          </w:p>
        </w:tc>
        <w:tc>
          <w:tcPr>
            <w:tcW w:w="12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段玉娇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新北区圩塘中学</w:t>
            </w:r>
          </w:p>
        </w:tc>
      </w:tr>
    </w:tbl>
    <w:p w:rsidR="00C34411" w:rsidRDefault="00C34411" w:rsidP="00D911A1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</w:p>
    <w:p w:rsidR="00C34411" w:rsidRPr="00D911A1" w:rsidRDefault="00C34411" w:rsidP="006F090A">
      <w:pPr>
        <w:widowControl/>
        <w:jc w:val="left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Times New Roman"/>
          <w:kern w:val="0"/>
          <w:sz w:val="44"/>
          <w:szCs w:val="44"/>
        </w:rPr>
        <w:br w:type="page"/>
      </w: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第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十</w:t>
      </w: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届“生命之水”主题教育活动获奖作品</w:t>
      </w:r>
      <w:r w:rsidRPr="0057789A"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  <w:t xml:space="preserve">                                   </w:t>
      </w:r>
    </w:p>
    <w:p w:rsidR="00C34411" w:rsidRDefault="00C34411" w:rsidP="00571CBA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（高中诗词）</w:t>
      </w:r>
    </w:p>
    <w:tbl>
      <w:tblPr>
        <w:tblW w:w="9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53"/>
        <w:gridCol w:w="1018"/>
        <w:gridCol w:w="1343"/>
        <w:gridCol w:w="4266"/>
      </w:tblGrid>
      <w:tr w:rsidR="00C34411" w:rsidRPr="00036F75" w:rsidTr="006F090A">
        <w:trPr>
          <w:trHeight w:val="614"/>
          <w:jc w:val="center"/>
        </w:trPr>
        <w:tc>
          <w:tcPr>
            <w:tcW w:w="9380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一等奖（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4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53" w:type="dxa"/>
            <w:noWrap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018" w:type="dxa"/>
            <w:noWrap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343" w:type="dxa"/>
            <w:noWrap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4266" w:type="dxa"/>
            <w:noWrap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5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护水行</w:t>
            </w:r>
          </w:p>
        </w:tc>
        <w:tc>
          <w:tcPr>
            <w:tcW w:w="1018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申青</w:t>
            </w:r>
          </w:p>
        </w:tc>
        <w:tc>
          <w:tcPr>
            <w:tcW w:w="1343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张素美</w:t>
            </w:r>
          </w:p>
        </w:tc>
        <w:tc>
          <w:tcPr>
            <w:tcW w:w="426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金坛区第一中学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5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断水谣</w:t>
            </w:r>
          </w:p>
        </w:tc>
        <w:tc>
          <w:tcPr>
            <w:tcW w:w="1018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蒋瑞铖</w:t>
            </w:r>
          </w:p>
        </w:tc>
        <w:tc>
          <w:tcPr>
            <w:tcW w:w="1343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吴虹萍</w:t>
            </w:r>
          </w:p>
        </w:tc>
        <w:tc>
          <w:tcPr>
            <w:tcW w:w="426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5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圣洁之泪</w:t>
            </w:r>
          </w:p>
        </w:tc>
        <w:tc>
          <w:tcPr>
            <w:tcW w:w="1018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强薇</w:t>
            </w:r>
          </w:p>
        </w:tc>
        <w:tc>
          <w:tcPr>
            <w:tcW w:w="1343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吴许芬</w:t>
            </w:r>
          </w:p>
        </w:tc>
        <w:tc>
          <w:tcPr>
            <w:tcW w:w="426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常州刘国钧高等职业技术学校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5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古今水河吟</w:t>
            </w:r>
          </w:p>
        </w:tc>
        <w:tc>
          <w:tcPr>
            <w:tcW w:w="1018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赵凌</w:t>
            </w:r>
          </w:p>
        </w:tc>
        <w:tc>
          <w:tcPr>
            <w:tcW w:w="1343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李学鹏</w:t>
            </w:r>
          </w:p>
        </w:tc>
        <w:tc>
          <w:tcPr>
            <w:tcW w:w="426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江苏省常州高级中学</w:t>
            </w:r>
          </w:p>
        </w:tc>
      </w:tr>
      <w:tr w:rsidR="00C34411" w:rsidRPr="00036F75" w:rsidTr="006F090A">
        <w:trPr>
          <w:trHeight w:val="660"/>
          <w:jc w:val="center"/>
        </w:trPr>
        <w:tc>
          <w:tcPr>
            <w:tcW w:w="9380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二等奖（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7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53" w:type="dxa"/>
            <w:noWrap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018" w:type="dxa"/>
            <w:noWrap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343" w:type="dxa"/>
            <w:noWrap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4266" w:type="dxa"/>
            <w:noWrap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5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纸船</w:t>
            </w:r>
          </w:p>
        </w:tc>
        <w:tc>
          <w:tcPr>
            <w:tcW w:w="1018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周旻</w:t>
            </w:r>
          </w:p>
        </w:tc>
        <w:tc>
          <w:tcPr>
            <w:tcW w:w="1343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周虹</w:t>
            </w:r>
          </w:p>
        </w:tc>
        <w:tc>
          <w:tcPr>
            <w:tcW w:w="426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5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百川</w:t>
            </w:r>
          </w:p>
        </w:tc>
        <w:tc>
          <w:tcPr>
            <w:tcW w:w="1018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韩嘉庚</w:t>
            </w:r>
          </w:p>
        </w:tc>
        <w:tc>
          <w:tcPr>
            <w:tcW w:w="1343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刘超</w:t>
            </w:r>
          </w:p>
        </w:tc>
        <w:tc>
          <w:tcPr>
            <w:tcW w:w="426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武进区洛阳初级中学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5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水之灵</w:t>
            </w:r>
          </w:p>
        </w:tc>
        <w:tc>
          <w:tcPr>
            <w:tcW w:w="1018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韦林灏</w:t>
            </w:r>
          </w:p>
        </w:tc>
        <w:tc>
          <w:tcPr>
            <w:tcW w:w="1343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虞春香</w:t>
            </w:r>
          </w:p>
        </w:tc>
        <w:tc>
          <w:tcPr>
            <w:tcW w:w="426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金坛区第四中学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5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缘</w:t>
            </w:r>
          </w:p>
        </w:tc>
        <w:tc>
          <w:tcPr>
            <w:tcW w:w="1018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赵文彦</w:t>
            </w:r>
          </w:p>
        </w:tc>
        <w:tc>
          <w:tcPr>
            <w:tcW w:w="1343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王燕平</w:t>
            </w:r>
          </w:p>
        </w:tc>
        <w:tc>
          <w:tcPr>
            <w:tcW w:w="426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江苏省武进高级中学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5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018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章蓝心</w:t>
            </w:r>
          </w:p>
        </w:tc>
        <w:tc>
          <w:tcPr>
            <w:tcW w:w="1343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426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常州市田家炳高级中学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5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对江河的浅吟低唱</w:t>
            </w:r>
          </w:p>
        </w:tc>
        <w:tc>
          <w:tcPr>
            <w:tcW w:w="1018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谈凯悦</w:t>
            </w:r>
          </w:p>
        </w:tc>
        <w:tc>
          <w:tcPr>
            <w:tcW w:w="1343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李学鹏</w:t>
            </w:r>
          </w:p>
        </w:tc>
        <w:tc>
          <w:tcPr>
            <w:tcW w:w="426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江苏省常州高级中学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5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是你</w:t>
            </w:r>
          </w:p>
        </w:tc>
        <w:tc>
          <w:tcPr>
            <w:tcW w:w="1018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孙宁</w:t>
            </w:r>
          </w:p>
        </w:tc>
        <w:tc>
          <w:tcPr>
            <w:tcW w:w="1343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李学鹏</w:t>
            </w:r>
          </w:p>
        </w:tc>
        <w:tc>
          <w:tcPr>
            <w:tcW w:w="426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江苏省常州高级中学</w:t>
            </w:r>
          </w:p>
        </w:tc>
      </w:tr>
      <w:tr w:rsidR="00C34411" w:rsidRPr="00036F75" w:rsidTr="006F090A">
        <w:trPr>
          <w:trHeight w:val="660"/>
          <w:jc w:val="center"/>
        </w:trPr>
        <w:tc>
          <w:tcPr>
            <w:tcW w:w="9380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三等奖（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10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300"/>
          <w:jc w:val="center"/>
        </w:trPr>
        <w:tc>
          <w:tcPr>
            <w:tcW w:w="2753" w:type="dxa"/>
            <w:noWrap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018" w:type="dxa"/>
            <w:noWrap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343" w:type="dxa"/>
            <w:noWrap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4266" w:type="dxa"/>
            <w:noWrap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5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虚无</w:t>
            </w:r>
          </w:p>
        </w:tc>
        <w:tc>
          <w:tcPr>
            <w:tcW w:w="1018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王应秋</w:t>
            </w:r>
          </w:p>
        </w:tc>
        <w:tc>
          <w:tcPr>
            <w:tcW w:w="1343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刘超</w:t>
            </w:r>
          </w:p>
        </w:tc>
        <w:tc>
          <w:tcPr>
            <w:tcW w:w="426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武进区洛阳初级中学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5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咏世清</w:t>
            </w:r>
          </w:p>
        </w:tc>
        <w:tc>
          <w:tcPr>
            <w:tcW w:w="1018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周煦人</w:t>
            </w:r>
          </w:p>
        </w:tc>
        <w:tc>
          <w:tcPr>
            <w:tcW w:w="1343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陈敏</w:t>
            </w:r>
          </w:p>
        </w:tc>
        <w:tc>
          <w:tcPr>
            <w:tcW w:w="426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常州刘国钧高等职业技术学校</w:t>
            </w:r>
          </w:p>
        </w:tc>
      </w:tr>
      <w:tr w:rsidR="00C34411" w:rsidRPr="00036F75" w:rsidTr="006F090A">
        <w:trPr>
          <w:trHeight w:val="300"/>
          <w:jc w:val="center"/>
        </w:trPr>
        <w:tc>
          <w:tcPr>
            <w:tcW w:w="275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她，走过</w:t>
            </w:r>
          </w:p>
        </w:tc>
        <w:tc>
          <w:tcPr>
            <w:tcW w:w="1018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周家振</w:t>
            </w:r>
          </w:p>
        </w:tc>
        <w:tc>
          <w:tcPr>
            <w:tcW w:w="1343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马丽雅</w:t>
            </w:r>
          </w:p>
        </w:tc>
        <w:tc>
          <w:tcPr>
            <w:tcW w:w="426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溧阳市埭头中学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5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018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许诺</w:t>
            </w:r>
          </w:p>
        </w:tc>
        <w:tc>
          <w:tcPr>
            <w:tcW w:w="1343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戴宏艳</w:t>
            </w:r>
          </w:p>
        </w:tc>
        <w:tc>
          <w:tcPr>
            <w:tcW w:w="426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金坛区第四中学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5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018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徐逸菲</w:t>
            </w:r>
          </w:p>
        </w:tc>
        <w:tc>
          <w:tcPr>
            <w:tcW w:w="1343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陈亚莉</w:t>
            </w:r>
          </w:p>
        </w:tc>
        <w:tc>
          <w:tcPr>
            <w:tcW w:w="426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常州市三河口高级中学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5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水问</w:t>
            </w:r>
          </w:p>
        </w:tc>
        <w:tc>
          <w:tcPr>
            <w:tcW w:w="1018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张佳宁</w:t>
            </w:r>
          </w:p>
        </w:tc>
        <w:tc>
          <w:tcPr>
            <w:tcW w:w="1343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426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金坛区第一中学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5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水之交响曲</w:t>
            </w:r>
          </w:p>
        </w:tc>
        <w:tc>
          <w:tcPr>
            <w:tcW w:w="1018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沈天翔</w:t>
            </w:r>
          </w:p>
        </w:tc>
        <w:tc>
          <w:tcPr>
            <w:tcW w:w="1343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王艳</w:t>
            </w:r>
          </w:p>
        </w:tc>
        <w:tc>
          <w:tcPr>
            <w:tcW w:w="426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武进开放大学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5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生命之源</w:t>
            </w:r>
          </w:p>
        </w:tc>
        <w:tc>
          <w:tcPr>
            <w:tcW w:w="1018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褚佳凡</w:t>
            </w:r>
          </w:p>
        </w:tc>
        <w:tc>
          <w:tcPr>
            <w:tcW w:w="1343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朱明磊</w:t>
            </w:r>
          </w:p>
        </w:tc>
        <w:tc>
          <w:tcPr>
            <w:tcW w:w="426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江苏省武进高级中学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5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玉英</w:t>
            </w:r>
          </w:p>
        </w:tc>
        <w:tc>
          <w:tcPr>
            <w:tcW w:w="1018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吴玥</w:t>
            </w:r>
          </w:p>
        </w:tc>
        <w:tc>
          <w:tcPr>
            <w:tcW w:w="1343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426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常州市田家炳高级中学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5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水的印记</w:t>
            </w:r>
          </w:p>
        </w:tc>
        <w:tc>
          <w:tcPr>
            <w:tcW w:w="1018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陈纪杰</w:t>
            </w:r>
          </w:p>
        </w:tc>
        <w:tc>
          <w:tcPr>
            <w:tcW w:w="1343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黄友才</w:t>
            </w:r>
          </w:p>
        </w:tc>
        <w:tc>
          <w:tcPr>
            <w:tcW w:w="426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常州刘国钧高等职业技术学校</w:t>
            </w:r>
          </w:p>
        </w:tc>
      </w:tr>
    </w:tbl>
    <w:p w:rsidR="00C34411" w:rsidRDefault="00C34411" w:rsidP="00D911A1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</w:p>
    <w:p w:rsidR="00C34411" w:rsidRPr="00D911A1" w:rsidRDefault="00C34411" w:rsidP="006F090A">
      <w:pPr>
        <w:widowControl/>
        <w:jc w:val="left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Times New Roman"/>
          <w:kern w:val="0"/>
          <w:sz w:val="44"/>
          <w:szCs w:val="44"/>
        </w:rPr>
        <w:br w:type="page"/>
      </w: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第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十</w:t>
      </w: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届“生命之水”主题教育活动获奖作品</w:t>
      </w:r>
      <w:r w:rsidRPr="0057789A"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  <w:t xml:space="preserve">                                   </w:t>
      </w:r>
    </w:p>
    <w:p w:rsidR="00C34411" w:rsidRDefault="00C34411" w:rsidP="00571CBA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（小学书法）</w:t>
      </w:r>
    </w:p>
    <w:tbl>
      <w:tblPr>
        <w:tblW w:w="83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83"/>
        <w:gridCol w:w="426"/>
        <w:gridCol w:w="141"/>
        <w:gridCol w:w="567"/>
        <w:gridCol w:w="426"/>
        <w:gridCol w:w="141"/>
        <w:gridCol w:w="993"/>
        <w:gridCol w:w="141"/>
        <w:gridCol w:w="142"/>
        <w:gridCol w:w="3119"/>
      </w:tblGrid>
      <w:tr w:rsidR="00C34411" w:rsidRPr="00036F75" w:rsidTr="006F090A">
        <w:trPr>
          <w:trHeight w:val="660"/>
          <w:jc w:val="center"/>
        </w:trPr>
        <w:tc>
          <w:tcPr>
            <w:tcW w:w="8379" w:type="dxa"/>
            <w:gridSpan w:val="10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一等奖（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30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50" w:type="dxa"/>
            <w:gridSpan w:val="3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993" w:type="dxa"/>
            <w:gridSpan w:val="2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134" w:type="dxa"/>
            <w:gridSpan w:val="2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402" w:type="dxa"/>
            <w:gridSpan w:val="3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50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芙蓉楼送辛渐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张茜媛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郑守亮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博爱教育集团怡康校区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50" w:type="dxa"/>
            <w:gridSpan w:val="3"/>
            <w:vAlign w:val="center"/>
          </w:tcPr>
          <w:p w:rsidR="00C34411" w:rsidRPr="00D911A1" w:rsidRDefault="00C34411" w:rsidP="001A30A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晓过鸳湖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秦若琳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钱红芬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常州怀德教育集团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50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苏轼惠崇春江晚景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沐心语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钱红芬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常州怀德教育集团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50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惠崇春江晓景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张子恬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张亚明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常州市戚墅堰东方小学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50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范仲淹苏幕遮词一首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顾晨煜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冯淼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常州市博爱小学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50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苏轼定风波·莫听穿林打叶声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张益嘉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姜汶青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常州市博爱小学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50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元稹诗一首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朱思涵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姜汶青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常州市博爱小学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50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古诗一首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蒋沛芝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王霖晓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常州市朝阳桥小学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50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古诗一首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周禹宸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吕建荣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金坛区华罗庚实验学校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50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苏东坡诗词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余思源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张亚明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常州市局前街小学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50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苏幕遮·怀旧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丁旭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郭花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50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古人诗一首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荆熙尧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唐姣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常州市实验小学教育集团平冈校区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50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古人诗一首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陆彦冰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唐姣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常州市实验小学教育集团平冈校区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50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古人诗一首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罗湘缘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唐姣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常州市实验小学教育集团平冈校区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50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古诗一首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祁竞贤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吴涧芳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武进区湖塘桥第二实验小学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50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古诗二首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罗瑜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薛姣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常州市武进区花园小学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50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古诗二首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麻鹏达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薛姣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常州市武进区花园小学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50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古诗二首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徐文烨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薛姣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常州市武进区花园小学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50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江畔独步寻花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许芯月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章志英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常州市武进区宋剑湖小学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50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诗二首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谢许轶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章志英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常州市武进区宋剑湖小学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50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唐诗一首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丁晓茜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刘伟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常州市延陵小学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50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行书中堂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傅椤宸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谢卫平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金坛区河滨小学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50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刘轩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刘芬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50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喜雨诗数则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杨敏艺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孙琪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50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喜雨诗两则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徐铭梓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孙琪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50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古乐府长歌行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郭丽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潘春美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武进区庙桥小学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50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何依娜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吴静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武进区星辰实验学校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50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惠崇春江晚景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钱予宸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仇莉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武进区星韵学校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50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古诗词条幅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陆燕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蔡庆霞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邹区实验小学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50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古诗词条幅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周培悦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吴文艳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邹区实验小学</w:t>
            </w:r>
          </w:p>
        </w:tc>
      </w:tr>
      <w:tr w:rsidR="00C34411" w:rsidRPr="00036F75" w:rsidTr="006F090A">
        <w:trPr>
          <w:trHeight w:val="660"/>
          <w:jc w:val="center"/>
        </w:trPr>
        <w:tc>
          <w:tcPr>
            <w:tcW w:w="8379" w:type="dxa"/>
            <w:gridSpan w:val="10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二等奖（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46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275" w:type="dxa"/>
            <w:gridSpan w:val="4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276" w:type="dxa"/>
            <w:gridSpan w:val="3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119" w:type="dxa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天净沙·春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杨轹文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纪海荣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新北区国英小学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古诗一首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周泓妤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夏俭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武进区横林实验小学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苏东坡诗一首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陈子涵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承斐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惠崇春江晚景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颜欣钰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吴锦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花园小学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古诗二首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秦康弘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薛皎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花园小学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楹联一首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谢天屹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曹钰皎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金坛区华罗庚实验学校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霜天晓角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杨君泓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钱红芬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常州怀德教育集团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观沧海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江奕之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沈阳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常州市解放路小学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离思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陈宋承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白淑婷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常州市解放路小学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唐诗二首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徐书悦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黄春根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金坛区朝阳小学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刘长卿诗二首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余昱璇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黄春根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金坛区朝阳小学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宋词二首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荆可欣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黄春根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金坛区朝阳小学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楷书·金谷园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潘梦洁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谢振宇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常州市兰陵中学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古诗一首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张艺诚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徐小叶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武进区礼河实验小学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地球上的最后一滴水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史天琪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吕建新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溧阳市埭头中心小学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水是生命之源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乐家齐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陈建国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溧阳市周城小学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王禹偁词一首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袁梓恒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江健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常州市龙城小学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林感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薛薇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常州市博爱教育集团龙锦小学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小池、池州翠微亭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张千千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潘春美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武进区庙桥小学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水是生命之源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朱李李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高丽娟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常州市戚墅堰东方小学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李白韩愈诗二首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张依彦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许波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武进牛塘中心小学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六月二十七日望湖楼醉书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许辰轩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冯素芬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武进区村前小学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刘逸轩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张荷香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武进区湖塘桥第二实验小学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古诗一首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时鑫晨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玉苏君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武进区礼嘉中心小学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五代韦庄诗一首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夏婕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徐竹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武进区李公朴小学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楷书钱塘湖春行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虞佳宜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吴琳娜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武进区洛阳中心小学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白梅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谈佳琦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陈英芬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武进区洛阳中心小学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山水诗三首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徐悦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蒋惠芬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武进区马杭中心小学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黄河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周婕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蒋惠芬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武进区马杭中心小学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舟行碧波诗三首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蒋瑶卿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蒋惠芬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武进区马杭中心小学</w:t>
            </w:r>
          </w:p>
        </w:tc>
      </w:tr>
      <w:tr w:rsidR="00C34411" w:rsidRPr="00036F75" w:rsidTr="006F090A">
        <w:trPr>
          <w:trHeight w:val="289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春涧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陈慧琳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蒋惠芬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武进区马杭中心小学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李白将进酒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王佳欣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谢建东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武进区南夏墅中心小学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上善若水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蒋子涵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章志英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武进区宋剑湖小学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春夜喜雨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秦睿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徐姣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武进区星河小学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山居秋暝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凌旺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仇莉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武进区星韵小学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古诗二首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邓欣甜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仇莉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武进区星韵小学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古诗二首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戚潇逸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仇莉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武进区星韵小学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秋登宣城谢眺北陵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邵双瑞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仇莉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武进区星韵小学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节水诗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沈乐晔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黄牛伢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武进区寨桥小学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李白诗·峨眉山月歌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吴亦禾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吴建平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武进区夏溪小学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芙蓉楼送辛渐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钱昕漪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王冰清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香梅小学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古诗一首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王心瑜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杨旭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新北区国英小学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节水诗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曾烨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黄牛伢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武进区寨桥小学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黄鹤楼送孟浩然之广陵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蒋旦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黄牛伢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武进区寨桥小学</w:t>
            </w:r>
          </w:p>
        </w:tc>
      </w:tr>
      <w:tr w:rsidR="00C34411" w:rsidRPr="00036F75" w:rsidTr="006F090A">
        <w:trPr>
          <w:trHeight w:val="289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古诗词条幅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陈可欣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周素霞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邹区实验小学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709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古诗词条幅</w:t>
            </w:r>
          </w:p>
        </w:tc>
        <w:tc>
          <w:tcPr>
            <w:tcW w:w="1275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张睿希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吴文艳</w:t>
            </w:r>
          </w:p>
        </w:tc>
        <w:tc>
          <w:tcPr>
            <w:tcW w:w="3119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邹区实验小学</w:t>
            </w:r>
          </w:p>
        </w:tc>
      </w:tr>
      <w:tr w:rsidR="00C34411" w:rsidRPr="00036F75" w:rsidTr="006F090A">
        <w:trPr>
          <w:trHeight w:val="660"/>
          <w:jc w:val="center"/>
        </w:trPr>
        <w:tc>
          <w:tcPr>
            <w:tcW w:w="8379" w:type="dxa"/>
            <w:gridSpan w:val="10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三等奖（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75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134" w:type="dxa"/>
            <w:gridSpan w:val="3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701" w:type="dxa"/>
            <w:gridSpan w:val="4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261" w:type="dxa"/>
            <w:gridSpan w:val="2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居科宇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沈晓楠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饮湖上初晴雨后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蔡传清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沈晓楠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古诗一首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施妤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周婷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常州市博爱教育集团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古诗一首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陆韬宇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薛法明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武进区雪堰中心小学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古诗一首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谢雨桐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谢振宇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常州市朝阳桥小学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兰亭序</w:t>
            </w:r>
          </w:p>
        </w:tc>
        <w:tc>
          <w:tcPr>
            <w:tcW w:w="1134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汪雪滢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王霖晓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常州市朝阳桥小学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古诗四首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缪妤嫣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陈红梅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花园小学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水是生命之源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谢文婧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周亚娟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花园小学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古诗一首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许茜然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吕建荣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金坛区华罗庚实验学校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古诗一首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芮宇琪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吕建荣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金坛区华罗庚实验学校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古诗二首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姜昊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吕建荣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金坛区华罗庚实验学校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古诗一首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强宗轩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吕建荣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金坛区华罗庚实验学校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古诗一首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于思涵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吕建荣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金坛区华罗庚实验学校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小池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耿沐鋆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钱红芬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常州怀德教育集团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次北固山下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陈泠汐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白淑婷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常州市解放路小学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欧阳修采桑子二首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安钰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黄春根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金坛区朝阳小学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杜甫诗二首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陈文喆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黄春根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金坛区朝阳小学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楷书中堂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张天羽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谢卫平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金坛区河滨小学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兰亭序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苏杨帆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蒋华平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金坛区河滨小学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干字文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贡炎文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蒋华平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金坛区河滨小学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望海潮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彭梦萱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汤俊燕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金坛区指前实验学校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李白诗一首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虞涵琚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彭衷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溧城中心小学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王维诗一首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王喆文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彭衷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溧城中心小学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秋山江河联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金涛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姚洁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溧阳市外国语学校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节选</w:t>
            </w:r>
            <w:r w:rsidRPr="00D911A1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陈怡彤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陈建国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溧阳市周城小学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古诗两首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李楠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潘春美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武进区庙桥小学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古诗三首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任婉妍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潘春美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武进区庙桥小学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古诗两首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张笑笑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潘春美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武进区庙桥小学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古诗两首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查子妍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潘春美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武进区庙桥小学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水，生命源泉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翟涵希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张玲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常州市戚墅堰东方小学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生命之源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丁天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高丽娟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常州市戚墅堰东方小学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王孟涛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金花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常州市戚墅堰东方小学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春城条幅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张采文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王慧娟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新北区三井实验小学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杨万里诗一首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吴欣芸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许波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武进牛塘中心小学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古诗两首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方艳姿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王晓玲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武进区漕桥小学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古诗一首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蔡英杰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蒋惠苹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武进区城东小学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古诗二首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吴佳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蒋惠苹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武进区城东小学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古诗一首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刘思童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蒋惠苹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武进区城东小学</w:t>
            </w:r>
          </w:p>
        </w:tc>
      </w:tr>
      <w:tr w:rsidR="00C34411" w:rsidRPr="00036F75" w:rsidTr="006F090A">
        <w:trPr>
          <w:trHeight w:val="323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忆江南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李梦婷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冯素芬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武进区村前小学</w:t>
            </w:r>
          </w:p>
        </w:tc>
      </w:tr>
      <w:tr w:rsidR="00C34411" w:rsidRPr="00036F75" w:rsidTr="006F090A">
        <w:trPr>
          <w:trHeight w:val="323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春夜喜雨、山居秋暝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李煜昊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岳晓春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武进区芙蓉小学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古诗一首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沈贝宁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崔佳竹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武进区横林中心小学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对联一副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陆佳源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崔佳竹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武进区横林中心小学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山水诗（一）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刘阳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陈勇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武进区厚余小学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山水诗（二）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李佳茹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陈勇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武进区厚余小学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古诗两首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黄凯煊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承斐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武进区湖塘桥实验小学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朱熹诗一首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尤佳琪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孙琪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喜雨古诗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陆彦霏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孙琪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武进区湖塘桥中心小学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王清翊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潘春霞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武进区湟里中心小学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古诗二首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朱妤捷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徐竹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武进区李公朴小学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千字文摘抄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郭璐瑶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张玲珑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武进区刘海粟小学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西湖朝雨诗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李欣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蒋惠芬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武进区马杭中心小学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水清石出联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尹佳旋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蒋惠芬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武进区马杭中心小学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赠汪伦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孙旭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刘霁红、梁黎丽</w:t>
            </w:r>
          </w:p>
        </w:tc>
        <w:tc>
          <w:tcPr>
            <w:tcW w:w="3261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武进区南塘桥小学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古诗一首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宋徐琳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徐晓明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武进区南夏墅中心小学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庄子选句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符家铖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徐晓明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武进区南夏墅中心小学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惠崇春江晚景二首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周铭阳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丁瑜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常州外国语学校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岑参诗一首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钱琪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蒋建刚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武进区南宅实验学校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春夜喜雨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曾星力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许波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武进区牛塘中心小学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春日诗一首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王一多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许波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武进区牛塘中心小学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文天祥诗一首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王钰淇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许波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武进区牛塘中心小学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书湖阳先生壁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宋浩宇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章志英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武进区宋剑湖小学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苗培林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章志英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武进区宋剑湖小学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长歌行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叶升兰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徐姣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武进区星河小学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道德经选段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申镜非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李青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武进区星河小学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古诗一首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张鹏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秦雯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常州市武进区星河实验小学分校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古诗一首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夏蒙轩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秦雯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常州市武进区星河实验小学分校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古诗饮湖上初晴后雨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顾芷涵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王丽萍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武进区遥观中心小学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苏轼赤壁怀右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恽安琪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王丽萍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武进区遥观中心小学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节水诗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陈慧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黄牛伢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武进区寨桥小学</w:t>
            </w:r>
          </w:p>
        </w:tc>
      </w:tr>
      <w:tr w:rsidR="00C34411" w:rsidRPr="00036F75" w:rsidTr="006F090A">
        <w:trPr>
          <w:trHeight w:val="30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小池诗一首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卢意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谢建东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武进区南夏墅中心小学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智者乐水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贡书遥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贡剑锋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新北安家中心小学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古诗一首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邱心阳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邱亚宏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新北安家中心小学</w:t>
            </w:r>
          </w:p>
        </w:tc>
      </w:tr>
      <w:tr w:rsidR="00C34411" w:rsidRPr="00036F75" w:rsidTr="006F090A">
        <w:trPr>
          <w:trHeight w:val="312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好雨中堂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霍禹铭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王惠娟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常州市新北区三井实验小学</w:t>
            </w:r>
          </w:p>
        </w:tc>
      </w:tr>
      <w:tr w:rsidR="00C34411" w:rsidRPr="00036F75" w:rsidTr="006F090A">
        <w:trPr>
          <w:trHeight w:val="278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春江花月夜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魏嘉玮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谢双跃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常州市新北区孟河中心小学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283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饮湖上初晴雨后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顾芷涵</w:t>
            </w:r>
          </w:p>
        </w:tc>
        <w:tc>
          <w:tcPr>
            <w:tcW w:w="1701" w:type="dxa"/>
            <w:gridSpan w:val="4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王丽萍</w:t>
            </w:r>
          </w:p>
        </w:tc>
        <w:tc>
          <w:tcPr>
            <w:tcW w:w="3261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武进区遥观中心小学</w:t>
            </w:r>
          </w:p>
        </w:tc>
      </w:tr>
    </w:tbl>
    <w:p w:rsidR="00C34411" w:rsidRDefault="00C34411" w:rsidP="00D911A1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</w:p>
    <w:p w:rsidR="00C34411" w:rsidRPr="00D911A1" w:rsidRDefault="00C34411" w:rsidP="006F090A">
      <w:pPr>
        <w:widowControl/>
        <w:jc w:val="left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Times New Roman"/>
          <w:kern w:val="0"/>
          <w:sz w:val="44"/>
          <w:szCs w:val="44"/>
        </w:rPr>
        <w:br w:type="page"/>
      </w: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第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十</w:t>
      </w: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届“生命之水”主题教育活动获奖作品</w:t>
      </w:r>
      <w:r w:rsidRPr="0057789A"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  <w:t xml:space="preserve">                                   </w:t>
      </w:r>
    </w:p>
    <w:p w:rsidR="00C34411" w:rsidRDefault="00C34411" w:rsidP="00571CBA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（初中书法）</w:t>
      </w:r>
    </w:p>
    <w:tbl>
      <w:tblPr>
        <w:tblW w:w="8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36"/>
        <w:gridCol w:w="141"/>
        <w:gridCol w:w="284"/>
        <w:gridCol w:w="850"/>
        <w:gridCol w:w="142"/>
        <w:gridCol w:w="142"/>
        <w:gridCol w:w="992"/>
        <w:gridCol w:w="142"/>
        <w:gridCol w:w="142"/>
        <w:gridCol w:w="2976"/>
      </w:tblGrid>
      <w:tr w:rsidR="00C34411" w:rsidRPr="00036F75" w:rsidTr="006F090A">
        <w:trPr>
          <w:trHeight w:val="660"/>
          <w:jc w:val="center"/>
        </w:trPr>
        <w:tc>
          <w:tcPr>
            <w:tcW w:w="8647" w:type="dxa"/>
            <w:gridSpan w:val="10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一等奖（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21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36" w:type="dxa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275" w:type="dxa"/>
            <w:gridSpan w:val="3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作者姓名</w:t>
            </w:r>
          </w:p>
        </w:tc>
        <w:tc>
          <w:tcPr>
            <w:tcW w:w="1276" w:type="dxa"/>
            <w:gridSpan w:val="3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260" w:type="dxa"/>
            <w:gridSpan w:val="3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36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隶书古诗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凌敏锐</w:t>
            </w:r>
          </w:p>
        </w:tc>
        <w:tc>
          <w:tcPr>
            <w:tcW w:w="1276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王晓炜</w:t>
            </w:r>
          </w:p>
        </w:tc>
        <w:tc>
          <w:tcPr>
            <w:tcW w:w="3260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36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行书古诗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李宛霖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王晓炜</w:t>
            </w:r>
          </w:p>
        </w:tc>
        <w:tc>
          <w:tcPr>
            <w:tcW w:w="3260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36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临洞庭上张丞相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何紫依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谢振宇</w:t>
            </w:r>
          </w:p>
        </w:tc>
        <w:tc>
          <w:tcPr>
            <w:tcW w:w="3260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常州市兰陵中学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36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春游湖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袁润琦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谢振宇</w:t>
            </w:r>
          </w:p>
        </w:tc>
        <w:tc>
          <w:tcPr>
            <w:tcW w:w="3260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常州市兰陵中学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36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古诗一首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王润灏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欧阳辉</w:t>
            </w:r>
          </w:p>
        </w:tc>
        <w:tc>
          <w:tcPr>
            <w:tcW w:w="3260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金坛区第五中学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36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古诗两首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陈信宇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谢振宇</w:t>
            </w:r>
          </w:p>
        </w:tc>
        <w:tc>
          <w:tcPr>
            <w:tcW w:w="3260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常州市兰陵中学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36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隶书竖幅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毕依晨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翟惠琴</w:t>
            </w:r>
          </w:p>
        </w:tc>
        <w:tc>
          <w:tcPr>
            <w:tcW w:w="3260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36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李昕源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张亚明</w:t>
            </w:r>
          </w:p>
        </w:tc>
        <w:tc>
          <w:tcPr>
            <w:tcW w:w="3260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36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古人诗一首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孙梓越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张亚明</w:t>
            </w:r>
          </w:p>
        </w:tc>
        <w:tc>
          <w:tcPr>
            <w:tcW w:w="3260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36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晓风诗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田沁园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陈晓鹏</w:t>
            </w:r>
          </w:p>
        </w:tc>
        <w:tc>
          <w:tcPr>
            <w:tcW w:w="3260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36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钱塘湖春行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姚雯丽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戚燕萍</w:t>
            </w:r>
          </w:p>
        </w:tc>
        <w:tc>
          <w:tcPr>
            <w:tcW w:w="3260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武进区横林初级中学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36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道德经节选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黄珂瑜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孙兰君</w:t>
            </w:r>
          </w:p>
        </w:tc>
        <w:tc>
          <w:tcPr>
            <w:tcW w:w="3260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36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早春呈水郭张十八员外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王珏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孙兰君</w:t>
            </w:r>
          </w:p>
        </w:tc>
        <w:tc>
          <w:tcPr>
            <w:tcW w:w="3260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36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古诗一首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张朱珩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曹文庆</w:t>
            </w:r>
          </w:p>
        </w:tc>
        <w:tc>
          <w:tcPr>
            <w:tcW w:w="3260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武进区礼河实验学校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36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古诗一首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蒋佩如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张华娟</w:t>
            </w:r>
          </w:p>
        </w:tc>
        <w:tc>
          <w:tcPr>
            <w:tcW w:w="3260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武进区湟里初级中学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36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古诗一首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王婕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张华娟</w:t>
            </w:r>
          </w:p>
        </w:tc>
        <w:tc>
          <w:tcPr>
            <w:tcW w:w="3260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武进嘉泽初级中学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36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山不在高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李之超</w:t>
            </w:r>
          </w:p>
        </w:tc>
        <w:tc>
          <w:tcPr>
            <w:tcW w:w="1276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张华娟</w:t>
            </w:r>
          </w:p>
        </w:tc>
        <w:tc>
          <w:tcPr>
            <w:tcW w:w="3260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武进嘉泽初级中学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36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长征</w:t>
            </w:r>
          </w:p>
        </w:tc>
        <w:tc>
          <w:tcPr>
            <w:tcW w:w="1275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李小甘</w:t>
            </w:r>
          </w:p>
        </w:tc>
        <w:tc>
          <w:tcPr>
            <w:tcW w:w="1276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曹文庆</w:t>
            </w:r>
          </w:p>
        </w:tc>
        <w:tc>
          <w:tcPr>
            <w:tcW w:w="3260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武进区礼河实验学校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36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古人山水诗二首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谈添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睢佳琪</w:t>
            </w:r>
          </w:p>
        </w:tc>
        <w:tc>
          <w:tcPr>
            <w:tcW w:w="3260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武进区星辰实验学校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36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小帘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张亚鹏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王洁</w:t>
            </w:r>
          </w:p>
        </w:tc>
        <w:tc>
          <w:tcPr>
            <w:tcW w:w="3260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武进区淹城初级中学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836" w:type="dxa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元稹诗一首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吕欣甜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叶齐</w:t>
            </w:r>
          </w:p>
        </w:tc>
        <w:tc>
          <w:tcPr>
            <w:tcW w:w="3260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</w:t>
            </w:r>
          </w:p>
        </w:tc>
      </w:tr>
      <w:tr w:rsidR="00C34411" w:rsidRPr="00036F75" w:rsidTr="006F090A">
        <w:trPr>
          <w:trHeight w:val="660"/>
          <w:jc w:val="center"/>
        </w:trPr>
        <w:tc>
          <w:tcPr>
            <w:tcW w:w="8647" w:type="dxa"/>
            <w:gridSpan w:val="10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二等奖（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31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77" w:type="dxa"/>
            <w:gridSpan w:val="2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276" w:type="dxa"/>
            <w:gridSpan w:val="3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作者姓名</w:t>
            </w:r>
          </w:p>
        </w:tc>
        <w:tc>
          <w:tcPr>
            <w:tcW w:w="1276" w:type="dxa"/>
            <w:gridSpan w:val="3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118" w:type="dxa"/>
            <w:gridSpan w:val="2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77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楷书古诗</w:t>
            </w:r>
          </w:p>
        </w:tc>
        <w:tc>
          <w:tcPr>
            <w:tcW w:w="1276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冯思源</w:t>
            </w:r>
          </w:p>
        </w:tc>
        <w:tc>
          <w:tcPr>
            <w:tcW w:w="1276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王晓炜</w:t>
            </w:r>
          </w:p>
        </w:tc>
        <w:tc>
          <w:tcPr>
            <w:tcW w:w="31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77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楷书</w:t>
            </w:r>
            <w:r w:rsidRPr="00D911A1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腾勇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王晓炜</w:t>
            </w:r>
          </w:p>
        </w:tc>
        <w:tc>
          <w:tcPr>
            <w:tcW w:w="31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77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行楷兰亭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张天宇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王晓炜</w:t>
            </w:r>
          </w:p>
        </w:tc>
        <w:tc>
          <w:tcPr>
            <w:tcW w:w="31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77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古诗二首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刘灿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吴鑫</w:t>
            </w:r>
          </w:p>
        </w:tc>
        <w:tc>
          <w:tcPr>
            <w:tcW w:w="31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常州市朝阳中学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77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孙仪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郭杰</w:t>
            </w:r>
          </w:p>
        </w:tc>
        <w:tc>
          <w:tcPr>
            <w:tcW w:w="31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77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古诗二首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吴杨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欧阳辉</w:t>
            </w:r>
          </w:p>
        </w:tc>
        <w:tc>
          <w:tcPr>
            <w:tcW w:w="31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金坛区第五中学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77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水韵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朱子涵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欧阳辉</w:t>
            </w:r>
          </w:p>
        </w:tc>
        <w:tc>
          <w:tcPr>
            <w:tcW w:w="31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金坛区第五中学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77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小池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李书培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朱国英</w:t>
            </w:r>
          </w:p>
        </w:tc>
        <w:tc>
          <w:tcPr>
            <w:tcW w:w="31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武进区横林初级中学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77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隶书</w:t>
            </w:r>
            <w:r w:rsidRPr="00D911A1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书湖阳先生壁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孟宇鑫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谢振宇</w:t>
            </w:r>
          </w:p>
        </w:tc>
        <w:tc>
          <w:tcPr>
            <w:tcW w:w="31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常州市兰陵小学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77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楷书水帘</w:t>
            </w:r>
          </w:p>
        </w:tc>
        <w:tc>
          <w:tcPr>
            <w:tcW w:w="1276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朱攀臻</w:t>
            </w:r>
          </w:p>
        </w:tc>
        <w:tc>
          <w:tcPr>
            <w:tcW w:w="1276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谢振宇</w:t>
            </w:r>
          </w:p>
        </w:tc>
        <w:tc>
          <w:tcPr>
            <w:tcW w:w="31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常州市兰陵小学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77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陈婧菲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瞿惠琴</w:t>
            </w:r>
          </w:p>
        </w:tc>
        <w:tc>
          <w:tcPr>
            <w:tcW w:w="31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77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张紫涵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张亚明</w:t>
            </w:r>
          </w:p>
        </w:tc>
        <w:tc>
          <w:tcPr>
            <w:tcW w:w="31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77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唐心逸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张亚明</w:t>
            </w:r>
          </w:p>
        </w:tc>
        <w:tc>
          <w:tcPr>
            <w:tcW w:w="31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77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小池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陈文婕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潘洪星</w:t>
            </w:r>
          </w:p>
        </w:tc>
        <w:tc>
          <w:tcPr>
            <w:tcW w:w="31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常州市实验初级中学天宁分校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77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胜日诗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王梦凡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陈晓鹏</w:t>
            </w:r>
          </w:p>
        </w:tc>
        <w:tc>
          <w:tcPr>
            <w:tcW w:w="31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77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红军诗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邵诗雨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陈晓鹏</w:t>
            </w:r>
          </w:p>
        </w:tc>
        <w:tc>
          <w:tcPr>
            <w:tcW w:w="31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77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孤山诗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王曦月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陈晓鹏</w:t>
            </w:r>
          </w:p>
        </w:tc>
        <w:tc>
          <w:tcPr>
            <w:tcW w:w="31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77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晓过鸳湖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杭予责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陈丹斐</w:t>
            </w:r>
          </w:p>
        </w:tc>
        <w:tc>
          <w:tcPr>
            <w:tcW w:w="31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常州外国语学校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77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诗一首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李明道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陈丹斐</w:t>
            </w:r>
          </w:p>
        </w:tc>
        <w:tc>
          <w:tcPr>
            <w:tcW w:w="31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常州外国语学校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77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苏东坡诗二首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霍昱程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常芸</w:t>
            </w:r>
          </w:p>
        </w:tc>
        <w:tc>
          <w:tcPr>
            <w:tcW w:w="31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常州外国语学校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77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杜甫诗一首</w:t>
            </w:r>
          </w:p>
        </w:tc>
        <w:tc>
          <w:tcPr>
            <w:tcW w:w="1276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奚林颖</w:t>
            </w:r>
          </w:p>
        </w:tc>
        <w:tc>
          <w:tcPr>
            <w:tcW w:w="1276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欧阳旭</w:t>
            </w:r>
          </w:p>
        </w:tc>
        <w:tc>
          <w:tcPr>
            <w:tcW w:w="31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常州外国语学校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77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桃源行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徐心怡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陆云松</w:t>
            </w:r>
          </w:p>
        </w:tc>
        <w:tc>
          <w:tcPr>
            <w:tcW w:w="31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武进区横林初级中学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77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咏水两首</w:t>
            </w:r>
          </w:p>
        </w:tc>
        <w:tc>
          <w:tcPr>
            <w:tcW w:w="1276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杜怡</w:t>
            </w:r>
          </w:p>
        </w:tc>
        <w:tc>
          <w:tcPr>
            <w:tcW w:w="1276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蒋秋霞</w:t>
            </w:r>
          </w:p>
        </w:tc>
        <w:tc>
          <w:tcPr>
            <w:tcW w:w="31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武进区湟里初级中学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77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古诗二首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钱星婷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张华娟</w:t>
            </w:r>
          </w:p>
        </w:tc>
        <w:tc>
          <w:tcPr>
            <w:tcW w:w="31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武进嘉泽初级中学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77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软笔书法</w:t>
            </w:r>
          </w:p>
        </w:tc>
        <w:tc>
          <w:tcPr>
            <w:tcW w:w="1276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钱一</w:t>
            </w:r>
          </w:p>
        </w:tc>
        <w:tc>
          <w:tcPr>
            <w:tcW w:w="1276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徐元亮</w:t>
            </w:r>
          </w:p>
        </w:tc>
        <w:tc>
          <w:tcPr>
            <w:tcW w:w="31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武进区潘家初级中学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77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薛佳怡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周芬</w:t>
            </w:r>
          </w:p>
        </w:tc>
        <w:tc>
          <w:tcPr>
            <w:tcW w:w="31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武进区前黄实验学校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77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秦郑洋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周芬</w:t>
            </w:r>
          </w:p>
        </w:tc>
        <w:tc>
          <w:tcPr>
            <w:tcW w:w="31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武进区前黄实验学校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77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桃花源记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奚琳芸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睢佳琪</w:t>
            </w:r>
          </w:p>
        </w:tc>
        <w:tc>
          <w:tcPr>
            <w:tcW w:w="31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武进区星辰实验学校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77" w:type="dxa"/>
            <w:gridSpan w:val="2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王维山居秋暝</w:t>
            </w:r>
          </w:p>
        </w:tc>
        <w:tc>
          <w:tcPr>
            <w:tcW w:w="1276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陈书炀</w:t>
            </w:r>
          </w:p>
        </w:tc>
        <w:tc>
          <w:tcPr>
            <w:tcW w:w="1276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秦建民</w:t>
            </w:r>
          </w:p>
        </w:tc>
        <w:tc>
          <w:tcPr>
            <w:tcW w:w="31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武进区运村实验学校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77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生命之水礼赞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王麒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徐辉</w:t>
            </w:r>
          </w:p>
        </w:tc>
        <w:tc>
          <w:tcPr>
            <w:tcW w:w="31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武进区运河实验学校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77" w:type="dxa"/>
            <w:gridSpan w:val="2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我是一滴水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唐蕾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秦建民</w:t>
            </w:r>
          </w:p>
        </w:tc>
        <w:tc>
          <w:tcPr>
            <w:tcW w:w="3118" w:type="dxa"/>
            <w:gridSpan w:val="2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武进区运河实验学校</w:t>
            </w:r>
          </w:p>
        </w:tc>
      </w:tr>
      <w:tr w:rsidR="00C34411" w:rsidRPr="00036F75" w:rsidTr="006F090A">
        <w:trPr>
          <w:trHeight w:val="660"/>
          <w:jc w:val="center"/>
        </w:trPr>
        <w:tc>
          <w:tcPr>
            <w:tcW w:w="8647" w:type="dxa"/>
            <w:gridSpan w:val="10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三等奖（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50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134" w:type="dxa"/>
            <w:gridSpan w:val="3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作者姓名</w:t>
            </w:r>
          </w:p>
        </w:tc>
        <w:tc>
          <w:tcPr>
            <w:tcW w:w="1276" w:type="dxa"/>
            <w:gridSpan w:val="3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2976" w:type="dxa"/>
            <w:vAlign w:val="center"/>
          </w:tcPr>
          <w:p w:rsidR="00C34411" w:rsidRPr="006F090A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水之源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邹金宸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王惠琴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常州市卜弋中学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古诗四首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刘灿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吴鑫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常州市朝阳中学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道德经节录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林祥钦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马郁茜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常州市河海中学</w:t>
            </w:r>
          </w:p>
        </w:tc>
      </w:tr>
      <w:tr w:rsidR="00C34411" w:rsidRPr="00036F75" w:rsidTr="006F090A">
        <w:trPr>
          <w:trHeight w:val="30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暮江吟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侯红云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郭杰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武进区横山桥初级中学</w:t>
            </w:r>
          </w:p>
        </w:tc>
      </w:tr>
      <w:tr w:rsidR="00C34411" w:rsidRPr="00036F75" w:rsidTr="006F090A">
        <w:trPr>
          <w:trHeight w:val="312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水调歌头·游泳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姚乃鹏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袁伟明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常州市焦溪初级中学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赠汪伦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朱争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袁伟明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常州市焦溪初级中学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水是生命之源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鹿语馨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张素芳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江苏省华罗庚中学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早春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王延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成丽娜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金坛区第三中学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水无源必竭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王润灏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欧阳辉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金坛区第五中学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水是生命之源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吴清扬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张素芳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金坛区华罗庚实验学校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李白诗句望庐山瀑布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金祁莲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张素芳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金坛区华罗庚实验学校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楷书黄鹤楼送孟浩然之广陵</w:t>
            </w:r>
          </w:p>
        </w:tc>
        <w:tc>
          <w:tcPr>
            <w:tcW w:w="1134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黄瑜晴</w:t>
            </w:r>
          </w:p>
        </w:tc>
        <w:tc>
          <w:tcPr>
            <w:tcW w:w="1276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谢振宇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常州市兰陵中学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楷书古诗两首</w:t>
            </w:r>
          </w:p>
        </w:tc>
        <w:tc>
          <w:tcPr>
            <w:tcW w:w="1134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王金</w:t>
            </w:r>
          </w:p>
        </w:tc>
        <w:tc>
          <w:tcPr>
            <w:tcW w:w="1276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谢振宇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常州市兰陵中学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篆书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郑鑫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谢振宇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常州市兰陵中学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隶书送贺宾客归越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王静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谢振宇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常州市兰陵中学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小池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姜铁文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谢伟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常州市丽华中学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吕达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李秀君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溧阳市别桥初级中学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节水名句</w:t>
            </w:r>
          </w:p>
        </w:tc>
        <w:tc>
          <w:tcPr>
            <w:tcW w:w="1134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吴嘉玙</w:t>
            </w:r>
          </w:p>
        </w:tc>
        <w:tc>
          <w:tcPr>
            <w:tcW w:w="1276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狄云娟</w:t>
            </w:r>
          </w:p>
        </w:tc>
        <w:tc>
          <w:tcPr>
            <w:tcW w:w="2976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溧阳市光华初级中学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兰亭修禊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王肖阳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吴敏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胜日寻芳条幅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江瑞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姚炳华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常州市潞城中学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塞雨连江条幅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左姗姗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姚炳华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常州市潞城中学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醉别红楼条幅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魏梦睛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姚炳华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常州市潞城中学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冷宇翔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张亚明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秋登宣城谢眺北楼（唐）李白</w:t>
            </w:r>
          </w:p>
        </w:tc>
        <w:tc>
          <w:tcPr>
            <w:tcW w:w="1134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俞凝</w:t>
            </w:r>
          </w:p>
        </w:tc>
        <w:tc>
          <w:tcPr>
            <w:tcW w:w="1276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潘洪星</w:t>
            </w:r>
          </w:p>
        </w:tc>
        <w:tc>
          <w:tcPr>
            <w:tcW w:w="2976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常州市实验初级中学天宁分校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竹枝词唐</w:t>
            </w:r>
            <w:r w:rsidRPr="00D911A1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刘禹锡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沈彩玲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潘洪星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常州市实验初级中学天宁分校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半江瑟瑟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刘紫薇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黄娟雅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常州市市北实验初级中学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过零丁洋</w:t>
            </w:r>
          </w:p>
        </w:tc>
        <w:tc>
          <w:tcPr>
            <w:tcW w:w="1134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丁鼎</w:t>
            </w:r>
          </w:p>
        </w:tc>
        <w:tc>
          <w:tcPr>
            <w:tcW w:w="1276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陈晓鹏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浪涛汹涌惊天地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谢雨轩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杨帅、曹渊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常州市同济中学</w:t>
            </w:r>
          </w:p>
        </w:tc>
      </w:tr>
      <w:tr w:rsidR="00C34411" w:rsidRPr="00036F75" w:rsidTr="006F090A">
        <w:trPr>
          <w:trHeight w:val="30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古诗两首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周铭阳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徐晓明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武进区南夏墅中心小学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陈栋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张建兴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武进区成章初级中学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王维古诗</w:t>
            </w:r>
          </w:p>
        </w:tc>
        <w:tc>
          <w:tcPr>
            <w:tcW w:w="1134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周嘉昊</w:t>
            </w:r>
          </w:p>
        </w:tc>
        <w:tc>
          <w:tcPr>
            <w:tcW w:w="1276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戚燕萍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武进区横林初级中学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古诗一首</w:t>
            </w:r>
          </w:p>
        </w:tc>
        <w:tc>
          <w:tcPr>
            <w:tcW w:w="1134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张梦烨</w:t>
            </w:r>
          </w:p>
        </w:tc>
        <w:tc>
          <w:tcPr>
            <w:tcW w:w="1276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曹文庆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武进区礼河实验学校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古诗一首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田佳瑜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曹文庆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武进区礼河实验学校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軟筆書法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贾星玉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徐元光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武进潘家初级中学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随笔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丁雨桐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时月清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武进区芙蓉初级中学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渡横溪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耿瑞林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孙兰君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武进区湖塘实验中学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寄扬州韩淖判官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吴依宸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孙兰君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武进区湖塘实验中学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咏水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毛辰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蒋秋霞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武进区湟里初级中学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白石折花对联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董文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张华娟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武进嘉泽初级中学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保护水资源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上官鹏宇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赵平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武进区洛阳初级中学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134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尹紫婧</w:t>
            </w:r>
          </w:p>
        </w:tc>
        <w:tc>
          <w:tcPr>
            <w:tcW w:w="1276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周芬</w:t>
            </w:r>
          </w:p>
        </w:tc>
        <w:tc>
          <w:tcPr>
            <w:tcW w:w="2976" w:type="dxa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武进区前黄实验学校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古诗一首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殷嘉艺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董亚红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武进区雪堰初级中学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书法</w:t>
            </w:r>
          </w:p>
        </w:tc>
        <w:tc>
          <w:tcPr>
            <w:tcW w:w="1134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岳怡慧</w:t>
            </w:r>
          </w:p>
        </w:tc>
        <w:tc>
          <w:tcPr>
            <w:tcW w:w="1276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方华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武进区遥观初级中学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书法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张永恒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方华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武进区遥观初级中学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古诗一首</w:t>
            </w:r>
          </w:p>
        </w:tc>
        <w:tc>
          <w:tcPr>
            <w:tcW w:w="1134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沈粲</w:t>
            </w:r>
          </w:p>
        </w:tc>
        <w:tc>
          <w:tcPr>
            <w:tcW w:w="1276" w:type="dxa"/>
            <w:gridSpan w:val="3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张美荣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常州市新北区实验中学</w:t>
            </w:r>
          </w:p>
        </w:tc>
      </w:tr>
      <w:tr w:rsidR="00C34411" w:rsidRPr="00036F75" w:rsidTr="006F090A">
        <w:trPr>
          <w:trHeight w:val="317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今天节约一滴水，留给后人一滴血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高锦泽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李羊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新北区新桥初级中学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诗一首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蒋颉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岳敏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米芾苕溪诗节选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顾楠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徐敏珠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录古人诗一首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徐天熠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何佳玲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3261" w:type="dxa"/>
            <w:gridSpan w:val="3"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王湾北固山下</w:t>
            </w:r>
          </w:p>
        </w:tc>
        <w:tc>
          <w:tcPr>
            <w:tcW w:w="1134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余诗雯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陈颖</w:t>
            </w:r>
          </w:p>
        </w:tc>
        <w:tc>
          <w:tcPr>
            <w:tcW w:w="2976" w:type="dxa"/>
            <w:noWrap/>
            <w:vAlign w:val="center"/>
          </w:tcPr>
          <w:p w:rsidR="00C34411" w:rsidRPr="00D911A1" w:rsidRDefault="00C34411" w:rsidP="00D911A1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911A1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常州市正衡中学天宁分校</w:t>
            </w:r>
          </w:p>
        </w:tc>
      </w:tr>
    </w:tbl>
    <w:p w:rsidR="00C34411" w:rsidRDefault="00C34411" w:rsidP="002E00DE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</w:p>
    <w:p w:rsidR="00C34411" w:rsidRPr="002E00DE" w:rsidRDefault="00C34411" w:rsidP="006F090A">
      <w:pPr>
        <w:widowControl/>
        <w:jc w:val="left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Times New Roman"/>
          <w:kern w:val="0"/>
          <w:sz w:val="44"/>
          <w:szCs w:val="44"/>
        </w:rPr>
        <w:br w:type="page"/>
      </w: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第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十</w:t>
      </w:r>
      <w:r w:rsidRPr="005778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届“生命之水”主题教育活动获奖作品</w:t>
      </w:r>
      <w:r w:rsidRPr="0057789A"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  <w:t xml:space="preserve">                                   </w:t>
      </w:r>
    </w:p>
    <w:p w:rsidR="00C34411" w:rsidRDefault="00C34411" w:rsidP="00571CBA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（高中书法）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11"/>
        <w:gridCol w:w="1289"/>
        <w:gridCol w:w="1289"/>
        <w:gridCol w:w="3471"/>
      </w:tblGrid>
      <w:tr w:rsidR="00C34411" w:rsidRPr="00036F75" w:rsidTr="006F090A">
        <w:trPr>
          <w:trHeight w:val="660"/>
          <w:jc w:val="center"/>
        </w:trPr>
        <w:tc>
          <w:tcPr>
            <w:tcW w:w="8960" w:type="dxa"/>
            <w:gridSpan w:val="4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一等奖（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4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11" w:type="dxa"/>
            <w:noWrap/>
            <w:vAlign w:val="center"/>
          </w:tcPr>
          <w:p w:rsidR="00C34411" w:rsidRPr="006F090A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289" w:type="dxa"/>
            <w:noWrap/>
            <w:vAlign w:val="center"/>
          </w:tcPr>
          <w:p w:rsidR="00C34411" w:rsidRPr="006F090A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289" w:type="dxa"/>
            <w:noWrap/>
            <w:vAlign w:val="center"/>
          </w:tcPr>
          <w:p w:rsidR="00C34411" w:rsidRPr="006F090A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471" w:type="dxa"/>
            <w:noWrap/>
            <w:vAlign w:val="center"/>
          </w:tcPr>
          <w:p w:rsidR="00C34411" w:rsidRPr="006F090A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11" w:type="dxa"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上善若水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杨冰儒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杨铭妍</w:t>
            </w:r>
          </w:p>
        </w:tc>
        <w:tc>
          <w:tcPr>
            <w:tcW w:w="3471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常州市北郊高级中学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11" w:type="dxa"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阙题（软体）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欧阳浩澜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虞春香</w:t>
            </w:r>
          </w:p>
        </w:tc>
        <w:tc>
          <w:tcPr>
            <w:tcW w:w="3471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金坛区第四中学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11" w:type="dxa"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咏水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赵俊彦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杨鸿斌</w:t>
            </w:r>
          </w:p>
        </w:tc>
        <w:tc>
          <w:tcPr>
            <w:tcW w:w="3471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11" w:type="dxa"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朱熹诗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王晓腾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仇秀文</w:t>
            </w:r>
          </w:p>
        </w:tc>
        <w:tc>
          <w:tcPr>
            <w:tcW w:w="3471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江苏省武进高级中学</w:t>
            </w:r>
          </w:p>
        </w:tc>
      </w:tr>
      <w:tr w:rsidR="00C34411" w:rsidRPr="00036F75" w:rsidTr="006F090A">
        <w:trPr>
          <w:trHeight w:val="660"/>
          <w:jc w:val="center"/>
        </w:trPr>
        <w:tc>
          <w:tcPr>
            <w:tcW w:w="8960" w:type="dxa"/>
            <w:gridSpan w:val="4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二等奖（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7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11" w:type="dxa"/>
            <w:noWrap/>
            <w:vAlign w:val="center"/>
          </w:tcPr>
          <w:p w:rsidR="00C34411" w:rsidRPr="006F090A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289" w:type="dxa"/>
            <w:noWrap/>
            <w:vAlign w:val="center"/>
          </w:tcPr>
          <w:p w:rsidR="00C34411" w:rsidRPr="006F090A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289" w:type="dxa"/>
            <w:noWrap/>
            <w:vAlign w:val="center"/>
          </w:tcPr>
          <w:p w:rsidR="00C34411" w:rsidRPr="006F090A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471" w:type="dxa"/>
            <w:noWrap/>
            <w:vAlign w:val="center"/>
          </w:tcPr>
          <w:p w:rsidR="00C34411" w:rsidRPr="006F090A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11" w:type="dxa"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登黄雀楼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陈思懿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杨家景</w:t>
            </w:r>
          </w:p>
        </w:tc>
        <w:tc>
          <w:tcPr>
            <w:tcW w:w="3471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武进区横山桥高级中学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11" w:type="dxa"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词二首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徐安琪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谢晓虹</w:t>
            </w:r>
          </w:p>
        </w:tc>
        <w:tc>
          <w:tcPr>
            <w:tcW w:w="3471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江苏省常州高级中学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11" w:type="dxa"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节水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邹霖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李学鹏</w:t>
            </w:r>
          </w:p>
        </w:tc>
        <w:tc>
          <w:tcPr>
            <w:tcW w:w="3471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江苏省常州高级中学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11" w:type="dxa"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忆江南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胥彦均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卜丽华</w:t>
            </w:r>
          </w:p>
        </w:tc>
        <w:tc>
          <w:tcPr>
            <w:tcW w:w="3471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11" w:type="dxa"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生命之水（软笔）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袁宇轩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南嵩</w:t>
            </w:r>
          </w:p>
        </w:tc>
        <w:tc>
          <w:tcPr>
            <w:tcW w:w="3471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金坛区第四中学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11" w:type="dxa"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上善若水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王心怡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王瑶</w:t>
            </w:r>
          </w:p>
        </w:tc>
        <w:tc>
          <w:tcPr>
            <w:tcW w:w="3471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刘国钧高等职业技术学校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11" w:type="dxa"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上善若水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蒋涵佳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仇秀文</w:t>
            </w:r>
          </w:p>
        </w:tc>
        <w:tc>
          <w:tcPr>
            <w:tcW w:w="3471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江苏省武进高级中学</w:t>
            </w:r>
          </w:p>
        </w:tc>
      </w:tr>
      <w:tr w:rsidR="00C34411" w:rsidRPr="00036F75" w:rsidTr="006F090A">
        <w:trPr>
          <w:trHeight w:val="660"/>
          <w:jc w:val="center"/>
        </w:trPr>
        <w:tc>
          <w:tcPr>
            <w:tcW w:w="8960" w:type="dxa"/>
            <w:gridSpan w:val="4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三等奖（</w:t>
            </w:r>
            <w:r w:rsidRPr="006F090A">
              <w:rPr>
                <w:rFonts w:ascii="黑体" w:eastAsia="黑体" w:hAnsi="黑体" w:cs="黑体"/>
                <w:color w:val="000000"/>
                <w:kern w:val="0"/>
              </w:rPr>
              <w:t>14</w:t>
            </w:r>
            <w:r w:rsidRPr="006F090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11" w:type="dxa"/>
            <w:noWrap/>
            <w:vAlign w:val="center"/>
          </w:tcPr>
          <w:p w:rsidR="00C34411" w:rsidRPr="006F090A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289" w:type="dxa"/>
            <w:noWrap/>
            <w:vAlign w:val="center"/>
          </w:tcPr>
          <w:p w:rsidR="00C34411" w:rsidRPr="006F090A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289" w:type="dxa"/>
            <w:noWrap/>
            <w:vAlign w:val="center"/>
          </w:tcPr>
          <w:p w:rsidR="00C34411" w:rsidRPr="006F090A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471" w:type="dxa"/>
            <w:noWrap/>
            <w:vAlign w:val="center"/>
          </w:tcPr>
          <w:p w:rsidR="00C34411" w:rsidRPr="006F090A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6F09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11" w:type="dxa"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清波引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贺滨冰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杨铭妍</w:t>
            </w:r>
          </w:p>
        </w:tc>
        <w:tc>
          <w:tcPr>
            <w:tcW w:w="3471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常州市北郊高级中学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11" w:type="dxa"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道德经节选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胡辰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杨元伟</w:t>
            </w:r>
          </w:p>
        </w:tc>
        <w:tc>
          <w:tcPr>
            <w:tcW w:w="3471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江苏省常州高级中学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11" w:type="dxa"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谢玉红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许敏慧</w:t>
            </w:r>
          </w:p>
        </w:tc>
        <w:tc>
          <w:tcPr>
            <w:tcW w:w="3471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常州开放大学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11" w:type="dxa"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隶书诗句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邱栩婷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韩裕民</w:t>
            </w:r>
          </w:p>
        </w:tc>
        <w:tc>
          <w:tcPr>
            <w:tcW w:w="3471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武进区横山桥高级中学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11" w:type="dxa"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行书朱熹诗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施怡琳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韩裕民</w:t>
            </w:r>
          </w:p>
        </w:tc>
        <w:tc>
          <w:tcPr>
            <w:tcW w:w="3471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武进区横山桥高级中学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11" w:type="dxa"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行书王冕诗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王玥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韩裕民</w:t>
            </w:r>
          </w:p>
        </w:tc>
        <w:tc>
          <w:tcPr>
            <w:tcW w:w="3471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武进区横山桥高级中学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11" w:type="dxa"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上善若水（软笔）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张晨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史晶</w:t>
            </w:r>
          </w:p>
        </w:tc>
        <w:tc>
          <w:tcPr>
            <w:tcW w:w="3471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金坛区第四中学</w:t>
            </w:r>
          </w:p>
        </w:tc>
      </w:tr>
      <w:tr w:rsidR="00C34411" w:rsidRPr="00036F75" w:rsidTr="006F090A">
        <w:trPr>
          <w:trHeight w:val="300"/>
          <w:jc w:val="center"/>
        </w:trPr>
        <w:tc>
          <w:tcPr>
            <w:tcW w:w="2911" w:type="dxa"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水是生命之源</w:t>
            </w:r>
            <w:r w:rsidRPr="002E00DE">
              <w:rPr>
                <w:rFonts w:ascii="仿宋_GB2312" w:eastAsia="仿宋_GB2312" w:hAnsi="宋体" w:cs="仿宋_GB2312"/>
                <w:color w:val="000000"/>
                <w:kern w:val="0"/>
              </w:rPr>
              <w:t>(</w:t>
            </w: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硬笔</w:t>
            </w:r>
            <w:r w:rsidRPr="002E00DE">
              <w:rPr>
                <w:rFonts w:ascii="仿宋_GB2312" w:eastAsia="仿宋_GB2312" w:hAnsi="宋体" w:cs="仿宋_GB2312"/>
                <w:color w:val="000000"/>
                <w:kern w:val="0"/>
              </w:rPr>
              <w:t>)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石力羽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陈慧</w:t>
            </w:r>
          </w:p>
        </w:tc>
        <w:tc>
          <w:tcPr>
            <w:tcW w:w="3471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金坛区第四中学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11" w:type="dxa"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书法作品临摹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孙浚珲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岑敏</w:t>
            </w:r>
          </w:p>
        </w:tc>
        <w:tc>
          <w:tcPr>
            <w:tcW w:w="3471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溧阳市埭头中学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11" w:type="dxa"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饮水思源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史丽婕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周振东</w:t>
            </w:r>
          </w:p>
        </w:tc>
        <w:tc>
          <w:tcPr>
            <w:tcW w:w="3471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溧阳中等专业学校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11" w:type="dxa"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生命之水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金海星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史旭峰</w:t>
            </w:r>
          </w:p>
        </w:tc>
        <w:tc>
          <w:tcPr>
            <w:tcW w:w="3471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溧阳中等专业学校</w:t>
            </w:r>
          </w:p>
        </w:tc>
      </w:tr>
      <w:tr w:rsidR="00C34411" w:rsidRPr="00036F75" w:rsidTr="006F090A">
        <w:trPr>
          <w:trHeight w:val="300"/>
          <w:jc w:val="center"/>
        </w:trPr>
        <w:tc>
          <w:tcPr>
            <w:tcW w:w="2911" w:type="dxa"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眼泪</w:t>
            </w:r>
            <w:r w:rsidRPr="002E00DE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(</w:t>
            </w: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软笔</w:t>
            </w:r>
            <w:r w:rsidRPr="002E00DE">
              <w:rPr>
                <w:rFonts w:ascii="仿宋_GB2312" w:eastAsia="仿宋_GB2312" w:hAnsi="宋体" w:cs="仿宋_GB2312"/>
                <w:color w:val="000000"/>
                <w:kern w:val="0"/>
              </w:rPr>
              <w:t>)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肖航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杨鸿斌</w:t>
            </w:r>
          </w:p>
        </w:tc>
        <w:tc>
          <w:tcPr>
            <w:tcW w:w="3471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11" w:type="dxa"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小池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陈书瑶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仇秀文</w:t>
            </w:r>
          </w:p>
        </w:tc>
        <w:tc>
          <w:tcPr>
            <w:tcW w:w="3471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江苏省武进高级中学</w:t>
            </w:r>
          </w:p>
        </w:tc>
      </w:tr>
      <w:tr w:rsidR="00C34411" w:rsidRPr="00036F75" w:rsidTr="006F090A">
        <w:trPr>
          <w:trHeight w:val="270"/>
          <w:jc w:val="center"/>
        </w:trPr>
        <w:tc>
          <w:tcPr>
            <w:tcW w:w="2911" w:type="dxa"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咏山泉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利丹</w:t>
            </w:r>
          </w:p>
        </w:tc>
        <w:tc>
          <w:tcPr>
            <w:tcW w:w="1289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仇秀文</w:t>
            </w:r>
          </w:p>
        </w:tc>
        <w:tc>
          <w:tcPr>
            <w:tcW w:w="3471" w:type="dxa"/>
            <w:noWrap/>
            <w:vAlign w:val="center"/>
          </w:tcPr>
          <w:p w:rsidR="00C34411" w:rsidRPr="002E00DE" w:rsidRDefault="00C34411" w:rsidP="002E00DE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E00D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江苏省武进高级中学</w:t>
            </w:r>
          </w:p>
        </w:tc>
      </w:tr>
    </w:tbl>
    <w:p w:rsidR="00C34411" w:rsidRPr="009F01A4" w:rsidRDefault="00C34411" w:rsidP="006F090A">
      <w:pPr>
        <w:widowControl/>
        <w:spacing w:line="700" w:lineRule="exact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sectPr w:rsidR="00C34411" w:rsidRPr="009F01A4" w:rsidSect="006F090A">
      <w:footerReference w:type="default" r:id="rId6"/>
      <w:pgSz w:w="11906" w:h="16838"/>
      <w:pgMar w:top="1440" w:right="1800" w:bottom="1440" w:left="1800" w:header="851" w:footer="992" w:gutter="0"/>
      <w:pgNumType w:fmt="numberInDash" w:start="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411" w:rsidRDefault="00C34411" w:rsidP="005E6E8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34411" w:rsidRDefault="00C34411" w:rsidP="005E6E8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411" w:rsidRPr="006F090A" w:rsidRDefault="00C34411" w:rsidP="000C3D3E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6F090A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6F090A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6F090A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- 5 -</w:t>
    </w:r>
    <w:r w:rsidRPr="006F090A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C34411" w:rsidRDefault="00C34411" w:rsidP="006F090A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411" w:rsidRDefault="00C34411" w:rsidP="005E6E8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34411" w:rsidRDefault="00C34411" w:rsidP="005E6E8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0A4E"/>
    <w:rsid w:val="00002BC8"/>
    <w:rsid w:val="00036F75"/>
    <w:rsid w:val="000C3D3E"/>
    <w:rsid w:val="00100A4E"/>
    <w:rsid w:val="001A30AA"/>
    <w:rsid w:val="00255673"/>
    <w:rsid w:val="002E00DE"/>
    <w:rsid w:val="00324AEF"/>
    <w:rsid w:val="00366D26"/>
    <w:rsid w:val="003F24FF"/>
    <w:rsid w:val="00571CBA"/>
    <w:rsid w:val="0057789A"/>
    <w:rsid w:val="00585B21"/>
    <w:rsid w:val="005E4341"/>
    <w:rsid w:val="005E6E84"/>
    <w:rsid w:val="006A7E1D"/>
    <w:rsid w:val="006F090A"/>
    <w:rsid w:val="007F15E1"/>
    <w:rsid w:val="009C4E7D"/>
    <w:rsid w:val="009F01A4"/>
    <w:rsid w:val="00A50459"/>
    <w:rsid w:val="00C02905"/>
    <w:rsid w:val="00C34411"/>
    <w:rsid w:val="00C91CA6"/>
    <w:rsid w:val="00CD7A2B"/>
    <w:rsid w:val="00D911A1"/>
    <w:rsid w:val="00DE0435"/>
    <w:rsid w:val="00E8278B"/>
    <w:rsid w:val="00EC46E0"/>
    <w:rsid w:val="00FB5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C8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E6E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E6E84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5E6E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E6E84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6F09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60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129</TotalTime>
  <Pages>46</Pages>
  <Words>5438</Words>
  <Characters>30999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yunwu333</dc:creator>
  <cp:keywords/>
  <dc:description/>
  <cp:lastModifiedBy>吴琳赟</cp:lastModifiedBy>
  <cp:revision>13</cp:revision>
  <dcterms:created xsi:type="dcterms:W3CDTF">2018-01-22T05:59:00Z</dcterms:created>
  <dcterms:modified xsi:type="dcterms:W3CDTF">2018-02-11T07:15:00Z</dcterms:modified>
</cp:coreProperties>
</file>