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4B" w:rsidRPr="009A68F3" w:rsidRDefault="0090324B" w:rsidP="00C1058A">
      <w:pPr>
        <w:rPr>
          <w:rFonts w:ascii="黑体" w:eastAsia="黑体" w:hAnsi="黑体" w:cs="Times New Roman"/>
          <w:sz w:val="32"/>
          <w:szCs w:val="32"/>
        </w:rPr>
      </w:pPr>
      <w:r w:rsidRPr="009A68F3">
        <w:rPr>
          <w:rFonts w:ascii="黑体" w:eastAsia="黑体" w:hAnsi="黑体" w:cs="黑体" w:hint="eastAsia"/>
          <w:sz w:val="32"/>
          <w:szCs w:val="32"/>
        </w:rPr>
        <w:t>附件</w:t>
      </w:r>
      <w:r w:rsidRPr="009A68F3">
        <w:rPr>
          <w:rFonts w:ascii="黑体" w:eastAsia="黑体" w:hAnsi="黑体" w:cs="黑体"/>
          <w:sz w:val="32"/>
          <w:szCs w:val="32"/>
        </w:rPr>
        <w:t>1</w:t>
      </w:r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73"/>
      </w:tblGrid>
      <w:tr w:rsidR="0090324B" w:rsidRPr="00197938">
        <w:trPr>
          <w:trHeight w:val="936"/>
          <w:jc w:val="center"/>
        </w:trPr>
        <w:tc>
          <w:tcPr>
            <w:tcW w:w="937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324B" w:rsidRDefault="0090324B" w:rsidP="002C622A">
            <w:pPr>
              <w:widowControl/>
              <w:spacing w:line="700" w:lineRule="exact"/>
              <w:jc w:val="center"/>
              <w:rPr>
                <w:rFonts w:ascii="方正小标宋简体" w:eastAsia="方正小标宋简体" w:hAnsi="华文楷体" w:cs="Times New Roman"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华文楷体" w:cs="方正小标宋简体"/>
                <w:color w:val="000000"/>
                <w:kern w:val="0"/>
                <w:sz w:val="44"/>
                <w:szCs w:val="44"/>
              </w:rPr>
              <w:t>2017</w:t>
            </w:r>
            <w:r w:rsidRPr="009A68F3">
              <w:rPr>
                <w:rFonts w:ascii="方正小标宋简体" w:eastAsia="方正小标宋简体" w:hAnsi="华文楷体" w:cs="方正小标宋简体" w:hint="eastAsia"/>
                <w:color w:val="000000"/>
                <w:kern w:val="0"/>
                <w:sz w:val="44"/>
                <w:szCs w:val="44"/>
              </w:rPr>
              <w:t>常州市职业院校</w:t>
            </w:r>
          </w:p>
          <w:p w:rsidR="0090324B" w:rsidRPr="009A68F3" w:rsidRDefault="0090324B" w:rsidP="002C622A">
            <w:pPr>
              <w:widowControl/>
              <w:spacing w:line="700" w:lineRule="exact"/>
              <w:jc w:val="center"/>
              <w:rPr>
                <w:rFonts w:ascii="方正小标宋简体" w:eastAsia="方正小标宋简体" w:hAnsi="华文楷体" w:cs="Times New Roman"/>
                <w:color w:val="000000"/>
                <w:kern w:val="0"/>
                <w:sz w:val="44"/>
                <w:szCs w:val="44"/>
              </w:rPr>
            </w:pPr>
            <w:r w:rsidRPr="009A68F3">
              <w:rPr>
                <w:rFonts w:ascii="方正小标宋简体" w:eastAsia="方正小标宋简体" w:hAnsi="华文楷体" w:cs="方正小标宋简体" w:hint="eastAsia"/>
                <w:color w:val="000000"/>
                <w:kern w:val="0"/>
                <w:sz w:val="44"/>
                <w:szCs w:val="44"/>
              </w:rPr>
              <w:t>“技能竞赛月”活动获奖名单</w:t>
            </w:r>
          </w:p>
        </w:tc>
      </w:tr>
    </w:tbl>
    <w:p w:rsidR="0090324B" w:rsidRDefault="0090324B">
      <w:pPr>
        <w:rPr>
          <w:rFonts w:cs="Times New Roman"/>
        </w:rPr>
      </w:pPr>
    </w:p>
    <w:p w:rsidR="0090324B" w:rsidRPr="00C1058A" w:rsidRDefault="0090324B">
      <w:pPr>
        <w:rPr>
          <w:rFonts w:cs="Times New Roman"/>
        </w:rPr>
      </w:pPr>
    </w:p>
    <w:tbl>
      <w:tblPr>
        <w:tblW w:w="8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50"/>
        <w:gridCol w:w="959"/>
        <w:gridCol w:w="960"/>
        <w:gridCol w:w="1170"/>
        <w:gridCol w:w="3105"/>
        <w:gridCol w:w="1178"/>
        <w:gridCol w:w="7"/>
      </w:tblGrid>
      <w:tr w:rsidR="0090324B" w:rsidRPr="009F47E6">
        <w:trPr>
          <w:trHeight w:val="390"/>
          <w:tblHeader/>
          <w:jc w:val="center"/>
        </w:trPr>
        <w:tc>
          <w:tcPr>
            <w:tcW w:w="125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参赛项目</w:t>
            </w:r>
          </w:p>
        </w:tc>
        <w:tc>
          <w:tcPr>
            <w:tcW w:w="959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组别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奖项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选手姓名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所在学校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华文楷体" w:cs="Times New Roman"/>
                <w:b/>
                <w:bCs/>
                <w:color w:val="000000"/>
                <w:kern w:val="0"/>
              </w:rPr>
            </w:pPr>
            <w:r w:rsidRPr="009F47E6">
              <w:rPr>
                <w:rFonts w:ascii="仿宋_GB2312" w:eastAsia="仿宋_GB2312" w:hAnsi="华文楷体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果蔬嫁接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刘裕圆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张举印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葛晓艳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张举印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史心姝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张举印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赵度娟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鸡病理剖检及镜检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张云超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周华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潘祖恒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王科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周媛媛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金涛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潘雯倩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金涛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农机维修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杨星宇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罗琴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陈钱毅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芮国优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芮国优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罗琴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工程测量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陈一丁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杨杰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孙竹良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孟莉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工程算量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陶润齐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袁泉福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丁勇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汪频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庄力豪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陈雪珂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赵佳敏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汪频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李宝川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袁泉福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谢逸春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蔡佳雯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任顺利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袁妍妍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建筑</w:t>
            </w: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CAD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金琳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任顺利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杨小平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钱嘉豪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沈龙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汤鹏飞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陶红成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廖育德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沈龙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吴彬柯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任顺利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苏威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汪频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毕永光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朱志强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车加工技术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肖子豪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周俊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杜飞澎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白云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周俊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房堂均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翁振宇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杨清华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赵志睿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彭琛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李新鑫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装配钳工</w:t>
            </w:r>
          </w:p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邢小磊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张文叶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刘开发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徐风山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李佳盛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吴君涛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史嘉翔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王志杰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黄雨晨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吴君涛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焦阳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数控车加工技术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刘俊辉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朱龙飞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何张锐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王润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李泳材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王润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蔡超超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</w:t>
            </w:r>
            <w:r w:rsidRPr="009F47E6">
              <w:rPr>
                <w:rStyle w:val="font11"/>
                <w:rFonts w:ascii="仿宋_GB2312" w:eastAsia="仿宋_GB2312" w:hAnsi="楷体" w:cs="仿宋_GB2312" w:hint="eastAsia"/>
                <w:sz w:val="21"/>
                <w:szCs w:val="21"/>
              </w:rPr>
              <w:t>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单韬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朱龙飞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李永杰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王润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周晓锋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杨俊雄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张明云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孔毅超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数控铣加工技术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彭煜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曹建中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谢海彬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涂天勇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韩刘栓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李秋辰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涂天勇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潘晨阳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数控车床装调与维修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陆伟明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韩海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吴鹏飞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陆伟明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郭玉虎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沈钻科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吴钰飞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沈钻科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数控综合加工技术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汤龙晴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曹建中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朱龙飞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李鎏凯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周欣阳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曹建中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朱龙飞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汤东风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许春辉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机电一体化设备组装与调试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何先文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巢春波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万萍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巢辰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姚光彩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邓玉良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谌勇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潘晨阳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王家乐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孙溢龙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林炜鑫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孙宇豪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范铭恬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巢春波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何乙琦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蔡阳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陈东东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邵美萍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严法高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姜斌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邓玉良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谌勇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电气安装与维修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周如光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王子彬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管鑫炜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周张逸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杨小强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吴春辉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陈兴江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王祯楠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周如光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姚进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陈铭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周如光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史玉立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帅伟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胡丞熙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电子产品装配与调试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陈欣龙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蒋华平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蒋华平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唐源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史顺达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刘永杰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蒋华平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王敏锐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王晓真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朱枫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张杨齐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单片机控制装置安装与调试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杨汶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邢栋华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蒋钧晔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邢栋华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李晨正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陈军帅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王冬雨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邢栋华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陶晨希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巢春波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巢春波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李存虎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汽车机电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维修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冯松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张朋涛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车身修复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谭长辉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鲁庆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谢韵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鲁庆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冉志杰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郑晓辉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鲁庆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方宝涛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汽车营销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何寿柏</w:t>
            </w:r>
          </w:p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朱小燕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何召玉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502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鲍志莹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何寿柏</w:t>
            </w:r>
          </w:p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朱小燕</w:t>
            </w:r>
          </w:p>
        </w:tc>
      </w:tr>
      <w:tr w:rsidR="0090324B" w:rsidRPr="009F47E6">
        <w:trPr>
          <w:trHeight w:val="45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顾月闰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丁浩南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王旭琳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何寿柏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张梦娴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耿楠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工业分析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检验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朱鑫月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卞爱静</w:t>
            </w:r>
          </w:p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沈风琴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张冬祥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卞爱静</w:t>
            </w:r>
          </w:p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沈风琴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喻振涛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胡梦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曹妤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徐静雷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徐莲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沈蕾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徐伟刚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倪颖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邱永宏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刘玉钰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周锋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邱永宏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卞爱静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刘皓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网络组建与管理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代宁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王飞、王登科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盛誉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王飞、王登科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张微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王飞、支元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盛凌晓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王飞、支元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计算机硬件检测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唐儒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吴仁玉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陆子羿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潘旭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闻友凡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潘旭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37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高林波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常州市刘国钧高等职业技术学校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37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潘旭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动画片制作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范宇尧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李广锁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殷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李广锁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杨心怡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钱淑雨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钱贺杰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李广锁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姜瑶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李广锁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蒋东晔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shd w:val="clear" w:color="auto" w:fill="FFFFFF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计算机辅助设计（工业产品</w:t>
            </w: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CAD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）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罗伟东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孙澄宇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连笑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朱勤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张培霖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朱勤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陈晓科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王潘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郭戴阳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潘轶成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王立波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周子杰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申彦娇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汪昊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申彦娇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程鲍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岳清泉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朱勤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申彦娇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孙澄宇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王立波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贺刘芳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卢青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数字影音</w:t>
            </w:r>
          </w:p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后期制作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杜天雨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黄莺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徐沈新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崔振伟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芮刚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吴雅倩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吴冬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刘宇航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421755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高琦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421755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邓波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421755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江宗程</w:t>
            </w:r>
          </w:p>
        </w:tc>
        <w:tc>
          <w:tcPr>
            <w:tcW w:w="3105" w:type="dxa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421755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421755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421755">
            <w:pPr>
              <w:spacing w:line="280" w:lineRule="exact"/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421755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7C3C9A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数字影音</w:t>
            </w:r>
          </w:p>
          <w:p w:rsidR="0090324B" w:rsidRPr="009F47E6" w:rsidRDefault="0090324B" w:rsidP="007C3C9A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后期制作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李冰钒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王科涵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刘欣雨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吴冬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杜倩钰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姬琳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史鸣海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薛鸣一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吴锋华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网络空间</w:t>
            </w:r>
          </w:p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安全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许彦鑫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王飞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田江华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刘武杰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王飞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杨春豪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吴文绛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王飞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会计手工账务处理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张钰璐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陈建亚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唐娜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朱梦佳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洪金晶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周大兴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王蒙蒙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周大兴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路鸿阳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spacing w:val="-1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吴菊香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杨佳琪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吴菊香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李海燕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谢凌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玥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韩玉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金怡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詹明镜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翁波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周大兴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冯缘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吴菊香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刘锦慧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杨溢笛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贺晴晴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王琦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陈绮婷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陈璐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会计</w:t>
            </w:r>
          </w:p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电算化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陈千枝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陈璐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王雨燕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刘静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曹欣欣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陈绮婷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靳清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刘静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杨欣雨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刘振华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王艳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骆启轩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姜晨瑶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432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陈千易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林涓涓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刘静</w:t>
            </w:r>
          </w:p>
        </w:tc>
      </w:tr>
      <w:tr w:rsidR="0090324B" w:rsidRPr="009F47E6">
        <w:trPr>
          <w:trHeight w:val="41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朱月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陈绮婷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潘茜茜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陈璐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胡金娟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张天茹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王小丽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王倩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吴迪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423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施佳丽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498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徐佳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1"/>
          <w:jc w:val="center"/>
        </w:trPr>
        <w:tc>
          <w:tcPr>
            <w:tcW w:w="1250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珠算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李静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贺叶飞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李润庆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贺叶飞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常亦茹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张念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眭香晔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杨昕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孙秋雨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朱梦佳</w:t>
            </w:r>
          </w:p>
        </w:tc>
      </w:tr>
      <w:tr w:rsidR="0090324B" w:rsidRPr="009F47E6">
        <w:trPr>
          <w:trHeight w:val="59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陈晓燕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常州旅商商贸高等职业技术学校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555"/>
          <w:jc w:val="center"/>
        </w:trPr>
        <w:tc>
          <w:tcPr>
            <w:tcW w:w="1250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于婷婷</w:t>
            </w:r>
          </w:p>
        </w:tc>
        <w:tc>
          <w:tcPr>
            <w:tcW w:w="3105" w:type="dxa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shd w:val="clear" w:color="auto" w:fill="FFFFFF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463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沙盘模拟企业经营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赵火印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戴荣俊</w:t>
            </w:r>
          </w:p>
          <w:p w:rsidR="0090324B" w:rsidRPr="009F47E6" w:rsidRDefault="0090324B" w:rsidP="00421755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杨杰</w:t>
            </w:r>
          </w:p>
        </w:tc>
      </w:tr>
      <w:tr w:rsidR="0090324B" w:rsidRPr="009F47E6">
        <w:trPr>
          <w:trHeight w:val="45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顾逸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蒋鑫怡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519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柯其效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沙盘模拟企业经营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陈伟怡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吴迪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吕义波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陈冰菁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韩玉漩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刘世豪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王亚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钟俊梅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宋明惠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郁媛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周紫倩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吴迪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吕义波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季文婷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杨燕青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黄铃鸿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戴荣俊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陆慎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谢雨薇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施智敏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季姗姗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吕义波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电子商务运营技能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142A5" w:rsidRDefault="0090324B" w:rsidP="009142A5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朱馨玉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黄斌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朱志杰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杨于瞄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46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余甜甜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郑家豪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朱爱花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魏朝阳</w:t>
            </w:r>
          </w:p>
        </w:tc>
      </w:tr>
      <w:tr w:rsidR="0090324B" w:rsidRPr="009F47E6">
        <w:trPr>
          <w:trHeight w:val="51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孙芯怡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50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顾佳烨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499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孟霖丽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电子商务运营技能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贡佳丽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黄斌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汤任洁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黄心钰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金悦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李倩雯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李寒毅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陆玉琳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邵云静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蒋雨轩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钱雨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397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周逸欣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朱爱花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魏朝阳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胡慧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万逸涵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职业英语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中职（服务类）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刘静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何慧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吴云姣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盛飞飞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黄怡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刘世明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林</w:t>
            </w:r>
            <w:r w:rsidRPr="009F47E6">
              <w:rPr>
                <w:rFonts w:ascii="仿宋_GB2312" w:eastAsia="楷体" w:hAnsi="楷体" w:cs="楷体" w:hint="eastAsia"/>
              </w:rPr>
              <w:t>犇</w:t>
            </w:r>
          </w:p>
        </w:tc>
      </w:tr>
      <w:tr w:rsidR="0090324B" w:rsidRPr="009F47E6">
        <w:trPr>
          <w:trHeight w:val="47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蒋明珠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胡婉晴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0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巢蕾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59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王懿玮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常州卫生高等职业技术学校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57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丁梓涵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中职（非服务类）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左歆宇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何慧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吴云姣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李可妮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房芝如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常州卫生高等职业技术学校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岳蕴之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殷丹</w:t>
            </w:r>
          </w:p>
        </w:tc>
      </w:tr>
      <w:tr w:rsidR="0090324B" w:rsidRPr="009F47E6">
        <w:trPr>
          <w:trHeight w:val="378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张子怡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常州卫生高等职业技术学校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职业英语</w:t>
            </w: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高慧敏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常州冶金技师学院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胡沁沁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常州冶金技师学院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戚毅承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何慧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吴云姣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唐世璋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张理想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刘世明</w:t>
            </w:r>
          </w:p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许雯绯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龚嘉诚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常州旅游商贸高等职业技术学校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张涵丹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方舒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钟霞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 w:val="restart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杨子钰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常州刘国钧高等职业技术学校</w:t>
            </w:r>
          </w:p>
        </w:tc>
        <w:tc>
          <w:tcPr>
            <w:tcW w:w="1185" w:type="dxa"/>
            <w:gridSpan w:val="2"/>
            <w:vMerge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陈丽君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林</w:t>
            </w:r>
            <w:r w:rsidRPr="009F47E6">
              <w:rPr>
                <w:rFonts w:ascii="仿宋_GB2312" w:eastAsia="楷体" w:hAnsi="楷体" w:cs="楷体" w:hint="eastAsia"/>
              </w:rPr>
              <w:t>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陈可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常州开放大学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蒋宇芬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624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</w:rPr>
              <w:t>朱粤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jc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酒店服务（餐饮服务、客房服务）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王小平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张丹花</w:t>
            </w:r>
          </w:p>
        </w:tc>
      </w:tr>
      <w:tr w:rsidR="0090324B" w:rsidRPr="009F47E6" w:rsidTr="002466C3">
        <w:trPr>
          <w:trHeight w:val="49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谢月情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杨金炎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朱黎勤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芮婷婷</w:t>
            </w:r>
          </w:p>
        </w:tc>
      </w:tr>
      <w:tr w:rsidR="0090324B" w:rsidRPr="009F47E6" w:rsidTr="002466C3">
        <w:trPr>
          <w:trHeight w:val="609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陈盛杰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 w:rsidTr="002466C3">
        <w:trPr>
          <w:trHeight w:val="471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程于信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王铃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 w:rsidTr="002466C3">
        <w:trPr>
          <w:trHeight w:val="453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袁楠楠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溧阳市天目湖中等专业学校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导游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向圆月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白丽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张远强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程雪蕾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万佳雯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史剑锋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俞逸诗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spacing w:val="-1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贺琳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林婧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朱燕婷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缪砚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田泽奇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周樱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吴辉艳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中药传统技能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王妍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朱迪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张靖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徐群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韩敏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李逸煊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李晶晶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申海进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吕伯云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朱迪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张玲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林红婷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江苏省常州技师学院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服装设计与工艺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汤艺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李文玲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吴海燕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姜海欣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李文玲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吴海燕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陈子轩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李文玲</w:t>
            </w:r>
          </w:p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吴海燕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张晓香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马昌梅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耿琪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宋千禧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85" w:type="dxa"/>
            <w:gridSpan w:val="2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艺术设计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（平面）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赵晗晗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陈英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谢怡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陈英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陶烨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陈英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沈丹萍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谢俊宇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恽嘉洁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谢俊宇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朱士全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董番番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谢俊宇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马伊宁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170310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艺术设计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170310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</w:t>
            </w:r>
          </w:p>
          <w:p w:rsidR="0090324B" w:rsidRPr="009F47E6" w:rsidRDefault="0090324B" w:rsidP="00170310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（平面）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沈佳丽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陈苏琪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常州旅游商贸高等职业技术学校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朱嘉雯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徐勇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常州开放大学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林雅琪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常州开放大学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中职（环艺）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刘佳佳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郑凤雏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刘苏阳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郑凤雏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周叶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张欢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彭婷婷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戴云蕾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张馨尹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朱会敏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高职（平面）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王孜荻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</w:t>
            </w:r>
            <w:r w:rsidRPr="009F47E6">
              <w:rPr>
                <w:rFonts w:ascii="仿宋_GB2312" w:eastAsia="仿宋_GB2312" w:hAnsi="楷体" w:cs="仿宋_GB2312" w:hint="eastAsia"/>
                <w:color w:val="000000"/>
                <w:spacing w:val="-10"/>
                <w:kern w:val="0"/>
              </w:rPr>
              <w:t>州旅游商贸高等职业技术学校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杨一波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顾梦伟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陈英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丁梓皓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刘洪艳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周新芽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武进开放大学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顾王迪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高职（环艺）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季风艳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吴洁华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唐香云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吴洁华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苏继庆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425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万泉慧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656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（平面）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王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玥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周希茜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杨琰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刘洪艳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（环艺）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张欢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俞映千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声乐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2466C3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</w:t>
            </w:r>
            <w:r w:rsidRPr="009F47E6">
              <w:rPr>
                <w:rFonts w:ascii="仿宋_GB2312" w:eastAsia="楷体" w:hAnsi="楷体" w:cs="楷体" w:hint="eastAsia"/>
                <w:color w:val="000000"/>
                <w:kern w:val="0"/>
              </w:rPr>
              <w:t>镕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孙鹏举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严吉娜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赵亚男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代彩云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唐欣欣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瞿嘉良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陈冬晴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林贝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</w:rPr>
            </w:pPr>
            <w:r w:rsidRPr="009F47E6">
              <w:rPr>
                <w:rFonts w:ascii="仿宋_GB2312" w:eastAsia="仿宋_GB2312" w:hAnsi="楷体" w:cs="仿宋_GB2312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宋济安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器乐</w:t>
            </w: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马超骏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孙晓芳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朱天白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李桂芳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黄雨钊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吕言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陆嘉仁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张袁舒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陶悦婷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蒋烨呈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常州幼儿师范学校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徐晓佩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  <w:tr w:rsidR="0090324B" w:rsidRPr="009F47E6">
        <w:trPr>
          <w:gridAfter w:val="1"/>
          <w:wAfter w:w="7" w:type="dxa"/>
          <w:trHeight w:val="390"/>
          <w:jc w:val="center"/>
        </w:trPr>
        <w:tc>
          <w:tcPr>
            <w:tcW w:w="1250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9" w:type="dxa"/>
            <w:vMerge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70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吴馨钰</w:t>
            </w:r>
          </w:p>
        </w:tc>
        <w:tc>
          <w:tcPr>
            <w:tcW w:w="3105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Times New Roman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 w:hint="eastAsia"/>
                <w:color w:val="000000"/>
                <w:kern w:val="0"/>
              </w:rPr>
              <w:t>江苏省武进中等专业学校</w:t>
            </w:r>
          </w:p>
        </w:tc>
        <w:tc>
          <w:tcPr>
            <w:tcW w:w="1178" w:type="dxa"/>
            <w:vAlign w:val="center"/>
          </w:tcPr>
          <w:p w:rsidR="0090324B" w:rsidRPr="009F47E6" w:rsidRDefault="0090324B" w:rsidP="009F47E6">
            <w:pPr>
              <w:widowControl/>
              <w:jc w:val="center"/>
              <w:textAlignment w:val="center"/>
              <w:rPr>
                <w:rFonts w:ascii="仿宋_GB2312" w:eastAsia="仿宋_GB2312" w:hAnsi="楷体" w:cs="仿宋_GB2312"/>
                <w:color w:val="000000"/>
                <w:kern w:val="0"/>
              </w:rPr>
            </w:pPr>
            <w:r w:rsidRPr="009F47E6">
              <w:rPr>
                <w:rFonts w:ascii="仿宋_GB2312" w:eastAsia="仿宋_GB2312" w:hAnsi="楷体" w:cs="仿宋_GB2312"/>
                <w:color w:val="000000"/>
                <w:kern w:val="0"/>
              </w:rPr>
              <w:t>/</w:t>
            </w:r>
          </w:p>
        </w:tc>
      </w:tr>
    </w:tbl>
    <w:p w:rsidR="0090324B" w:rsidRDefault="0090324B">
      <w:pPr>
        <w:rPr>
          <w:rFonts w:cs="Times New Roman"/>
        </w:rPr>
      </w:pPr>
    </w:p>
    <w:sectPr w:rsidR="0090324B" w:rsidSect="009F47E6">
      <w:footerReference w:type="default" r:id="rId6"/>
      <w:pgSz w:w="11906" w:h="16838"/>
      <w:pgMar w:top="1440" w:right="1800" w:bottom="1440" w:left="180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24B" w:rsidRDefault="0090324B" w:rsidP="00C1058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0324B" w:rsidRDefault="0090324B" w:rsidP="00C1058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24B" w:rsidRPr="009F47E6" w:rsidRDefault="0090324B" w:rsidP="00F01FE1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F47E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F47E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F47E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- 18 -</w:t>
    </w:r>
    <w:r w:rsidRPr="009F47E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0324B" w:rsidRDefault="0090324B" w:rsidP="009F47E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24B" w:rsidRDefault="0090324B" w:rsidP="00C1058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0324B" w:rsidRDefault="0090324B" w:rsidP="00C1058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35D614A"/>
    <w:rsid w:val="001558C3"/>
    <w:rsid w:val="00170310"/>
    <w:rsid w:val="00197938"/>
    <w:rsid w:val="001C1527"/>
    <w:rsid w:val="002466C3"/>
    <w:rsid w:val="00272556"/>
    <w:rsid w:val="002C622A"/>
    <w:rsid w:val="00355559"/>
    <w:rsid w:val="00421755"/>
    <w:rsid w:val="004478A4"/>
    <w:rsid w:val="00745543"/>
    <w:rsid w:val="007C3C9A"/>
    <w:rsid w:val="008D14D3"/>
    <w:rsid w:val="0090324B"/>
    <w:rsid w:val="009142A5"/>
    <w:rsid w:val="009A68F3"/>
    <w:rsid w:val="009F47E6"/>
    <w:rsid w:val="00A3755D"/>
    <w:rsid w:val="00A4276C"/>
    <w:rsid w:val="00C1058A"/>
    <w:rsid w:val="00CA2E3D"/>
    <w:rsid w:val="00CF7B61"/>
    <w:rsid w:val="00E3372A"/>
    <w:rsid w:val="00F01FE1"/>
    <w:rsid w:val="02AF6B6E"/>
    <w:rsid w:val="042240AD"/>
    <w:rsid w:val="04C40FA1"/>
    <w:rsid w:val="051D18C3"/>
    <w:rsid w:val="09B245C4"/>
    <w:rsid w:val="09F66336"/>
    <w:rsid w:val="0CAC1FB6"/>
    <w:rsid w:val="0E07465D"/>
    <w:rsid w:val="119B7C11"/>
    <w:rsid w:val="135D614A"/>
    <w:rsid w:val="184F144A"/>
    <w:rsid w:val="19CB609D"/>
    <w:rsid w:val="20C1105A"/>
    <w:rsid w:val="224127C3"/>
    <w:rsid w:val="224D0556"/>
    <w:rsid w:val="28573D8E"/>
    <w:rsid w:val="2B344374"/>
    <w:rsid w:val="2BAA2DF6"/>
    <w:rsid w:val="2F3D63EF"/>
    <w:rsid w:val="30A9493A"/>
    <w:rsid w:val="324211C9"/>
    <w:rsid w:val="342D26FE"/>
    <w:rsid w:val="35F77442"/>
    <w:rsid w:val="3DFA2E7F"/>
    <w:rsid w:val="42695316"/>
    <w:rsid w:val="42B73A89"/>
    <w:rsid w:val="44E753E4"/>
    <w:rsid w:val="487F69ED"/>
    <w:rsid w:val="49BC43F9"/>
    <w:rsid w:val="4AD45E89"/>
    <w:rsid w:val="4EC82D80"/>
    <w:rsid w:val="53096BA7"/>
    <w:rsid w:val="538E5D0C"/>
    <w:rsid w:val="590158A0"/>
    <w:rsid w:val="5B2B7921"/>
    <w:rsid w:val="5C6D505B"/>
    <w:rsid w:val="5FCF2E8A"/>
    <w:rsid w:val="65F178AA"/>
    <w:rsid w:val="67442820"/>
    <w:rsid w:val="74B9402C"/>
    <w:rsid w:val="7DE45BF4"/>
    <w:rsid w:val="7F93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72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51">
    <w:name w:val="font51"/>
    <w:basedOn w:val="DefaultParagraphFont"/>
    <w:uiPriority w:val="99"/>
    <w:rsid w:val="00E3372A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11">
    <w:name w:val="font11"/>
    <w:basedOn w:val="DefaultParagraphFont"/>
    <w:uiPriority w:val="99"/>
    <w:rsid w:val="00E3372A"/>
    <w:rPr>
      <w:rFonts w:ascii="宋体" w:eastAsia="宋体" w:hAnsi="宋体" w:cs="宋体"/>
      <w:color w:val="000000"/>
      <w:sz w:val="20"/>
      <w:szCs w:val="20"/>
      <w:u w:val="none"/>
    </w:rPr>
  </w:style>
  <w:style w:type="paragraph" w:styleId="Header">
    <w:name w:val="header"/>
    <w:basedOn w:val="Normal"/>
    <w:link w:val="HeaderChar"/>
    <w:uiPriority w:val="99"/>
    <w:rsid w:val="00C10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058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10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058A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9F4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15</Pages>
  <Words>1779</Words>
  <Characters>10143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</dc:creator>
  <cp:keywords/>
  <dc:description/>
  <cp:lastModifiedBy>吴琳赟</cp:lastModifiedBy>
  <cp:revision>7</cp:revision>
  <cp:lastPrinted>2018-01-31T01:48:00Z</cp:lastPrinted>
  <dcterms:created xsi:type="dcterms:W3CDTF">2018-01-25T06:40:00Z</dcterms:created>
  <dcterms:modified xsi:type="dcterms:W3CDTF">2018-01-31T02:38:00Z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