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6C" w:rsidRPr="00E21424" w:rsidRDefault="008F7D6C">
      <w:pPr>
        <w:rPr>
          <w:rFonts w:ascii="黑体" w:eastAsia="黑体" w:hAnsi="黑体" w:cs="黑体"/>
          <w:color w:val="000000"/>
          <w:sz w:val="32"/>
          <w:szCs w:val="32"/>
        </w:rPr>
      </w:pPr>
      <w:r w:rsidRPr="00E21424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E21424"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8F7D6C" w:rsidRPr="00E21424" w:rsidRDefault="008F7D6C" w:rsidP="00E21424">
      <w:pPr>
        <w:jc w:val="center"/>
        <w:rPr>
          <w:rFonts w:ascii="方正小标宋简体" w:eastAsia="方正小标宋简体" w:hAnsi="仿宋_GB2312"/>
          <w:sz w:val="44"/>
          <w:szCs w:val="44"/>
        </w:rPr>
      </w:pPr>
      <w:r w:rsidRPr="00E21424">
        <w:rPr>
          <w:rFonts w:ascii="方正小标宋简体" w:eastAsia="方正小标宋简体" w:hAnsi="仿宋_GB2312" w:cs="方正小标宋简体" w:hint="eastAsia"/>
          <w:sz w:val="44"/>
          <w:szCs w:val="44"/>
        </w:rPr>
        <w:t>材料格式要求</w:t>
      </w:r>
    </w:p>
    <w:p w:rsidR="008F7D6C" w:rsidRDefault="008F7D6C">
      <w:pPr>
        <w:rPr>
          <w:rFonts w:ascii="仿宋_GB2312" w:eastAsia="仿宋_GB2312" w:hAnsi="仿宋_GB2312"/>
          <w:b/>
          <w:bCs/>
          <w:sz w:val="32"/>
          <w:szCs w:val="32"/>
        </w:rPr>
      </w:pPr>
    </w:p>
    <w:p w:rsidR="008F7D6C" w:rsidRDefault="008F7D6C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标题：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校本课程名称《</w:t>
      </w: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》（三号黑体，加粗，居中）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学校名称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（四号仿宋，居中）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适用年级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（四号仿宋，居中）</w:t>
      </w:r>
    </w:p>
    <w:p w:rsidR="008F7D6C" w:rsidRDefault="008F7D6C" w:rsidP="00E21424">
      <w:pPr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以上内容设置为单倍行距。</w:t>
      </w:r>
    </w:p>
    <w:p w:rsidR="008F7D6C" w:rsidRDefault="008F7D6C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正文中标题：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一级标题以一、二、三依次编号，四号黑体，加粗，顶格。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二级标题以（一）、（二）、（三）依次编号，四号仿宋，不加粗，顶格。</w:t>
      </w:r>
    </w:p>
    <w:p w:rsidR="008F7D6C" w:rsidRDefault="008F7D6C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三级标题以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依次编号，四号宋体，不加粗，首行缩进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字符。</w:t>
      </w:r>
    </w:p>
    <w:p w:rsidR="008F7D6C" w:rsidRDefault="008F7D6C" w:rsidP="00E21424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以上内容设置为单倍行距。</w:t>
      </w:r>
    </w:p>
    <w:p w:rsidR="008F7D6C" w:rsidRDefault="008F7D6C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正文</w:t>
      </w:r>
    </w:p>
    <w:p w:rsidR="008F7D6C" w:rsidRDefault="008F7D6C" w:rsidP="00E21424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中文用小四号宋体，字母和数字一律用小四号新罗马（</w:t>
      </w:r>
      <w:r>
        <w:rPr>
          <w:rFonts w:ascii="仿宋_GB2312" w:eastAsia="仿宋_GB2312" w:hAnsi="仿宋_GB2312" w:cs="仿宋_GB2312"/>
          <w:sz w:val="32"/>
          <w:szCs w:val="32"/>
        </w:rPr>
        <w:t>Times New Roman</w:t>
      </w:r>
      <w:r>
        <w:rPr>
          <w:rFonts w:ascii="仿宋_GB2312" w:eastAsia="仿宋_GB2312" w:hAnsi="仿宋_GB2312" w:cs="仿宋_GB2312" w:hint="eastAsia"/>
          <w:sz w:val="32"/>
          <w:szCs w:val="32"/>
        </w:rPr>
        <w:t>）字体，行间距设置固定值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磅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，首行缩进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字符，</w:t>
      </w:r>
      <w:r>
        <w:rPr>
          <w:rFonts w:ascii="仿宋_GB2312" w:eastAsia="仿宋_GB2312" w:hAnsi="仿宋_GB2312" w:cs="仿宋_GB2312"/>
          <w:sz w:val="32"/>
          <w:szCs w:val="32"/>
        </w:rPr>
        <w:t>A4</w:t>
      </w:r>
      <w:r>
        <w:rPr>
          <w:rFonts w:ascii="仿宋_GB2312" w:eastAsia="仿宋_GB2312" w:hAnsi="仿宋_GB2312" w:cs="仿宋_GB2312" w:hint="eastAsia"/>
          <w:sz w:val="32"/>
          <w:szCs w:val="32"/>
        </w:rPr>
        <w:t>纸规格排版。</w:t>
      </w:r>
    </w:p>
    <w:p w:rsidR="008F7D6C" w:rsidRPr="00E21424" w:rsidRDefault="008F7D6C">
      <w:pPr>
        <w:ind w:firstLine="420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sectPr w:rsidR="008F7D6C" w:rsidRPr="00E21424" w:rsidSect="00E21424">
      <w:footerReference w:type="default" r:id="rId6"/>
      <w:pgSz w:w="11906" w:h="16838"/>
      <w:pgMar w:top="1440" w:right="1800" w:bottom="1440" w:left="1800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D6C" w:rsidRDefault="008F7D6C">
      <w:r>
        <w:separator/>
      </w:r>
    </w:p>
  </w:endnote>
  <w:endnote w:type="continuationSeparator" w:id="1">
    <w:p w:rsidR="008F7D6C" w:rsidRDefault="008F7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6C" w:rsidRPr="00E21424" w:rsidRDefault="008F7D6C" w:rsidP="00A4076E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E21424">
      <w:rPr>
        <w:rStyle w:val="PageNumber"/>
        <w:sz w:val="28"/>
        <w:szCs w:val="28"/>
      </w:rPr>
      <w:fldChar w:fldCharType="begin"/>
    </w:r>
    <w:r w:rsidRPr="00E21424">
      <w:rPr>
        <w:rStyle w:val="PageNumber"/>
        <w:sz w:val="28"/>
        <w:szCs w:val="28"/>
      </w:rPr>
      <w:instrText xml:space="preserve">PAGE  </w:instrText>
    </w:r>
    <w:r w:rsidRPr="00E2142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E21424">
      <w:rPr>
        <w:rStyle w:val="PageNumber"/>
        <w:sz w:val="28"/>
        <w:szCs w:val="28"/>
      </w:rPr>
      <w:fldChar w:fldCharType="end"/>
    </w:r>
  </w:p>
  <w:p w:rsidR="008F7D6C" w:rsidRDefault="008F7D6C" w:rsidP="00E2142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D6C" w:rsidRDefault="008F7D6C">
      <w:r>
        <w:separator/>
      </w:r>
    </w:p>
  </w:footnote>
  <w:footnote w:type="continuationSeparator" w:id="1">
    <w:p w:rsidR="008F7D6C" w:rsidRDefault="008F7D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A54338"/>
    <w:rsid w:val="00143FD4"/>
    <w:rsid w:val="0014761B"/>
    <w:rsid w:val="001A3231"/>
    <w:rsid w:val="005442F4"/>
    <w:rsid w:val="00544748"/>
    <w:rsid w:val="006314BD"/>
    <w:rsid w:val="00717698"/>
    <w:rsid w:val="007219A8"/>
    <w:rsid w:val="007B13B7"/>
    <w:rsid w:val="00853D22"/>
    <w:rsid w:val="00863296"/>
    <w:rsid w:val="008C6D1A"/>
    <w:rsid w:val="008F7D6C"/>
    <w:rsid w:val="00966516"/>
    <w:rsid w:val="00A4076E"/>
    <w:rsid w:val="00A80EE8"/>
    <w:rsid w:val="00BF313C"/>
    <w:rsid w:val="00C12573"/>
    <w:rsid w:val="00C33DF8"/>
    <w:rsid w:val="00C572E6"/>
    <w:rsid w:val="00CB318C"/>
    <w:rsid w:val="00E21424"/>
    <w:rsid w:val="00F16104"/>
    <w:rsid w:val="35A54338"/>
    <w:rsid w:val="4AF7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9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63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296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63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3296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21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132</Words>
  <Characters>141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5</cp:revision>
  <dcterms:created xsi:type="dcterms:W3CDTF">2020-04-17T01:39:00Z</dcterms:created>
  <dcterms:modified xsi:type="dcterms:W3CDTF">2021-06-22T01:19:00Z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